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A9B61" w14:textId="4248C1E2" w:rsidR="00045C91" w:rsidRPr="00120BB7" w:rsidRDefault="00045C91" w:rsidP="00D01B16">
      <w:pPr>
        <w:pStyle w:val="NormalWeb"/>
        <w:rPr>
          <w:rFonts w:ascii="Arial" w:hAnsi="Arial" w:cs="Arial"/>
          <w:b/>
          <w:bCs/>
          <w:color w:val="000000"/>
        </w:rPr>
      </w:pPr>
      <w:r w:rsidRPr="00120BB7">
        <w:rPr>
          <w:rFonts w:ascii="Arial" w:hAnsi="Arial" w:cs="Arial"/>
          <w:b/>
          <w:bCs/>
          <w:color w:val="000000"/>
        </w:rPr>
        <w:t xml:space="preserve">ESTUDO TÉCNICO </w:t>
      </w:r>
      <w:r w:rsidR="003D1BD1" w:rsidRPr="00120BB7">
        <w:rPr>
          <w:rFonts w:ascii="Arial" w:hAnsi="Arial" w:cs="Arial"/>
          <w:b/>
          <w:bCs/>
          <w:color w:val="000000"/>
        </w:rPr>
        <w:t xml:space="preserve">PRELIMINAR PARA CONTRATAÇÃO, POR MEIO DE EXECUÇÃO INDIRETA, </w:t>
      </w:r>
      <w:r w:rsidR="00E74E3B" w:rsidRPr="00E74E3B">
        <w:rPr>
          <w:rFonts w:ascii="Arial" w:hAnsi="Arial" w:cs="Arial"/>
          <w:b/>
          <w:bCs/>
          <w:color w:val="000000"/>
        </w:rPr>
        <w:t xml:space="preserve">DE EMPRESA ESPECIALIZADA NA PRESTAÇÃO, DE SERVIÇOS CONTINUADOS DE </w:t>
      </w:r>
      <w:r w:rsidR="000024F3">
        <w:rPr>
          <w:rFonts w:ascii="Arial" w:hAnsi="Arial" w:cs="Arial"/>
          <w:b/>
          <w:bCs/>
          <w:color w:val="000000"/>
        </w:rPr>
        <w:t>VIGIL</w:t>
      </w:r>
      <w:r w:rsidR="009F5A70">
        <w:rPr>
          <w:rFonts w:ascii="Arial" w:hAnsi="Arial" w:cs="Arial"/>
          <w:b/>
          <w:bCs/>
          <w:color w:val="000000"/>
        </w:rPr>
        <w:t xml:space="preserve">ÂNCIA </w:t>
      </w:r>
      <w:r w:rsidR="00CF4F92">
        <w:rPr>
          <w:rFonts w:ascii="Arial" w:hAnsi="Arial" w:cs="Arial"/>
          <w:b/>
          <w:bCs/>
          <w:color w:val="000000"/>
        </w:rPr>
        <w:t>PATRIMONIAL E SEGURANÇA PESSOAL</w:t>
      </w:r>
      <w:r w:rsidR="00E74E3B" w:rsidRPr="00E74E3B">
        <w:rPr>
          <w:rFonts w:ascii="Arial" w:hAnsi="Arial" w:cs="Arial"/>
          <w:b/>
          <w:bCs/>
          <w:color w:val="000000"/>
        </w:rPr>
        <w:t>, COM FORNECIMENTO DE MATERIAIS, EQUIPAMENTOS E ACESSÓRIOS, PARA ATENDER ÀS NECESSIDADES DO TRIBUNAL DE CONTAS DO DISTRITO FEDERAL (TCDF)</w:t>
      </w:r>
      <w:r w:rsidR="00E74E3B" w:rsidRPr="00120BB7">
        <w:rPr>
          <w:rFonts w:ascii="Arial" w:hAnsi="Arial" w:cs="Arial"/>
          <w:b/>
          <w:bCs/>
          <w:color w:val="000000"/>
        </w:rPr>
        <w:t>.</w:t>
      </w:r>
    </w:p>
    <w:tbl>
      <w:tblPr>
        <w:tblStyle w:val="Tabelacomgrade"/>
        <w:tblW w:w="10485" w:type="dxa"/>
        <w:shd w:val="clear" w:color="auto" w:fill="92D050"/>
        <w:tblLook w:val="04A0" w:firstRow="1" w:lastRow="0" w:firstColumn="1" w:lastColumn="0" w:noHBand="0" w:noVBand="1"/>
      </w:tblPr>
      <w:tblGrid>
        <w:gridCol w:w="10485"/>
      </w:tblGrid>
      <w:tr w:rsidR="00045C91" w:rsidRPr="00060029" w14:paraId="1E54D0FB" w14:textId="77777777" w:rsidTr="00E41195">
        <w:tc>
          <w:tcPr>
            <w:tcW w:w="10485" w:type="dxa"/>
            <w:shd w:val="clear" w:color="auto" w:fill="92D050"/>
          </w:tcPr>
          <w:p w14:paraId="34F7B7D9" w14:textId="781F19DA" w:rsidR="00045C91" w:rsidRPr="00060029" w:rsidRDefault="00045C91" w:rsidP="003C355E">
            <w:pPr>
              <w:pStyle w:val="TRN0"/>
              <w:spacing w:before="120" w:after="120"/>
            </w:pPr>
            <w:bookmarkStart w:id="0" w:name="art18§1i"/>
            <w:bookmarkEnd w:id="0"/>
            <w:r w:rsidRPr="00060029">
              <w:t>DESCRIÇÃO DA NECESSIDADE</w:t>
            </w:r>
            <w:r w:rsidR="00E41195" w:rsidRPr="00060029">
              <w:t xml:space="preserve"> </w:t>
            </w:r>
          </w:p>
        </w:tc>
      </w:tr>
    </w:tbl>
    <w:p w14:paraId="0159AC5B" w14:textId="77777777" w:rsidR="00A562B4" w:rsidRDefault="00A562B4" w:rsidP="00B641DA">
      <w:pPr>
        <w:pStyle w:val="TRN1"/>
      </w:pPr>
      <w:r>
        <w:t>Razões de direito</w:t>
      </w:r>
    </w:p>
    <w:p w14:paraId="0BDE96D7" w14:textId="77777777" w:rsidR="00A562B4" w:rsidRDefault="00A562B4" w:rsidP="0012512C">
      <w:pPr>
        <w:pStyle w:val="TRN2"/>
        <w:ind w:left="709"/>
      </w:pPr>
      <w:r>
        <w:t>Nos termos do art. 69, incisos II e III, da Resolução TCDF nº 273, de 03/07/2014, compete à Secretaria de Engenharia e Serviços de Apoio (</w:t>
      </w:r>
      <w:proofErr w:type="spellStart"/>
      <w:r>
        <w:t>Sesap</w:t>
      </w:r>
      <w:proofErr w:type="spellEnd"/>
      <w:r>
        <w:t>) propor a formulação de estratégias, normas e procedimentos de segurança física e patrimonial em alinhamento às diretrizes institucionais do Tribunal; bem como promover, acompanhar, orientar, apoiar e, quando for o caso, executar ações corporativas que visem aprimorar a segurança física e patrimonial do TCDF.</w:t>
      </w:r>
    </w:p>
    <w:p w14:paraId="21F35784" w14:textId="3DCE1CAD" w:rsidR="00455A5A" w:rsidRDefault="00A562B4" w:rsidP="00455A5A">
      <w:pPr>
        <w:pStyle w:val="TRN2"/>
        <w:ind w:left="709"/>
      </w:pPr>
      <w:r>
        <w:t xml:space="preserve">De acordo com o art. 72, incisos </w:t>
      </w:r>
      <w:r w:rsidR="00985DF1">
        <w:t xml:space="preserve">I, </w:t>
      </w:r>
      <w:r w:rsidR="00831E9E">
        <w:t xml:space="preserve">II, X </w:t>
      </w:r>
      <w:r>
        <w:t xml:space="preserve">, XI, </w:t>
      </w:r>
      <w:r w:rsidR="00831E9E">
        <w:t>XIII</w:t>
      </w:r>
      <w:r w:rsidR="00A83673">
        <w:t xml:space="preserve">, XIV, XV, </w:t>
      </w:r>
      <w:r>
        <w:t>XXVI e XXVII da Resolução TCDF nº 273/2014, compete ao Serviço de Segurança e Suporte Operacional (</w:t>
      </w:r>
      <w:proofErr w:type="spellStart"/>
      <w:r>
        <w:t>Sesop</w:t>
      </w:r>
      <w:proofErr w:type="spellEnd"/>
      <w:r>
        <w:t xml:space="preserve">), dentre outras atribuições, </w:t>
      </w:r>
      <w:r w:rsidR="00AF053F" w:rsidRPr="00AF053F">
        <w:t>executar diretamente ou promover os serviços de vigilância e segurança interna e externa dos edifícios do Tribunal</w:t>
      </w:r>
      <w:r w:rsidR="00E231A8">
        <w:t xml:space="preserve">, </w:t>
      </w:r>
      <w:r w:rsidR="00780164" w:rsidRPr="00780164">
        <w:t>executar, a segurança dignitária, nas dependências da Corte, de autoridades do Tribunal ou de autoridades em visita ao Tribunal</w:t>
      </w:r>
      <w:r w:rsidR="003B04FC">
        <w:t>,</w:t>
      </w:r>
      <w:r w:rsidR="00E720CE" w:rsidRPr="00E720CE">
        <w:t xml:space="preserve"> </w:t>
      </w:r>
      <w:r w:rsidR="00E720CE">
        <w:t>o gerenciamento e a fiscalização dos serviços de vigilância patrimonial e segurança pessoal, o guarnecimento das sessões plenárias com vigilância armada, a operação e o controle do sistema de Circuito Fechado de TV do TCDF e a execução da segurança pessoal das Autoridades do Tribunal ou externas em visita a essa Corte de Contas</w:t>
      </w:r>
      <w:r w:rsidR="00CD4706">
        <w:t xml:space="preserve">. </w:t>
      </w:r>
    </w:p>
    <w:p w14:paraId="3BC98194" w14:textId="14BCB391" w:rsidR="0022580F" w:rsidRDefault="001D1756" w:rsidP="00025D57">
      <w:pPr>
        <w:pStyle w:val="TRN2"/>
        <w:ind w:left="709"/>
      </w:pPr>
      <w:r>
        <w:t>O sistema de segurança do Tribunal de Contas do Distrito Federal encontra</w:t>
      </w:r>
      <w:r w:rsidR="00455A5A">
        <w:t>-</w:t>
      </w:r>
      <w:r>
        <w:t>se regulamentado pela Resolução TCDF n.º 257, de 30.04.2013, sendo: a vigilância ostensiva armada e desarmada, o circuito fechado de televisão (CFTV), e a segurança pessoal dos Membros e Procuradores dessa Corte de Contas, definidos como integrante</w:t>
      </w:r>
      <w:r w:rsidR="00EC6974">
        <w:t xml:space="preserve"> </w:t>
      </w:r>
      <w:r>
        <w:t>de tal sistema, conforme seu art. 3º</w:t>
      </w:r>
      <w:r w:rsidR="00EC6974">
        <w:t>.</w:t>
      </w:r>
    </w:p>
    <w:p w14:paraId="42A644FB" w14:textId="77777777" w:rsidR="00A02707" w:rsidRDefault="00A2681B" w:rsidP="003070B8">
      <w:pPr>
        <w:pStyle w:val="TRN2"/>
        <w:ind w:left="709"/>
      </w:pPr>
      <w:r>
        <w:t>O supracitado artigo permite inclusive a contratação de empresa privada para auxílio nos serviços de vigilância patrimonial de suas dependências e de segurança pessoal de seus Membros e Procuradores.</w:t>
      </w:r>
    </w:p>
    <w:p w14:paraId="32FFDD41" w14:textId="77777777" w:rsidR="00C200B5" w:rsidRDefault="00C200B5" w:rsidP="00C200B5">
      <w:pPr>
        <w:rPr>
          <w:lang w:eastAsia="pt-BR"/>
        </w:rPr>
      </w:pPr>
    </w:p>
    <w:p w14:paraId="2068D836" w14:textId="77777777" w:rsidR="00C200B5" w:rsidRPr="00C200B5" w:rsidRDefault="00C200B5" w:rsidP="00C200B5">
      <w:pPr>
        <w:rPr>
          <w:lang w:eastAsia="pt-BR"/>
        </w:rPr>
      </w:pPr>
    </w:p>
    <w:p w14:paraId="52CB495C" w14:textId="2B3C28ED" w:rsidR="00A02707" w:rsidRPr="00A02707" w:rsidRDefault="00A02707" w:rsidP="00773910">
      <w:pPr>
        <w:pStyle w:val="TRN1"/>
      </w:pPr>
      <w:r>
        <w:lastRenderedPageBreak/>
        <w:t>Razões de fato:</w:t>
      </w:r>
    </w:p>
    <w:p w14:paraId="4E193F44" w14:textId="77777777" w:rsidR="008B5376" w:rsidRDefault="008C35FD" w:rsidP="003A47D0">
      <w:pPr>
        <w:pStyle w:val="TRN2"/>
        <w:ind w:left="709"/>
      </w:pPr>
      <w:r>
        <w:t>A presente contratação visa atender às necessidades dos serviços de vigilância patrimonial armada, diurna e noturna, de forma a garantir a segurança dos edifícios Sede, Anexo, Biblioteca e Garagem do Tribunal de Contas do Distrito Federal, não permitindo a depredação, violação, evasão, apropriação indébita e outras ações que redundem em dano ao patrimônio, e assegurar a integridade física dos servidores e das autoridades que desempenham atividades, bem como dos que eventualmente transitam, nas instalações do TCDF, decorrente da ação de terceiros ou de pessoas da própria Instituição, a qualquer hora, no ambiente de trabalho.</w:t>
      </w:r>
    </w:p>
    <w:p w14:paraId="3F11CA6F" w14:textId="3ED59343" w:rsidR="00E9177E" w:rsidRDefault="00ED7025" w:rsidP="00CD5546">
      <w:pPr>
        <w:pStyle w:val="TRN2"/>
        <w:ind w:left="709"/>
      </w:pPr>
      <w:r>
        <w:t>Os presentes serviços são imprescindíveis e essenciais para a continuidade das atividades do TCDF, sendo que o</w:t>
      </w:r>
      <w:r w:rsidR="00277D15">
        <w:t>s</w:t>
      </w:r>
      <w:r>
        <w:t xml:space="preserve"> atua</w:t>
      </w:r>
      <w:r w:rsidR="00277D15">
        <w:t>is</w:t>
      </w:r>
      <w:r>
        <w:t xml:space="preserve"> contrato</w:t>
      </w:r>
      <w:r w:rsidR="00277D15">
        <w:t>s</w:t>
      </w:r>
      <w:r>
        <w:t xml:space="preserve"> de vigilância patrimonial </w:t>
      </w:r>
      <w:r w:rsidR="00C200B5" w:rsidRPr="00C200B5">
        <w:t xml:space="preserve">(CT TCDF nº 19/2020 – Processo nº 00600-00000501/2021-51-e, CT TCDF nº 18/2020 – Processo nº 00600-00000502/2021-03-e e CT TCDF nº 30/2020 – Processo nº 00600-00002710/2021-39-e) </w:t>
      </w:r>
      <w:r>
        <w:t>tem o prazo previsto para encerramento no presente exercício.</w:t>
      </w:r>
    </w:p>
    <w:p w14:paraId="36779DAF" w14:textId="77777777" w:rsidR="005E70D1" w:rsidRDefault="00972A7A" w:rsidP="00BE7DF7">
      <w:pPr>
        <w:pStyle w:val="TRN2"/>
        <w:ind w:left="709"/>
      </w:pPr>
      <w:r>
        <w:t>Ressalta-se que o objeto desta contratação representa serviço que exige a presença constante de pessoal capacitado, em regime de dedicação exclusiva de mão de obra, visando à correta prestação dos serviços de segurança patrimonial e pessoal.</w:t>
      </w:r>
    </w:p>
    <w:p w14:paraId="6B499B66" w14:textId="2A2D10E2" w:rsidR="0080043B" w:rsidRPr="00DB1F99" w:rsidRDefault="004E4A94" w:rsidP="00071A34">
      <w:pPr>
        <w:pStyle w:val="TRN2"/>
        <w:ind w:left="709"/>
      </w:pPr>
      <w:r>
        <w:t>Assim, por se tratar de serviço especializado, necessária se faz a contratação de empresa(s) que disponha de pessoal capacitado para realização de tal mister, observando o preço de mercado e as reais necessidades do TCDF.</w:t>
      </w:r>
      <w:r w:rsidR="008C35FD">
        <w:cr/>
      </w:r>
      <w:r w:rsidR="0080043B" w:rsidRPr="00DB1F99">
        <w:t>Resultados a serem alcançados</w:t>
      </w:r>
    </w:p>
    <w:p w14:paraId="3E068F36" w14:textId="77777777" w:rsidR="00B63378" w:rsidRDefault="009C5C8A" w:rsidP="0097602B">
      <w:pPr>
        <w:pStyle w:val="TRN2"/>
        <w:ind w:left="709"/>
      </w:pPr>
      <w:r>
        <w:t xml:space="preserve">Proteger as instalações do Tribunal de Contas do Distrito Federal, de modo a evitar perdas patrimoniais, e promover a segurança e integridade física das autoridades, servidores, demais funcionários e visitantes desta Corte, de forma a garantir o devido cumprimento do disposto nas Resoluções TCDF </w:t>
      </w:r>
      <w:proofErr w:type="spellStart"/>
      <w:r>
        <w:t>nºs</w:t>
      </w:r>
      <w:proofErr w:type="spellEnd"/>
      <w:r>
        <w:t>: 257/13 e 273/14.</w:t>
      </w:r>
    </w:p>
    <w:p w14:paraId="0032083D" w14:textId="06841EDA" w:rsidR="00B63378" w:rsidRPr="00B63378" w:rsidRDefault="00B63378" w:rsidP="00AD1E4B">
      <w:pPr>
        <w:pStyle w:val="TRN2"/>
        <w:ind w:left="709"/>
      </w:pPr>
      <w:r>
        <w:t>A busca pela eficiência e efetividade na prestação dos serviços públicos, aliado a alta produtividade, agilidade, qualidade, segurança são metas traçadas pela Administração Pública para as atividades-fim, que se encontram interrelacionadas ao correto desempenho das atividades meio e de apoio operacional. Dessa forma, o alcance de tais objetivos não é possível sem a contratação dos serviços terceirizados de vigilância patrimonial e segurança pessoal.</w:t>
      </w:r>
    </w:p>
    <w:p w14:paraId="6BA941CA" w14:textId="77777777" w:rsidR="000408A9" w:rsidRPr="000408A9" w:rsidRDefault="000408A9" w:rsidP="000408A9">
      <w:pPr>
        <w:rPr>
          <w:lang w:eastAsia="pt-BR"/>
        </w:rPr>
      </w:pPr>
    </w:p>
    <w:tbl>
      <w:tblPr>
        <w:tblStyle w:val="Tabelacomgrade"/>
        <w:tblW w:w="10485" w:type="dxa"/>
        <w:shd w:val="clear" w:color="auto" w:fill="92D050"/>
        <w:tblLook w:val="04A0" w:firstRow="1" w:lastRow="0" w:firstColumn="1" w:lastColumn="0" w:noHBand="0" w:noVBand="1"/>
      </w:tblPr>
      <w:tblGrid>
        <w:gridCol w:w="10485"/>
      </w:tblGrid>
      <w:tr w:rsidR="00481EF4" w:rsidRPr="00481EF4" w14:paraId="2FA8A174" w14:textId="77777777" w:rsidTr="00656D07">
        <w:trPr>
          <w:trHeight w:val="416"/>
        </w:trPr>
        <w:tc>
          <w:tcPr>
            <w:tcW w:w="10485" w:type="dxa"/>
            <w:shd w:val="clear" w:color="auto" w:fill="92D050"/>
          </w:tcPr>
          <w:p w14:paraId="1343EB5A" w14:textId="14C88696" w:rsidR="00481EF4" w:rsidRPr="00481EF4" w:rsidRDefault="000A1FA3" w:rsidP="003C355E">
            <w:pPr>
              <w:pStyle w:val="TRN0"/>
              <w:spacing w:before="120" w:after="120"/>
            </w:pPr>
            <w:bookmarkStart w:id="1" w:name="art18§1v"/>
            <w:bookmarkEnd w:id="1"/>
            <w:r>
              <w:lastRenderedPageBreak/>
              <w:t>D</w:t>
            </w:r>
            <w:r w:rsidR="00481EF4" w:rsidRPr="005607CE">
              <w:t>A</w:t>
            </w:r>
            <w:r w:rsidR="00481EF4" w:rsidRPr="00481EF4">
              <w:t xml:space="preserve"> IDENTIFICAÇÃO DA MELHOR SOLUÇÃO</w:t>
            </w:r>
          </w:p>
        </w:tc>
      </w:tr>
    </w:tbl>
    <w:p w14:paraId="619718AA" w14:textId="77777777" w:rsidR="006F0001" w:rsidRPr="003C355E" w:rsidRDefault="006F0001" w:rsidP="002B42EF">
      <w:pPr>
        <w:rPr>
          <w:sz w:val="24"/>
          <w:szCs w:val="24"/>
          <w:lang w:eastAsia="pt-BR"/>
        </w:rPr>
      </w:pPr>
    </w:p>
    <w:p w14:paraId="7BD15FBD" w14:textId="2D278E9E" w:rsidR="00481EF4" w:rsidRPr="005607CE" w:rsidRDefault="00481EF4" w:rsidP="005607CE">
      <w:pPr>
        <w:pStyle w:val="TRN1"/>
        <w:rPr>
          <w:b/>
          <w:bCs/>
        </w:rPr>
      </w:pPr>
      <w:r w:rsidRPr="005607CE">
        <w:rPr>
          <w:b/>
          <w:bCs/>
        </w:rPr>
        <w:t>Alternativas Possíveis</w:t>
      </w:r>
    </w:p>
    <w:p w14:paraId="2A52D903" w14:textId="77777777" w:rsidR="00481EF4" w:rsidRDefault="00481EF4" w:rsidP="00CF4F92">
      <w:pPr>
        <w:pStyle w:val="TRN2"/>
        <w:ind w:left="709"/>
      </w:pPr>
      <w:r w:rsidRPr="00932CCB">
        <w:t xml:space="preserve">A </w:t>
      </w:r>
      <w:r w:rsidRPr="005607CE">
        <w:t>contratação</w:t>
      </w:r>
      <w:r w:rsidRPr="00932CCB">
        <w:t xml:space="preserve"> pretendida</w:t>
      </w:r>
      <w:r>
        <w:t xml:space="preserve"> possui as seguintes alternativas e modelos que poderiam ser adotados:</w:t>
      </w:r>
    </w:p>
    <w:p w14:paraId="475C0B9A" w14:textId="77777777" w:rsidR="00481EF4" w:rsidRDefault="00481EF4" w:rsidP="00CF4F92">
      <w:pPr>
        <w:pStyle w:val="TRN3"/>
        <w:ind w:left="993"/>
      </w:pPr>
      <w:r w:rsidRPr="005607CE">
        <w:t>Execução</w:t>
      </w:r>
      <w:r>
        <w:t xml:space="preserve"> direta dos serviços pelo próprio quadro de servidores do TCDF e/ou concurso público;</w:t>
      </w:r>
    </w:p>
    <w:p w14:paraId="3135DFAC" w14:textId="77777777" w:rsidR="00481EF4" w:rsidRDefault="00481EF4" w:rsidP="00CF4F92">
      <w:pPr>
        <w:pStyle w:val="TRN3"/>
        <w:ind w:left="993"/>
      </w:pPr>
      <w:r>
        <w:t>Cessão de Servidores do Distrito Federal com formação compatível para exercer função ou cargo em comissão;</w:t>
      </w:r>
    </w:p>
    <w:p w14:paraId="7AD2A352" w14:textId="622AB61E" w:rsidR="00481EF4" w:rsidRPr="00CF4F92" w:rsidRDefault="00481EF4" w:rsidP="00CF4F92">
      <w:pPr>
        <w:pStyle w:val="TRN3"/>
        <w:ind w:left="993"/>
      </w:pPr>
      <w:r w:rsidRPr="005607CE">
        <w:t>Contratação</w:t>
      </w:r>
      <w:r>
        <w:t xml:space="preserve"> terceirizada com vistas à execução indireta dos serviços de </w:t>
      </w:r>
      <w:r w:rsidR="00CF4F92" w:rsidRPr="00CF4F92">
        <w:rPr>
          <w:color w:val="000000"/>
        </w:rPr>
        <w:t>vigilância patrimonial e segurança pessoal</w:t>
      </w:r>
      <w:r w:rsidR="00CF4F92" w:rsidRPr="00CF4F92">
        <w:t>.</w:t>
      </w:r>
    </w:p>
    <w:p w14:paraId="41B81031" w14:textId="19A23D6C" w:rsidR="00481EF4" w:rsidRPr="001E78F5" w:rsidRDefault="00481EF4" w:rsidP="00365975">
      <w:pPr>
        <w:pStyle w:val="TRN2"/>
        <w:ind w:left="709"/>
      </w:pPr>
      <w:r w:rsidRPr="007E245F">
        <w:t xml:space="preserve">A </w:t>
      </w:r>
      <w:r w:rsidRPr="005607CE">
        <w:t>primeira</w:t>
      </w:r>
      <w:r w:rsidRPr="007E245F">
        <w:t xml:space="preserve"> opção não se demonstra viável no</w:t>
      </w:r>
      <w:r>
        <w:t xml:space="preserve"> momento, pois a Lei Distrital nº 4.356/2009, que </w:t>
      </w:r>
      <w:r w:rsidR="008E4722">
        <w:t>i</w:t>
      </w:r>
      <w:r w:rsidRPr="00DE51D4">
        <w:t>nstitui o Plano de Carreira, Cargos e Remunerações dos Serviços Auxiliares do Tribunal de Contas do Distrito Federal e dá outras providências</w:t>
      </w:r>
      <w:r>
        <w:t>, bem como a Resolução TCDF nº 265/2013, que c</w:t>
      </w:r>
      <w:r w:rsidRPr="00DE51D4">
        <w:t>onsolida as Resoluções referentes ao Quadro de Pessoal dos Serviços Auxiliares do Tribunal de Contas do Distrito Federal e dá outras providências</w:t>
      </w:r>
      <w:r>
        <w:t xml:space="preserve">; </w:t>
      </w:r>
      <w:r w:rsidRPr="00CC2701">
        <w:t>não possuem previsão para</w:t>
      </w:r>
      <w:r w:rsidR="00F34FCA" w:rsidRPr="00CC2701">
        <w:t xml:space="preserve"> apoio </w:t>
      </w:r>
      <w:r w:rsidR="001456BC" w:rsidRPr="00CC2701">
        <w:t>nas áreas demandadas</w:t>
      </w:r>
      <w:r w:rsidRPr="00CC2701">
        <w:t>.</w:t>
      </w:r>
      <w:r w:rsidRPr="001E78F5">
        <w:t xml:space="preserve"> Ademais, está solução, considerando a estrutura de cargos e salários deste Tribunal, possui um custo fixo muito superior ao da contratação deste tipo de serviço pela iniciativa privada.</w:t>
      </w:r>
    </w:p>
    <w:p w14:paraId="4D520409" w14:textId="77777777" w:rsidR="00481EF4" w:rsidRPr="001E78F5" w:rsidRDefault="00481EF4" w:rsidP="00235702">
      <w:pPr>
        <w:pStyle w:val="TRN2"/>
      </w:pPr>
      <w:r w:rsidRPr="001E78F5">
        <w:t>A segunda opção também não possui viabilidade, pois não existe previsão de cargo ou função comissionada para requisição de servidor do Distrito Federal. Além disso, tal requisição poderia vir a desfalcar a equipe de profissionais essenciais à prestação de serviços à população do Distrito Federal.</w:t>
      </w:r>
    </w:p>
    <w:p w14:paraId="5E71BE1C" w14:textId="762BA37F" w:rsidR="00481EF4" w:rsidRDefault="00481EF4" w:rsidP="00235702">
      <w:pPr>
        <w:pStyle w:val="TRN2"/>
      </w:pPr>
      <w:r w:rsidRPr="001E78F5">
        <w:t xml:space="preserve">Dessa forma, a terceira opção é a única que se adequa às condições fáticas existentes no âmbito do </w:t>
      </w:r>
      <w:r w:rsidR="00043C7C" w:rsidRPr="001E78F5">
        <w:t xml:space="preserve">Serviço </w:t>
      </w:r>
      <w:r w:rsidR="001456BC" w:rsidRPr="001E78F5">
        <w:t xml:space="preserve">de </w:t>
      </w:r>
      <w:r w:rsidR="00775929">
        <w:t xml:space="preserve">segurança e </w:t>
      </w:r>
      <w:r w:rsidR="00B06FD6">
        <w:t>serviços operacionais</w:t>
      </w:r>
      <w:r w:rsidR="001456BC" w:rsidRPr="001E78F5">
        <w:t xml:space="preserve"> –S</w:t>
      </w:r>
      <w:r w:rsidR="008E4722">
        <w:t>E</w:t>
      </w:r>
      <w:r w:rsidR="00B06FD6">
        <w:t>SOP</w:t>
      </w:r>
      <w:r w:rsidR="001456BC" w:rsidRPr="001E78F5">
        <w:t xml:space="preserve">- </w:t>
      </w:r>
      <w:r w:rsidRPr="001E78F5">
        <w:t>do TCDF, sendo a opção já adotada de forma regular, inclusive no âmbito do</w:t>
      </w:r>
      <w:r w:rsidR="006D2167">
        <w:t>s</w:t>
      </w:r>
      <w:r w:rsidRPr="001E78F5">
        <w:t xml:space="preserve"> Contrato</w:t>
      </w:r>
      <w:r w:rsidR="006D2167">
        <w:t>s</w:t>
      </w:r>
      <w:r w:rsidRPr="001E78F5">
        <w:t xml:space="preserve"> nº </w:t>
      </w:r>
      <w:r w:rsidR="00EF0BC0">
        <w:t>18</w:t>
      </w:r>
      <w:r w:rsidR="001456BC" w:rsidRPr="001E78F5">
        <w:t>/202</w:t>
      </w:r>
      <w:r w:rsidR="00970BD5">
        <w:t>0</w:t>
      </w:r>
      <w:r w:rsidR="00B563B2">
        <w:t>,</w:t>
      </w:r>
      <w:r w:rsidR="00767149">
        <w:t xml:space="preserve"> </w:t>
      </w:r>
      <w:r w:rsidR="00EF0BC0">
        <w:t>19</w:t>
      </w:r>
      <w:r w:rsidR="00277F90">
        <w:t>/202</w:t>
      </w:r>
      <w:r w:rsidR="00970BD5">
        <w:t>0</w:t>
      </w:r>
      <w:r w:rsidR="00B563B2">
        <w:t xml:space="preserve"> </w:t>
      </w:r>
      <w:r w:rsidR="009C1512">
        <w:t xml:space="preserve">e </w:t>
      </w:r>
      <w:r w:rsidR="00EF0BC0">
        <w:t>30</w:t>
      </w:r>
      <w:r w:rsidR="009C1512">
        <w:t>/202</w:t>
      </w:r>
      <w:r w:rsidR="00970BD5">
        <w:t>0</w:t>
      </w:r>
      <w:r w:rsidR="00277F90">
        <w:t>;</w:t>
      </w:r>
      <w:r w:rsidR="001456BC" w:rsidRPr="001E78F5">
        <w:t xml:space="preserve"> processo</w:t>
      </w:r>
      <w:r w:rsidR="00277F90">
        <w:t>s</w:t>
      </w:r>
      <w:r w:rsidR="00E430D2" w:rsidRPr="001E78F5">
        <w:t xml:space="preserve"> </w:t>
      </w:r>
      <w:r w:rsidR="009C1512" w:rsidRPr="00DC04BA">
        <w:t>00600-00000501/2021-51-e</w:t>
      </w:r>
      <w:r w:rsidR="009C1512">
        <w:t>,</w:t>
      </w:r>
      <w:r w:rsidR="00277F90">
        <w:t xml:space="preserve"> </w:t>
      </w:r>
      <w:r w:rsidR="009C1512" w:rsidRPr="00AD20E1">
        <w:t>00600-00000502/2021-03-e</w:t>
      </w:r>
      <w:r w:rsidR="009C1512">
        <w:t xml:space="preserve"> e </w:t>
      </w:r>
      <w:r w:rsidR="009C1512" w:rsidRPr="006F69D4">
        <w:t>00600-00002710/2021-39-e</w:t>
      </w:r>
      <w:r w:rsidR="00BE254A">
        <w:t>.</w:t>
      </w:r>
    </w:p>
    <w:p w14:paraId="3BAD63EC" w14:textId="77777777" w:rsidR="00C200B5" w:rsidRDefault="00C200B5" w:rsidP="00C200B5">
      <w:pPr>
        <w:rPr>
          <w:lang w:eastAsia="pt-BR"/>
        </w:rPr>
      </w:pPr>
    </w:p>
    <w:p w14:paraId="5E4CAC19" w14:textId="77777777" w:rsidR="00C200B5" w:rsidRPr="00C200B5" w:rsidRDefault="00C200B5" w:rsidP="00C200B5">
      <w:pPr>
        <w:rPr>
          <w:lang w:eastAsia="pt-BR"/>
        </w:rPr>
      </w:pPr>
    </w:p>
    <w:p w14:paraId="5DC56A4A" w14:textId="77777777" w:rsidR="00481EF4" w:rsidRPr="001E78F5" w:rsidRDefault="00481EF4" w:rsidP="00832471">
      <w:pPr>
        <w:pStyle w:val="TRN1"/>
        <w:rPr>
          <w:b/>
          <w:bCs/>
        </w:rPr>
      </w:pPr>
      <w:r w:rsidRPr="001E78F5">
        <w:lastRenderedPageBreak/>
        <w:t xml:space="preserve"> </w:t>
      </w:r>
      <w:r w:rsidRPr="001E78F5">
        <w:rPr>
          <w:b/>
          <w:bCs/>
        </w:rPr>
        <w:t>Justificativas Técnicas e Econômicas.</w:t>
      </w:r>
    </w:p>
    <w:p w14:paraId="798B8D65" w14:textId="77777777" w:rsidR="00481EF4" w:rsidRPr="001E78F5" w:rsidRDefault="00481EF4" w:rsidP="00832471">
      <w:pPr>
        <w:pStyle w:val="TRN2"/>
      </w:pPr>
      <w:r w:rsidRPr="001E78F5">
        <w:t>Considerando tratar-se de serviço especializado, necessária se faz a contratação de empresa terceirizada que disponha de pessoal capacitado para realização de tal mister, observando o preço de mercado e as reais necessidades do TCDF.</w:t>
      </w:r>
    </w:p>
    <w:p w14:paraId="79BC46D6" w14:textId="77777777" w:rsidR="00481EF4" w:rsidRPr="001E78F5" w:rsidRDefault="00481EF4" w:rsidP="00832471">
      <w:pPr>
        <w:pStyle w:val="TRN2"/>
      </w:pPr>
      <w:r w:rsidRPr="001E78F5">
        <w:t>Note que a forma de contratação escolhida é um padrão adotado no âmbito da Administração Pública no Brasil, como exemplo pode-se citar:</w:t>
      </w:r>
    </w:p>
    <w:p w14:paraId="349D2CD6" w14:textId="3029FB4F" w:rsidR="003A7B45" w:rsidRDefault="000148F5" w:rsidP="005B50B7">
      <w:pPr>
        <w:pStyle w:val="TRN3"/>
        <w:ind w:left="1276"/>
      </w:pPr>
      <w:r w:rsidRPr="00E00E83">
        <w:t>O</w:t>
      </w:r>
      <w:r w:rsidR="00481EF4" w:rsidRPr="00E00E83">
        <w:t xml:space="preserve"> </w:t>
      </w:r>
      <w:r w:rsidRPr="00E00E83">
        <w:t>c</w:t>
      </w:r>
      <w:r w:rsidR="00481EF4" w:rsidRPr="00E00E83">
        <w:t>ontrato</w:t>
      </w:r>
      <w:r w:rsidR="003662D0" w:rsidRPr="00E00E83">
        <w:t xml:space="preserve"> </w:t>
      </w:r>
      <w:r w:rsidR="00BD1B5B" w:rsidRPr="00E00E83">
        <w:t xml:space="preserve">do </w:t>
      </w:r>
      <w:r w:rsidR="00F93CCF" w:rsidRPr="00E00E83">
        <w:t>de contas da União</w:t>
      </w:r>
      <w:r w:rsidR="001456BC" w:rsidRPr="00E00E83">
        <w:t xml:space="preserve"> n</w:t>
      </w:r>
      <w:r w:rsidR="00A74532" w:rsidRPr="00E00E83">
        <w:t>º</w:t>
      </w:r>
      <w:r w:rsidR="001456BC" w:rsidRPr="00E00E83">
        <w:t xml:space="preserve">. </w:t>
      </w:r>
      <w:r w:rsidR="001C1F0D" w:rsidRPr="00E00E83">
        <w:t>59</w:t>
      </w:r>
      <w:r w:rsidR="001456BC" w:rsidRPr="00E00E83">
        <w:t>/20</w:t>
      </w:r>
      <w:r w:rsidR="001C1F0D" w:rsidRPr="00E00E83">
        <w:t>2</w:t>
      </w:r>
      <w:r w:rsidR="00F93CCF" w:rsidRPr="00E00E83">
        <w:t>4</w:t>
      </w:r>
      <w:r w:rsidR="00481EF4" w:rsidRPr="000148F5">
        <w:t>, cujo objeto</w:t>
      </w:r>
      <w:r w:rsidR="001456BC" w:rsidRPr="000148F5">
        <w:t xml:space="preserve"> </w:t>
      </w:r>
      <w:r w:rsidR="00C96E50" w:rsidRPr="000148F5">
        <w:t xml:space="preserve">é </w:t>
      </w:r>
      <w:r w:rsidR="003A7B45">
        <w:t>Prestação, em regime de empreitada por preço unitário, de serviços contínuos de segurança privada, mediante vigilância patrimonial e segurança pessoal privada e serviços sob demanda de segurança de eventos e diárias</w:t>
      </w:r>
      <w:r w:rsidR="004A35DA">
        <w:t xml:space="preserve"> com vigência de 12 meses, contados a partir de sua assinatura</w:t>
      </w:r>
      <w:r w:rsidR="000220A5">
        <w:t>.</w:t>
      </w:r>
    </w:p>
    <w:p w14:paraId="42D2CFFE" w14:textId="56D261EF" w:rsidR="00653900" w:rsidRPr="001E78F5" w:rsidRDefault="00BD1B5B" w:rsidP="005B50B7">
      <w:pPr>
        <w:pStyle w:val="TRN3"/>
        <w:ind w:left="1276"/>
      </w:pPr>
      <w:r w:rsidRPr="00BE3B67">
        <w:t>O</w:t>
      </w:r>
      <w:r w:rsidR="00481EF4" w:rsidRPr="00BE3B67">
        <w:t xml:space="preserve"> Contrato</w:t>
      </w:r>
      <w:r w:rsidR="002B1712" w:rsidRPr="00BE3B67">
        <w:t xml:space="preserve"> do Senado Federal</w:t>
      </w:r>
      <w:r w:rsidR="00481EF4" w:rsidRPr="00BE3B67">
        <w:t xml:space="preserve"> </w:t>
      </w:r>
      <w:r w:rsidRPr="00BE3B67">
        <w:t xml:space="preserve">nº </w:t>
      </w:r>
      <w:r w:rsidR="00BE3B67" w:rsidRPr="00BE3B67">
        <w:t>119</w:t>
      </w:r>
      <w:r w:rsidRPr="00BE3B67">
        <w:t>/202</w:t>
      </w:r>
      <w:r w:rsidRPr="001E78F5">
        <w:t xml:space="preserve">, </w:t>
      </w:r>
      <w:r w:rsidR="00043217">
        <w:t xml:space="preserve">cujo objeto é </w:t>
      </w:r>
      <w:r w:rsidR="000A41AE">
        <w:t xml:space="preserve">a </w:t>
      </w:r>
      <w:hyperlink r:id="rId11" w:tooltip="Ver detalhes da Avença (Contrato 119/2024)" w:history="1">
        <w:r w:rsidR="000A41AE">
          <w:t>c</w:t>
        </w:r>
        <w:r w:rsidR="000A41AE" w:rsidRPr="000A41AE">
          <w:t>ontratação de empresa especializada para a prestação de serviços de supervisão, vigilância armada e desarmada no Complexo Arquitetônico do SENADO FEDERAL, na Residência Oficial da Presidência do Senado</w:t>
        </w:r>
      </w:hyperlink>
      <w:r w:rsidR="00043217">
        <w:t>, durante 12 (doze) meses consecutivos</w:t>
      </w:r>
      <w:r w:rsidR="00BC5B3A">
        <w:t>.</w:t>
      </w:r>
    </w:p>
    <w:p w14:paraId="2E592C49" w14:textId="37C4FDDA" w:rsidR="00653900" w:rsidRPr="001E78F5" w:rsidRDefault="00653900" w:rsidP="00653900">
      <w:pPr>
        <w:pStyle w:val="TRN2"/>
      </w:pPr>
      <w:r w:rsidRPr="00323146">
        <w:t xml:space="preserve">Dessa forma, as atividades </w:t>
      </w:r>
      <w:r w:rsidR="00FA1874">
        <w:t xml:space="preserve">de vigilância patrimonial armada e segurança pessoal privada armada </w:t>
      </w:r>
      <w:r w:rsidR="00826916" w:rsidRPr="00323146">
        <w:t>n</w:t>
      </w:r>
      <w:r w:rsidRPr="00323146">
        <w:t>o Tribunal de Contas do Distrito Federal são passíveis de contratação por execução indireta (terceirização),</w:t>
      </w:r>
      <w:r w:rsidRPr="001E78F5">
        <w:t xml:space="preserve"> uma vez que não fazem parte do </w:t>
      </w:r>
      <w:r w:rsidRPr="001E78F5">
        <w:rPr>
          <w:i/>
        </w:rPr>
        <w:t>"core business"</w:t>
      </w:r>
      <w:r w:rsidRPr="001E78F5">
        <w:t xml:space="preserve"> desta Corte de Contas, enquadrando-se também nos pressupostos do Decreto Distrital n° 39.978/2019, por se constituir em atividades materiais acessórias, instrumentais ou complementares à área de competência legal do TCDF, não inerentes às categorias funcionais abrangidas por seu respectivo plano de cargos. </w:t>
      </w:r>
    </w:p>
    <w:p w14:paraId="35C8EDD5" w14:textId="306B8094" w:rsidR="001B6A21" w:rsidRDefault="00653900" w:rsidP="00653900">
      <w:pPr>
        <w:pStyle w:val="TRN2"/>
      </w:pPr>
      <w:r w:rsidRPr="001E78F5">
        <w:t xml:space="preserve">Ressalte-se, ainda, que a contratação dos serviços de </w:t>
      </w:r>
      <w:r w:rsidR="005575B7">
        <w:t>vigilância patrimonial armada e segurança pessoal privada armada</w:t>
      </w:r>
      <w:r w:rsidR="00A20460">
        <w:t xml:space="preserve"> serão contratados por postos de trabalho</w:t>
      </w:r>
      <w:r w:rsidRPr="001E78F5">
        <w:t>, proporciona</w:t>
      </w:r>
      <w:r w:rsidR="00B96C03">
        <w:t>ndo</w:t>
      </w:r>
      <w:r w:rsidRPr="001E78F5">
        <w:t xml:space="preserve"> maior agilidade no atendimento das demandas; evita</w:t>
      </w:r>
      <w:r w:rsidR="008F3E69">
        <w:t xml:space="preserve">ndo </w:t>
      </w:r>
      <w:r w:rsidRPr="001E78F5">
        <w:t xml:space="preserve"> a possibilidade de problemas de responsabilidade compartilhada por empresas distintas atuando no mesmo ambiente, e finalmente concorre para a economia de ganho de escala por concentrar as despesas administrativas em </w:t>
      </w:r>
      <w:r w:rsidR="008F3E69">
        <w:t xml:space="preserve">duas contratações </w:t>
      </w:r>
      <w:r w:rsidR="001B6A21">
        <w:t>segregadas por áreas do tribunal</w:t>
      </w:r>
      <w:r w:rsidRPr="001E78F5">
        <w:t xml:space="preserve">. </w:t>
      </w:r>
    </w:p>
    <w:p w14:paraId="60DD822B" w14:textId="2629E70E" w:rsidR="00653900" w:rsidRPr="001E78F5" w:rsidRDefault="00653900" w:rsidP="00653900">
      <w:pPr>
        <w:pStyle w:val="TRN2"/>
      </w:pPr>
      <w:r w:rsidRPr="001E78F5">
        <w:t xml:space="preserve">Do </w:t>
      </w:r>
      <w:r w:rsidRPr="00F935FE">
        <w:t xml:space="preserve">lado da Administração Pública, por sua vez, </w:t>
      </w:r>
      <w:r w:rsidR="00102B59" w:rsidRPr="00F935FE">
        <w:t>o contrat</w:t>
      </w:r>
      <w:r w:rsidR="00EE2B04" w:rsidRPr="00F935FE">
        <w:t xml:space="preserve">o será </w:t>
      </w:r>
      <w:r w:rsidR="00A72BC6">
        <w:t>efetuado em lote único</w:t>
      </w:r>
      <w:r w:rsidR="00EE2B04" w:rsidRPr="00F935FE">
        <w:t xml:space="preserve">, visando </w:t>
      </w:r>
      <w:r w:rsidR="00CC7CD7">
        <w:t>promover uma gestão contratual</w:t>
      </w:r>
      <w:r w:rsidR="00CD1FFB">
        <w:t xml:space="preserve"> mais efetiva e eficiente</w:t>
      </w:r>
      <w:r w:rsidR="00CC7CD7">
        <w:t>, promover uma melhor fiscalização dos se</w:t>
      </w:r>
      <w:r w:rsidR="00CD1FFB">
        <w:t>r</w:t>
      </w:r>
      <w:r w:rsidR="00CC7CD7">
        <w:t>viços</w:t>
      </w:r>
      <w:r w:rsidR="00EE2B04" w:rsidRPr="00F935FE">
        <w:t xml:space="preserve"> </w:t>
      </w:r>
      <w:r w:rsidR="00F75784" w:rsidRPr="00F935FE">
        <w:t>e u</w:t>
      </w:r>
      <w:r w:rsidRPr="00F935FE">
        <w:t>m</w:t>
      </w:r>
      <w:r w:rsidR="00D939CC" w:rsidRPr="00F935FE">
        <w:t xml:space="preserve">a melhor divisão </w:t>
      </w:r>
      <w:r w:rsidR="00320CE4">
        <w:t xml:space="preserve">das atividades a </w:t>
      </w:r>
      <w:r w:rsidR="00D939CC" w:rsidRPr="00F935FE">
        <w:t>serem executad</w:t>
      </w:r>
      <w:r w:rsidR="00320CE4">
        <w:t>a</w:t>
      </w:r>
      <w:r w:rsidR="00D939CC" w:rsidRPr="00F935FE">
        <w:t>s</w:t>
      </w:r>
      <w:r w:rsidR="00320CE4">
        <w:t xml:space="preserve">, </w:t>
      </w:r>
      <w:r w:rsidR="00311A0C">
        <w:t>gerando</w:t>
      </w:r>
      <w:r w:rsidR="00320CE4">
        <w:t xml:space="preserve"> uma </w:t>
      </w:r>
      <w:r w:rsidR="001D58B5">
        <w:lastRenderedPageBreak/>
        <w:t xml:space="preserve">maior racionalização do tempo gasto </w:t>
      </w:r>
      <w:r w:rsidR="00311A0C">
        <w:t>se a</w:t>
      </w:r>
      <w:r w:rsidR="001D58B5">
        <w:t xml:space="preserve"> licitação </w:t>
      </w:r>
      <w:r w:rsidR="00311A0C">
        <w:t xml:space="preserve">fosse feita </w:t>
      </w:r>
      <w:r w:rsidR="001D58B5">
        <w:t xml:space="preserve">em lotes, </w:t>
      </w:r>
      <w:r w:rsidR="006A7FE3">
        <w:t>assim,</w:t>
      </w:r>
      <w:r w:rsidRPr="001E78F5">
        <w:t xml:space="preserve"> esse tempo economizado</w:t>
      </w:r>
      <w:r w:rsidR="006A7FE3">
        <w:t xml:space="preserve"> </w:t>
      </w:r>
      <w:r w:rsidR="00311A0C">
        <w:t xml:space="preserve">pode </w:t>
      </w:r>
      <w:r w:rsidRPr="001E78F5">
        <w:t xml:space="preserve">ser revertido para outras atividades </w:t>
      </w:r>
      <w:r w:rsidR="00906076">
        <w:t>de gestão</w:t>
      </w:r>
      <w:r w:rsidRPr="001E78F5">
        <w:t xml:space="preserve"> da administração, proporcionando uma melhor resposta de atendimento ao público interno. </w:t>
      </w:r>
    </w:p>
    <w:p w14:paraId="49DDE66B" w14:textId="77777777" w:rsidR="00653900" w:rsidRPr="001E78F5" w:rsidRDefault="00653900" w:rsidP="00653900">
      <w:pPr>
        <w:rPr>
          <w:rFonts w:ascii="Arial" w:hAnsi="Arial" w:cs="Arial"/>
          <w:lang w:eastAsia="pt-BR"/>
        </w:rPr>
      </w:pPr>
    </w:p>
    <w:tbl>
      <w:tblPr>
        <w:tblStyle w:val="Tabelacomgrade"/>
        <w:tblW w:w="10485" w:type="dxa"/>
        <w:shd w:val="clear" w:color="auto" w:fill="92D050"/>
        <w:tblLook w:val="04A0" w:firstRow="1" w:lastRow="0" w:firstColumn="1" w:lastColumn="0" w:noHBand="0" w:noVBand="1"/>
      </w:tblPr>
      <w:tblGrid>
        <w:gridCol w:w="10485"/>
      </w:tblGrid>
      <w:tr w:rsidR="00545754" w:rsidRPr="001E78F5" w14:paraId="31CCA151" w14:textId="77777777" w:rsidTr="00656D07">
        <w:tc>
          <w:tcPr>
            <w:tcW w:w="10485" w:type="dxa"/>
            <w:shd w:val="clear" w:color="auto" w:fill="92D050"/>
          </w:tcPr>
          <w:p w14:paraId="32138471" w14:textId="71307770" w:rsidR="00545754" w:rsidRPr="001E78F5" w:rsidRDefault="00832471" w:rsidP="003C355E">
            <w:pPr>
              <w:pStyle w:val="TRN0"/>
              <w:spacing w:before="120" w:after="120"/>
            </w:pPr>
            <w:bookmarkStart w:id="2" w:name="art18§1ii"/>
            <w:bookmarkEnd w:id="2"/>
            <w:r w:rsidRPr="001E78F5">
              <w:t>DESCRIÇÃO DA SOLUÇÃO</w:t>
            </w:r>
          </w:p>
        </w:tc>
      </w:tr>
    </w:tbl>
    <w:p w14:paraId="275D2B07" w14:textId="1A873D8B" w:rsidR="007D671B" w:rsidRDefault="007D671B" w:rsidP="002D77E8">
      <w:pPr>
        <w:pStyle w:val="TRN1"/>
      </w:pPr>
      <w:r w:rsidRPr="007D671B">
        <w:rPr>
          <w:b/>
          <w:bCs/>
        </w:rPr>
        <w:t>DESCRIÇÃO</w:t>
      </w:r>
    </w:p>
    <w:p w14:paraId="3F4A3C95" w14:textId="468724B5" w:rsidR="00536B7F" w:rsidRPr="00967B37" w:rsidRDefault="00536B7F" w:rsidP="007D671B">
      <w:pPr>
        <w:pStyle w:val="TRN2"/>
      </w:pPr>
      <w:r w:rsidRPr="00967B37">
        <w:t xml:space="preserve">A contratação dos serviços visa prover apoio especializado nas áreas de </w:t>
      </w:r>
      <w:r w:rsidR="00624A07" w:rsidRPr="00967B37">
        <w:rPr>
          <w:color w:val="000000"/>
        </w:rPr>
        <w:t>serviços continuados de vigilância patrimonial e segurança pessoal</w:t>
      </w:r>
      <w:r w:rsidR="00624A07" w:rsidRPr="00967B37">
        <w:t xml:space="preserve">, </w:t>
      </w:r>
      <w:r w:rsidRPr="00967B37">
        <w:t>conforme descrito a seguir:</w:t>
      </w:r>
    </w:p>
    <w:p w14:paraId="26431BF4" w14:textId="429B43CD" w:rsidR="00037CCD" w:rsidRPr="00327BA7" w:rsidRDefault="00BF60A2" w:rsidP="00342514">
      <w:pPr>
        <w:pStyle w:val="TRN3"/>
        <w:ind w:left="1418"/>
      </w:pPr>
      <w:r>
        <w:t>Prestação de serviços de</w:t>
      </w:r>
      <w:r w:rsidR="00716FEB">
        <w:t xml:space="preserve"> </w:t>
      </w:r>
      <w:r w:rsidR="008D3F08">
        <w:t>vigilância patrimonial e de segurança pessoal</w:t>
      </w:r>
      <w:r>
        <w:t>, com vistas ao atendimento das necessidades do Tribunal de Contas do Distrito Federal (TCDF) em modelo de gestão contratual por desempenho/resultado, conforme especificações deste Edital e seus anexos.</w:t>
      </w:r>
      <w:r w:rsidR="00037CCD">
        <w:t xml:space="preserve"> </w:t>
      </w:r>
      <w:r w:rsidR="004C6655" w:rsidRPr="00DA3692">
        <w:t xml:space="preserve">Tendo em vista uma melhor fiscalização do contrato o </w:t>
      </w:r>
      <w:r w:rsidR="00963399" w:rsidRPr="00DA3692">
        <w:t xml:space="preserve">contrato que antes era dividido em </w:t>
      </w:r>
      <w:r w:rsidR="00DA3692" w:rsidRPr="00DA3692">
        <w:t>três</w:t>
      </w:r>
      <w:r w:rsidR="00963399" w:rsidRPr="00DA3692">
        <w:t xml:space="preserve"> lotes será licitado em apenas um lote contendo </w:t>
      </w:r>
      <w:r w:rsidR="00A26A1F">
        <w:t>3</w:t>
      </w:r>
      <w:r w:rsidR="00963399" w:rsidRPr="00DA3692">
        <w:t xml:space="preserve"> </w:t>
      </w:r>
      <w:r w:rsidR="00D1654D" w:rsidRPr="00DA3692">
        <w:t xml:space="preserve">itens conforme </w:t>
      </w:r>
      <w:r w:rsidR="00D1654D" w:rsidRPr="00327BA7">
        <w:t>descrito a seguir:</w:t>
      </w:r>
    </w:p>
    <w:p w14:paraId="5D5F39ED" w14:textId="1936BB53" w:rsidR="00AB7F48" w:rsidRPr="00327BA7" w:rsidRDefault="00FC521E" w:rsidP="00653900">
      <w:pPr>
        <w:pStyle w:val="TRN2"/>
      </w:pPr>
      <w:r w:rsidRPr="00327BA7">
        <w:t xml:space="preserve">QUANTITATIVO DE POSTOS DOS SERVIÇOS: </w:t>
      </w:r>
    </w:p>
    <w:p w14:paraId="35F099A6" w14:textId="6CC5923B" w:rsidR="00013679" w:rsidRPr="006F6C64" w:rsidRDefault="00277607" w:rsidP="00F36213">
      <w:pPr>
        <w:pStyle w:val="TRN3"/>
        <w:ind w:left="1276"/>
      </w:pPr>
      <w:r w:rsidRPr="006F6C64">
        <w:rPr>
          <w:b/>
          <w:bCs/>
        </w:rPr>
        <w:t>Item 1</w:t>
      </w:r>
      <w:r w:rsidRPr="006F6C64">
        <w:t xml:space="preserve"> - </w:t>
      </w:r>
      <w:r w:rsidR="00FC521E" w:rsidRPr="006F6C64">
        <w:t>Equipe Efetiva</w:t>
      </w:r>
      <w:r w:rsidR="00BE57E1" w:rsidRPr="006F6C64">
        <w:t xml:space="preserve"> de vigilância Patrimonial </w:t>
      </w:r>
      <w:r w:rsidR="00FC521E" w:rsidRPr="006F6C64">
        <w:t>(Edifício Sede, Anexo e Biblioteca do TCDF</w:t>
      </w:r>
      <w:r w:rsidR="00A26A1F" w:rsidRPr="006F6C64">
        <w:t xml:space="preserve">, </w:t>
      </w:r>
      <w:proofErr w:type="spellStart"/>
      <w:r w:rsidR="00A26A1F" w:rsidRPr="006F6C64">
        <w:t>Escon</w:t>
      </w:r>
      <w:proofErr w:type="spellEnd"/>
      <w:r w:rsidR="00A26A1F" w:rsidRPr="006F6C64">
        <w:t xml:space="preserve"> e </w:t>
      </w:r>
      <w:proofErr w:type="spellStart"/>
      <w:r w:rsidR="00A26A1F" w:rsidRPr="006F6C64">
        <w:t>LabTCDF</w:t>
      </w:r>
      <w:proofErr w:type="spellEnd"/>
      <w:r w:rsidR="00FC521E" w:rsidRPr="006F6C64">
        <w:t xml:space="preserve">): </w:t>
      </w:r>
    </w:p>
    <w:p w14:paraId="19B0EFD1" w14:textId="414A5C8C" w:rsidR="000001C8" w:rsidRPr="00AF17FE" w:rsidRDefault="00615453" w:rsidP="00F36213">
      <w:pPr>
        <w:pStyle w:val="TRN4"/>
        <w:ind w:left="1560"/>
      </w:pPr>
      <w:r w:rsidRPr="006F6C64">
        <w:t>0</w:t>
      </w:r>
      <w:r w:rsidR="00B1082D" w:rsidRPr="006F6C64">
        <w:t>3</w:t>
      </w:r>
      <w:r w:rsidR="00FC521E" w:rsidRPr="006F6C64">
        <w:t xml:space="preserve"> </w:t>
      </w:r>
      <w:r w:rsidR="00FC521E" w:rsidRPr="005D36AD">
        <w:t>(</w:t>
      </w:r>
      <w:r w:rsidR="00B1082D">
        <w:t>Três</w:t>
      </w:r>
      <w:r w:rsidR="00E145B1">
        <w:t>)</w:t>
      </w:r>
      <w:r w:rsidR="00FC521E" w:rsidRPr="005D36AD">
        <w:t xml:space="preserve"> posto</w:t>
      </w:r>
      <w:r w:rsidR="007F2BD6">
        <w:t>s</w:t>
      </w:r>
      <w:r w:rsidR="00FC521E" w:rsidRPr="005D36AD">
        <w:t xml:space="preserve"> de </w:t>
      </w:r>
      <w:r w:rsidR="00F5169A">
        <w:t>Supervisor</w:t>
      </w:r>
      <w:r>
        <w:t xml:space="preserve"> de </w:t>
      </w:r>
      <w:r w:rsidR="00C200B5">
        <w:t>Segurança</w:t>
      </w:r>
      <w:r w:rsidRPr="00AF17FE">
        <w:t xml:space="preserve"> </w:t>
      </w:r>
      <w:r w:rsidR="006B7C5F" w:rsidRPr="00AF17FE">
        <w:t>– T</w:t>
      </w:r>
      <w:r w:rsidR="00AF17FE" w:rsidRPr="00AF17FE">
        <w:t>IPO</w:t>
      </w:r>
      <w:r w:rsidR="006B7C5F" w:rsidRPr="00AF17FE">
        <w:t xml:space="preserve"> 1</w:t>
      </w:r>
      <w:r w:rsidR="00FC521E" w:rsidRPr="00AF17FE">
        <w:t xml:space="preserve">, </w:t>
      </w:r>
      <w:bookmarkStart w:id="3" w:name="_Hlk198828553"/>
      <w:r w:rsidR="006B7C5F" w:rsidRPr="00AF17FE">
        <w:t>na escala de trabalho 5x2</w:t>
      </w:r>
      <w:r w:rsidR="0012580A" w:rsidRPr="00AF17FE">
        <w:t xml:space="preserve"> </w:t>
      </w:r>
      <w:r w:rsidR="00FC521E" w:rsidRPr="00AF17FE">
        <w:t>de</w:t>
      </w:r>
      <w:r w:rsidR="0012580A" w:rsidRPr="00AF17FE">
        <w:t xml:space="preserve"> segunda a sexta</w:t>
      </w:r>
      <w:r w:rsidR="00FC521E" w:rsidRPr="00AF17FE">
        <w:t>, envolvendo 0</w:t>
      </w:r>
      <w:r w:rsidR="00CA297E" w:rsidRPr="00AF17FE">
        <w:t>1</w:t>
      </w:r>
      <w:r w:rsidR="00FC521E" w:rsidRPr="00AF17FE">
        <w:t xml:space="preserve"> (</w:t>
      </w:r>
      <w:r w:rsidR="00CA297E" w:rsidRPr="00AF17FE">
        <w:t>um</w:t>
      </w:r>
      <w:r w:rsidR="00FC521E" w:rsidRPr="00AF17FE">
        <w:t xml:space="preserve">) </w:t>
      </w:r>
      <w:r w:rsidR="007F2BD6" w:rsidRPr="00AF17FE">
        <w:t xml:space="preserve">Supervisor chefe </w:t>
      </w:r>
      <w:r w:rsidR="00FC521E" w:rsidRPr="00AF17FE">
        <w:t>por posto</w:t>
      </w:r>
      <w:r w:rsidR="0058113F" w:rsidRPr="00AF17FE">
        <w:t>,</w:t>
      </w:r>
      <w:r w:rsidR="00FC521E" w:rsidRPr="00AF17FE">
        <w:t xml:space="preserve"> </w:t>
      </w:r>
      <w:r w:rsidR="0058113F" w:rsidRPr="00AF17FE">
        <w:t xml:space="preserve">em turnos </w:t>
      </w:r>
      <w:r w:rsidR="004A7D1B" w:rsidRPr="00AF17FE">
        <w:t>não coincidentes de 8 horas</w:t>
      </w:r>
      <w:r w:rsidR="0058113F" w:rsidRPr="00AF17FE">
        <w:t>;</w:t>
      </w:r>
    </w:p>
    <w:p w14:paraId="1EF592FA" w14:textId="51567A34" w:rsidR="009E60A7" w:rsidRPr="00AF17FE" w:rsidRDefault="00FC521E" w:rsidP="004A7D1B">
      <w:pPr>
        <w:pStyle w:val="TRN4"/>
        <w:ind w:left="1560"/>
      </w:pPr>
      <w:bookmarkStart w:id="4" w:name="_Hlk198828616"/>
      <w:bookmarkEnd w:id="3"/>
      <w:r w:rsidRPr="00AF17FE">
        <w:t>0</w:t>
      </w:r>
      <w:r w:rsidR="00E145B1" w:rsidRPr="00AF17FE">
        <w:t>7</w:t>
      </w:r>
      <w:r w:rsidRPr="00AF17FE">
        <w:t xml:space="preserve"> (</w:t>
      </w:r>
      <w:r w:rsidR="00E145B1" w:rsidRPr="00AF17FE">
        <w:t>sete</w:t>
      </w:r>
      <w:r w:rsidRPr="00AF17FE">
        <w:t>) posto</w:t>
      </w:r>
      <w:r w:rsidR="00487DA2" w:rsidRPr="00AF17FE">
        <w:t>s</w:t>
      </w:r>
      <w:r w:rsidRPr="00AF17FE">
        <w:t xml:space="preserve"> de </w:t>
      </w:r>
      <w:r w:rsidR="00E145B1" w:rsidRPr="00AF17FE">
        <w:t>Vigilante</w:t>
      </w:r>
      <w:r w:rsidRPr="00AF17FE">
        <w:t xml:space="preserve"> TIPO </w:t>
      </w:r>
      <w:r w:rsidR="00E145B1" w:rsidRPr="00AF17FE">
        <w:t>2</w:t>
      </w:r>
      <w:r w:rsidRPr="00AF17FE">
        <w:t xml:space="preserve">, </w:t>
      </w:r>
      <w:r w:rsidR="003F7FEE" w:rsidRPr="00AF17FE">
        <w:t xml:space="preserve">na escala de trabalho 5x2 </w:t>
      </w:r>
      <w:r w:rsidR="0028604E" w:rsidRPr="00AF17FE">
        <w:t>de segunda a sexta</w:t>
      </w:r>
      <w:r w:rsidRPr="00AF17FE">
        <w:t>, envolvendo 0</w:t>
      </w:r>
      <w:r w:rsidR="0028604E" w:rsidRPr="00AF17FE">
        <w:t>1</w:t>
      </w:r>
      <w:r w:rsidRPr="00AF17FE">
        <w:t xml:space="preserve"> (</w:t>
      </w:r>
      <w:r w:rsidR="0028604E" w:rsidRPr="00AF17FE">
        <w:t>um</w:t>
      </w:r>
      <w:r w:rsidRPr="00AF17FE">
        <w:t xml:space="preserve">) </w:t>
      </w:r>
      <w:r w:rsidR="0028604E" w:rsidRPr="00AF17FE">
        <w:t>vigilante</w:t>
      </w:r>
      <w:r w:rsidRPr="00AF17FE">
        <w:t xml:space="preserve"> por posto, em turnos </w:t>
      </w:r>
      <w:r w:rsidR="0028604E" w:rsidRPr="00AF17FE">
        <w:t>de 8 horas</w:t>
      </w:r>
      <w:r w:rsidRPr="00AF17FE">
        <w:t>;</w:t>
      </w:r>
      <w:bookmarkEnd w:id="4"/>
      <w:r w:rsidRPr="00AF17FE">
        <w:t xml:space="preserve"> </w:t>
      </w:r>
    </w:p>
    <w:p w14:paraId="2AC79044" w14:textId="77777777" w:rsidR="00BB70EB" w:rsidRDefault="00FC521E" w:rsidP="00BB70EB">
      <w:pPr>
        <w:pStyle w:val="TRN4"/>
        <w:ind w:left="1560"/>
      </w:pPr>
      <w:bookmarkStart w:id="5" w:name="_Hlk198828667"/>
      <w:r w:rsidRPr="00AF17FE">
        <w:t>0</w:t>
      </w:r>
      <w:r w:rsidR="00BB70EB">
        <w:t>4</w:t>
      </w:r>
      <w:r w:rsidRPr="00AF17FE">
        <w:t xml:space="preserve"> (</w:t>
      </w:r>
      <w:r w:rsidR="00BB70EB">
        <w:t>Quatro</w:t>
      </w:r>
      <w:r w:rsidRPr="00AF17FE">
        <w:t xml:space="preserve">) postos de </w:t>
      </w:r>
      <w:r w:rsidR="00996C2E" w:rsidRPr="00AF17FE">
        <w:t>vigilante</w:t>
      </w:r>
      <w:r w:rsidRPr="00AF17FE">
        <w:t xml:space="preserve"> TIPO </w:t>
      </w:r>
      <w:r w:rsidR="0063574A" w:rsidRPr="00AF17FE">
        <w:t>4</w:t>
      </w:r>
      <w:r w:rsidR="00904750" w:rsidRPr="00AF17FE">
        <w:t>,</w:t>
      </w:r>
      <w:r w:rsidRPr="00AF17FE">
        <w:t xml:space="preserve"> de 12 (doze) horas diurnas, todos os dias, envolvendo 0</w:t>
      </w:r>
      <w:r w:rsidR="0056645D" w:rsidRPr="00AF17FE">
        <w:t>2</w:t>
      </w:r>
      <w:r w:rsidRPr="00AF17FE">
        <w:t xml:space="preserve"> (</w:t>
      </w:r>
      <w:r w:rsidR="0056645D" w:rsidRPr="00AF17FE">
        <w:t>dois</w:t>
      </w:r>
      <w:r w:rsidRPr="00AF17FE">
        <w:t xml:space="preserve">) </w:t>
      </w:r>
      <w:r w:rsidR="00A25D27" w:rsidRPr="00AF17FE">
        <w:t>vigilantes</w:t>
      </w:r>
      <w:r w:rsidRPr="00AF17FE">
        <w:t xml:space="preserve"> por posto, em turnos revezados de 12 x 36 horas;</w:t>
      </w:r>
      <w:r w:rsidR="00BB70EB" w:rsidRPr="00BB70EB">
        <w:t xml:space="preserve"> </w:t>
      </w:r>
    </w:p>
    <w:p w14:paraId="178E7542" w14:textId="5C5B6309" w:rsidR="00BB70EB" w:rsidRPr="00AF17FE" w:rsidRDefault="00BB70EB" w:rsidP="00BB70EB">
      <w:pPr>
        <w:pStyle w:val="TRN4"/>
        <w:ind w:left="1560"/>
      </w:pPr>
      <w:r w:rsidRPr="00AF17FE">
        <w:t>0</w:t>
      </w:r>
      <w:r>
        <w:t>2</w:t>
      </w:r>
      <w:r w:rsidRPr="00AF17FE">
        <w:t xml:space="preserve"> (</w:t>
      </w:r>
      <w:r>
        <w:t>Dois</w:t>
      </w:r>
      <w:r w:rsidRPr="00AF17FE">
        <w:t xml:space="preserve">) postos de vigilante TIPO </w:t>
      </w:r>
      <w:r>
        <w:t>5</w:t>
      </w:r>
      <w:r w:rsidRPr="00AF17FE">
        <w:t>, de 12 (doze) horas diurnas, todos os dias, envolvendo 02 (dois) vigilantes por posto, em turnos revezados de 12 x 36 horas;</w:t>
      </w:r>
    </w:p>
    <w:p w14:paraId="1FB8E9C7" w14:textId="77777777" w:rsidR="00BB70EB" w:rsidRDefault="00A25D27" w:rsidP="00BB70EB">
      <w:pPr>
        <w:pStyle w:val="TRN4"/>
        <w:ind w:left="1560"/>
      </w:pPr>
      <w:bookmarkStart w:id="6" w:name="_Hlk198828713"/>
      <w:bookmarkEnd w:id="5"/>
      <w:r w:rsidRPr="00AF17FE">
        <w:t>0</w:t>
      </w:r>
      <w:r w:rsidR="00BB70EB">
        <w:t>3</w:t>
      </w:r>
      <w:r w:rsidRPr="00AF17FE">
        <w:t xml:space="preserve"> (</w:t>
      </w:r>
      <w:r w:rsidR="00BB70EB">
        <w:t>Três</w:t>
      </w:r>
      <w:r w:rsidRPr="00AF17FE">
        <w:t xml:space="preserve">) postos de vigilante TIPO </w:t>
      </w:r>
      <w:r w:rsidR="00BB70EB">
        <w:t>8</w:t>
      </w:r>
      <w:r w:rsidRPr="00AF17FE">
        <w:t>, de 12 (doze) horas noturnas, todos os dias, envolvendo 02 (dois) vigilantes por posto, em turnos revezados de 12 x 36 horas;</w:t>
      </w:r>
      <w:r w:rsidR="004731FE" w:rsidRPr="00AF17FE">
        <w:t xml:space="preserve"> </w:t>
      </w:r>
      <w:bookmarkEnd w:id="6"/>
    </w:p>
    <w:p w14:paraId="39E7C63E" w14:textId="1446EC8A" w:rsidR="004731FE" w:rsidRPr="00AF17FE" w:rsidRDefault="00BB70EB" w:rsidP="00CD6BF4">
      <w:pPr>
        <w:pStyle w:val="TRN4"/>
        <w:ind w:left="1560"/>
      </w:pPr>
      <w:r>
        <w:lastRenderedPageBreak/>
        <w:t>02</w:t>
      </w:r>
      <w:r w:rsidRPr="00AF17FE">
        <w:t xml:space="preserve"> (</w:t>
      </w:r>
      <w:r>
        <w:t>Dois</w:t>
      </w:r>
      <w:r w:rsidRPr="00AF17FE">
        <w:t xml:space="preserve">) postos de vigilante TIPO </w:t>
      </w:r>
      <w:r>
        <w:t>9</w:t>
      </w:r>
      <w:r w:rsidRPr="00AF17FE">
        <w:t xml:space="preserve">, de 12 (doze) horas noturnas, todos os dias, envolvendo 02 (dois) vigilantes por posto, em turnos revezados de 12 x 36 horas; </w:t>
      </w:r>
    </w:p>
    <w:p w14:paraId="11C4040E" w14:textId="2B5FAB82" w:rsidR="00104D64" w:rsidRPr="00AF17FE" w:rsidRDefault="00104D64" w:rsidP="00104D64">
      <w:pPr>
        <w:pStyle w:val="TRN3"/>
        <w:ind w:left="1276"/>
      </w:pPr>
      <w:r w:rsidRPr="00AF17FE">
        <w:rPr>
          <w:b/>
          <w:bCs/>
        </w:rPr>
        <w:t xml:space="preserve">Item </w:t>
      </w:r>
      <w:r w:rsidR="006F6C64" w:rsidRPr="00AF17FE">
        <w:rPr>
          <w:b/>
          <w:bCs/>
        </w:rPr>
        <w:t>2</w:t>
      </w:r>
      <w:r w:rsidRPr="00AF17FE">
        <w:t xml:space="preserve"> - Equipe </w:t>
      </w:r>
      <w:r w:rsidR="00BD36F7" w:rsidRPr="00AF17FE">
        <w:t>de vigilância patrimonial sob demanda variável</w:t>
      </w:r>
      <w:r w:rsidR="00552EC6" w:rsidRPr="00AF17FE">
        <w:t xml:space="preserve"> </w:t>
      </w:r>
      <w:r w:rsidRPr="00AF17FE">
        <w:t>(</w:t>
      </w:r>
      <w:r w:rsidR="00552EC6" w:rsidRPr="00AF17FE">
        <w:t>Residência de autoridades</w:t>
      </w:r>
      <w:r w:rsidRPr="00AF17FE">
        <w:t xml:space="preserve">): </w:t>
      </w:r>
    </w:p>
    <w:p w14:paraId="10E2E2A9" w14:textId="508DE215" w:rsidR="002E0E8D" w:rsidRPr="00AF17FE" w:rsidRDefault="002E0E8D" w:rsidP="002E0E8D">
      <w:pPr>
        <w:pStyle w:val="TRN4"/>
        <w:ind w:left="1560"/>
      </w:pPr>
      <w:r w:rsidRPr="00AF17FE">
        <w:t>0</w:t>
      </w:r>
      <w:r w:rsidR="0088712C">
        <w:t>9</w:t>
      </w:r>
      <w:r w:rsidRPr="00AF17FE">
        <w:t xml:space="preserve"> (</w:t>
      </w:r>
      <w:r w:rsidR="0088712C">
        <w:t>nove</w:t>
      </w:r>
      <w:r w:rsidRPr="00AF17FE">
        <w:t xml:space="preserve">) postos de vigilante TIPO </w:t>
      </w:r>
      <w:r w:rsidR="00BF6588">
        <w:t>6</w:t>
      </w:r>
      <w:r w:rsidRPr="00AF17FE">
        <w:t>, de 12 (doze) horas diurnas, todos os dias, envolvendo 02 (dois) vigilantes por posto, em turnos revezados de 12 x 36 horas;</w:t>
      </w:r>
    </w:p>
    <w:p w14:paraId="5C28328E" w14:textId="1C8A8BF2" w:rsidR="0022229A" w:rsidRPr="00AF17FE" w:rsidRDefault="0022229A" w:rsidP="0022229A">
      <w:pPr>
        <w:pStyle w:val="TRN4"/>
        <w:ind w:left="1560"/>
      </w:pPr>
      <w:r w:rsidRPr="00AF17FE">
        <w:t>0</w:t>
      </w:r>
      <w:r w:rsidR="0088712C">
        <w:t>9</w:t>
      </w:r>
      <w:r w:rsidRPr="00AF17FE">
        <w:t xml:space="preserve"> (</w:t>
      </w:r>
      <w:r w:rsidR="0088712C">
        <w:t>nove)</w:t>
      </w:r>
      <w:r w:rsidRPr="00AF17FE">
        <w:t xml:space="preserve"> postos de vigilante TIPO </w:t>
      </w:r>
      <w:r w:rsidR="00BF6588">
        <w:t>10</w:t>
      </w:r>
      <w:r w:rsidRPr="00AF17FE">
        <w:t xml:space="preserve">, de 12 (doze) horas </w:t>
      </w:r>
      <w:r w:rsidR="00983F7A" w:rsidRPr="00AF17FE">
        <w:t>noturnas</w:t>
      </w:r>
      <w:r w:rsidRPr="00AF17FE">
        <w:t>, todos os dias, envolvendo 02 (dois) vigilantes por posto, em turnos revezados de 12 x 36 horas;</w:t>
      </w:r>
    </w:p>
    <w:p w14:paraId="5BB65B0F" w14:textId="69E23DB7" w:rsidR="00983F7A" w:rsidRPr="00AF17FE" w:rsidRDefault="00C063C4" w:rsidP="00983F7A">
      <w:pPr>
        <w:pStyle w:val="TRN3"/>
        <w:ind w:left="1276"/>
      </w:pPr>
      <w:r w:rsidRPr="00AF17FE">
        <w:t xml:space="preserve"> </w:t>
      </w:r>
      <w:r w:rsidR="00983F7A" w:rsidRPr="00AF17FE">
        <w:rPr>
          <w:b/>
          <w:bCs/>
        </w:rPr>
        <w:t xml:space="preserve">Item </w:t>
      </w:r>
      <w:r w:rsidR="00BA5728" w:rsidRPr="00AF17FE">
        <w:rPr>
          <w:b/>
          <w:bCs/>
        </w:rPr>
        <w:t>3</w:t>
      </w:r>
      <w:r w:rsidR="00983F7A" w:rsidRPr="00AF17FE">
        <w:t xml:space="preserve"> - Equipe de </w:t>
      </w:r>
      <w:r w:rsidR="00FF3685" w:rsidRPr="00AF17FE">
        <w:t>segurança pessoal privada</w:t>
      </w:r>
      <w:r w:rsidR="00241342" w:rsidRPr="00AF17FE">
        <w:t xml:space="preserve"> sob demanda variável</w:t>
      </w:r>
      <w:r w:rsidR="00983F7A" w:rsidRPr="00AF17FE">
        <w:t xml:space="preserve">: </w:t>
      </w:r>
    </w:p>
    <w:p w14:paraId="5A8087F4" w14:textId="6D3F693E" w:rsidR="00094A0D" w:rsidRPr="00AF17FE" w:rsidRDefault="007F4B73" w:rsidP="007F4B73">
      <w:pPr>
        <w:pStyle w:val="TRN4"/>
        <w:ind w:left="1560"/>
      </w:pPr>
      <w:r w:rsidRPr="00AF17FE">
        <w:t>0</w:t>
      </w:r>
      <w:r w:rsidR="007D4EBD" w:rsidRPr="00AF17FE">
        <w:t>4</w:t>
      </w:r>
      <w:r w:rsidRPr="00AF17FE">
        <w:t xml:space="preserve"> (</w:t>
      </w:r>
      <w:r w:rsidR="007D4EBD" w:rsidRPr="00AF17FE">
        <w:t>quatro</w:t>
      </w:r>
      <w:r w:rsidRPr="00AF17FE">
        <w:t>) posto</w:t>
      </w:r>
      <w:r w:rsidR="00487DA2" w:rsidRPr="00AF17FE">
        <w:t>s</w:t>
      </w:r>
      <w:r w:rsidRPr="00AF17FE">
        <w:t xml:space="preserve"> de </w:t>
      </w:r>
      <w:r w:rsidR="003A3551" w:rsidRPr="00AF17FE">
        <w:t xml:space="preserve">agente SPP </w:t>
      </w:r>
      <w:r w:rsidR="0085236F" w:rsidRPr="00AF17FE">
        <w:t>TIPO</w:t>
      </w:r>
      <w:r w:rsidR="003A3551" w:rsidRPr="00AF17FE">
        <w:t xml:space="preserve"> </w:t>
      </w:r>
      <w:r w:rsidR="00CB433D" w:rsidRPr="00AF17FE">
        <w:t>3</w:t>
      </w:r>
      <w:r w:rsidRPr="00AF17FE">
        <w:t>, na escala de trabalho 5x2 de segunda a sexta, envolvendo 0</w:t>
      </w:r>
      <w:r w:rsidR="007D4EBD" w:rsidRPr="00AF17FE">
        <w:t>1</w:t>
      </w:r>
      <w:r w:rsidRPr="00AF17FE">
        <w:t xml:space="preserve"> (</w:t>
      </w:r>
      <w:r w:rsidR="007D4EBD" w:rsidRPr="00AF17FE">
        <w:t>um</w:t>
      </w:r>
      <w:r w:rsidR="00094A0D" w:rsidRPr="00AF17FE">
        <w:t>)</w:t>
      </w:r>
      <w:r w:rsidRPr="00AF17FE">
        <w:t xml:space="preserve"> vigilante por posto, em turnos de 8 horas;</w:t>
      </w:r>
    </w:p>
    <w:p w14:paraId="570012CC" w14:textId="786F0A31" w:rsidR="00E06E92" w:rsidRPr="00AF17FE" w:rsidRDefault="00E06E92" w:rsidP="00E06E92">
      <w:pPr>
        <w:pStyle w:val="TRN4"/>
        <w:ind w:left="1560"/>
      </w:pPr>
      <w:r w:rsidRPr="00AF17FE">
        <w:t>0</w:t>
      </w:r>
      <w:r w:rsidR="0088712C">
        <w:t>9</w:t>
      </w:r>
      <w:r w:rsidRPr="00AF17FE">
        <w:t xml:space="preserve"> (</w:t>
      </w:r>
      <w:r w:rsidR="0088712C">
        <w:t>nove</w:t>
      </w:r>
      <w:r w:rsidRPr="00AF17FE">
        <w:t xml:space="preserve">) postos de </w:t>
      </w:r>
      <w:r w:rsidR="00AE32C5" w:rsidRPr="00AF17FE">
        <w:t>agente SPP</w:t>
      </w:r>
      <w:r w:rsidRPr="00AF17FE">
        <w:t xml:space="preserve"> </w:t>
      </w:r>
      <w:r w:rsidR="00726474">
        <w:t xml:space="preserve">TIPO </w:t>
      </w:r>
      <w:r w:rsidR="00BF6588">
        <w:t>7</w:t>
      </w:r>
      <w:r w:rsidRPr="00AF17FE">
        <w:t xml:space="preserve"> de 12 (doze) horas diurnas, todos os dias, envolvendo 02 (dois) vigilantes por posto, em turnos revezados de 12 x 36 horas;</w:t>
      </w:r>
    </w:p>
    <w:p w14:paraId="65B056DC" w14:textId="7741BAC2" w:rsidR="007F4B73" w:rsidRPr="00033B6A" w:rsidRDefault="007F4B73" w:rsidP="00482DFC">
      <w:pPr>
        <w:pStyle w:val="TRN4"/>
        <w:ind w:left="1560"/>
      </w:pPr>
      <w:r w:rsidRPr="00AF17FE">
        <w:t xml:space="preserve"> </w:t>
      </w:r>
      <w:r w:rsidR="00227608" w:rsidRPr="00AF17FE">
        <w:t>0</w:t>
      </w:r>
      <w:r w:rsidR="0088712C">
        <w:t>9</w:t>
      </w:r>
      <w:r w:rsidR="00227608" w:rsidRPr="00AF17FE">
        <w:t xml:space="preserve"> (</w:t>
      </w:r>
      <w:r w:rsidR="0088712C">
        <w:t>nove</w:t>
      </w:r>
      <w:r w:rsidR="00227608" w:rsidRPr="00AF17FE">
        <w:t xml:space="preserve">) postos de </w:t>
      </w:r>
      <w:r w:rsidR="00AE32C5" w:rsidRPr="00AF17FE">
        <w:t xml:space="preserve">agente SPP </w:t>
      </w:r>
      <w:r w:rsidR="00227608" w:rsidRPr="00AF17FE">
        <w:t xml:space="preserve">TIPO </w:t>
      </w:r>
      <w:r w:rsidR="00BF6588">
        <w:t>11</w:t>
      </w:r>
      <w:r w:rsidR="00227608" w:rsidRPr="00AF17FE">
        <w:t>, de 12 (</w:t>
      </w:r>
      <w:r w:rsidR="00227608">
        <w:t xml:space="preserve">doze) horas noturnas, todos os dias, </w:t>
      </w:r>
      <w:r w:rsidR="00227608" w:rsidRPr="00033B6A">
        <w:t>envolvendo 02 (dois) vigilantes por posto, em turnos revezados de 12 x 36 horas;</w:t>
      </w:r>
    </w:p>
    <w:p w14:paraId="1521CD49" w14:textId="77777777" w:rsidR="00AF2E8D" w:rsidRDefault="00D963E0" w:rsidP="00080566">
      <w:pPr>
        <w:pStyle w:val="TRN2"/>
      </w:pPr>
      <w:r>
        <w:t xml:space="preserve">Aos vigilantes </w:t>
      </w:r>
      <w:r w:rsidRPr="00F848C8">
        <w:t>do ITEM 1</w:t>
      </w:r>
      <w:r>
        <w:t xml:space="preserve"> será concedido regularmente o intervalo intrajornada, de que trata o art. 71 da Consolidação das Leis do Trabalho (CLT), por meio de adoção de escala de revezamento</w:t>
      </w:r>
      <w:r w:rsidR="00AF2E8D">
        <w:t>.</w:t>
      </w:r>
    </w:p>
    <w:p w14:paraId="1E82D997" w14:textId="4BE21DEC" w:rsidR="007B0693" w:rsidRDefault="007B0693" w:rsidP="00080566">
      <w:pPr>
        <w:pStyle w:val="TRN2"/>
      </w:pPr>
      <w:r>
        <w:t xml:space="preserve">Aos vigilantes </w:t>
      </w:r>
      <w:r w:rsidRPr="00F848C8">
        <w:t>do ITEM 2</w:t>
      </w:r>
      <w:r w:rsidR="00F848C8" w:rsidRPr="00F848C8">
        <w:t xml:space="preserve"> e</w:t>
      </w:r>
      <w:r w:rsidRPr="00F848C8">
        <w:t xml:space="preserve"> ITEM 3 não</w:t>
      </w:r>
      <w:r>
        <w:t xml:space="preserve"> será possível a concessão do intervalo intrajornada, que deverá ser indenizado.</w:t>
      </w:r>
    </w:p>
    <w:p w14:paraId="2943590D" w14:textId="66CCDABD" w:rsidR="00B730FE" w:rsidRDefault="00BE442C" w:rsidP="00080566">
      <w:pPr>
        <w:pStyle w:val="TRN2"/>
      </w:pPr>
      <w:r>
        <w:t xml:space="preserve">Os postos </w:t>
      </w:r>
      <w:r w:rsidRPr="00EB77B3">
        <w:t xml:space="preserve">referentes ao ITEM </w:t>
      </w:r>
      <w:r w:rsidR="00EB77B3" w:rsidRPr="00EB77B3">
        <w:t>2</w:t>
      </w:r>
      <w:r w:rsidRPr="00EB77B3">
        <w:t xml:space="preserve"> e ITEM </w:t>
      </w:r>
      <w:r w:rsidR="00EB77B3" w:rsidRPr="00EB77B3">
        <w:t>3</w:t>
      </w:r>
      <w:r w:rsidRPr="00EB77B3">
        <w:t xml:space="preserve"> possuirão</w:t>
      </w:r>
      <w:r>
        <w:t xml:space="preserve"> demanda variável, ou seja, poderão ser ativados ou desativados, mediante comunicação do CONTRATANTE, por meio de Ordem de Serviços (Anexo XI) dirigida à CONTRATADA, com antecedência mínima de 5 (cinco) dias úteis ou de 45 (quarenta e cinco) dias, para a respectiva medida de ativação ou desativação do posto de segurança pessoal</w:t>
      </w:r>
      <w:r w:rsidR="00B730FE">
        <w:t xml:space="preserve"> </w:t>
      </w:r>
    </w:p>
    <w:p w14:paraId="623EDDA3" w14:textId="0DAC6C6B" w:rsidR="00786B90" w:rsidRDefault="00B730FE" w:rsidP="00080566">
      <w:pPr>
        <w:pStyle w:val="TRN2"/>
      </w:pPr>
      <w:r>
        <w:t xml:space="preserve">A demanda </w:t>
      </w:r>
      <w:r w:rsidRPr="00B26C1F">
        <w:t xml:space="preserve">variável para o ITEM </w:t>
      </w:r>
      <w:r w:rsidR="00B26C1F" w:rsidRPr="00B26C1F">
        <w:t>2</w:t>
      </w:r>
      <w:r w:rsidRPr="00B26C1F">
        <w:t xml:space="preserve"> e para o ITEM </w:t>
      </w:r>
      <w:r w:rsidR="00B26C1F" w:rsidRPr="00B26C1F">
        <w:t>3</w:t>
      </w:r>
      <w:r w:rsidRPr="00B26C1F">
        <w:t xml:space="preserve"> se</w:t>
      </w:r>
      <w:r>
        <w:t xml:space="preserve"> justifica em razão da variação ao longo do tempo do grau de risco à integridade física do dignitário, que será constantemente avaliado pelo Serviço de Segurança e Suporte Operacional, bem como se perfaz em uma medida de economia e racionalização de recursos públicos.</w:t>
      </w:r>
      <w:r w:rsidR="00786B90">
        <w:t xml:space="preserve"> </w:t>
      </w:r>
    </w:p>
    <w:p w14:paraId="389B13A7" w14:textId="410F8A0B" w:rsidR="00BE6CD4" w:rsidRDefault="00786B90" w:rsidP="00080566">
      <w:pPr>
        <w:pStyle w:val="TRN2"/>
      </w:pPr>
      <w:r>
        <w:t xml:space="preserve">O quantitativo de postos referentes </w:t>
      </w:r>
      <w:r w:rsidRPr="0044341B">
        <w:t xml:space="preserve">ao ITEM </w:t>
      </w:r>
      <w:r w:rsidR="0044341B" w:rsidRPr="0044341B">
        <w:t>2</w:t>
      </w:r>
      <w:r w:rsidRPr="0044341B">
        <w:t xml:space="preserve"> e ao ITEM </w:t>
      </w:r>
      <w:r w:rsidR="0044341B" w:rsidRPr="0044341B">
        <w:t>3</w:t>
      </w:r>
      <w:r>
        <w:t xml:space="preserve"> não possuem demanda </w:t>
      </w:r>
      <w:r>
        <w:lastRenderedPageBreak/>
        <w:t xml:space="preserve">assegurada pelo CONTRATANTE, ou seja, serão nominalmente contratados até </w:t>
      </w:r>
      <w:r w:rsidR="001471DC">
        <w:t>30</w:t>
      </w:r>
      <w:r>
        <w:t xml:space="preserve"> (</w:t>
      </w:r>
      <w:r w:rsidR="001471DC">
        <w:t>trinta</w:t>
      </w:r>
      <w:r>
        <w:t>) postos, mas, para fins de execução contratual efetiva não existe limite mínimo ou máximo.</w:t>
      </w:r>
      <w:r w:rsidR="00BE6CD4">
        <w:t xml:space="preserve"> </w:t>
      </w:r>
    </w:p>
    <w:p w14:paraId="41A213E5" w14:textId="1E0ECAAB" w:rsidR="003C0543" w:rsidRDefault="00BF6588" w:rsidP="00080566">
      <w:pPr>
        <w:pStyle w:val="TRN2"/>
      </w:pPr>
      <w:r>
        <w:t>O detalhamento da localização dos postos será</w:t>
      </w:r>
      <w:r w:rsidR="00BE6CD4">
        <w:t xml:space="preserve"> fornecido ao licitante vencedor após sua respectiva contratação, tendo em vista o caráter sigiloso das informações que, uma vez divulgadas, podem causar prejuízos ao sistema de segurança do TCDF.</w:t>
      </w:r>
      <w:r w:rsidR="003C0543">
        <w:t xml:space="preserve"> </w:t>
      </w:r>
    </w:p>
    <w:p w14:paraId="27D1CAB4" w14:textId="53A1545D" w:rsidR="009E60A7" w:rsidRDefault="003C0543" w:rsidP="00CF1BE7">
      <w:pPr>
        <w:pStyle w:val="TRN2"/>
        <w:numPr>
          <w:ilvl w:val="0"/>
          <w:numId w:val="0"/>
        </w:numPr>
        <w:ind w:left="1560"/>
      </w:pPr>
      <w:r>
        <w:t>Observe-se que a modelagem de contratação escolhida adota a unidade de medida de postos de trabalho com emprego de escalas específicas, conforme o item 2 do Anexo VI - A da IN nº 05/2017 – SEGES/MP.</w:t>
      </w:r>
      <w:r w:rsidR="00C063C4">
        <w:t xml:space="preserve">                                                  </w:t>
      </w:r>
    </w:p>
    <w:p w14:paraId="44DD95C2" w14:textId="28C91C6A" w:rsidR="0059041B" w:rsidRPr="007B53BA" w:rsidRDefault="007B53BA" w:rsidP="0059041B">
      <w:pPr>
        <w:pStyle w:val="TRN1"/>
        <w:rPr>
          <w:b/>
          <w:bCs/>
        </w:rPr>
      </w:pPr>
      <w:r w:rsidRPr="007B53BA">
        <w:rPr>
          <w:b/>
          <w:bCs/>
        </w:rPr>
        <w:t>REQUISITOS TÉCNICOS PROFISSIONAIS BÁSICOS PARA OS POSTOS</w:t>
      </w:r>
      <w:r w:rsidR="00B0032A" w:rsidRPr="007B53BA">
        <w:rPr>
          <w:b/>
          <w:bCs/>
        </w:rPr>
        <w:t xml:space="preserve"> </w:t>
      </w:r>
    </w:p>
    <w:p w14:paraId="0F6362E4" w14:textId="0FCAEDAB" w:rsidR="0059041B" w:rsidRPr="00D10A20" w:rsidRDefault="00D10A20" w:rsidP="0059041B">
      <w:pPr>
        <w:pStyle w:val="TRN2"/>
      </w:pPr>
      <w:r w:rsidRPr="00D10A20">
        <w:t>PARA OS POSTOS DE VIGILANTES</w:t>
      </w:r>
      <w:r w:rsidR="00B0032A" w:rsidRPr="00D10A20">
        <w:t xml:space="preserve"> </w:t>
      </w:r>
    </w:p>
    <w:p w14:paraId="0593C1C8" w14:textId="55A358BF" w:rsidR="00BB3F94" w:rsidRDefault="00333BC6" w:rsidP="00BB3F94">
      <w:pPr>
        <w:pStyle w:val="TRN3"/>
        <w:ind w:left="1134"/>
      </w:pPr>
      <w:r>
        <w:t xml:space="preserve">Para atender à demanda dos postos de trabalho de </w:t>
      </w:r>
      <w:r w:rsidRPr="00BB025B">
        <w:t>Vigilante (</w:t>
      </w:r>
      <w:r w:rsidR="00983BE4" w:rsidRPr="00BB025B">
        <w:t>ITEM</w:t>
      </w:r>
      <w:r w:rsidRPr="00BB025B">
        <w:t xml:space="preserve"> 1</w:t>
      </w:r>
      <w:r w:rsidR="00BB025B" w:rsidRPr="00BB025B">
        <w:t xml:space="preserve"> </w:t>
      </w:r>
      <w:r w:rsidR="009720CB" w:rsidRPr="00BB025B">
        <w:t>e</w:t>
      </w:r>
      <w:r w:rsidRPr="00BB025B">
        <w:t xml:space="preserve"> I</w:t>
      </w:r>
      <w:r w:rsidR="00983BE4" w:rsidRPr="00BB025B">
        <w:t xml:space="preserve">TEM </w:t>
      </w:r>
      <w:r w:rsidRPr="00BB025B">
        <w:t>2),</w:t>
      </w:r>
      <w:r>
        <w:t xml:space="preserve"> a CONTRATADA deverá alocar profissionais, com a seguinte qualificação mínima, comprovada por documentação: </w:t>
      </w:r>
    </w:p>
    <w:p w14:paraId="59F3651F" w14:textId="77777777" w:rsidR="00FA14F0" w:rsidRDefault="00333BC6" w:rsidP="00BB3F94">
      <w:pPr>
        <w:pStyle w:val="TRN4"/>
        <w:ind w:left="1276"/>
      </w:pPr>
      <w:r>
        <w:t xml:space="preserve">Nível de escolaridade mínima: quarta série do ensino fundamental ou equivalente; </w:t>
      </w:r>
    </w:p>
    <w:p w14:paraId="512C2642" w14:textId="77777777" w:rsidR="00FA14F0" w:rsidRDefault="00333BC6" w:rsidP="00BB3F94">
      <w:pPr>
        <w:pStyle w:val="TRN4"/>
        <w:ind w:left="1276"/>
      </w:pPr>
      <w:r>
        <w:t xml:space="preserve">Nacionalidade Brasileira; </w:t>
      </w:r>
    </w:p>
    <w:p w14:paraId="46A62EE2" w14:textId="77777777" w:rsidR="00FA14F0" w:rsidRDefault="00333BC6" w:rsidP="00BB3F94">
      <w:pPr>
        <w:pStyle w:val="TRN4"/>
        <w:ind w:left="1276"/>
      </w:pPr>
      <w:r>
        <w:t xml:space="preserve">Idade mínima: 21 (vinte e um) anos (art.16, Lei nº 7.102/1983); </w:t>
      </w:r>
    </w:p>
    <w:p w14:paraId="51F4FF9E" w14:textId="77777777" w:rsidR="00FA14F0" w:rsidRDefault="00333BC6" w:rsidP="00BB3F94">
      <w:pPr>
        <w:pStyle w:val="TRN4"/>
        <w:ind w:left="1276"/>
      </w:pPr>
      <w:r>
        <w:t xml:space="preserve">Certidão de quitação com as obrigações do serviço militar; </w:t>
      </w:r>
    </w:p>
    <w:p w14:paraId="2C9A9306" w14:textId="77777777" w:rsidR="00FA14F0" w:rsidRDefault="00333BC6" w:rsidP="00BB3F94">
      <w:pPr>
        <w:pStyle w:val="TRN4"/>
        <w:ind w:left="1276"/>
      </w:pPr>
      <w:r>
        <w:t xml:space="preserve">Certidão de quitação com as obrigações eleitorais; </w:t>
      </w:r>
    </w:p>
    <w:p w14:paraId="6E45B04D" w14:textId="77777777" w:rsidR="00FA14F0" w:rsidRDefault="00333BC6" w:rsidP="00BB3F94">
      <w:pPr>
        <w:pStyle w:val="TRN4"/>
        <w:ind w:left="1276"/>
      </w:pPr>
      <w:r>
        <w:t xml:space="preserve">Atestado médico de aptidão física e mental para o exercício das atribuições inerentes às funções a serem desempenhadas; </w:t>
      </w:r>
    </w:p>
    <w:p w14:paraId="17E626AA" w14:textId="77777777" w:rsidR="001F46B8" w:rsidRDefault="00333BC6" w:rsidP="00BB3F94">
      <w:pPr>
        <w:pStyle w:val="TRN4"/>
        <w:ind w:left="1276"/>
      </w:pPr>
      <w:r>
        <w:t xml:space="preserve">Certidão dos setores de distribuição dos foros criminais dos lugares que tenha residido nos últimos cinco anos, da Justiça Federal e Estadual; </w:t>
      </w:r>
    </w:p>
    <w:p w14:paraId="024A87C6" w14:textId="77777777" w:rsidR="00A85A1D" w:rsidRDefault="00333BC6" w:rsidP="00BB3F94">
      <w:pPr>
        <w:pStyle w:val="TRN4"/>
        <w:ind w:left="1276"/>
      </w:pPr>
      <w:r>
        <w:t>Folha de antecedentes da Polícia Federal e da Polícia dos Estados onde tenha residido nos últimos 5 (cinco) anos, expedida, no máximo, há 6 (seis) meses, devendo ser renovada a cada 12 meses;</w:t>
      </w:r>
      <w:r w:rsidR="001F46B8">
        <w:t xml:space="preserve"> </w:t>
      </w:r>
    </w:p>
    <w:p w14:paraId="7FE2D74A" w14:textId="77777777" w:rsidR="000372C7" w:rsidRDefault="00A85A1D" w:rsidP="00BB3F94">
      <w:pPr>
        <w:pStyle w:val="TRN4"/>
        <w:ind w:left="1276"/>
      </w:pPr>
      <w:r>
        <w:t>Certificado do curso de formação de vigilantes, expedido por instituição devidamente habilitada e reconhecida pelo Departamento de Polícia Federal (DPF), com a respectiva data de validade.</w:t>
      </w:r>
      <w:r w:rsidR="000372C7" w:rsidRPr="000372C7">
        <w:t xml:space="preserve"> </w:t>
      </w:r>
    </w:p>
    <w:p w14:paraId="22DB3A0F" w14:textId="77777777" w:rsidR="00DC6190" w:rsidRDefault="000372C7" w:rsidP="00BF6588">
      <w:pPr>
        <w:pStyle w:val="TRN2"/>
      </w:pPr>
      <w:r>
        <w:lastRenderedPageBreak/>
        <w:t>PARA OS POSTOS DE AGENTE DE SEGURANÇA PESSOAL</w:t>
      </w:r>
      <w:r w:rsidR="00DC6190">
        <w:t xml:space="preserve"> </w:t>
      </w:r>
    </w:p>
    <w:p w14:paraId="594BF31A" w14:textId="0DBA1C1B" w:rsidR="00F77F72" w:rsidRDefault="00DC6190" w:rsidP="00BF6588">
      <w:pPr>
        <w:pStyle w:val="TRN3"/>
        <w:ind w:left="1134"/>
      </w:pPr>
      <w:r>
        <w:t xml:space="preserve">Para atender à demanda dos postos de trabalho de “Agente de Segurança </w:t>
      </w:r>
      <w:r w:rsidRPr="00707EA5">
        <w:t>Pessoal” (</w:t>
      </w:r>
      <w:r w:rsidR="0098102E" w:rsidRPr="00707EA5">
        <w:t xml:space="preserve">ITEM </w:t>
      </w:r>
      <w:r w:rsidR="00707EA5" w:rsidRPr="00707EA5">
        <w:t>3</w:t>
      </w:r>
      <w:r w:rsidRPr="00707EA5">
        <w:t>), a</w:t>
      </w:r>
      <w:r>
        <w:t xml:space="preserve"> CONTRATADA deverá alocar profissionais, com a seguinte qualificação mínima, comprovada por documentação: </w:t>
      </w:r>
    </w:p>
    <w:p w14:paraId="0E410680" w14:textId="77777777" w:rsidR="00B072EC" w:rsidRDefault="00DC6190" w:rsidP="00BF6588">
      <w:pPr>
        <w:pStyle w:val="TRN4"/>
      </w:pPr>
      <w:r>
        <w:t xml:space="preserve">Nível de escolaridade mínima: quarta série do ensino fundamental ou equivalente; </w:t>
      </w:r>
    </w:p>
    <w:p w14:paraId="7D8E6515" w14:textId="77777777" w:rsidR="00B072EC" w:rsidRDefault="00DC6190" w:rsidP="00BF6588">
      <w:pPr>
        <w:pStyle w:val="TRN4"/>
      </w:pPr>
      <w:r>
        <w:t xml:space="preserve">Nacionalidade Brasileira; </w:t>
      </w:r>
    </w:p>
    <w:p w14:paraId="4FF5898F" w14:textId="77777777" w:rsidR="00B072EC" w:rsidRDefault="00DC6190" w:rsidP="00BF6588">
      <w:pPr>
        <w:pStyle w:val="TRN4"/>
      </w:pPr>
      <w:r>
        <w:t>Idade mínima: 21 (vinte e um) anos (</w:t>
      </w:r>
      <w:proofErr w:type="spellStart"/>
      <w:r>
        <w:t>art</w:t>
      </w:r>
      <w:proofErr w:type="spellEnd"/>
      <w:r>
        <w:t xml:space="preserve">, 16 Lei n°7.102/1983); </w:t>
      </w:r>
    </w:p>
    <w:p w14:paraId="1F69F3B5" w14:textId="77777777" w:rsidR="00B072EC" w:rsidRDefault="00DC6190" w:rsidP="00BF6588">
      <w:pPr>
        <w:pStyle w:val="TRN4"/>
      </w:pPr>
      <w:r>
        <w:t xml:space="preserve">Certidão de quitação com as obrigações do serviço militar; </w:t>
      </w:r>
    </w:p>
    <w:p w14:paraId="408123ED" w14:textId="77777777" w:rsidR="00B072EC" w:rsidRDefault="00DC6190" w:rsidP="00BF6588">
      <w:pPr>
        <w:pStyle w:val="TRN4"/>
      </w:pPr>
      <w:r>
        <w:t xml:space="preserve">Certidão de quitação com as obrigações eleitorais; </w:t>
      </w:r>
    </w:p>
    <w:p w14:paraId="7CB8D5FE" w14:textId="77777777" w:rsidR="00B072EC" w:rsidRDefault="00DC6190" w:rsidP="00BF6588">
      <w:pPr>
        <w:pStyle w:val="TRN4"/>
      </w:pPr>
      <w:r>
        <w:t xml:space="preserve">Atestado médico de aptidão física e mental para o exercício das atribuições inerentes às funções a serem desempenhadas; </w:t>
      </w:r>
    </w:p>
    <w:p w14:paraId="01CCE4E4" w14:textId="77777777" w:rsidR="00B072EC" w:rsidRDefault="00DC6190" w:rsidP="00BF6588">
      <w:pPr>
        <w:pStyle w:val="TRN4"/>
      </w:pPr>
      <w:r>
        <w:t xml:space="preserve">Certidão dos setores de distribuições dos foros criminais dos lugares que tenha residido nos últimos cinco anos, da Justiça Federal e Estadual; </w:t>
      </w:r>
    </w:p>
    <w:p w14:paraId="63C381B9" w14:textId="269F1F70" w:rsidR="00B072EC" w:rsidRDefault="00DC6190" w:rsidP="00BF6588">
      <w:pPr>
        <w:pStyle w:val="TRN4"/>
      </w:pPr>
      <w:r>
        <w:t xml:space="preserve">Folha de antecedentes da </w:t>
      </w:r>
      <w:r w:rsidR="00E43D8D">
        <w:t>Polícia</w:t>
      </w:r>
      <w:r>
        <w:t xml:space="preserve"> Federal e da Polícia dos Estados onde tenha residido nos últimos 5 (cinco) anos, expedida, no mínimo, há 6 (seis) meses, devendo ser renovada a cada 12 meses; </w:t>
      </w:r>
    </w:p>
    <w:p w14:paraId="75552E27" w14:textId="77777777" w:rsidR="007522D7" w:rsidRDefault="00DC6190" w:rsidP="00BF6588">
      <w:pPr>
        <w:pStyle w:val="TRN4"/>
      </w:pPr>
      <w:r>
        <w:t xml:space="preserve">Certificado do curso de formação de vigilantes, expedidos por instituição devidamente habilitada e reconhecida, com a respectiva data de validade, bem como Certificado de curso de extensão em segurança pessoal; </w:t>
      </w:r>
    </w:p>
    <w:p w14:paraId="67B0307F" w14:textId="77777777" w:rsidR="007522D7" w:rsidRDefault="00DC6190" w:rsidP="00BF6588">
      <w:pPr>
        <w:pStyle w:val="TRN4"/>
      </w:pPr>
      <w:r>
        <w:t xml:space="preserve">Certificado(s) de especialização para os seguintes conhecimentos teóricos/práticos: </w:t>
      </w:r>
    </w:p>
    <w:p w14:paraId="2F57C762" w14:textId="77777777" w:rsidR="007522D7" w:rsidRPr="00BF6588" w:rsidRDefault="00DC6190" w:rsidP="00BF6588">
      <w:pPr>
        <w:pStyle w:val="TRN4"/>
        <w:rPr>
          <w:b/>
          <w:bCs/>
        </w:rPr>
      </w:pPr>
      <w:r w:rsidRPr="00BF6588">
        <w:rPr>
          <w:b/>
          <w:bCs/>
        </w:rPr>
        <w:t xml:space="preserve">Princípios de Segurança Pessoal: </w:t>
      </w:r>
    </w:p>
    <w:p w14:paraId="6E74FD28" w14:textId="77777777" w:rsidR="007522D7" w:rsidRDefault="00DC6190" w:rsidP="00BF6588">
      <w:pPr>
        <w:pStyle w:val="TRN5"/>
      </w:pPr>
      <w:r>
        <w:t xml:space="preserve">Conceito de Segurança e Proteção; </w:t>
      </w:r>
    </w:p>
    <w:p w14:paraId="7E4D241E" w14:textId="77777777" w:rsidR="007522D7" w:rsidRDefault="00DC6190" w:rsidP="00BF6588">
      <w:pPr>
        <w:pStyle w:val="TRN5"/>
      </w:pPr>
      <w:r>
        <w:t xml:space="preserve">Perfil desejado do Agente; </w:t>
      </w:r>
    </w:p>
    <w:p w14:paraId="7E20466E" w14:textId="77777777" w:rsidR="007522D7" w:rsidRDefault="00DC6190" w:rsidP="00BF6588">
      <w:pPr>
        <w:pStyle w:val="TRN5"/>
      </w:pPr>
      <w:r>
        <w:t xml:space="preserve">Ética na atividade de Segurança Pessoal Privada; </w:t>
      </w:r>
    </w:p>
    <w:p w14:paraId="354806C4" w14:textId="77777777" w:rsidR="008950A0" w:rsidRDefault="00DC6190" w:rsidP="00BF6588">
      <w:pPr>
        <w:pStyle w:val="TRN5"/>
      </w:pPr>
      <w:r>
        <w:t>A missão na segurança de pessoas;</w:t>
      </w:r>
      <w:r w:rsidR="008950A0" w:rsidRPr="008950A0">
        <w:t xml:space="preserve"> </w:t>
      </w:r>
    </w:p>
    <w:p w14:paraId="04970ED1" w14:textId="77777777" w:rsidR="00192225" w:rsidRDefault="008950A0" w:rsidP="00BF6588">
      <w:pPr>
        <w:pStyle w:val="TRN5"/>
      </w:pPr>
      <w:r>
        <w:t xml:space="preserve">Organização de Equipes de Segurança Pessoal; </w:t>
      </w:r>
    </w:p>
    <w:p w14:paraId="06119C44" w14:textId="77777777" w:rsidR="00192225" w:rsidRDefault="008950A0" w:rsidP="00BF6588">
      <w:pPr>
        <w:pStyle w:val="TRN5"/>
      </w:pPr>
      <w:r>
        <w:t xml:space="preserve">Escolta de Pessoas; </w:t>
      </w:r>
    </w:p>
    <w:p w14:paraId="0375777F" w14:textId="77777777" w:rsidR="00192225" w:rsidRDefault="008950A0" w:rsidP="00BF6588">
      <w:pPr>
        <w:pStyle w:val="TRN5"/>
      </w:pPr>
      <w:r>
        <w:lastRenderedPageBreak/>
        <w:t xml:space="preserve">Círculos Concêntricos de Segurança e Proteção; </w:t>
      </w:r>
    </w:p>
    <w:p w14:paraId="43D560E1" w14:textId="77777777" w:rsidR="00192225" w:rsidRDefault="008950A0" w:rsidP="00BF6588">
      <w:pPr>
        <w:pStyle w:val="TRN5"/>
      </w:pPr>
      <w:r>
        <w:t xml:space="preserve">Áreas de Responsabilidades; </w:t>
      </w:r>
    </w:p>
    <w:p w14:paraId="7DB3CDC3" w14:textId="77777777" w:rsidR="00192225" w:rsidRDefault="008950A0" w:rsidP="00BF6588">
      <w:pPr>
        <w:pStyle w:val="TRN5"/>
      </w:pPr>
      <w:r>
        <w:t xml:space="preserve">Modus Operandi em uma ação criminosa. </w:t>
      </w:r>
    </w:p>
    <w:p w14:paraId="062E4201" w14:textId="77777777" w:rsidR="00192225" w:rsidRPr="00BF6588" w:rsidRDefault="008950A0" w:rsidP="00BF6588">
      <w:pPr>
        <w:pStyle w:val="TRN4"/>
        <w:rPr>
          <w:b/>
          <w:bCs/>
        </w:rPr>
      </w:pPr>
      <w:r w:rsidRPr="00BF6588">
        <w:rPr>
          <w:b/>
          <w:bCs/>
        </w:rPr>
        <w:t xml:space="preserve">Conhecendo o dignitário: </w:t>
      </w:r>
    </w:p>
    <w:p w14:paraId="72E3410D" w14:textId="77777777" w:rsidR="00720048" w:rsidRDefault="008950A0" w:rsidP="00BF6588">
      <w:pPr>
        <w:pStyle w:val="TRN5"/>
      </w:pPr>
      <w:r>
        <w:t xml:space="preserve">Hábitos diurnos e noturnos; </w:t>
      </w:r>
    </w:p>
    <w:p w14:paraId="665A0FB5" w14:textId="77777777" w:rsidR="00720048" w:rsidRDefault="008950A0" w:rsidP="00BF6588">
      <w:pPr>
        <w:pStyle w:val="TRN5"/>
      </w:pPr>
      <w:r>
        <w:t xml:space="preserve">Atividades físicas e sociais; </w:t>
      </w:r>
    </w:p>
    <w:p w14:paraId="1444F5E6" w14:textId="77777777" w:rsidR="00720048" w:rsidRDefault="008950A0" w:rsidP="00BF6588">
      <w:pPr>
        <w:pStyle w:val="TRN5"/>
      </w:pPr>
      <w:r>
        <w:t xml:space="preserve">Atividades Comerciais e empresariais; </w:t>
      </w:r>
    </w:p>
    <w:p w14:paraId="0DA92BF1" w14:textId="77777777" w:rsidR="00720048" w:rsidRDefault="008950A0" w:rsidP="00BF6588">
      <w:pPr>
        <w:pStyle w:val="TRN5"/>
      </w:pPr>
      <w:r>
        <w:t xml:space="preserve">Mapa Operacional das residências e escritórios; </w:t>
      </w:r>
    </w:p>
    <w:p w14:paraId="46ED076B" w14:textId="77777777" w:rsidR="0059410B" w:rsidRDefault="008950A0" w:rsidP="00BF6588">
      <w:pPr>
        <w:pStyle w:val="TRN5"/>
      </w:pPr>
      <w:r>
        <w:t xml:space="preserve">Demais Deliberações. </w:t>
      </w:r>
    </w:p>
    <w:p w14:paraId="50CDE4E0" w14:textId="77777777" w:rsidR="0059410B" w:rsidRDefault="008950A0" w:rsidP="00BF6588">
      <w:pPr>
        <w:pStyle w:val="TRN5"/>
      </w:pPr>
      <w:r>
        <w:t xml:space="preserve">Estudo da Lei n° 10.826/2003 e respectivas alterações, bem como do Decreto n° 9.847/2019, referente à propriedade e ao porte legal de armas de fogo e munições, bem como a sua guarda e cautela legais, na atividade de Segurança Pessoal Privada. </w:t>
      </w:r>
    </w:p>
    <w:p w14:paraId="3FEDAEA9" w14:textId="77777777" w:rsidR="0059410B" w:rsidRPr="00BF6588" w:rsidRDefault="008950A0" w:rsidP="00BF6588">
      <w:pPr>
        <w:pStyle w:val="TRN4"/>
        <w:rPr>
          <w:b/>
          <w:bCs/>
        </w:rPr>
      </w:pPr>
      <w:r w:rsidRPr="00BF6588">
        <w:rPr>
          <w:b/>
          <w:bCs/>
        </w:rPr>
        <w:t xml:space="preserve">Noções de Direito Penal: </w:t>
      </w:r>
    </w:p>
    <w:p w14:paraId="325D09DC" w14:textId="77777777" w:rsidR="0059410B" w:rsidRDefault="008950A0" w:rsidP="00BF6588">
      <w:pPr>
        <w:pStyle w:val="TRN5"/>
      </w:pPr>
      <w:r>
        <w:t xml:space="preserve">Crime Consumado e Tentado; </w:t>
      </w:r>
    </w:p>
    <w:p w14:paraId="5862661A" w14:textId="77777777" w:rsidR="0059410B" w:rsidRDefault="008950A0" w:rsidP="00BF6588">
      <w:pPr>
        <w:pStyle w:val="TRN5"/>
      </w:pPr>
      <w:r>
        <w:t xml:space="preserve">Crime Doloso e Culposo; </w:t>
      </w:r>
    </w:p>
    <w:p w14:paraId="1CF65CD8" w14:textId="77777777" w:rsidR="0059410B" w:rsidRDefault="008950A0" w:rsidP="00BF6588">
      <w:pPr>
        <w:pStyle w:val="TRN5"/>
      </w:pPr>
      <w:r>
        <w:t xml:space="preserve">Legitima Defesa; </w:t>
      </w:r>
    </w:p>
    <w:p w14:paraId="39F9116F" w14:textId="77777777" w:rsidR="0059410B" w:rsidRDefault="008950A0" w:rsidP="00BF6588">
      <w:pPr>
        <w:pStyle w:val="TRN5"/>
      </w:pPr>
      <w:r>
        <w:t xml:space="preserve">Homicídio; </w:t>
      </w:r>
    </w:p>
    <w:p w14:paraId="3CB98F63" w14:textId="77777777" w:rsidR="0059410B" w:rsidRDefault="008950A0" w:rsidP="00BF6588">
      <w:pPr>
        <w:pStyle w:val="TRN5"/>
      </w:pPr>
      <w:r>
        <w:t xml:space="preserve">Lesão Corporal. </w:t>
      </w:r>
    </w:p>
    <w:p w14:paraId="211C6410" w14:textId="77777777" w:rsidR="00377A89" w:rsidRPr="00BF6588" w:rsidRDefault="008950A0" w:rsidP="00BF6588">
      <w:pPr>
        <w:pStyle w:val="TRN4"/>
        <w:rPr>
          <w:b/>
          <w:bCs/>
        </w:rPr>
      </w:pPr>
      <w:r w:rsidRPr="00BF6588">
        <w:rPr>
          <w:b/>
          <w:bCs/>
        </w:rPr>
        <w:t xml:space="preserve">Noções de Direito Constitucional: </w:t>
      </w:r>
    </w:p>
    <w:p w14:paraId="7EACE349" w14:textId="77777777" w:rsidR="00F94B11" w:rsidRDefault="008950A0" w:rsidP="00BF6588">
      <w:pPr>
        <w:pStyle w:val="TRN5"/>
      </w:pPr>
      <w:r>
        <w:t xml:space="preserve">Art. 5° - incisos relacionados diretamente à atividade de Proteção Pessoal Privada. </w:t>
      </w:r>
    </w:p>
    <w:p w14:paraId="622CE424" w14:textId="77777777" w:rsidR="00F94B11" w:rsidRPr="00BF6588" w:rsidRDefault="008950A0" w:rsidP="00BF6588">
      <w:pPr>
        <w:pStyle w:val="TRN4"/>
        <w:rPr>
          <w:b/>
          <w:bCs/>
        </w:rPr>
      </w:pPr>
      <w:r w:rsidRPr="00BF6588">
        <w:rPr>
          <w:b/>
          <w:bCs/>
        </w:rPr>
        <w:t>Defesa Pessoal – visando aprimorar, atualizar e preparar o profissional a:</w:t>
      </w:r>
    </w:p>
    <w:p w14:paraId="7C215D82" w14:textId="77777777" w:rsidR="00F94B11" w:rsidRDefault="008950A0" w:rsidP="00F94B11">
      <w:pPr>
        <w:pStyle w:val="TRN5"/>
      </w:pPr>
      <w:r>
        <w:t xml:space="preserve">Imobilizar suspeitos com eficiência e rapidez, evitando ataques prevenindo lesões e mantendo a integridade física de pessoas. </w:t>
      </w:r>
    </w:p>
    <w:p w14:paraId="3BE9E0C6" w14:textId="77777777" w:rsidR="00F94B11" w:rsidRDefault="008950A0" w:rsidP="00F94B11">
      <w:pPr>
        <w:pStyle w:val="TRN5"/>
      </w:pPr>
      <w:r>
        <w:t xml:space="preserve">Quedas e rolamentos; </w:t>
      </w:r>
    </w:p>
    <w:p w14:paraId="6FA82AED" w14:textId="77777777" w:rsidR="00F94B11" w:rsidRDefault="008950A0" w:rsidP="00F94B11">
      <w:pPr>
        <w:pStyle w:val="TRN5"/>
      </w:pPr>
      <w:r>
        <w:t xml:space="preserve">Técnicas de imobilizações; </w:t>
      </w:r>
    </w:p>
    <w:p w14:paraId="19386344" w14:textId="77777777" w:rsidR="00F94B11" w:rsidRDefault="008950A0" w:rsidP="00F94B11">
      <w:pPr>
        <w:pStyle w:val="TRN5"/>
      </w:pPr>
      <w:r>
        <w:t xml:space="preserve">Uso de algemas; </w:t>
      </w:r>
    </w:p>
    <w:p w14:paraId="4E674080" w14:textId="77777777" w:rsidR="00AE2827" w:rsidRDefault="008950A0" w:rsidP="00F94B11">
      <w:pPr>
        <w:pStyle w:val="TRN5"/>
      </w:pPr>
      <w:r>
        <w:t>Condução de suspeitos sem o uso de algemas;</w:t>
      </w:r>
      <w:r w:rsidR="00AE2827" w:rsidRPr="00AE2827">
        <w:t xml:space="preserve"> </w:t>
      </w:r>
    </w:p>
    <w:p w14:paraId="23A07756" w14:textId="77777777" w:rsidR="00AE2827" w:rsidRDefault="00AE2827" w:rsidP="00F94B11">
      <w:pPr>
        <w:pStyle w:val="TRN5"/>
      </w:pPr>
      <w:r>
        <w:t xml:space="preserve">Técnicas de defesa pessoal contra armas brancas e de fogo; </w:t>
      </w:r>
    </w:p>
    <w:p w14:paraId="55DA5036" w14:textId="77777777" w:rsidR="00AE2827" w:rsidRDefault="00AE2827" w:rsidP="00F94B11">
      <w:pPr>
        <w:pStyle w:val="TRN5"/>
      </w:pPr>
      <w:r>
        <w:lastRenderedPageBreak/>
        <w:t xml:space="preserve">Primeiros Socorros, identificando </w:t>
      </w:r>
      <w:proofErr w:type="gramStart"/>
      <w:r>
        <w:t>situações de emergência</w:t>
      </w:r>
      <w:proofErr w:type="gramEnd"/>
      <w:r>
        <w:t xml:space="preserve">, com ações efetivas mantenedoras da Vida; </w:t>
      </w:r>
    </w:p>
    <w:p w14:paraId="6091B46A" w14:textId="77777777" w:rsidR="00AE2827" w:rsidRDefault="00AE2827" w:rsidP="00F94B11">
      <w:pPr>
        <w:pStyle w:val="TRN5"/>
      </w:pPr>
      <w:r>
        <w:t xml:space="preserve">Avaliação primária de nível de consciência – AVDI; </w:t>
      </w:r>
    </w:p>
    <w:p w14:paraId="513AD825" w14:textId="77777777" w:rsidR="00AE2827" w:rsidRDefault="00AE2827" w:rsidP="00F94B11">
      <w:pPr>
        <w:pStyle w:val="TRN5"/>
      </w:pPr>
      <w:r>
        <w:t xml:space="preserve">ABC da vida; </w:t>
      </w:r>
    </w:p>
    <w:p w14:paraId="33B25A03" w14:textId="77777777" w:rsidR="00AE2827" w:rsidRDefault="00AE2827" w:rsidP="00F94B11">
      <w:pPr>
        <w:pStyle w:val="TRN5"/>
      </w:pPr>
      <w:r>
        <w:t xml:space="preserve">Imobilização e transporte de emergência; </w:t>
      </w:r>
    </w:p>
    <w:p w14:paraId="42862FF7" w14:textId="77777777" w:rsidR="00DA2392" w:rsidRDefault="00AE2827" w:rsidP="00F94B11">
      <w:pPr>
        <w:pStyle w:val="TRN5"/>
      </w:pPr>
      <w:r>
        <w:t>Procedimentos em hemorragias, choques e amputações.</w:t>
      </w:r>
      <w:r w:rsidR="00DA2392">
        <w:t xml:space="preserve"> </w:t>
      </w:r>
    </w:p>
    <w:p w14:paraId="664098C9" w14:textId="4A603834" w:rsidR="00DA2392" w:rsidRDefault="00DA2392" w:rsidP="00BF6588">
      <w:pPr>
        <w:pStyle w:val="TRN2"/>
      </w:pPr>
      <w:r>
        <w:t xml:space="preserve">PARA O POSTO DE </w:t>
      </w:r>
      <w:r w:rsidR="00E370B7">
        <w:t>SUPERVISOR DE VIGILÂNCIA</w:t>
      </w:r>
      <w:r>
        <w:t xml:space="preserve"> </w:t>
      </w:r>
    </w:p>
    <w:p w14:paraId="078117C9" w14:textId="77777777" w:rsidR="00A62403" w:rsidRDefault="00DA2392" w:rsidP="00BF6588">
      <w:pPr>
        <w:pStyle w:val="TRN3"/>
        <w:ind w:left="1134"/>
      </w:pPr>
      <w:r>
        <w:t xml:space="preserve">Para atender à demanda do posto de trabalho de Encarregado de Segurança (LOTE 1), a CONTRATADA deverá alocar profissional, com a seguinte qualificação mínima, comprovada por documentação: </w:t>
      </w:r>
    </w:p>
    <w:p w14:paraId="474105B4" w14:textId="77777777" w:rsidR="00A62403" w:rsidRDefault="00DA2392" w:rsidP="00BF6588">
      <w:pPr>
        <w:pStyle w:val="TRN4"/>
      </w:pPr>
      <w:r>
        <w:t xml:space="preserve">Nível de escolaridade mínima: quarta série do ensino fundamental ou equivalente; </w:t>
      </w:r>
    </w:p>
    <w:p w14:paraId="78572893" w14:textId="77777777" w:rsidR="00A62403" w:rsidRDefault="00DA2392" w:rsidP="00BF6588">
      <w:pPr>
        <w:pStyle w:val="TRN4"/>
      </w:pPr>
      <w:r>
        <w:t xml:space="preserve">Nacionalidade Brasileira; </w:t>
      </w:r>
    </w:p>
    <w:p w14:paraId="740D3E85" w14:textId="77777777" w:rsidR="00A62403" w:rsidRDefault="00DA2392" w:rsidP="00BF6588">
      <w:pPr>
        <w:pStyle w:val="TRN4"/>
      </w:pPr>
      <w:r>
        <w:t xml:space="preserve">Idade mínima: 21 (vinte e um) anos (art.16, Lei nº 7.102/1983); </w:t>
      </w:r>
    </w:p>
    <w:p w14:paraId="4643EFE2" w14:textId="77777777" w:rsidR="00A62403" w:rsidRDefault="00DA2392" w:rsidP="00BF6588">
      <w:pPr>
        <w:pStyle w:val="TRN4"/>
      </w:pPr>
      <w:r>
        <w:t xml:space="preserve">Certidão de quitação com as obrigações do serviço militar; </w:t>
      </w:r>
    </w:p>
    <w:p w14:paraId="687BC870" w14:textId="77777777" w:rsidR="00A62403" w:rsidRDefault="00DA2392" w:rsidP="00BF6588">
      <w:pPr>
        <w:pStyle w:val="TRN4"/>
      </w:pPr>
      <w:r>
        <w:t xml:space="preserve">Certidão de quitação com as obrigações eleitorais; </w:t>
      </w:r>
    </w:p>
    <w:p w14:paraId="1FF173DC" w14:textId="77777777" w:rsidR="00474369" w:rsidRDefault="00DA2392" w:rsidP="00BF6588">
      <w:pPr>
        <w:pStyle w:val="TRN4"/>
      </w:pPr>
      <w:r>
        <w:t xml:space="preserve">Atestado médico de aptidão física e mental para o exercício das atribuições inerentes às funções a serem desempenhadas; </w:t>
      </w:r>
    </w:p>
    <w:p w14:paraId="22F1EB26" w14:textId="77777777" w:rsidR="00512BF4" w:rsidRDefault="00DA2392" w:rsidP="00BF6588">
      <w:pPr>
        <w:pStyle w:val="TRN4"/>
      </w:pPr>
      <w:r>
        <w:t xml:space="preserve">Certidão dos setores de distribuição dos foros criminais dos lugares que tenha residido nos últimos cinco anos, da Justiça Federal e Estadual; </w:t>
      </w:r>
    </w:p>
    <w:p w14:paraId="7EBB2464" w14:textId="77777777" w:rsidR="00512BF4" w:rsidRDefault="00DA2392" w:rsidP="00BF6588">
      <w:pPr>
        <w:pStyle w:val="TRN4"/>
      </w:pPr>
      <w:r>
        <w:t xml:space="preserve">Folha de antecedentes da Polícia Federal e da Polícia dos Estados onde tenha residido nos últimos 5 (cinco) anos, expedida, no máximo, há 6 (seis) meses, devendo ser renovada a cada 12 meses; </w:t>
      </w:r>
    </w:p>
    <w:p w14:paraId="36C239DE" w14:textId="77777777" w:rsidR="00E93173" w:rsidRDefault="00DA2392" w:rsidP="00BF6588">
      <w:pPr>
        <w:pStyle w:val="TRN4"/>
      </w:pPr>
      <w:r>
        <w:t>Certificado do curso de formação de vigilantes, expedido por instituição devidamente habilitada e reconhecida pelo Departamento de Polícia Federal (DPF), com a respectiva data de validade (Cl. 28ª CCT 2020 SINDESV/DF x SINDESP/DF).</w:t>
      </w:r>
      <w:r w:rsidR="007B53BA">
        <w:t xml:space="preserve"> </w:t>
      </w:r>
    </w:p>
    <w:p w14:paraId="013E2178" w14:textId="77777777" w:rsidR="00E93173" w:rsidRDefault="00E93173" w:rsidP="00E93173">
      <w:pPr>
        <w:pStyle w:val="TRN1"/>
      </w:pPr>
      <w:r>
        <w:t xml:space="preserve">DESCRIÇÃO DAS ATIVIDADES DOS POSTOS </w:t>
      </w:r>
    </w:p>
    <w:p w14:paraId="3F3C00E1" w14:textId="77777777" w:rsidR="00CE136D" w:rsidRDefault="00E93173" w:rsidP="00E93173">
      <w:pPr>
        <w:pStyle w:val="TRN2"/>
        <w:ind w:left="426"/>
      </w:pPr>
      <w:r>
        <w:t>PARA OS POSTOS DE VIGILANTES</w:t>
      </w:r>
    </w:p>
    <w:p w14:paraId="25BCE768" w14:textId="34FD9D0B" w:rsidR="00F62471" w:rsidRPr="00707EA5" w:rsidRDefault="00CE136D" w:rsidP="00CE136D">
      <w:pPr>
        <w:pStyle w:val="TRN3"/>
        <w:ind w:left="567"/>
      </w:pPr>
      <w:r>
        <w:lastRenderedPageBreak/>
        <w:t xml:space="preserve">As atividades previstas para os profissionais lotados nos postos </w:t>
      </w:r>
      <w:r w:rsidRPr="00707EA5">
        <w:t>de vigilante patrimonial (</w:t>
      </w:r>
      <w:r w:rsidR="00F62471" w:rsidRPr="00707EA5">
        <w:t>ITEM 1</w:t>
      </w:r>
      <w:r w:rsidR="00707EA5" w:rsidRPr="00707EA5">
        <w:t xml:space="preserve"> e</w:t>
      </w:r>
      <w:r w:rsidR="00F62471" w:rsidRPr="00707EA5">
        <w:t xml:space="preserve"> ITEM 2</w:t>
      </w:r>
      <w:r w:rsidRPr="00707EA5">
        <w:t xml:space="preserve">) são: </w:t>
      </w:r>
    </w:p>
    <w:p w14:paraId="7295F4B8" w14:textId="77777777" w:rsidR="00F62471" w:rsidRDefault="00CE136D" w:rsidP="00F62471">
      <w:pPr>
        <w:pStyle w:val="TRN4"/>
        <w:ind w:left="709"/>
      </w:pPr>
      <w:r>
        <w:t>revistar volumes e impedir a saída de qualquer material sem a devida autorização.</w:t>
      </w:r>
    </w:p>
    <w:p w14:paraId="5A0172D5" w14:textId="77777777" w:rsidR="00F62471" w:rsidRDefault="00CE136D" w:rsidP="00F62471">
      <w:pPr>
        <w:pStyle w:val="TRN4"/>
        <w:ind w:left="709"/>
      </w:pPr>
      <w:r>
        <w:t xml:space="preserve">observar a movimentação de indivíduos suspeitos nas imediações do posto de serviço como prevenção, agindo da forma adequada a cada caso; </w:t>
      </w:r>
    </w:p>
    <w:p w14:paraId="372A017E" w14:textId="77777777" w:rsidR="00F62471" w:rsidRDefault="00CE136D" w:rsidP="00F62471">
      <w:pPr>
        <w:pStyle w:val="TRN4"/>
        <w:ind w:left="709"/>
      </w:pPr>
      <w:r>
        <w:t xml:space="preserve">proteger as áreas e instalações sob sua custódia contra roubos, furtos, danos, invasões e incêndio. </w:t>
      </w:r>
    </w:p>
    <w:p w14:paraId="23FC7DF9" w14:textId="77777777" w:rsidR="00006403" w:rsidRDefault="00CE136D" w:rsidP="00F62471">
      <w:pPr>
        <w:pStyle w:val="TRN4"/>
        <w:ind w:left="709"/>
      </w:pPr>
      <w:r>
        <w:t xml:space="preserve">controlar o movimento de pessoas e veículos nas áreas de trânsito e prestar orientação aos visitantes. </w:t>
      </w:r>
    </w:p>
    <w:p w14:paraId="118813A2" w14:textId="77777777" w:rsidR="00006403" w:rsidRDefault="00CE136D" w:rsidP="00F62471">
      <w:pPr>
        <w:pStyle w:val="TRN4"/>
        <w:ind w:left="709"/>
      </w:pPr>
      <w:r>
        <w:t xml:space="preserve">proibir a utilização do posto para a guarda de objetos estranhos ao serviço. </w:t>
      </w:r>
    </w:p>
    <w:p w14:paraId="236E70C5" w14:textId="77777777" w:rsidR="00F62624" w:rsidRDefault="00CE136D" w:rsidP="00F62471">
      <w:pPr>
        <w:pStyle w:val="TRN4"/>
        <w:ind w:left="709"/>
      </w:pPr>
      <w:r>
        <w:t xml:space="preserve">repassar ao vigilante que está assumindo o posto quando da rendição, todas as orientações recebidas e em vigor, bem como eventuais anormalidades observadas no interior dos Edifícios do Tribunal, nas áreas adjacentes e /ou nos locais de vigilância indicados pelo CONTRATANTE. </w:t>
      </w:r>
    </w:p>
    <w:p w14:paraId="3D597E9A" w14:textId="77777777" w:rsidR="00F62624" w:rsidRDefault="00CE136D" w:rsidP="00F62471">
      <w:pPr>
        <w:pStyle w:val="TRN4"/>
        <w:ind w:left="709"/>
      </w:pPr>
      <w:r>
        <w:t xml:space="preserve">manter alerta sua atenção, ocupando permanentemente o local designado como posição de serviço, só se afastando do mesmo em situação de absoluta necessidade e pelo tempo estritamente necessário, e somente após ter alertado outro colega presente sobre sua ausência temporária do local da atividade laboral. </w:t>
      </w:r>
    </w:p>
    <w:p w14:paraId="4D4361B9" w14:textId="77777777" w:rsidR="007F600B" w:rsidRDefault="00CE136D" w:rsidP="00F62471">
      <w:pPr>
        <w:pStyle w:val="TRN4"/>
        <w:ind w:left="709"/>
      </w:pPr>
      <w:r>
        <w:t xml:space="preserve">manter-se atento a todos os acontecimentos que ocorram nas proximidades dos locais de vigilância, principalmente quando da presença de pessoas estranhas. </w:t>
      </w:r>
    </w:p>
    <w:p w14:paraId="4D41EE88" w14:textId="77777777" w:rsidR="007F600B" w:rsidRDefault="00CE136D" w:rsidP="00F62471">
      <w:pPr>
        <w:pStyle w:val="TRN4"/>
        <w:ind w:left="709"/>
      </w:pPr>
      <w:r>
        <w:t xml:space="preserve">não permitir a entrada de qualquer pessoa nas dependências do TCDF sem estar portando o crachá de identificação, devendo, para tanto, efetuar os registros pertinentes em formulários ou livros próprios. </w:t>
      </w:r>
    </w:p>
    <w:p w14:paraId="4CA37460" w14:textId="77777777" w:rsidR="007F600B" w:rsidRDefault="00CE136D" w:rsidP="00F62471">
      <w:pPr>
        <w:pStyle w:val="TRN4"/>
        <w:ind w:left="709"/>
      </w:pPr>
      <w:r>
        <w:t xml:space="preserve">impedir o acesso às dependências do TCDF de pessoas, quando inconvenientes, vendedores e pedintes, exceto se autorizadas. </w:t>
      </w:r>
    </w:p>
    <w:p w14:paraId="5E7D4E17" w14:textId="77777777" w:rsidR="005D1FA1" w:rsidRDefault="00CE136D" w:rsidP="00F62471">
      <w:pPr>
        <w:pStyle w:val="TRN4"/>
        <w:ind w:left="709"/>
      </w:pPr>
      <w:r>
        <w:t>comunicar ao executor do contrato todo acontecimento entendido como irregular e que atente contra a ordem e o patrimônio do Tribunal, efetuando o devido registro no livro de ocorrências.</w:t>
      </w:r>
    </w:p>
    <w:p w14:paraId="794438F7" w14:textId="77777777" w:rsidR="005D1FA1" w:rsidRDefault="00CE136D" w:rsidP="00F62471">
      <w:pPr>
        <w:pStyle w:val="TRN4"/>
        <w:ind w:left="709"/>
      </w:pPr>
      <w:r>
        <w:t xml:space="preserve">exigir autorização especial para ingresso de servidores ou prestadores de serviços em locais ou horários não liberados, quando for o caso. </w:t>
      </w:r>
    </w:p>
    <w:p w14:paraId="34093E20" w14:textId="77777777" w:rsidR="00186F69" w:rsidRDefault="00CE136D" w:rsidP="00F62471">
      <w:pPr>
        <w:pStyle w:val="TRN4"/>
        <w:ind w:left="709"/>
      </w:pPr>
      <w:r>
        <w:lastRenderedPageBreak/>
        <w:t>executar, após o término do expediente, ronda de inspeção para verificar</w:t>
      </w:r>
      <w:r w:rsidR="00186F69">
        <w:t xml:space="preserve"> se tudo está dentro da normalidade, efetuando o fechamento de portas e janelas e o desligamento de lâmpadas e equipamentos, se for o caso. </w:t>
      </w:r>
    </w:p>
    <w:p w14:paraId="610D8896" w14:textId="77777777" w:rsidR="00D814E6" w:rsidRDefault="00186F69" w:rsidP="00F62471">
      <w:pPr>
        <w:pStyle w:val="TRN4"/>
        <w:ind w:left="709"/>
      </w:pPr>
      <w:r>
        <w:t xml:space="preserve">exercer vigilância de toda a área sob custódia, com o objetivo de impedir incursões não permitidas e danos materiais às instalações do Tribunal. </w:t>
      </w:r>
    </w:p>
    <w:p w14:paraId="6EE74D37" w14:textId="77777777" w:rsidR="00577072" w:rsidRDefault="00186F69" w:rsidP="00F62471">
      <w:pPr>
        <w:pStyle w:val="TRN4"/>
        <w:ind w:left="709"/>
      </w:pPr>
      <w:r>
        <w:t xml:space="preserve">manter-se durante o horário de trabalho devidamente uniformizado e alinhado, identificado e com a apresentação pessoal em perfeitas condições de visualização. </w:t>
      </w:r>
    </w:p>
    <w:p w14:paraId="1FC4B9CB" w14:textId="77777777" w:rsidR="00577072" w:rsidRDefault="00186F69" w:rsidP="00F62471">
      <w:pPr>
        <w:pStyle w:val="TRN4"/>
        <w:ind w:left="709"/>
      </w:pPr>
      <w:r>
        <w:t xml:space="preserve">permanecer em pé, em posição de alerta, tendo especial atenção quando lhe dirigirem a palavra ou por ele passarem autoridades. </w:t>
      </w:r>
    </w:p>
    <w:p w14:paraId="010D42EC" w14:textId="77777777" w:rsidR="0000282F" w:rsidRDefault="00186F69" w:rsidP="00F62471">
      <w:pPr>
        <w:pStyle w:val="TRN4"/>
        <w:ind w:left="709"/>
      </w:pPr>
      <w:r>
        <w:t xml:space="preserve">orientar e encaminhar o público, prestando as devidas informações. </w:t>
      </w:r>
    </w:p>
    <w:p w14:paraId="7951D081" w14:textId="77777777" w:rsidR="00B712E5" w:rsidRDefault="00186F69" w:rsidP="00F62471">
      <w:pPr>
        <w:pStyle w:val="TRN4"/>
        <w:ind w:left="709"/>
      </w:pPr>
      <w:r>
        <w:t xml:space="preserve">prestar auxílio aos servidores ou às pessoas devidamente autorizadas, que venham a ingressar no complexo de edifícios do TCDF nos dias não úteis e fora do expediente desta Corte de Contas. </w:t>
      </w:r>
    </w:p>
    <w:p w14:paraId="6986BE24" w14:textId="77777777" w:rsidR="00BF3950" w:rsidRDefault="00186F69" w:rsidP="00F62471">
      <w:pPr>
        <w:pStyle w:val="TRN4"/>
        <w:ind w:left="709"/>
      </w:pPr>
      <w:r>
        <w:t xml:space="preserve">executar outros serviços que se fizerem necessários, dentro dos preceitos que regulam o exercício das atividades dos vigilantes. </w:t>
      </w:r>
    </w:p>
    <w:p w14:paraId="41875EDD" w14:textId="77777777" w:rsidR="000014D7" w:rsidRDefault="00186F69" w:rsidP="000014D7">
      <w:pPr>
        <w:pStyle w:val="TRN4"/>
        <w:ind w:left="709"/>
      </w:pPr>
      <w:r>
        <w:t xml:space="preserve">controlar, de acordo com regulamentação definida pelo Tribunal, a entrada e a saída de veículos dos estacionamentos privativos e garagem deste TCDF. </w:t>
      </w:r>
    </w:p>
    <w:p w14:paraId="0740667C" w14:textId="1EF7F2EF" w:rsidR="00BF3950" w:rsidRDefault="000014D7" w:rsidP="008E173B">
      <w:pPr>
        <w:pStyle w:val="TRN4"/>
        <w:ind w:left="709"/>
      </w:pPr>
      <w:r w:rsidRPr="00654897">
        <w:t xml:space="preserve">operar o circuito fechado de TV (CFTV) de propriedade do TCDF visando o monitoramento de qualquer ocorrência ou fatos indicadores de risco à segurança das dependências do TCDF, tais como: alterações na rotina, aglomerações, fatos suspeitos, sinistros ou anormalidades, incêndio, invasão, aparecimento de elementos estranhos ao serviço, ou qualquer indício de comprometimento da segurança de pessoas ou do patrimônio da Instituição, acionando o executor do contrato, quando o fato exigir a intervenção ou o conhecimento por parte deste, sem prejuízo das medidas que tenha que adotar para informar à sua supervisão direta na sua empresa de origem. O Vigilante alocado nessa atividade deve responsabilizar-se pelo bom uso dos equipamentos de CFTV, bem como pela guarda dos arquivos de imagem gerados durante seu turno, observando as características técnicas do equipamento e informando qualquer alteração no funcionamento </w:t>
      </w:r>
      <w:proofErr w:type="gramStart"/>
      <w:r w:rsidRPr="00654897">
        <w:t>do mesmo</w:t>
      </w:r>
      <w:proofErr w:type="gramEnd"/>
      <w:r w:rsidRPr="00654897">
        <w:t>.</w:t>
      </w:r>
      <w:r>
        <w:t xml:space="preserve"> </w:t>
      </w:r>
    </w:p>
    <w:p w14:paraId="63B2DCD9" w14:textId="4F7DF8A9" w:rsidR="00C22F4F" w:rsidRDefault="00C22F4F" w:rsidP="00C22F4F">
      <w:pPr>
        <w:pStyle w:val="TRN2"/>
        <w:ind w:left="426"/>
      </w:pPr>
      <w:r w:rsidRPr="00C22F4F">
        <w:t xml:space="preserve">PARA O POSTO DE </w:t>
      </w:r>
      <w:r w:rsidR="00E370B7">
        <w:t>SUPERVISOR DE VIGILÂNCIA</w:t>
      </w:r>
      <w:r w:rsidRPr="00C22F4F">
        <w:t xml:space="preserve"> </w:t>
      </w:r>
    </w:p>
    <w:p w14:paraId="56063942" w14:textId="153DC6B8" w:rsidR="00CD4416" w:rsidRDefault="00C22F4F" w:rsidP="00C22F4F">
      <w:pPr>
        <w:pStyle w:val="TRN3"/>
        <w:ind w:left="567"/>
      </w:pPr>
      <w:r w:rsidRPr="00C22F4F">
        <w:t xml:space="preserve">O profissional lotado no posto de Encarregado de Segurança exercerá as atividades, listadas a seguir, relativas aos serviços previstos </w:t>
      </w:r>
      <w:r w:rsidRPr="00707EA5">
        <w:t xml:space="preserve">para o </w:t>
      </w:r>
      <w:r w:rsidR="00CD4416" w:rsidRPr="00707EA5">
        <w:t>ITEM 1</w:t>
      </w:r>
      <w:r w:rsidR="00707EA5">
        <w:t>,</w:t>
      </w:r>
      <w:r w:rsidR="00CD4416" w:rsidRPr="00707EA5">
        <w:t xml:space="preserve"> ITEM 2</w:t>
      </w:r>
      <w:r w:rsidR="00707EA5" w:rsidRPr="00707EA5">
        <w:t xml:space="preserve"> e ITE</w:t>
      </w:r>
      <w:r w:rsidR="00707EA5">
        <w:t>M 3</w:t>
      </w:r>
      <w:r w:rsidRPr="00C22F4F">
        <w:t xml:space="preserve">, a saber: </w:t>
      </w:r>
    </w:p>
    <w:p w14:paraId="3D233C9C" w14:textId="77777777" w:rsidR="00463994" w:rsidRDefault="00C22F4F" w:rsidP="00CD4416">
      <w:pPr>
        <w:pStyle w:val="TRN4"/>
        <w:ind w:left="709"/>
      </w:pPr>
      <w:r w:rsidRPr="00C22F4F">
        <w:lastRenderedPageBreak/>
        <w:t>coordenar e fiscalizar os serviços de vigilância patrimonial, seguindo as</w:t>
      </w:r>
      <w:r w:rsidR="00463994">
        <w:t xml:space="preserve"> orientações da administração, inclusive quanto ao cumprimento das normas e de Segurança e Medicina do Trabalho;</w:t>
      </w:r>
    </w:p>
    <w:p w14:paraId="59764748" w14:textId="77777777" w:rsidR="0098683A" w:rsidRDefault="00463994" w:rsidP="00CD4416">
      <w:pPr>
        <w:pStyle w:val="TRN4"/>
        <w:ind w:left="709"/>
      </w:pPr>
      <w:r>
        <w:t xml:space="preserve">responsabilizar-se pelo bom andamento dos serviços de vigilância, permanecendo no local do trabalho durante a jornada prevista; </w:t>
      </w:r>
    </w:p>
    <w:p w14:paraId="63527806" w14:textId="77777777" w:rsidR="004B20B4" w:rsidRDefault="00463994" w:rsidP="00CD4416">
      <w:pPr>
        <w:pStyle w:val="TRN4"/>
        <w:ind w:left="709"/>
      </w:pPr>
      <w:r>
        <w:t xml:space="preserve">promover o controle da frequência e assiduidade dos profissionais alocados nos postos de serviço; </w:t>
      </w:r>
    </w:p>
    <w:p w14:paraId="079AE4A5" w14:textId="77777777" w:rsidR="004B20B4" w:rsidRDefault="00463994" w:rsidP="00CD4416">
      <w:pPr>
        <w:pStyle w:val="TRN4"/>
        <w:ind w:left="709"/>
      </w:pPr>
      <w:r>
        <w:t xml:space="preserve">reportar-se, quando houver necessidade, ao executor do contrato, responsável pelo acompanhamento e fiscalização de execução dos serviços; </w:t>
      </w:r>
    </w:p>
    <w:p w14:paraId="3B64C873" w14:textId="77777777" w:rsidR="004B20B4" w:rsidRDefault="00463994" w:rsidP="00CD4416">
      <w:pPr>
        <w:pStyle w:val="TRN4"/>
        <w:ind w:left="709"/>
      </w:pPr>
      <w:r>
        <w:t xml:space="preserve">tomar as providências pertinentes para que sejam corrigidas todas as falhas detectadas; </w:t>
      </w:r>
    </w:p>
    <w:p w14:paraId="4F474D57" w14:textId="77777777" w:rsidR="004B20B4" w:rsidRDefault="00463994" w:rsidP="00CD4416">
      <w:pPr>
        <w:pStyle w:val="TRN4"/>
        <w:ind w:left="709"/>
      </w:pPr>
      <w:r>
        <w:t xml:space="preserve">definir e controlar os horários de intervalos para refeição dos profissionais alocados nos postos de serviço, observadas as demais disposições normativas que regem o assunto; </w:t>
      </w:r>
    </w:p>
    <w:p w14:paraId="539104EF" w14:textId="77777777" w:rsidR="004B20B4" w:rsidRDefault="00463994" w:rsidP="00CD4416">
      <w:pPr>
        <w:pStyle w:val="TRN4"/>
        <w:ind w:left="709"/>
      </w:pPr>
      <w:r>
        <w:t xml:space="preserve">cuidar da disciplina; </w:t>
      </w:r>
    </w:p>
    <w:p w14:paraId="748A51E7" w14:textId="77777777" w:rsidR="004B20B4" w:rsidRDefault="00463994" w:rsidP="00CD4416">
      <w:pPr>
        <w:pStyle w:val="TRN4"/>
        <w:ind w:left="709"/>
      </w:pPr>
      <w:r>
        <w:t xml:space="preserve">verificar a apresentação individual dos empregados, inclusive no que diz respeito à higiene pessoal (barba, cabelo, </w:t>
      </w:r>
      <w:proofErr w:type="gramStart"/>
      <w:r>
        <w:t>unhas, etc.</w:t>
      </w:r>
      <w:proofErr w:type="gramEnd"/>
      <w:r>
        <w:t xml:space="preserve">); </w:t>
      </w:r>
    </w:p>
    <w:p w14:paraId="736C8020" w14:textId="77777777" w:rsidR="00D4640F" w:rsidRDefault="00463994" w:rsidP="00CD4416">
      <w:pPr>
        <w:pStyle w:val="TRN4"/>
        <w:ind w:left="709"/>
      </w:pPr>
      <w:r>
        <w:t xml:space="preserve">evitar confronto, de qualquer natureza, entre os profissionais alocados nos postos de trabalho e os visitantes do Tribunal, buscando, em caso de dúvida, esclarecimentos e orientações com a fiscalização do CONTRATANTE; </w:t>
      </w:r>
    </w:p>
    <w:p w14:paraId="17FD58EC" w14:textId="77777777" w:rsidR="00D4640F" w:rsidRDefault="00463994" w:rsidP="00CD4416">
      <w:pPr>
        <w:pStyle w:val="TRN4"/>
        <w:ind w:left="709"/>
      </w:pPr>
      <w:r>
        <w:t xml:space="preserve">conhecer as missões de cada posto de trabalho; </w:t>
      </w:r>
    </w:p>
    <w:p w14:paraId="09580974" w14:textId="77777777" w:rsidR="00D4640F" w:rsidRDefault="00463994" w:rsidP="00CD4416">
      <w:pPr>
        <w:pStyle w:val="TRN4"/>
        <w:ind w:left="709"/>
      </w:pPr>
      <w:r>
        <w:t xml:space="preserve">promover o recolhimento de qualquer objeto e/ou valores encontrados nas dependências do CONTRATANTE, providenciado imediata remessa à fiscalização, com o devido registro; </w:t>
      </w:r>
    </w:p>
    <w:p w14:paraId="7E7C7919" w14:textId="77777777" w:rsidR="00095B79" w:rsidRDefault="00463994" w:rsidP="00CD4416">
      <w:pPr>
        <w:pStyle w:val="TRN4"/>
        <w:ind w:left="709"/>
      </w:pPr>
      <w:r>
        <w:t xml:space="preserve">fornecer aos empregados da CONTRATADA as instruções para o pleno conhecimento de suas atribuições, deveres e responsabilidades; </w:t>
      </w:r>
    </w:p>
    <w:p w14:paraId="1C33BF3D" w14:textId="77777777" w:rsidR="00095B79" w:rsidRDefault="00463994" w:rsidP="00CD4416">
      <w:pPr>
        <w:pStyle w:val="TRN4"/>
        <w:ind w:left="709"/>
      </w:pPr>
      <w:r>
        <w:t xml:space="preserve">adotar todas as providências ao seu alcance para que o serviço transcorra dentro da normalidade, obedecidas às normas regulamentadores e os padrões de conduta; </w:t>
      </w:r>
    </w:p>
    <w:p w14:paraId="7EEA4D1C" w14:textId="77777777" w:rsidR="00095B79" w:rsidRDefault="00463994" w:rsidP="00CD4416">
      <w:pPr>
        <w:pStyle w:val="TRN4"/>
        <w:ind w:left="709"/>
      </w:pPr>
      <w:r>
        <w:t xml:space="preserve">registrar em livro de ocorrência os principais fatos do dia; </w:t>
      </w:r>
    </w:p>
    <w:p w14:paraId="73EF9766" w14:textId="77777777" w:rsidR="00F4460F" w:rsidRDefault="00463994" w:rsidP="00CD4416">
      <w:pPr>
        <w:pStyle w:val="TRN4"/>
        <w:ind w:left="709"/>
      </w:pPr>
      <w:r>
        <w:t>estar à disposição dos profissionais alocados nos postos de trabalho, sempre que necessário, visando resolver os problemas relativos ao trabalho;</w:t>
      </w:r>
      <w:r w:rsidR="00F4460F" w:rsidRPr="00F4460F">
        <w:t xml:space="preserve"> </w:t>
      </w:r>
    </w:p>
    <w:p w14:paraId="7AC70459" w14:textId="77777777" w:rsidR="00F4460F" w:rsidRDefault="00F4460F" w:rsidP="00CD4416">
      <w:pPr>
        <w:pStyle w:val="TRN4"/>
        <w:ind w:left="709"/>
      </w:pPr>
      <w:r>
        <w:t xml:space="preserve">inspecionar, diariamente, os equipamentos utilizados pelos empregados; </w:t>
      </w:r>
    </w:p>
    <w:p w14:paraId="156A90B6" w14:textId="77777777" w:rsidR="00F4460F" w:rsidRDefault="00F4460F" w:rsidP="00CD4416">
      <w:pPr>
        <w:pStyle w:val="TRN4"/>
        <w:ind w:left="709"/>
      </w:pPr>
      <w:r>
        <w:lastRenderedPageBreak/>
        <w:t xml:space="preserve">fiscalizar a adequada utilização dos sistemas disponibilizados pelo CONTRATANTE para a execução dos serviços; </w:t>
      </w:r>
    </w:p>
    <w:p w14:paraId="13A262ED" w14:textId="77777777" w:rsidR="00F4460F" w:rsidRDefault="00F4460F" w:rsidP="00CD4416">
      <w:pPr>
        <w:pStyle w:val="TRN4"/>
        <w:ind w:left="709"/>
      </w:pPr>
      <w:r>
        <w:t xml:space="preserve">prestar todos os esclarecimentos que lhe forem solicitados pela fiscalização do contrato; </w:t>
      </w:r>
    </w:p>
    <w:p w14:paraId="147FA818" w14:textId="77777777" w:rsidR="00F4460F" w:rsidRDefault="00F4460F" w:rsidP="00CD4416">
      <w:pPr>
        <w:pStyle w:val="TRN4"/>
        <w:ind w:left="709"/>
      </w:pPr>
      <w:r>
        <w:t>estar apto a esclarecer as questões relacionadas às faturas dos serviços prestados;</w:t>
      </w:r>
    </w:p>
    <w:p w14:paraId="22461D70" w14:textId="77777777" w:rsidR="002C7311" w:rsidRDefault="00F4460F" w:rsidP="00CD4416">
      <w:pPr>
        <w:pStyle w:val="TRN4"/>
        <w:ind w:left="709"/>
      </w:pPr>
      <w:r>
        <w:t>receber solicitações e comunicações relacionadas ao serviço e solucioná-las;</w:t>
      </w:r>
    </w:p>
    <w:p w14:paraId="5C385AE8" w14:textId="3AA7889E" w:rsidR="00654897" w:rsidRPr="00654897" w:rsidRDefault="00F4460F" w:rsidP="00654897">
      <w:pPr>
        <w:pStyle w:val="TRN4"/>
        <w:ind w:left="709"/>
      </w:pPr>
      <w:r>
        <w:t xml:space="preserve">atuar como PREPOSTO da </w:t>
      </w:r>
      <w:r w:rsidRPr="0063719F">
        <w:t xml:space="preserve">CONTRATADA para </w:t>
      </w:r>
      <w:r w:rsidR="0063719F" w:rsidRPr="0063719F">
        <w:t>o</w:t>
      </w:r>
      <w:r w:rsidR="000014D7" w:rsidRPr="0063719F">
        <w:t xml:space="preserve"> ITEM 1</w:t>
      </w:r>
      <w:r w:rsidR="0063719F" w:rsidRPr="0063719F">
        <w:t>,</w:t>
      </w:r>
      <w:r w:rsidR="000014D7" w:rsidRPr="0063719F">
        <w:t xml:space="preserve"> ITEM 2 </w:t>
      </w:r>
      <w:r w:rsidR="0063719F" w:rsidRPr="0063719F">
        <w:t>e</w:t>
      </w:r>
      <w:r w:rsidR="000014D7" w:rsidRPr="0063719F">
        <w:t xml:space="preserve"> ITEM 3</w:t>
      </w:r>
      <w:r>
        <w:t>, investido de poderes para solucionar qualquer ocorrência relacionada ao fiel cumprimento do Contrato, de acordo com art. 68 da lei n° 8.666/93; 3.8.2.1.22. realizar outras atividades de mesma natureza profissional e grau de complexidade inerentes ao posto de Encarregado de Segurança;</w:t>
      </w:r>
      <w:r w:rsidR="00654897" w:rsidRPr="00654897">
        <w:rPr>
          <w:highlight w:val="yellow"/>
        </w:rPr>
        <w:t xml:space="preserve"> </w:t>
      </w:r>
    </w:p>
    <w:p w14:paraId="61F1EF44" w14:textId="77777777" w:rsidR="007C0DC9" w:rsidRDefault="007C0DC9" w:rsidP="007C0DC9">
      <w:pPr>
        <w:pStyle w:val="TRN2"/>
        <w:ind w:left="426"/>
      </w:pPr>
      <w:r>
        <w:t>PARA OS POSTOS DE AGENTE DE SEGURANÇA PESSOAL</w:t>
      </w:r>
    </w:p>
    <w:p w14:paraId="252B18A3" w14:textId="163D4105" w:rsidR="005A49E1" w:rsidRDefault="007C0DC9" w:rsidP="007C0DC9">
      <w:pPr>
        <w:pStyle w:val="TRN3"/>
      </w:pPr>
      <w:r>
        <w:t xml:space="preserve">As atividades previstas para os profissionais lotados nos postos de Agente de Segurança </w:t>
      </w:r>
      <w:r w:rsidRPr="0063719F">
        <w:t>Pessoal (</w:t>
      </w:r>
      <w:r w:rsidR="005A49E1" w:rsidRPr="0063719F">
        <w:t xml:space="preserve">ITEM </w:t>
      </w:r>
      <w:r w:rsidR="0063719F" w:rsidRPr="0063719F">
        <w:t>3</w:t>
      </w:r>
      <w:r w:rsidRPr="0063719F">
        <w:t>) são</w:t>
      </w:r>
      <w:r>
        <w:t xml:space="preserve">: </w:t>
      </w:r>
    </w:p>
    <w:p w14:paraId="402271B2" w14:textId="77777777" w:rsidR="00C16B7A" w:rsidRDefault="007C0DC9" w:rsidP="005A49E1">
      <w:pPr>
        <w:pStyle w:val="TRN4"/>
      </w:pPr>
      <w:r>
        <w:t xml:space="preserve">zelar pela integridade física das pessoas escoltadas e pela preservação dos bens do CONTRATANTE que eventualmente estiverem sob sua guarda; </w:t>
      </w:r>
    </w:p>
    <w:p w14:paraId="01536917" w14:textId="77777777" w:rsidR="00C16B7A" w:rsidRDefault="007C0DC9" w:rsidP="005A49E1">
      <w:pPr>
        <w:pStyle w:val="TRN4"/>
      </w:pPr>
      <w:r>
        <w:t xml:space="preserve">escoltar o dignitário fora das dependências do CONTRATANTE, quer em veículos oficiais quer em outros veículos, sempre que as circunstâncias o exigirem; </w:t>
      </w:r>
    </w:p>
    <w:p w14:paraId="6BAE144E" w14:textId="77777777" w:rsidR="00C16B7A" w:rsidRDefault="007C0DC9" w:rsidP="005A49E1">
      <w:pPr>
        <w:pStyle w:val="TRN4"/>
      </w:pPr>
      <w:r>
        <w:t>utilizar o armamento em estrita obediência às Leis e aos regulamentos vigentes, única e exclusivamente, em legítima defesa ou estado de necessidade própria ou de terceiros, para preservar a integridade física de Autoridades que estejam nas dependências do CONTRATANTE ou sob sua escolta e/ou responsabilidade, buscando cessar ou conter a injusta agressão;</w:t>
      </w:r>
    </w:p>
    <w:p w14:paraId="683B9AC6" w14:textId="77777777" w:rsidR="00F9197D" w:rsidRDefault="007C0DC9" w:rsidP="005A49E1">
      <w:pPr>
        <w:pStyle w:val="TRN4"/>
      </w:pPr>
      <w:r>
        <w:t xml:space="preserve">quando necessário for o emprego da força contra pessoas ou coisas, nos casos mencionados acima, a ação deve obedecer aos dispositivos legais vigentes, visando repelir o perigo ou a agressão, sempre com a exação suficiente para não prejudicar terceiros ou seus bens; </w:t>
      </w:r>
    </w:p>
    <w:p w14:paraId="1DB183A2" w14:textId="77777777" w:rsidR="007E5C5C" w:rsidRDefault="007C0DC9" w:rsidP="005A49E1">
      <w:pPr>
        <w:pStyle w:val="TRN4"/>
      </w:pPr>
      <w:r>
        <w:t>promover ações preventivas e proativas relacionadas à segurança das Autoridades do CONTRATANTE, em situações normais, e prestar-lhes apoio em</w:t>
      </w:r>
      <w:r w:rsidR="007E5C5C" w:rsidRPr="007E5C5C">
        <w:t xml:space="preserve"> </w:t>
      </w:r>
      <w:proofErr w:type="gramStart"/>
      <w:r w:rsidR="007E5C5C">
        <w:t>situações de emergência</w:t>
      </w:r>
      <w:proofErr w:type="gramEnd"/>
      <w:r w:rsidR="007E5C5C">
        <w:t xml:space="preserve"> e de risco, inclusive diligenciando junto aos órgãos competentes de segurança pública, para garantir a sua incolumidade, além de cumprir as demais determinações que o </w:t>
      </w:r>
      <w:r w:rsidR="007E5C5C">
        <w:lastRenderedPageBreak/>
        <w:t xml:space="preserve">Chefe do Serviço de Segurança e Apoio Operacional (SESOP) lhes impuser visando o mesmo fim; </w:t>
      </w:r>
    </w:p>
    <w:p w14:paraId="0A8B29BC" w14:textId="77777777" w:rsidR="00A22AE0" w:rsidRDefault="007E5C5C" w:rsidP="005A49E1">
      <w:pPr>
        <w:pStyle w:val="TRN4"/>
      </w:pPr>
      <w:r>
        <w:t xml:space="preserve">manter-se </w:t>
      </w:r>
      <w:r w:rsidRPr="00407AF1">
        <w:t>atento aos visitantes e, havendo alguma</w:t>
      </w:r>
      <w:r>
        <w:t xml:space="preserve"> suspeita, abordar de forma educada visando averiguar a real situação; </w:t>
      </w:r>
    </w:p>
    <w:p w14:paraId="4689DF77" w14:textId="77777777" w:rsidR="00961A1E" w:rsidRDefault="007E5C5C" w:rsidP="005A49E1">
      <w:pPr>
        <w:pStyle w:val="TRN4"/>
      </w:pPr>
      <w:r>
        <w:t xml:space="preserve">interromper serviços e terceiros não-autorizados a acessar as dependências do local do posto de serviço, realizando as devidas comunicações, caso haja necessidade; </w:t>
      </w:r>
    </w:p>
    <w:p w14:paraId="77DC09F1" w14:textId="77777777" w:rsidR="00961A1E" w:rsidRDefault="007E5C5C" w:rsidP="005A49E1">
      <w:pPr>
        <w:pStyle w:val="TRN4"/>
      </w:pPr>
      <w:r>
        <w:t xml:space="preserve">proibir qualquer aglomeração de pessoas no posto, comunicando o fato ao preposto e à fiscalização do CONTRATANTE, no caso de desobediência; </w:t>
      </w:r>
    </w:p>
    <w:p w14:paraId="4BE8D79A" w14:textId="77777777" w:rsidR="00961A1E" w:rsidRDefault="007E5C5C" w:rsidP="005A49E1">
      <w:pPr>
        <w:pStyle w:val="TRN4"/>
      </w:pPr>
      <w:r>
        <w:t xml:space="preserve">receber de maneira polida e educada os visitantes e prestadores de serviços previamente autorizados, informando-os e orientando-os sempre que solicitado, dirigindo-os, rapidamente, ao local pretendido; </w:t>
      </w:r>
    </w:p>
    <w:p w14:paraId="7D952BF8" w14:textId="77777777" w:rsidR="00AC705A" w:rsidRDefault="007E5C5C" w:rsidP="005A49E1">
      <w:pPr>
        <w:pStyle w:val="TRN4"/>
      </w:pPr>
      <w:r>
        <w:t xml:space="preserve">acionar a companhia de polícia militar, responsável pela área que compreende o posto instalado, e a fiscalização do ajuste, sempre que constatada aglomeração, permanência de pessoas nas imediações dos postos, ações de depredação e/ou possibilidade de invasão, bem como quando da presença de delinquentes, outros suspeitos e demais ocorrências, que possam trazer quaisquer tipos de risco; </w:t>
      </w:r>
    </w:p>
    <w:p w14:paraId="2BC2C379" w14:textId="77777777" w:rsidR="00AF1A3D" w:rsidRDefault="007E5C5C" w:rsidP="005A49E1">
      <w:pPr>
        <w:pStyle w:val="TRN4"/>
      </w:pPr>
      <w:r>
        <w:t xml:space="preserve">não permitir o acesso ou a entrada de pessoa que se negue à identificação regulamentar, salvo por decisão e/ou autorização expressa do CONTRATANTE; </w:t>
      </w:r>
    </w:p>
    <w:p w14:paraId="7C700E31" w14:textId="77777777" w:rsidR="009C709A" w:rsidRDefault="007E5C5C" w:rsidP="005A49E1">
      <w:pPr>
        <w:pStyle w:val="TRN4"/>
      </w:pPr>
      <w:r>
        <w:t xml:space="preserve">realizar vistoria regular do posto de trabalho, a fim de verificar a existência de objetos abandonados e, quando for encontrado algo considerado suspeito, adotar as providências preventivas de segurança recomendadas pelo CONTRATANTE; </w:t>
      </w:r>
    </w:p>
    <w:p w14:paraId="0989E146" w14:textId="77777777" w:rsidR="009C709A" w:rsidRDefault="007E5C5C" w:rsidP="005A49E1">
      <w:pPr>
        <w:pStyle w:val="TRN4"/>
      </w:pPr>
      <w:bookmarkStart w:id="7" w:name="_Hlk203468516"/>
      <w:r>
        <w:t>auxiliar nas atividades de prevenção e combate a incêndios, ou em outros sinistros, segundo orientações especificas, visando à segurança física das Autoridades;</w:t>
      </w:r>
    </w:p>
    <w:bookmarkEnd w:id="7"/>
    <w:p w14:paraId="74CF6460" w14:textId="77777777" w:rsidR="009C709A" w:rsidRDefault="007E5C5C" w:rsidP="005A49E1">
      <w:pPr>
        <w:pStyle w:val="TRN4"/>
      </w:pPr>
      <w:r>
        <w:t xml:space="preserve">deter pessoas consideradas suspeitas; </w:t>
      </w:r>
    </w:p>
    <w:p w14:paraId="49A35A41" w14:textId="77777777" w:rsidR="00BB69F6" w:rsidRDefault="007E5C5C" w:rsidP="005A49E1">
      <w:pPr>
        <w:pStyle w:val="TRN4"/>
      </w:pPr>
      <w:bookmarkStart w:id="8" w:name="_Hlk203468581"/>
      <w:r>
        <w:t xml:space="preserve">controlar eventualmente entradas e saídas de materiais e equipamentos, relacionados aos serviços de segurança pessoal, exigindo sempre as respectivas autorizações fornecidas pelo setor competente; </w:t>
      </w:r>
    </w:p>
    <w:bookmarkEnd w:id="8"/>
    <w:p w14:paraId="5086DAC5" w14:textId="77777777" w:rsidR="00BB69F6" w:rsidRDefault="007E5C5C" w:rsidP="005A49E1">
      <w:pPr>
        <w:pStyle w:val="TRN4"/>
      </w:pPr>
      <w:r>
        <w:t>na ocorrência de desaparecimento de material, comunicar o fato</w:t>
      </w:r>
      <w:r w:rsidR="00BB69F6" w:rsidRPr="00BB69F6">
        <w:t xml:space="preserve"> </w:t>
      </w:r>
      <w:r w:rsidR="00BB69F6">
        <w:t xml:space="preserve">imediatamente ao chefe do Serviço de Segurança e Apoio Operacional, lavrando posteriormente a ocorrência por escrito; </w:t>
      </w:r>
    </w:p>
    <w:p w14:paraId="572EEFB8" w14:textId="1C6C7CF5" w:rsidR="001F46B8" w:rsidRPr="001F46B8" w:rsidRDefault="00BB69F6" w:rsidP="006D64CC">
      <w:pPr>
        <w:pStyle w:val="TRN4"/>
      </w:pPr>
      <w:r>
        <w:lastRenderedPageBreak/>
        <w:t>em caso de roubo, furto, incêndio, rompimento de tubulação de água ou falta de energia e outros sinistros, comunicar ao preposto e, na impossibilidade desse, ao fiscal do contrato, para as providências cabíveis;</w:t>
      </w:r>
    </w:p>
    <w:p w14:paraId="195BE1F2" w14:textId="77777777" w:rsidR="002D0D88" w:rsidRPr="002D0D88" w:rsidRDefault="00294E1C" w:rsidP="002D0D88">
      <w:pPr>
        <w:pStyle w:val="TRN1"/>
      </w:pPr>
      <w:r w:rsidRPr="002D0D88">
        <w:rPr>
          <w:b/>
        </w:rPr>
        <w:t>LOCAL DA REALIZAÇÃO DOS SERVIÇOS</w:t>
      </w:r>
    </w:p>
    <w:p w14:paraId="3626F8D5" w14:textId="77777777" w:rsidR="004C5BB0" w:rsidRDefault="00294E1C" w:rsidP="004C5BB0">
      <w:pPr>
        <w:pStyle w:val="TRN2"/>
        <w:ind w:left="567"/>
      </w:pPr>
      <w:r w:rsidRPr="001E78F5">
        <w:t xml:space="preserve">A prestação dos serviços objeto deste Instrumento ocorrerá nas dependências do complexo arquitetônico do Tribunal de Contas do Distrito Federal - TCDF, situado nos seguintes locais: </w:t>
      </w:r>
    </w:p>
    <w:p w14:paraId="562D5A33" w14:textId="2EEB1A8F" w:rsidR="00C643D9" w:rsidRPr="00367C7E" w:rsidRDefault="009E6292" w:rsidP="00B63795">
      <w:pPr>
        <w:pStyle w:val="TRN3"/>
      </w:pPr>
      <w:r w:rsidRPr="00367C7E">
        <w:t xml:space="preserve">ITEM 1 - </w:t>
      </w:r>
      <w:r w:rsidR="00294E1C" w:rsidRPr="00367C7E">
        <w:t>Palácio Costa e Silva, Praça Municipal, Lote 4, Eixo Monumental Norte, Brasília – DF, relativo aos edifícios Sede, Anexo e Biblioteca</w:t>
      </w:r>
      <w:r w:rsidR="00367C7E" w:rsidRPr="00367C7E">
        <w:t>, s</w:t>
      </w:r>
      <w:r w:rsidR="00294E1C" w:rsidRPr="00367C7E">
        <w:t>etor de Garagens Oficiais Norte (SGON), Quadra 01, Lote 226, Brasília-DF, relativo ao Edifício Garagem do TCDF.</w:t>
      </w:r>
    </w:p>
    <w:p w14:paraId="6278F7BB" w14:textId="58A54914" w:rsidR="00624610" w:rsidRPr="00367C7E" w:rsidRDefault="009E6292" w:rsidP="004C5BB0">
      <w:pPr>
        <w:pStyle w:val="TRN3"/>
      </w:pPr>
      <w:r w:rsidRPr="00367C7E">
        <w:t xml:space="preserve">ITEM </w:t>
      </w:r>
      <w:r w:rsidR="00367C7E" w:rsidRPr="00367C7E">
        <w:t>2</w:t>
      </w:r>
      <w:r w:rsidRPr="00367C7E">
        <w:t xml:space="preserve"> - </w:t>
      </w:r>
      <w:r w:rsidR="00390C19" w:rsidRPr="00367C7E">
        <w:t xml:space="preserve">nas residências das autoridades, localizadas no Distrito Federal, cujos endereços específicos, por razões de segurança, serão repassados para a CONTRATADA pelo Serviço de Segurança e Suporte Operacional (SESOP) </w:t>
      </w:r>
    </w:p>
    <w:p w14:paraId="791A1FEF" w14:textId="639F8D5D" w:rsidR="004C5BB0" w:rsidRDefault="00624610" w:rsidP="004C5BB0">
      <w:pPr>
        <w:pStyle w:val="TRN3"/>
      </w:pPr>
      <w:r w:rsidRPr="00367C7E">
        <w:t xml:space="preserve">ITEM </w:t>
      </w:r>
      <w:r w:rsidR="00367C7E" w:rsidRPr="00367C7E">
        <w:t>3</w:t>
      </w:r>
      <w:r w:rsidRPr="00367C7E">
        <w:t xml:space="preserve"> </w:t>
      </w:r>
      <w:r w:rsidR="009E6292" w:rsidRPr="00367C7E">
        <w:t xml:space="preserve">- </w:t>
      </w:r>
      <w:r w:rsidRPr="00367C7E">
        <w:t>móvel</w:t>
      </w:r>
      <w:r>
        <w:t xml:space="preserve"> de acordo com o deslocamento do dignitário (incluindo as dependências do TCDF, residências das Autoridades e demais locais de trânsito, dentro do Distrito Federal), haja vista a característica de segurança pessoal armada. </w:t>
      </w:r>
      <w:r w:rsidR="002D0D88">
        <w:t xml:space="preserve"> </w:t>
      </w:r>
    </w:p>
    <w:p w14:paraId="18BE6FAD" w14:textId="43020B20" w:rsidR="00294E1C" w:rsidRDefault="00294E1C" w:rsidP="004C5BB0">
      <w:pPr>
        <w:pStyle w:val="TRN2"/>
        <w:ind w:left="567"/>
      </w:pPr>
      <w:r w:rsidRPr="002D0D88">
        <w:t>A prestação dos serviços será realizada sob supervisão do Serviço de</w:t>
      </w:r>
      <w:r w:rsidR="00255929">
        <w:t xml:space="preserve"> </w:t>
      </w:r>
      <w:r w:rsidR="00CC37C0">
        <w:t>S</w:t>
      </w:r>
      <w:r w:rsidR="00255929">
        <w:t xml:space="preserve">egurança e </w:t>
      </w:r>
      <w:r w:rsidR="00CC37C0">
        <w:t>S</w:t>
      </w:r>
      <w:r w:rsidR="00255929">
        <w:t xml:space="preserve">erviços </w:t>
      </w:r>
      <w:proofErr w:type="gramStart"/>
      <w:r w:rsidR="00CC37C0">
        <w:t>O</w:t>
      </w:r>
      <w:r w:rsidR="00255929">
        <w:t>peracionais</w:t>
      </w:r>
      <w:r w:rsidR="004C5BB0">
        <w:t xml:space="preserve"> </w:t>
      </w:r>
      <w:r w:rsidRPr="002D0D88">
        <w:t xml:space="preserve"> do</w:t>
      </w:r>
      <w:proofErr w:type="gramEnd"/>
      <w:r w:rsidRPr="002D0D88">
        <w:t xml:space="preserve"> TCDF (SE</w:t>
      </w:r>
      <w:r w:rsidR="00255929">
        <w:t>SOP</w:t>
      </w:r>
      <w:r w:rsidRPr="002D0D88">
        <w:t xml:space="preserve">), telefone: (61) 3314-2109, e-mail: </w:t>
      </w:r>
      <w:r w:rsidR="005F0212">
        <w:t>caubi</w:t>
      </w:r>
      <w:r w:rsidRPr="002D0D88">
        <w:t xml:space="preserve">@tc.df.gov.br. </w:t>
      </w:r>
    </w:p>
    <w:p w14:paraId="01EEADB4" w14:textId="77777777" w:rsidR="00181434" w:rsidRPr="00181434" w:rsidRDefault="00181434" w:rsidP="001B2C2C">
      <w:pPr>
        <w:pStyle w:val="TRN1"/>
      </w:pPr>
      <w:r w:rsidRPr="00181434">
        <w:rPr>
          <w:b/>
          <w:bCs/>
        </w:rPr>
        <w:t>DA GESTÃO CONTRATUAL POR DESEMPENHO / RESULTADO</w:t>
      </w:r>
      <w:r>
        <w:rPr>
          <w:b/>
          <w:bCs/>
        </w:rPr>
        <w:t xml:space="preserve"> </w:t>
      </w:r>
    </w:p>
    <w:p w14:paraId="0D8085DD" w14:textId="77777777" w:rsidR="00AD1E9D" w:rsidRDefault="00181434" w:rsidP="007A3F11">
      <w:pPr>
        <w:pStyle w:val="TRN2"/>
        <w:ind w:left="567"/>
      </w:pPr>
      <w:r>
        <w:t>A</w:t>
      </w:r>
      <w:r w:rsidRPr="00181434">
        <w:t xml:space="preserve"> remuneração mensal final dos serviços executados pela CONTRATADA será variável de acordo o desempenho da contratada, nos termos do Instrumento de Medição de Resultados (IMR) estabelecido no Anexo XIII.</w:t>
      </w:r>
    </w:p>
    <w:p w14:paraId="5E3DBC5A" w14:textId="3507AF0A" w:rsidR="00181434" w:rsidRDefault="00AD1E9D" w:rsidP="007A3F11">
      <w:pPr>
        <w:pStyle w:val="TRN2"/>
        <w:ind w:left="567"/>
      </w:pPr>
      <w:r>
        <w:t>A</w:t>
      </w:r>
      <w:r w:rsidR="00181434" w:rsidRPr="00AD1E9D">
        <w:t xml:space="preserve"> CONTRATADA não poderá obter pontuação equivalente ao conceito ruim no Fator de Qualidade (FQ), conforme previsto no Instrumento de Medição de Resultados (IMR) – Anexo XIII do Edital, por três meses (consecutivos ou não), sob pena de aplicação das sanções previstas em contrato.</w:t>
      </w:r>
    </w:p>
    <w:p w14:paraId="1D2B43C7" w14:textId="55720BA9" w:rsidR="00B44B80" w:rsidRPr="00392D5E" w:rsidRDefault="009B7465" w:rsidP="00B44B80">
      <w:pPr>
        <w:pStyle w:val="TRN1"/>
        <w:rPr>
          <w:b/>
          <w:bCs/>
        </w:rPr>
      </w:pPr>
      <w:r>
        <w:rPr>
          <w:b/>
          <w:bCs/>
        </w:rPr>
        <w:t xml:space="preserve"> </w:t>
      </w:r>
      <w:r w:rsidR="00392D5E" w:rsidRPr="00392D5E">
        <w:rPr>
          <w:b/>
          <w:bCs/>
        </w:rPr>
        <w:t>D</w:t>
      </w:r>
      <w:r w:rsidR="00B44B80" w:rsidRPr="00392D5E">
        <w:rPr>
          <w:b/>
          <w:bCs/>
        </w:rPr>
        <w:t>A NATUREZA DO SERVIÇO</w:t>
      </w:r>
    </w:p>
    <w:p w14:paraId="300436DD" w14:textId="77777777" w:rsidR="00392D5E" w:rsidRDefault="00392D5E" w:rsidP="00EB3BDF">
      <w:pPr>
        <w:pStyle w:val="TRN2"/>
      </w:pPr>
      <w:r>
        <w:t>O</w:t>
      </w:r>
      <w:r w:rsidR="00B44B80" w:rsidRPr="00392D5E">
        <w:t xml:space="preserve">s serviços são de natureza continuada, pois são essenciais para apoio as atividades desenvolvidas pelos servidores e autoridades do TCDF, e configuram uma necessidade </w:t>
      </w:r>
      <w:r w:rsidR="00B44B80" w:rsidRPr="00392D5E">
        <w:lastRenderedPageBreak/>
        <w:t>permanente.</w:t>
      </w:r>
    </w:p>
    <w:p w14:paraId="68BE1FB9" w14:textId="77777777" w:rsidR="00392D5E" w:rsidRDefault="00392D5E" w:rsidP="00EA00C0">
      <w:pPr>
        <w:pStyle w:val="TRN2"/>
      </w:pPr>
      <w:r>
        <w:t>A</w:t>
      </w:r>
      <w:r w:rsidR="00B44B80" w:rsidRPr="00392D5E">
        <w:t>lém disso, os serviços ora especificados classificam-se como contínuos com regime de dedicação exclusiva de mão de obra, nos termos da definição contida no inciso XVI do art. 6º da Lei nº 14.133/2021.</w:t>
      </w:r>
    </w:p>
    <w:p w14:paraId="7DFC203B" w14:textId="6E4C83AB" w:rsidR="00B866BC" w:rsidRDefault="00392D5E" w:rsidP="00EA00C0">
      <w:pPr>
        <w:pStyle w:val="TRN2"/>
      </w:pPr>
      <w:r>
        <w:t>A</w:t>
      </w:r>
      <w:r w:rsidR="00B44B80" w:rsidRPr="00392D5E">
        <w:t xml:space="preserve"> contratação de empresa especializada se dará por um período inicial de 12 (doze) meses, podendo atingir o limite de 120 (cento e vinte) meses, conforme o art. 107 da Lei nº 14.133/2021, desde que comprovada na renovação a vantajosidade econômica na manutenção do contrato.</w:t>
      </w:r>
      <w:r w:rsidR="003F405A">
        <w:t xml:space="preserve"> </w:t>
      </w:r>
    </w:p>
    <w:p w14:paraId="7445F8B6" w14:textId="77777777" w:rsidR="003F405A" w:rsidRPr="003F405A" w:rsidRDefault="003F405A" w:rsidP="003F405A">
      <w:pPr>
        <w:pStyle w:val="TRN1"/>
        <w:rPr>
          <w:b/>
          <w:bCs/>
        </w:rPr>
      </w:pPr>
      <w:r w:rsidRPr="003F405A">
        <w:rPr>
          <w:b/>
          <w:bCs/>
        </w:rPr>
        <w:t>DO REGIME DE EXECUÇÃO</w:t>
      </w:r>
    </w:p>
    <w:p w14:paraId="05F370C4" w14:textId="7229CDF3" w:rsidR="003F405A" w:rsidRDefault="003F405A" w:rsidP="003F405A">
      <w:pPr>
        <w:pStyle w:val="TRN2"/>
      </w:pPr>
      <w:r>
        <w:t>O regime é de execução indireta, na forma empreitada por preço global, conforme art. 6º, inciso XXIX, da Lei nº 14.133/2021.</w:t>
      </w:r>
    </w:p>
    <w:tbl>
      <w:tblPr>
        <w:tblStyle w:val="Tabelacomgrade"/>
        <w:tblW w:w="10485" w:type="dxa"/>
        <w:shd w:val="clear" w:color="auto" w:fill="92D050"/>
        <w:tblLook w:val="04A0" w:firstRow="1" w:lastRow="0" w:firstColumn="1" w:lastColumn="0" w:noHBand="0" w:noVBand="1"/>
      </w:tblPr>
      <w:tblGrid>
        <w:gridCol w:w="10485"/>
      </w:tblGrid>
      <w:tr w:rsidR="00C25707" w:rsidRPr="001E78F5" w14:paraId="5B41069D" w14:textId="77777777" w:rsidTr="00FD7291">
        <w:tc>
          <w:tcPr>
            <w:tcW w:w="10485" w:type="dxa"/>
            <w:shd w:val="clear" w:color="auto" w:fill="92D050"/>
          </w:tcPr>
          <w:p w14:paraId="1EEF3E98" w14:textId="2786F6A2" w:rsidR="00C25707" w:rsidRPr="001E78F5" w:rsidRDefault="006E3F2C" w:rsidP="00FD7291">
            <w:pPr>
              <w:pStyle w:val="TRN0"/>
              <w:spacing w:before="120" w:after="120"/>
            </w:pPr>
            <w:r>
              <w:t>REQUISITOS PARA A CONTRATAÇÃO</w:t>
            </w:r>
          </w:p>
        </w:tc>
      </w:tr>
    </w:tbl>
    <w:p w14:paraId="68A7941E" w14:textId="77777777" w:rsidR="00C25707" w:rsidRDefault="00C25707" w:rsidP="00C25707">
      <w:pPr>
        <w:spacing w:after="236" w:line="359" w:lineRule="auto"/>
        <w:ind w:right="60"/>
        <w:jc w:val="both"/>
      </w:pPr>
    </w:p>
    <w:p w14:paraId="647385B6" w14:textId="77777777" w:rsidR="00EA3B83" w:rsidRDefault="00EA3B83" w:rsidP="00EA3B83">
      <w:pPr>
        <w:pStyle w:val="TRN1"/>
      </w:pPr>
      <w:r>
        <w:t>O licitante deverá apresentar a seguinte documentação para habilitação:</w:t>
      </w:r>
    </w:p>
    <w:p w14:paraId="68F3A598" w14:textId="77777777" w:rsidR="00054799" w:rsidRDefault="00EA3B83" w:rsidP="00081A38">
      <w:pPr>
        <w:pStyle w:val="TRN1"/>
        <w:numPr>
          <w:ilvl w:val="0"/>
          <w:numId w:val="9"/>
        </w:numPr>
        <w:ind w:left="1134"/>
      </w:pPr>
      <w:r>
        <w:t xml:space="preserve">relatório de consulta, realizada pelo próprio licitante, ou por delegação, ao Sistema de Cadastramento Unificado de Fornecedores – </w:t>
      </w:r>
      <w:r w:rsidRPr="00054799">
        <w:rPr>
          <w:b/>
          <w:bCs/>
        </w:rPr>
        <w:t>SICAF</w:t>
      </w:r>
      <w:r>
        <w:t xml:space="preserve"> –, em que conste a validade das regularidades fiscais e trabalhistas (habilitação parcial) na data de abertura do certame; </w:t>
      </w:r>
    </w:p>
    <w:p w14:paraId="401FDBF7" w14:textId="77777777" w:rsidR="00A8471F" w:rsidRDefault="00EA3B83" w:rsidP="00081A38">
      <w:pPr>
        <w:pStyle w:val="TRN1"/>
        <w:numPr>
          <w:ilvl w:val="0"/>
          <w:numId w:val="9"/>
        </w:numPr>
        <w:ind w:left="1134"/>
      </w:pPr>
      <w:r w:rsidRPr="00A8471F">
        <w:rPr>
          <w:b/>
          <w:bCs/>
        </w:rPr>
        <w:t>certidão Negativa de Débitos com a Fazenda do Distrito Federal</w:t>
      </w:r>
      <w:r>
        <w:t>, em conformidade com o art. 193 da Lei nº 5.172/1966 (Código Tributário Nacional), c/c o inc. XIII do art. 4º da Lei nº 10.520/2002 e art. 40, inc. V, do Decreto Federal nº 10.024/2019, recepcionado pelo Decreto Distrital nº 40.205/2019. Esta certidão será exigida se não estiver contemplada no SICAF.</w:t>
      </w:r>
    </w:p>
    <w:p w14:paraId="69F3FCDB" w14:textId="77777777" w:rsidR="00733187" w:rsidRDefault="00EA3B83" w:rsidP="00081A38">
      <w:pPr>
        <w:pStyle w:val="TRN1"/>
        <w:numPr>
          <w:ilvl w:val="0"/>
          <w:numId w:val="9"/>
        </w:numPr>
        <w:ind w:left="1134"/>
      </w:pPr>
      <w:r>
        <w:t xml:space="preserve"> </w:t>
      </w:r>
      <w:r w:rsidRPr="00733187">
        <w:rPr>
          <w:b/>
          <w:bCs/>
        </w:rPr>
        <w:t>registro comercial</w:t>
      </w:r>
      <w:r>
        <w:t xml:space="preserve">, no caso de empresário individual; ou </w:t>
      </w:r>
      <w:r w:rsidRPr="00733187">
        <w:rPr>
          <w:b/>
          <w:bCs/>
        </w:rPr>
        <w:t>ato constitutivo, estatuto ou contrato social em vigor</w:t>
      </w:r>
      <w:r>
        <w:t>, devidamente registrado, em se tratando de sociedades comerciais, e, no caso de sociedades por ações, acompanhado de documentos de eleição de seus administradores e alterações ou da consolidação respectiva;</w:t>
      </w:r>
    </w:p>
    <w:p w14:paraId="4E0B781D" w14:textId="77777777" w:rsidR="00733187" w:rsidRDefault="00EA3B83" w:rsidP="00081A38">
      <w:pPr>
        <w:pStyle w:val="TRN1"/>
        <w:numPr>
          <w:ilvl w:val="0"/>
          <w:numId w:val="9"/>
        </w:numPr>
        <w:ind w:left="1134"/>
      </w:pPr>
      <w:r>
        <w:t xml:space="preserve">certidão negativa de feitos sobre falência, recuperação judicial ou recuperação extrajudicial expedida por distribuidor da sede da pessoa jurídica, com data de expedição ou revalidação nos </w:t>
      </w:r>
      <w:r>
        <w:lastRenderedPageBreak/>
        <w:t xml:space="preserve">últimos 30 (trinta) dias que antecedem à sessão de abertura da licitação, caso o documento não consigne o seu prazo de validade; </w:t>
      </w:r>
    </w:p>
    <w:p w14:paraId="630DFAC7" w14:textId="77777777" w:rsidR="009B058E" w:rsidRDefault="00EA3B83" w:rsidP="00081A38">
      <w:pPr>
        <w:pStyle w:val="TRN1"/>
        <w:numPr>
          <w:ilvl w:val="1"/>
          <w:numId w:val="9"/>
        </w:numPr>
      </w:pPr>
      <w:r>
        <w:t>Será aceita certidão positiva de recuperação judicial ou extrajudicial, desde que acompanhada de comprovação de que o respectivo plano de recuperação foi acolhido judicialmente, na forma do art. 58, da Lei nº 11.101, de 09 de fevereiro de 2005.</w:t>
      </w:r>
    </w:p>
    <w:p w14:paraId="2CBD79C2" w14:textId="77777777" w:rsidR="004932A9" w:rsidRDefault="00EA3B83" w:rsidP="00081A38">
      <w:pPr>
        <w:pStyle w:val="TRN1"/>
        <w:numPr>
          <w:ilvl w:val="0"/>
          <w:numId w:val="9"/>
        </w:numPr>
      </w:pPr>
      <w:r>
        <w:t xml:space="preserve">atestado(s) de capacidade técnico-operacional ou Certidões que comprove(m) que a empresa tenha executado, ou que esteja executando os serviços listados abaixo, para órgão ou entidade da Administração Pública Direta ou Indireta, Federal, Estadual, Municipal ou do DF, ou ainda, para empresas privadas: </w:t>
      </w:r>
    </w:p>
    <w:p w14:paraId="53315156" w14:textId="54867AF9" w:rsidR="004E3A57" w:rsidRPr="004E3A57" w:rsidRDefault="004E3A57" w:rsidP="004E3A57">
      <w:pPr>
        <w:pStyle w:val="TRN1"/>
        <w:numPr>
          <w:ilvl w:val="0"/>
          <w:numId w:val="0"/>
        </w:numPr>
        <w:ind w:left="1412"/>
        <w:rPr>
          <w:color w:val="000000"/>
        </w:rPr>
      </w:pPr>
      <w:proofErr w:type="spellStart"/>
      <w:r w:rsidRPr="004E3A57">
        <w:rPr>
          <w:color w:val="000000"/>
        </w:rPr>
        <w:t>V.a</w:t>
      </w:r>
      <w:proofErr w:type="spellEnd"/>
      <w:r w:rsidRPr="004E3A57">
        <w:rPr>
          <w:color w:val="000000"/>
        </w:rPr>
        <w:t xml:space="preserve"> – a prestação de serviços terceirizados de vigilância patrimonial e segurança pessoal, com dedicação exclusiva de mão de obra, com a alocação de pelo menos 30 (trinta) postos de serviço nas dependências de terceiros;</w:t>
      </w:r>
      <w:r>
        <w:rPr>
          <w:color w:val="000000"/>
        </w:rPr>
        <w:t xml:space="preserve"> </w:t>
      </w:r>
      <w:r w:rsidRPr="004E3A57">
        <w:rPr>
          <w:color w:val="000000"/>
        </w:rPr>
        <w:t>e</w:t>
      </w:r>
    </w:p>
    <w:p w14:paraId="1FFDAB7E" w14:textId="260A3446" w:rsidR="004E3A57" w:rsidRPr="004E3A57" w:rsidRDefault="004E3A57" w:rsidP="004E3A57">
      <w:pPr>
        <w:pStyle w:val="TRN1"/>
        <w:numPr>
          <w:ilvl w:val="0"/>
          <w:numId w:val="0"/>
        </w:numPr>
        <w:ind w:left="1412"/>
        <w:rPr>
          <w:color w:val="000000"/>
        </w:rPr>
      </w:pPr>
      <w:proofErr w:type="spellStart"/>
      <w:r w:rsidRPr="004E3A57">
        <w:rPr>
          <w:color w:val="000000"/>
        </w:rPr>
        <w:t>IV.b</w:t>
      </w:r>
      <w:proofErr w:type="spellEnd"/>
      <w:r w:rsidRPr="004E3A57">
        <w:rPr>
          <w:color w:val="000000"/>
        </w:rPr>
        <w:t xml:space="preserve"> - Experiência mínima de 3 (três) anos na prestação de serviços terceirizados, ininterruptos ou não, até a data da sessão pública de abertura deste Pregão.</w:t>
      </w:r>
    </w:p>
    <w:p w14:paraId="134D87AA" w14:textId="77777777" w:rsidR="00D5444E" w:rsidRDefault="00EA3B83" w:rsidP="004E3A57">
      <w:pPr>
        <w:pStyle w:val="TRN1"/>
        <w:numPr>
          <w:ilvl w:val="2"/>
          <w:numId w:val="27"/>
        </w:numPr>
      </w:pPr>
      <w:r>
        <w:t>Deverá(</w:t>
      </w:r>
      <w:proofErr w:type="spellStart"/>
      <w:r>
        <w:t>ão</w:t>
      </w:r>
      <w:proofErr w:type="spellEnd"/>
      <w:r>
        <w:t>) constar, preferencialmente, do(s) atestado(s) ou certidão(</w:t>
      </w:r>
      <w:proofErr w:type="spellStart"/>
      <w:r>
        <w:t>ões</w:t>
      </w:r>
      <w:proofErr w:type="spellEnd"/>
      <w:r>
        <w:t>), os seguintes dados: data de início e término; local de execução; nome do CONTRATANTE e CONTRATADA; e especificações técnicas dos serviços;</w:t>
      </w:r>
    </w:p>
    <w:p w14:paraId="3F92C72E" w14:textId="77777777" w:rsidR="00D5444E" w:rsidRDefault="00EA3B83" w:rsidP="004E3A57">
      <w:pPr>
        <w:pStyle w:val="TRN1"/>
        <w:numPr>
          <w:ilvl w:val="2"/>
          <w:numId w:val="27"/>
        </w:numPr>
      </w:pPr>
      <w:r>
        <w:t>Será aceito o somatório de atestado(s) e/ou declaração(</w:t>
      </w:r>
      <w:proofErr w:type="spellStart"/>
      <w:r>
        <w:t>ões</w:t>
      </w:r>
      <w:proofErr w:type="spellEnd"/>
      <w:r>
        <w:t>) de períodos concomitantes para comprovar a capacidade técnica;</w:t>
      </w:r>
    </w:p>
    <w:p w14:paraId="11F625F5" w14:textId="30EA769C" w:rsidR="00EA3B83" w:rsidRDefault="00EA3B83" w:rsidP="004E3A57">
      <w:pPr>
        <w:pStyle w:val="TRN1"/>
        <w:numPr>
          <w:ilvl w:val="2"/>
          <w:numId w:val="27"/>
        </w:numPr>
      </w:pPr>
      <w:r>
        <w:t xml:space="preserve">O(s) </w:t>
      </w:r>
      <w:r w:rsidR="00850497">
        <w:t>atestado</w:t>
      </w:r>
      <w:r>
        <w:t>(s) de capacidade técnico-operacional deverá(</w:t>
      </w:r>
      <w:proofErr w:type="spellStart"/>
      <w:r>
        <w:t>ão</w:t>
      </w:r>
      <w:proofErr w:type="spellEnd"/>
      <w:r>
        <w:t xml:space="preserve">) referir-se a serviços prestados no âmbito da(s) atividade(s) econômica(s) principal ou secundária(s), especificada(s) no contrato social vigente ou no comprovante de inscrição e de situação cadastral junto à Receita Federal do Brasil (cartão CNPJ) da licitante. </w:t>
      </w:r>
    </w:p>
    <w:p w14:paraId="4037B14C" w14:textId="27358B89" w:rsidR="00EA3B83" w:rsidRDefault="00EA3B83" w:rsidP="004E3A57">
      <w:pPr>
        <w:pStyle w:val="TRN1"/>
        <w:numPr>
          <w:ilvl w:val="0"/>
          <w:numId w:val="27"/>
        </w:numPr>
      </w:pPr>
      <w:r>
        <w:t xml:space="preserve">declaração de vistoria ao local dos serviços emitida pelo próprio licitante ou de que assume os riscos da contratação sem a sua realização. A vistoria deverá ser feita no horário das 13h00 às 18h30, com </w:t>
      </w:r>
      <w:r>
        <w:lastRenderedPageBreak/>
        <w:t xml:space="preserve">agendamento prévio pelo telefone (61) 3314-2109 (Serviço de </w:t>
      </w:r>
      <w:r w:rsidR="007B4410">
        <w:t>Segurança e Serviços Operacionais</w:t>
      </w:r>
      <w:r>
        <w:t xml:space="preserve"> - S</w:t>
      </w:r>
      <w:r w:rsidR="007B4410">
        <w:t>ESOP</w:t>
      </w:r>
      <w:r>
        <w:t xml:space="preserve">); </w:t>
      </w:r>
    </w:p>
    <w:p w14:paraId="33997B17" w14:textId="01404AA1" w:rsidR="00EA3B83" w:rsidRDefault="00EA3B83" w:rsidP="004E3A57">
      <w:pPr>
        <w:pStyle w:val="TRN1"/>
        <w:numPr>
          <w:ilvl w:val="1"/>
          <w:numId w:val="27"/>
        </w:numPr>
      </w:pPr>
      <w:r>
        <w:t xml:space="preserve">Tendo em vista a faculdade de realizar a vistoria ao local dos serviços, a ausência de apresentação da declaração supracitada não implicará a desclassificação do licitante vencedor, entretanto ele não poderá alegar desconhecimento das condições e grau de dificuldade existentes, para eximir-se das obrigações assumidas; </w:t>
      </w:r>
    </w:p>
    <w:p w14:paraId="372133A1" w14:textId="58B05C9F" w:rsidR="004E3A57" w:rsidRPr="004E3A57" w:rsidRDefault="004E3A57" w:rsidP="004E3A57">
      <w:pPr>
        <w:pStyle w:val="PargrafodaLista"/>
        <w:numPr>
          <w:ilvl w:val="0"/>
          <w:numId w:val="27"/>
        </w:numPr>
        <w:spacing w:line="360" w:lineRule="auto"/>
        <w:ind w:left="357"/>
        <w:contextualSpacing w:val="0"/>
        <w:rPr>
          <w:rFonts w:ascii="Arial" w:eastAsia="Bitstream Vera Sans" w:hAnsi="Arial" w:cs="Arial"/>
          <w:lang w:eastAsia="pt-BR"/>
        </w:rPr>
      </w:pPr>
      <w:r w:rsidRPr="004E3A57">
        <w:t xml:space="preserve"> </w:t>
      </w:r>
      <w:r w:rsidRPr="004E3A57">
        <w:rPr>
          <w:rFonts w:ascii="Arial" w:eastAsia="Bitstream Vera Sans" w:hAnsi="Arial" w:cs="Arial"/>
          <w:lang w:eastAsia="pt-BR"/>
        </w:rPr>
        <w:t>Balanço Patrimonial, demonstração de resultado do exercício e demais demonstrações contábeis dos 2 (dois) últimos exercícios sociais, devidamente assinados por profissional habilitado, já exigíveis e apresentados na forma da Lei, que comprovem a boa situação financeira do licitante, de acordo com os critérios estabelecidos nos itens 11.5 a 11.7 seguintes, vedada a sua substituição por balancetes ou balanços provisórios. Será considerado o dia 01/08 do presente exercício como data a partir da qual será obrigatória a apresentação do balanço e demonstrações do exercício imediatamente anterior ao do presente certame.</w:t>
      </w:r>
    </w:p>
    <w:p w14:paraId="71035C94" w14:textId="77777777" w:rsidR="00EA3B83" w:rsidRDefault="00EA3B83" w:rsidP="004E3A57">
      <w:pPr>
        <w:pStyle w:val="TRN1"/>
        <w:numPr>
          <w:ilvl w:val="1"/>
          <w:numId w:val="27"/>
        </w:numPr>
      </w:pPr>
      <w:r>
        <w:t xml:space="preserve">Com fundamento no art. 16 da Lei nº 9.779/1999, art. 2º do Decreto nº 6.022/2007 e art. 4º IN RFB nº 1252/2012, as empresas optantes pelo Lucro Presumido ou Lucro Real deverão ainda observar o disposto no item 9.3.12 do Anexo I e Anexo XI do presente edital; </w:t>
      </w:r>
    </w:p>
    <w:p w14:paraId="29038E48" w14:textId="77777777" w:rsidR="00EA3B83" w:rsidRDefault="00EA3B83" w:rsidP="004E3A57">
      <w:pPr>
        <w:pStyle w:val="TRN1"/>
        <w:numPr>
          <w:ilvl w:val="1"/>
          <w:numId w:val="27"/>
        </w:numPr>
      </w:pPr>
      <w:r>
        <w:t xml:space="preserve">Com fundamento nas Leis </w:t>
      </w:r>
      <w:proofErr w:type="spellStart"/>
      <w:r>
        <w:t>nºs</w:t>
      </w:r>
      <w:proofErr w:type="spellEnd"/>
      <w:r>
        <w:t xml:space="preserve">: 7.689/1988, 9.249/1995 e 9.430/1996, no Decreto nº 3.000/1999, na IN SRRF nº 1700/2017 e na Decisão TCDF nº 544/2010, as licitantes que formularem suas propostas utilizando o regime de tributação pelo Lucro Presumido deverão ainda observar o disposto no item 9.3.16 do Anexo I e Anexo XII do presente edital; </w:t>
      </w:r>
    </w:p>
    <w:p w14:paraId="08762505" w14:textId="77777777" w:rsidR="00EA3B83" w:rsidRDefault="00EA3B83" w:rsidP="004E3A57">
      <w:pPr>
        <w:pStyle w:val="TRN1"/>
        <w:numPr>
          <w:ilvl w:val="1"/>
          <w:numId w:val="27"/>
        </w:numPr>
      </w:pPr>
      <w:r>
        <w:t xml:space="preserve">Com fundamento nas Leis </w:t>
      </w:r>
      <w:proofErr w:type="spellStart"/>
      <w:r>
        <w:t>nºs</w:t>
      </w:r>
      <w:proofErr w:type="spellEnd"/>
      <w:r>
        <w:t xml:space="preserve">: 10.637/2020 e 10.833/2003 e nas Decisões TCDF </w:t>
      </w:r>
      <w:proofErr w:type="spellStart"/>
      <w:r>
        <w:t>nºs</w:t>
      </w:r>
      <w:proofErr w:type="spellEnd"/>
      <w:r>
        <w:t xml:space="preserve">: 4081/2018 e 371/2018, as licitantes que formularem suas propostas utilizando o regime de tributação pelo Lucro Real deverão ainda observar o disposto no item 9.3.13 do Anexo I do presente edital. </w:t>
      </w:r>
    </w:p>
    <w:p w14:paraId="3776E185" w14:textId="77777777" w:rsidR="00EA3B83" w:rsidRDefault="00EA3B83" w:rsidP="004E3A57">
      <w:pPr>
        <w:pStyle w:val="TRN1"/>
        <w:numPr>
          <w:ilvl w:val="1"/>
          <w:numId w:val="27"/>
        </w:numPr>
      </w:pPr>
      <w:r>
        <w:t xml:space="preserve">Com fundamento na Lei Complementar nº 123/2006, as licitantes optantes pelo regime de tributação pelo Simples Nacional deverão ainda observar o disposto nos itens 9.3.18 e 9.3.19 do Anexo I do presente edital. </w:t>
      </w:r>
    </w:p>
    <w:p w14:paraId="66B687B3" w14:textId="1A7D14B6" w:rsidR="00EA3B83" w:rsidRDefault="00247EFE" w:rsidP="004E3A57">
      <w:pPr>
        <w:pStyle w:val="TRN1"/>
        <w:numPr>
          <w:ilvl w:val="0"/>
          <w:numId w:val="27"/>
        </w:numPr>
      </w:pPr>
      <w:r>
        <w:lastRenderedPageBreak/>
        <w:t xml:space="preserve"> D</w:t>
      </w:r>
      <w:r w:rsidR="00EA3B83">
        <w:t xml:space="preserve">eclaração, nos termos do art. 69, § 3º, da Lei nº 14.133/2021, conforme modelo no Anexo IX (Modelo de Declaração de Relação de Compromissos), informando a relação de compromissos assumidos, com demonstração de que a soma do valor mensal dos contratos firmados com a administração pública e/ou com a iniciativa privada, vigentes na data prevista para apresentação da proposta, não é superior a 100% (cem por cento) do patrimônio líquido; </w:t>
      </w:r>
    </w:p>
    <w:p w14:paraId="0380DCCF" w14:textId="77777777" w:rsidR="00EA3B83" w:rsidRDefault="00EA3B83" w:rsidP="004E3A57">
      <w:pPr>
        <w:pStyle w:val="TRN1"/>
        <w:numPr>
          <w:ilvl w:val="0"/>
          <w:numId w:val="27"/>
        </w:numPr>
      </w:pPr>
      <w:r>
        <w:t xml:space="preserve">declaração, nos termos do art. 67, inc. III e § 6º da Lei nº 14.133/2021, de que, quando da assinatura do contrato disporá de sede, filial ou escritório no Distrito Federal (DF), local no qual serão prestados os serviços, dotado de infraestrutura administrativa e técnica adequadas, com recursos humanos qualificados, necessários e suficientes para receber e solucionar as demandas do CONTRATANTE. Essa declaração é aplicável apenas às empresas que atualmente não possuem sede, filial ou escritório no DF; </w:t>
      </w:r>
    </w:p>
    <w:p w14:paraId="01A3B191" w14:textId="77777777" w:rsidR="00EA3B83" w:rsidRDefault="00EA3B83" w:rsidP="00EA3B83">
      <w:pPr>
        <w:pStyle w:val="TRN1"/>
      </w:pPr>
      <w:r>
        <w:t xml:space="preserve"> No relatório do SICAF, emitido para cumprimento do item 4.1.I, deverá constar, no mínimo, a regularidade com os seguintes entes, em plena validade: </w:t>
      </w:r>
    </w:p>
    <w:p w14:paraId="7FDFBC46" w14:textId="77777777" w:rsidR="00EA3B83" w:rsidRDefault="00EA3B83" w:rsidP="00AB51E8">
      <w:pPr>
        <w:pStyle w:val="TRN2"/>
        <w:ind w:left="851"/>
      </w:pPr>
      <w:r>
        <w:t xml:space="preserve">Receita Federal e PGFN; </w:t>
      </w:r>
    </w:p>
    <w:p w14:paraId="4546B6E7" w14:textId="77777777" w:rsidR="00EA3B83" w:rsidRDefault="00EA3B83" w:rsidP="00AB51E8">
      <w:pPr>
        <w:pStyle w:val="TRN2"/>
        <w:ind w:left="851"/>
      </w:pPr>
      <w:r>
        <w:t xml:space="preserve">Fundo de Garantia pelo Tempo de Serviço (FGTS); </w:t>
      </w:r>
    </w:p>
    <w:p w14:paraId="44E38978" w14:textId="77777777" w:rsidR="00EA3B83" w:rsidRDefault="00EA3B83" w:rsidP="00AB51E8">
      <w:pPr>
        <w:pStyle w:val="TRN2"/>
        <w:ind w:left="851"/>
      </w:pPr>
      <w:r>
        <w:t xml:space="preserve">Justiça Trabalhista (Certidão Negativa de Débitos Trabalhistas - CNDT); e  </w:t>
      </w:r>
    </w:p>
    <w:p w14:paraId="681D9A5B" w14:textId="77777777" w:rsidR="00EA3B83" w:rsidRDefault="00EA3B83" w:rsidP="00AB51E8">
      <w:pPr>
        <w:pStyle w:val="TRN2"/>
        <w:ind w:left="851"/>
      </w:pPr>
      <w:r>
        <w:t xml:space="preserve">Receita Estadual/Municipal/Distrital.  </w:t>
      </w:r>
    </w:p>
    <w:p w14:paraId="52B78620" w14:textId="77777777" w:rsidR="00EA3B83" w:rsidRDefault="00EA3B83" w:rsidP="00EA3B83">
      <w:pPr>
        <w:pStyle w:val="TRN1"/>
      </w:pPr>
      <w:r>
        <w:t xml:space="preserve">Os documentos que não estejam contemplados no SICAF, ou que nele constem como vencidos, deverão ser remetidos pelo licitante. </w:t>
      </w:r>
    </w:p>
    <w:p w14:paraId="65A15722" w14:textId="77777777" w:rsidR="00EA3B83" w:rsidRDefault="00EA3B83" w:rsidP="00EA3B83">
      <w:pPr>
        <w:pStyle w:val="TRN1"/>
      </w:pPr>
      <w:r>
        <w:t xml:space="preserve">O licitante que não atender às exigências de habilitação parcial no SICAF (omissão da situação com algum dos entes ou validade expirada), ou na sua falta, deverá apresentar documento(s) que as supram, a ser(em) remetidos na forma do item 4.2. </w:t>
      </w:r>
    </w:p>
    <w:p w14:paraId="7998A790" w14:textId="77777777" w:rsidR="00EA3B83" w:rsidRDefault="00EA3B83" w:rsidP="00EA3B83">
      <w:pPr>
        <w:pStyle w:val="TRN1"/>
      </w:pPr>
      <w:r>
        <w:t xml:space="preserve">A não apresentação dos documentos constantes dos incisos II e IV não implicará a inabilitação do licitante, salvo se não houver possibilidade de sua consulta via Internet. </w:t>
      </w:r>
    </w:p>
    <w:p w14:paraId="706134F3" w14:textId="77777777" w:rsidR="00EA3B83" w:rsidRDefault="00EA3B83" w:rsidP="00EA3B83">
      <w:pPr>
        <w:pStyle w:val="TRN1"/>
      </w:pPr>
      <w:r>
        <w:t xml:space="preserve">O licitante que deixar de enviar a documentação indicada neste Capítulo, será inabilitado e sujeitar-se-á às sanções previstas neste Edital. </w:t>
      </w:r>
    </w:p>
    <w:p w14:paraId="5C392F02" w14:textId="77777777" w:rsidR="00EA3B83" w:rsidRDefault="00EA3B83" w:rsidP="00EA3B83">
      <w:pPr>
        <w:pStyle w:val="TRN1"/>
      </w:pPr>
      <w:r>
        <w:lastRenderedPageBreak/>
        <w:t xml:space="preserve">Somente serão habilitadas as empresas em boa situação financeira, e esta será mensurada por intermédio da obtenção dos seguintes índices extraídos do balanço patrimonial, os quais deverão ser calculados na forma abaixo descrita, e cujo resultado terá no máximo duas casas decimais, sendo as demais desprezadas: </w:t>
      </w:r>
    </w:p>
    <w:p w14:paraId="18CD4CC0" w14:textId="52C2CCF0" w:rsidR="00EA3B83" w:rsidRPr="000E6260" w:rsidRDefault="007474EA" w:rsidP="006D3ADC">
      <w:pPr>
        <w:pStyle w:val="TRN2"/>
        <w:ind w:left="851"/>
        <w:rPr>
          <w:b/>
          <w:bCs/>
        </w:rPr>
      </w:pPr>
      <w:r>
        <w:t xml:space="preserve"> </w:t>
      </w:r>
      <w:r w:rsidR="00EA3B83" w:rsidRPr="000E6260">
        <w:rPr>
          <w:b/>
          <w:bCs/>
        </w:rPr>
        <w:t xml:space="preserve">Índice Liquidez Geral (LG): </w:t>
      </w:r>
    </w:p>
    <w:p w14:paraId="3674B742" w14:textId="5CD01152" w:rsidR="00201B65" w:rsidRDefault="00226FD6" w:rsidP="002A1CF3">
      <w:pPr>
        <w:ind w:left="1560"/>
      </w:pPr>
      <w:r w:rsidRPr="00226FD6">
        <w:rPr>
          <w:noProof/>
          <w:lang w:eastAsia="pt-BR"/>
        </w:rPr>
        <w:drawing>
          <wp:inline distT="0" distB="0" distL="0" distR="0" wp14:anchorId="5341E537" wp14:editId="220358EE">
            <wp:extent cx="4029637" cy="704948"/>
            <wp:effectExtent l="0" t="0" r="9525" b="0"/>
            <wp:docPr id="645628119" name="Imagem 1" descr="Uma imagem contendo Diagram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628119" name="Imagem 1" descr="Uma imagem contendo Diagrama&#10;&#10;Descrição gerada automaticamente"/>
                    <pic:cNvPicPr/>
                  </pic:nvPicPr>
                  <pic:blipFill>
                    <a:blip r:embed="rId12"/>
                    <a:stretch>
                      <a:fillRect/>
                    </a:stretch>
                  </pic:blipFill>
                  <pic:spPr>
                    <a:xfrm>
                      <a:off x="0" y="0"/>
                      <a:ext cx="4029637" cy="704948"/>
                    </a:xfrm>
                    <a:prstGeom prst="rect">
                      <a:avLst/>
                    </a:prstGeom>
                  </pic:spPr>
                </pic:pic>
              </a:graphicData>
            </a:graphic>
          </wp:inline>
        </w:drawing>
      </w:r>
    </w:p>
    <w:p w14:paraId="6171A44A" w14:textId="7C368615" w:rsidR="00EA3B83" w:rsidRPr="000E6260" w:rsidRDefault="007474EA" w:rsidP="007474EA">
      <w:pPr>
        <w:pStyle w:val="TRN2"/>
        <w:ind w:left="851"/>
        <w:rPr>
          <w:b/>
          <w:bCs/>
        </w:rPr>
      </w:pPr>
      <w:r>
        <w:t xml:space="preserve"> </w:t>
      </w:r>
      <w:r w:rsidR="00EA3B83" w:rsidRPr="000E6260">
        <w:rPr>
          <w:b/>
          <w:bCs/>
        </w:rPr>
        <w:t xml:space="preserve">Índice de Solvência Geral (SG): </w:t>
      </w:r>
    </w:p>
    <w:p w14:paraId="7295859D" w14:textId="5C63C4F5" w:rsidR="002A1CF3" w:rsidRDefault="00356812" w:rsidP="00356812">
      <w:pPr>
        <w:ind w:left="1701"/>
        <w:rPr>
          <w:lang w:eastAsia="pt-BR"/>
        </w:rPr>
      </w:pPr>
      <w:r w:rsidRPr="00356812">
        <w:rPr>
          <w:noProof/>
          <w:lang w:eastAsia="pt-BR"/>
        </w:rPr>
        <w:drawing>
          <wp:inline distT="0" distB="0" distL="0" distR="0" wp14:anchorId="7A87DB51" wp14:editId="08189065">
            <wp:extent cx="3667637" cy="762106"/>
            <wp:effectExtent l="0" t="0" r="9525" b="0"/>
            <wp:docPr id="2024664176" name="Imagem 1" descr="Uma imagem contendo 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664176" name="Imagem 1" descr="Uma imagem contendo Tabela&#10;&#10;Descrição gerada automaticamente"/>
                    <pic:cNvPicPr/>
                  </pic:nvPicPr>
                  <pic:blipFill>
                    <a:blip r:embed="rId13"/>
                    <a:stretch>
                      <a:fillRect/>
                    </a:stretch>
                  </pic:blipFill>
                  <pic:spPr>
                    <a:xfrm>
                      <a:off x="0" y="0"/>
                      <a:ext cx="3667637" cy="762106"/>
                    </a:xfrm>
                    <a:prstGeom prst="rect">
                      <a:avLst/>
                    </a:prstGeom>
                  </pic:spPr>
                </pic:pic>
              </a:graphicData>
            </a:graphic>
          </wp:inline>
        </w:drawing>
      </w:r>
    </w:p>
    <w:p w14:paraId="5EE58BE1" w14:textId="77777777" w:rsidR="00EA3B83" w:rsidRPr="002D07F3" w:rsidRDefault="00EA3B83" w:rsidP="000E6260">
      <w:pPr>
        <w:pStyle w:val="TRN2"/>
        <w:ind w:left="851"/>
        <w:rPr>
          <w:b/>
          <w:bCs/>
        </w:rPr>
      </w:pPr>
      <w:r w:rsidRPr="002D07F3">
        <w:rPr>
          <w:b/>
          <w:bCs/>
        </w:rPr>
        <w:t xml:space="preserve">Índice de Liquidez Corrente (LC): </w:t>
      </w:r>
    </w:p>
    <w:p w14:paraId="4BAD4072" w14:textId="597A8D7E" w:rsidR="000E6260" w:rsidRDefault="00586FAF" w:rsidP="002D07F3">
      <w:pPr>
        <w:ind w:left="1843"/>
        <w:rPr>
          <w:lang w:eastAsia="pt-BR"/>
        </w:rPr>
      </w:pPr>
      <w:r w:rsidRPr="00586FAF">
        <w:rPr>
          <w:noProof/>
          <w:lang w:eastAsia="pt-BR"/>
        </w:rPr>
        <w:drawing>
          <wp:inline distT="0" distB="0" distL="0" distR="0" wp14:anchorId="7A5D595D" wp14:editId="6A3A389F">
            <wp:extent cx="2791215" cy="666843"/>
            <wp:effectExtent l="0" t="0" r="9525" b="0"/>
            <wp:docPr id="493983041" name="Imagem 1" descr="Uma imagem contendo Interface gráfica do usuári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983041" name="Imagem 1" descr="Uma imagem contendo Interface gráfica do usuário&#10;&#10;Descrição gerada automaticamente"/>
                    <pic:cNvPicPr/>
                  </pic:nvPicPr>
                  <pic:blipFill>
                    <a:blip r:embed="rId14"/>
                    <a:stretch>
                      <a:fillRect/>
                    </a:stretch>
                  </pic:blipFill>
                  <pic:spPr>
                    <a:xfrm>
                      <a:off x="0" y="0"/>
                      <a:ext cx="2791215" cy="666843"/>
                    </a:xfrm>
                    <a:prstGeom prst="rect">
                      <a:avLst/>
                    </a:prstGeom>
                  </pic:spPr>
                </pic:pic>
              </a:graphicData>
            </a:graphic>
          </wp:inline>
        </w:drawing>
      </w:r>
    </w:p>
    <w:p w14:paraId="03AF8081" w14:textId="77777777" w:rsidR="002D07F3" w:rsidRDefault="00EA3B83" w:rsidP="00716725">
      <w:pPr>
        <w:pStyle w:val="TRN2"/>
        <w:ind w:left="851"/>
      </w:pPr>
      <w:r>
        <w:t xml:space="preserve">O licitante deverá apresentar memorial de cálculo específico dos índices </w:t>
      </w:r>
      <w:proofErr w:type="gramStart"/>
      <w:r>
        <w:t>econômicos financeiros</w:t>
      </w:r>
      <w:proofErr w:type="gramEnd"/>
      <w:r>
        <w:t xml:space="preserve"> em referência, que deverá ser elaborado e assinado por profissional habilitado. Reserva-se ao Pregoeiro o direito de rever os cálculos, com auxílio do Serviço de Contabilidade do TCDF.</w:t>
      </w:r>
    </w:p>
    <w:p w14:paraId="22C83727" w14:textId="77777777" w:rsidR="002D07F3" w:rsidRDefault="002D07F3" w:rsidP="00310C90">
      <w:pPr>
        <w:pStyle w:val="TRN2"/>
        <w:ind w:left="851"/>
      </w:pPr>
      <w:r>
        <w:t xml:space="preserve"> </w:t>
      </w:r>
      <w:r w:rsidR="00EA3B83">
        <w:t>Poderão ser considerados, para fins de aferição dos índices de que trata o item 4.7, aqueles apresentados na qualificação econômico-financeira do SICAF, desde que esta não se apresente vencida na data de abertura do certame. Essa faculdade não dispensa a apresentação da documentação constante do inciso IX do item 4.1.</w:t>
      </w:r>
    </w:p>
    <w:p w14:paraId="32BF48C6" w14:textId="75F8982D" w:rsidR="00EA3B83" w:rsidRDefault="002D07F3" w:rsidP="00310C90">
      <w:pPr>
        <w:pStyle w:val="TRN2"/>
        <w:ind w:left="851"/>
      </w:pPr>
      <w:r>
        <w:t xml:space="preserve"> </w:t>
      </w:r>
      <w:r w:rsidR="00EA3B83">
        <w:t xml:space="preserve">As empresas que apresentarem resultado igual ou menor do que 1 (um) em quaisquer dos índices constantes do item 4.7, quando de suas habilitações, deverão comprovar patrimônio líquido mínimo de 10% (dez por cento) do valor estimado da contratação, na forma do art. 69, § 3º, da Lei nº 14.133/2021, como exigência imprescindível para sua Classificação. </w:t>
      </w:r>
    </w:p>
    <w:p w14:paraId="3D3D2328" w14:textId="77777777" w:rsidR="00BD455A" w:rsidRDefault="00EA3B83" w:rsidP="004C2B15">
      <w:pPr>
        <w:pStyle w:val="TRN1"/>
      </w:pPr>
      <w:r>
        <w:lastRenderedPageBreak/>
        <w:t xml:space="preserve">Caso o valor total constante na declaração de que trata o inciso X do item 4.1 apresente divergência percentual superior a 10% (dez por cento), para mais ou para menos, em relação à receita bruta, discriminada na Demonstração de Resultado do Exercício (DRE), dividida por 12 (doze), o licitante deverá apresentar as devidas justificativas. </w:t>
      </w:r>
    </w:p>
    <w:p w14:paraId="0EC6D1DE" w14:textId="4BDECBCC" w:rsidR="00EA3B83" w:rsidRDefault="00EA3B83" w:rsidP="004C2B15">
      <w:pPr>
        <w:pStyle w:val="TRN1"/>
      </w:pPr>
      <w:r>
        <w:t xml:space="preserve">Para </w:t>
      </w:r>
      <w:r w:rsidRPr="00BD455A">
        <w:rPr>
          <w:u w:val="single"/>
        </w:rPr>
        <w:t>fins de execução contratual</w:t>
      </w:r>
      <w:r>
        <w:t xml:space="preserve">, após a assinatura do contrato administrativo, o licitante vencedor deverá apresentar os seguintes documentos: </w:t>
      </w:r>
    </w:p>
    <w:p w14:paraId="7C6DE220" w14:textId="77777777" w:rsidR="00EA3B83" w:rsidRDefault="00EA3B83" w:rsidP="00081A38">
      <w:pPr>
        <w:pStyle w:val="TRN1"/>
        <w:numPr>
          <w:ilvl w:val="1"/>
          <w:numId w:val="10"/>
        </w:numPr>
        <w:ind w:left="1134"/>
      </w:pPr>
      <w:r>
        <w:t xml:space="preserve">acordos coletivos, convenções coletivas, sentenças normativas ou leis que regem cada categoria profissional que executará os serviços e a respectiva data base e vigência, com base na Classificação Brasileira de Ocupações – CBO; </w:t>
      </w:r>
    </w:p>
    <w:p w14:paraId="1E88D379" w14:textId="77777777" w:rsidR="00EA3B83" w:rsidRDefault="00EA3B83" w:rsidP="00081A38">
      <w:pPr>
        <w:pStyle w:val="TRN1"/>
        <w:numPr>
          <w:ilvl w:val="1"/>
          <w:numId w:val="10"/>
        </w:numPr>
        <w:ind w:left="1134"/>
      </w:pPr>
      <w:r>
        <w:t xml:space="preserve">memória de cálculo e formação de preços, e dos percentuais, referentes a cada uma das rubricas constantes das Planilhas de Custos e Formação de Preços, em cumprimento ao disposto na Decisão TCDF nº 544/2010; e </w:t>
      </w:r>
    </w:p>
    <w:p w14:paraId="02258787" w14:textId="77777777" w:rsidR="00EA3B83" w:rsidRDefault="00EA3B83" w:rsidP="00081A38">
      <w:pPr>
        <w:pStyle w:val="TRN1"/>
        <w:numPr>
          <w:ilvl w:val="1"/>
          <w:numId w:val="10"/>
        </w:numPr>
        <w:ind w:left="1134"/>
      </w:pPr>
      <w:r>
        <w:t xml:space="preserve">comprovação da documentação relativa aos profissionais a serem empregados nos postos de trabalho, citada no Item 3 do Anexo I (Termo de Referência) do Edital. </w:t>
      </w:r>
    </w:p>
    <w:p w14:paraId="74CCECDA" w14:textId="77777777" w:rsidR="00EA3B83" w:rsidRDefault="00EA3B83" w:rsidP="00EA3B83">
      <w:pPr>
        <w:pStyle w:val="TRN1"/>
      </w:pPr>
      <w:r>
        <w:t xml:space="preserve">  A comprovação de vinculação do profissional detentor do acervo técnico deverá ocorrer previamente à contratação e atender aos seguintes requisitos: </w:t>
      </w:r>
    </w:p>
    <w:p w14:paraId="2380502B" w14:textId="77777777" w:rsidR="002F4B5D" w:rsidRDefault="00EA3B83" w:rsidP="00046BA1">
      <w:pPr>
        <w:pStyle w:val="TRN2"/>
        <w:ind w:left="709"/>
      </w:pPr>
      <w:r>
        <w:t>Sócio - cópia autenticada do contrato social ou estatuto social, devidamente registrado no órgão competente;</w:t>
      </w:r>
    </w:p>
    <w:p w14:paraId="00E060A2" w14:textId="77777777" w:rsidR="002F4B5D" w:rsidRDefault="00EA3B83" w:rsidP="00777E1D">
      <w:pPr>
        <w:pStyle w:val="TRN2"/>
        <w:ind w:left="709"/>
      </w:pPr>
      <w:r>
        <w:t>Diretor - cópia autenticada do contrato social em se tratando de firma individual ou limitada ou cópia da ata de eleição devidamente publicada na imprensa, em se tratando de sociedade anônima;</w:t>
      </w:r>
    </w:p>
    <w:p w14:paraId="0AE4DD6B" w14:textId="77777777" w:rsidR="002F4B5D" w:rsidRDefault="00EA3B83" w:rsidP="00C103C0">
      <w:pPr>
        <w:pStyle w:val="TRN2"/>
        <w:ind w:left="709"/>
      </w:pPr>
      <w:r>
        <w:t>Empregado - cópia autenticada da ficha ou livro de registro de empregado registrada na DRT, ou ainda, cópia autenticada da Carteira de Trabalho e Previdência Social.</w:t>
      </w:r>
    </w:p>
    <w:p w14:paraId="3D763639" w14:textId="207A3235" w:rsidR="00EA3B83" w:rsidRDefault="00EA3B83" w:rsidP="00C103C0">
      <w:pPr>
        <w:pStyle w:val="TRN2"/>
        <w:ind w:left="709"/>
      </w:pPr>
      <w:r>
        <w:t xml:space="preserve">Autônomo prestador de serviço - cópia autenticada do contrato de prestação de serviços compatíveis com o objeto desta licitação; </w:t>
      </w:r>
    </w:p>
    <w:p w14:paraId="7B0B0E3B" w14:textId="77777777" w:rsidR="00EA3B83" w:rsidRDefault="00EA3B83" w:rsidP="00EA3B83">
      <w:pPr>
        <w:pStyle w:val="TRN1"/>
      </w:pPr>
      <w:r>
        <w:t xml:space="preserve">O licitante que deixar de enviar a documentação indicada neste Capítulo, será inabilitado e sujeitar-se-á às sanções previstas neste Edital. </w:t>
      </w:r>
    </w:p>
    <w:p w14:paraId="722DF25B" w14:textId="77777777" w:rsidR="00EA3B83" w:rsidRDefault="00EA3B83" w:rsidP="00EA3B83">
      <w:pPr>
        <w:pStyle w:val="TRN1"/>
      </w:pPr>
      <w:r>
        <w:lastRenderedPageBreak/>
        <w:t xml:space="preserve">O Pregoeiro poderá, ainda, consultar sítios oficiais de órgãos e entidades emissores de certidões, para verificar as condições de habilitação dos licitantes. </w:t>
      </w:r>
    </w:p>
    <w:p w14:paraId="67B76FE3" w14:textId="420DFBCA" w:rsidR="00EA3B83" w:rsidRDefault="00EA3B83" w:rsidP="00EA3B83">
      <w:pPr>
        <w:pStyle w:val="TRN1"/>
      </w:pPr>
      <w:r>
        <w:t xml:space="preserve">O licitante deve disponibilizar todas as informações necessárias à comprovação da legitimidade dos atestados solicitados, apresentando documentos comprobatórios da execução dos serviços, tais como: cópia do contrato que deu suporte à contratação, endereço atual do emissor do atestado, local em que foram prestados os serviços/fornecimento etc. </w:t>
      </w:r>
    </w:p>
    <w:p w14:paraId="034C47C9" w14:textId="77777777" w:rsidR="00EA3B83" w:rsidRDefault="00EA3B83" w:rsidP="00EA3B83">
      <w:pPr>
        <w:pStyle w:val="TRN1"/>
      </w:pPr>
      <w:r>
        <w:t xml:space="preserve">Sob pena de inabilitação, os documentos encaminhados deverão estar em nome do licitante, com indicação do número de inscrição no CNPJ. </w:t>
      </w:r>
    </w:p>
    <w:p w14:paraId="206AA836" w14:textId="77777777" w:rsidR="00EA3B83" w:rsidRDefault="00EA3B83" w:rsidP="00EA3B83">
      <w:pPr>
        <w:pStyle w:val="TRN1"/>
      </w:pPr>
      <w:r>
        <w:t xml:space="preserve">As exigências de habilitação de licitante estrangeiro serão atendidas mediante documentos equivalentes, os quais poderão inicialmente ser entregues traduzidos para língua portuguesa por tradução livre. </w:t>
      </w:r>
    </w:p>
    <w:p w14:paraId="36C3F051" w14:textId="77777777" w:rsidR="00EA3B83" w:rsidRDefault="00EA3B83" w:rsidP="00CF1FE1">
      <w:pPr>
        <w:pStyle w:val="TRN2"/>
        <w:ind w:left="709"/>
      </w:pPr>
      <w:r>
        <w:t xml:space="preserve">Caso o licitante vencedor seja estrangeiro, para fins de assinatura do contrato, os documentos de que trata esse item deverão ser traduzidos por tradutor juramentado no País e apostilados nos termos dispostos no </w:t>
      </w:r>
      <w:r w:rsidRPr="00743754">
        <w:rPr>
          <w:u w:val="single"/>
        </w:rPr>
        <w:t>Decreto nº 8.660, de 29 de janeiro de 2016</w:t>
      </w:r>
      <w:r>
        <w:t xml:space="preserve">, ou de outro que venha a substituí-lo, ou </w:t>
      </w:r>
      <w:proofErr w:type="spellStart"/>
      <w:r>
        <w:t>consularizados</w:t>
      </w:r>
      <w:proofErr w:type="spellEnd"/>
      <w:r>
        <w:t xml:space="preserve"> pelos respectivos consulados ou embaixadas. </w:t>
      </w:r>
    </w:p>
    <w:p w14:paraId="15E735F6" w14:textId="77777777" w:rsidR="00EA3B83" w:rsidRDefault="00EA3B83" w:rsidP="00EA3B83">
      <w:pPr>
        <w:pStyle w:val="TRN1"/>
      </w:pPr>
      <w:r>
        <w:t xml:space="preserve">Em se tratando de filial, os documentos de habilitação jurídica e regularidade fiscal deverão estar em nome da filial, exceto aqueles que, pela própria natureza, são emitidos somente em nome da matriz. </w:t>
      </w:r>
    </w:p>
    <w:p w14:paraId="620DCC5F" w14:textId="77777777" w:rsidR="00EA3B83" w:rsidRDefault="00EA3B83" w:rsidP="00EA3B83">
      <w:pPr>
        <w:pStyle w:val="TRN1"/>
      </w:pPr>
      <w:r>
        <w:t xml:space="preserve">Tratando-se de microempresa ou empresa de pequeno porte,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5.4 deste Edital. </w:t>
      </w:r>
    </w:p>
    <w:p w14:paraId="46664695" w14:textId="77777777" w:rsidR="00EA3B83" w:rsidRDefault="00EA3B83" w:rsidP="00EA3B83">
      <w:pPr>
        <w:pStyle w:val="TRN1"/>
      </w:pPr>
      <w:r>
        <w:t xml:space="preserve">A não regularização da documentação, no prazo previsto no subitem anterior, implicará a decadência do direito à contratação, sem prejuízo das sanções previstas neste Edital, e facultará ao Pregoeiro convocar os licitantes remanescentes, na ordem de classificação. </w:t>
      </w:r>
    </w:p>
    <w:p w14:paraId="5CAE9573" w14:textId="77777777" w:rsidR="00EA3B83" w:rsidRDefault="00EA3B83" w:rsidP="00EA3B83">
      <w:pPr>
        <w:pStyle w:val="TRN1"/>
      </w:pPr>
      <w:r>
        <w:lastRenderedPageBreak/>
        <w:t xml:space="preserve">Para a assinatura do contrato, será exigida a comprovação das condições de habilitação consignadas no edital, que deverão ser mantidas pelo licitante durante a vigência do contrato ou da ata de registro de preços. </w:t>
      </w:r>
    </w:p>
    <w:p w14:paraId="7034D281" w14:textId="30A83605" w:rsidR="00346D75" w:rsidRDefault="00EA3B83" w:rsidP="004A415D">
      <w:pPr>
        <w:pStyle w:val="TRN2"/>
        <w:ind w:left="709"/>
      </w:pPr>
      <w:r>
        <w:t>Caso o vencedor da licitação não comprove as condições de habilitação consignadas no edital ou se recuse a assinar o contrato, outro licitante poderá ser convocado, respeitada a ordem de classificação, para, após a comprovação dos requisitos para habilitação, analisada a proposta e eventuais documentos complementares e, feita a negociação, assinar o contrato, sem prejuízo da aplicação das sanções previstas neste Edital.</w:t>
      </w:r>
    </w:p>
    <w:tbl>
      <w:tblPr>
        <w:tblStyle w:val="Tabelacomgrade"/>
        <w:tblW w:w="10485" w:type="dxa"/>
        <w:shd w:val="clear" w:color="auto" w:fill="92D050"/>
        <w:tblLook w:val="04A0" w:firstRow="1" w:lastRow="0" w:firstColumn="1" w:lastColumn="0" w:noHBand="0" w:noVBand="1"/>
      </w:tblPr>
      <w:tblGrid>
        <w:gridCol w:w="10485"/>
      </w:tblGrid>
      <w:tr w:rsidR="00346D75" w:rsidRPr="001E78F5" w14:paraId="077F317B" w14:textId="77777777" w:rsidTr="00FD7291">
        <w:tc>
          <w:tcPr>
            <w:tcW w:w="10485" w:type="dxa"/>
            <w:shd w:val="clear" w:color="auto" w:fill="92D050"/>
          </w:tcPr>
          <w:p w14:paraId="357C957A" w14:textId="6E261AD3" w:rsidR="00346D75" w:rsidRPr="001E78F5" w:rsidRDefault="00E55B16" w:rsidP="00FD7291">
            <w:pPr>
              <w:pStyle w:val="TRN0"/>
              <w:spacing w:before="120" w:after="120"/>
            </w:pPr>
            <w:r>
              <w:t>DA PREVISÃO DA CONTRATAÇÃO NO PLANO DE CONTRATA</w:t>
            </w:r>
            <w:r w:rsidR="00A000E0">
              <w:t>ÇÃO ANUAL</w:t>
            </w:r>
          </w:p>
        </w:tc>
      </w:tr>
    </w:tbl>
    <w:p w14:paraId="3825360F" w14:textId="77777777" w:rsidR="009F0BFF" w:rsidRDefault="009F0BFF" w:rsidP="009F0BFF">
      <w:pPr>
        <w:pStyle w:val="TRN1"/>
      </w:pPr>
      <w:r>
        <w:t>A presente contratação guarda compatibilidade com o Planejamento Estratégico do TCDF, e visa auxiliar no objetivo estratégico de garantir infraestrutura adequada à prestação dos serviços de controle externo, garantindo o bom andamento das atividades do TCDF.</w:t>
      </w:r>
    </w:p>
    <w:p w14:paraId="0697A89B" w14:textId="77777777" w:rsidR="009F0BFF" w:rsidRDefault="009F0BFF" w:rsidP="009F0BFF">
      <w:pPr>
        <w:pStyle w:val="TRN1"/>
      </w:pPr>
      <w:r>
        <w:t xml:space="preserve"> A atividade a ser terceirizada influi diretamente na medição do indicador de satisfação dos servidores com as condições de trabalho.</w:t>
      </w:r>
    </w:p>
    <w:p w14:paraId="032BFCE8" w14:textId="3794BA68" w:rsidR="009F0BFF" w:rsidRPr="00CE3EFB" w:rsidRDefault="009F0BFF" w:rsidP="009F0BFF">
      <w:pPr>
        <w:pStyle w:val="TRN1"/>
      </w:pPr>
      <w:r>
        <w:t xml:space="preserve"> Apesar de não haver previsão desse tipo de contratação no Plano de Contratações Anual do ano de 202</w:t>
      </w:r>
      <w:r w:rsidR="004E3A57">
        <w:t>5</w:t>
      </w:r>
      <w:r>
        <w:t>, cabe informar que a previsão orçamentária para a prestação de serviços de</w:t>
      </w:r>
      <w:r w:rsidR="00FC776E">
        <w:t xml:space="preserve"> </w:t>
      </w:r>
      <w:r w:rsidR="00FC776E" w:rsidRPr="00FC776E">
        <w:rPr>
          <w:color w:val="000000"/>
        </w:rPr>
        <w:t>vigilância patrimonial e segurança pessoal</w:t>
      </w:r>
      <w:r>
        <w:t xml:space="preserve"> já existe, uma vez que o presente objeto irá substituir contratações em curso (CT TCDF nº </w:t>
      </w:r>
      <w:r w:rsidR="0042654A">
        <w:t>1</w:t>
      </w:r>
      <w:r w:rsidR="00AC0AEE">
        <w:t>8</w:t>
      </w:r>
      <w:r w:rsidRPr="00CE3EFB">
        <w:t>/202</w:t>
      </w:r>
      <w:r w:rsidR="00B46CE6" w:rsidRPr="00CE3EFB">
        <w:t>0</w:t>
      </w:r>
      <w:r w:rsidR="00DA39EB">
        <w:t>,</w:t>
      </w:r>
      <w:r w:rsidR="0042654A" w:rsidRPr="00CE3EFB">
        <w:t xml:space="preserve"> </w:t>
      </w:r>
      <w:r w:rsidR="00BB443D" w:rsidRPr="00CE3EFB">
        <w:t>CT TCDF nº1</w:t>
      </w:r>
      <w:r w:rsidR="00AC0AEE" w:rsidRPr="00CE3EFB">
        <w:t>9</w:t>
      </w:r>
      <w:r w:rsidR="00BB443D" w:rsidRPr="00CE3EFB">
        <w:t>/202</w:t>
      </w:r>
      <w:r w:rsidR="00AC0AEE" w:rsidRPr="00CE3EFB">
        <w:t>0</w:t>
      </w:r>
      <w:r w:rsidR="00DA39EB">
        <w:t xml:space="preserve"> e </w:t>
      </w:r>
      <w:r w:rsidR="00DA39EB" w:rsidRPr="00CE3EFB">
        <w:t>CT TCDF nº</w:t>
      </w:r>
      <w:r w:rsidR="00DA39EB">
        <w:t>30</w:t>
      </w:r>
      <w:r w:rsidR="00DA39EB" w:rsidRPr="00CE3EFB">
        <w:t>/2020</w:t>
      </w:r>
      <w:r w:rsidRPr="00CE3EFB">
        <w:t xml:space="preserve"> – Processo</w:t>
      </w:r>
      <w:r w:rsidR="00BB443D" w:rsidRPr="00CE3EFB">
        <w:t>s</w:t>
      </w:r>
      <w:r w:rsidRPr="00CE3EFB">
        <w:t xml:space="preserve"> nº </w:t>
      </w:r>
      <w:hyperlink r:id="rId15" w:history="1">
        <w:r w:rsidR="00CE3EFB" w:rsidRPr="00CE3EFB">
          <w:t>00600-00003574/2020-13-e</w:t>
        </w:r>
      </w:hyperlink>
      <w:r w:rsidR="00CE3EFB" w:rsidRPr="00CE3EFB">
        <w:t>,</w:t>
      </w:r>
      <w:r w:rsidR="00BB443D" w:rsidRPr="00CE3EFB">
        <w:t xml:space="preserve"> </w:t>
      </w:r>
      <w:hyperlink r:id="rId16" w:history="1">
        <w:r w:rsidR="00B46CE6" w:rsidRPr="00CE3EFB">
          <w:t>00600-00003727/2020-22-e</w:t>
        </w:r>
      </w:hyperlink>
      <w:r w:rsidR="00CE3EFB">
        <w:t xml:space="preserve"> e </w:t>
      </w:r>
      <w:hyperlink r:id="rId17" w:history="1">
        <w:r w:rsidR="00DB48E7" w:rsidRPr="00DB48E7">
          <w:t>00600-00009794/2020-51-e</w:t>
        </w:r>
      </w:hyperlink>
      <w:r w:rsidRPr="00DB48E7">
        <w:t>)</w:t>
      </w:r>
    </w:p>
    <w:p w14:paraId="49920568" w14:textId="4766C0B2" w:rsidR="009F0BFF" w:rsidRDefault="009F0BFF" w:rsidP="009F0BFF">
      <w:pPr>
        <w:pStyle w:val="TRN1"/>
      </w:pPr>
      <w:r>
        <w:t xml:space="preserve"> Porém, solicita-se nos termos do art. 11 da Portaria TCDF nº 427/2022, que a Secretaria - Geral de Administração, autorize a sua respectiva inclusão por trata-se de serviço essencial à adequada prestação de serviços </w:t>
      </w:r>
      <w:r w:rsidR="00D75FC5" w:rsidRPr="00D75FC5">
        <w:t xml:space="preserve">de </w:t>
      </w:r>
      <w:r w:rsidR="00DA39EB" w:rsidRPr="00FC776E">
        <w:rPr>
          <w:color w:val="000000"/>
        </w:rPr>
        <w:t>vigilância patrimonial e segurança pessoal</w:t>
      </w:r>
      <w:r w:rsidR="00D75FC5">
        <w:t xml:space="preserve"> </w:t>
      </w:r>
      <w:r>
        <w:t>para o TCDF.</w:t>
      </w:r>
    </w:p>
    <w:tbl>
      <w:tblPr>
        <w:tblStyle w:val="Tabelacomgrade"/>
        <w:tblW w:w="10485" w:type="dxa"/>
        <w:shd w:val="clear" w:color="auto" w:fill="92D050"/>
        <w:tblLook w:val="04A0" w:firstRow="1" w:lastRow="0" w:firstColumn="1" w:lastColumn="0" w:noHBand="0" w:noVBand="1"/>
      </w:tblPr>
      <w:tblGrid>
        <w:gridCol w:w="10485"/>
      </w:tblGrid>
      <w:tr w:rsidR="00023229" w:rsidRPr="001E78F5" w14:paraId="4A20FDDD" w14:textId="77777777" w:rsidTr="00FD7291">
        <w:tc>
          <w:tcPr>
            <w:tcW w:w="10485" w:type="dxa"/>
            <w:shd w:val="clear" w:color="auto" w:fill="92D050"/>
          </w:tcPr>
          <w:p w14:paraId="25C6791C" w14:textId="563C969B" w:rsidR="00023229" w:rsidRPr="001E78F5" w:rsidRDefault="00425907" w:rsidP="00FD7291">
            <w:pPr>
              <w:pStyle w:val="TRN0"/>
              <w:spacing w:before="120" w:after="120"/>
            </w:pPr>
            <w:r>
              <w:t>DAS ESTIMATIVAS DAS QUANTIDADES</w:t>
            </w:r>
          </w:p>
        </w:tc>
      </w:tr>
    </w:tbl>
    <w:p w14:paraId="6EB7E731" w14:textId="77777777" w:rsidR="00023229" w:rsidRDefault="00023229" w:rsidP="00023229">
      <w:pPr>
        <w:spacing w:after="236" w:line="359" w:lineRule="auto"/>
        <w:ind w:right="60"/>
        <w:jc w:val="both"/>
      </w:pPr>
    </w:p>
    <w:p w14:paraId="5F9BCC3C" w14:textId="5C61AB3B" w:rsidR="004D7B9A" w:rsidRPr="006A6767" w:rsidRDefault="00BB162A" w:rsidP="004D7B9A">
      <w:pPr>
        <w:pStyle w:val="TRN1"/>
      </w:pPr>
      <w:r w:rsidRPr="003A06A4">
        <w:t xml:space="preserve">Os quantitativos </w:t>
      </w:r>
      <w:r w:rsidR="00A77EA6" w:rsidRPr="00A77EA6">
        <w:t xml:space="preserve">da </w:t>
      </w:r>
      <w:r w:rsidR="00A77EA6" w:rsidRPr="00A77EA6">
        <w:rPr>
          <w:color w:val="000000"/>
        </w:rPr>
        <w:t>vigilância patrimonial e segurança pessoal</w:t>
      </w:r>
      <w:r w:rsidRPr="003A06A4">
        <w:t>, previstos no Termo de Referência, foram definidos por meio de experiência pregressa</w:t>
      </w:r>
      <w:r w:rsidR="00DC7D00">
        <w:t>,</w:t>
      </w:r>
      <w:r w:rsidR="005C1615" w:rsidRPr="00816699">
        <w:t xml:space="preserve"> p</w:t>
      </w:r>
      <w:r w:rsidRPr="00816699">
        <w:t>or</w:t>
      </w:r>
      <w:r w:rsidRPr="002C2961">
        <w:t xml:space="preserve"> meio de planejamento das reais necessidades desses tipos de serviços para um </w:t>
      </w:r>
      <w:r w:rsidRPr="005C1615">
        <w:t>cenário</w:t>
      </w:r>
      <w:r w:rsidRPr="005C1615">
        <w:rPr>
          <w:color w:val="7030A0"/>
        </w:rPr>
        <w:t xml:space="preserve"> </w:t>
      </w:r>
      <w:r w:rsidRPr="006A6767">
        <w:t xml:space="preserve">inicial de 12 (doze) meses, podendo atingir o limite de 120 </w:t>
      </w:r>
      <w:r w:rsidRPr="006A6767">
        <w:lastRenderedPageBreak/>
        <w:t>(cento e vinte) meses, conforme o art. 107 da Lei nº 14.133/2021, desde que comprovada na renovação a vantajosidade econômica na manutenção do contrato.</w:t>
      </w:r>
      <w:r w:rsidR="0096362F" w:rsidRPr="006A6767">
        <w:t xml:space="preserve"> </w:t>
      </w:r>
    </w:p>
    <w:p w14:paraId="29A700F7" w14:textId="1821B14E" w:rsidR="004D7B9A" w:rsidRDefault="004D7B9A" w:rsidP="004D7B9A">
      <w:pPr>
        <w:pStyle w:val="TRN1"/>
      </w:pPr>
      <w:r w:rsidRPr="00770472">
        <w:t>Os postos serão na seguinte quantidade:</w:t>
      </w:r>
    </w:p>
    <w:p w14:paraId="0B04233A" w14:textId="7236D96F" w:rsidR="00770472" w:rsidRPr="00770472" w:rsidRDefault="007F22C5" w:rsidP="00770472">
      <w:pPr>
        <w:rPr>
          <w:lang w:eastAsia="pt-BR"/>
        </w:rPr>
      </w:pPr>
      <w:r w:rsidRPr="007F22C5">
        <w:rPr>
          <w:noProof/>
        </w:rPr>
        <w:drawing>
          <wp:inline distT="0" distB="0" distL="0" distR="0" wp14:anchorId="64C562FF" wp14:editId="2B1FFA0E">
            <wp:extent cx="6662420" cy="2774950"/>
            <wp:effectExtent l="0" t="0" r="5080" b="6350"/>
            <wp:docPr id="194757515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62420" cy="2774950"/>
                    </a:xfrm>
                    <a:prstGeom prst="rect">
                      <a:avLst/>
                    </a:prstGeom>
                    <a:noFill/>
                    <a:ln>
                      <a:noFill/>
                    </a:ln>
                  </pic:spPr>
                </pic:pic>
              </a:graphicData>
            </a:graphic>
          </wp:inline>
        </w:drawing>
      </w:r>
    </w:p>
    <w:p w14:paraId="28D1D5DF" w14:textId="07888ADB" w:rsidR="00155F5A" w:rsidRPr="00155F5A" w:rsidRDefault="00155F5A" w:rsidP="00155F5A">
      <w:pPr>
        <w:pStyle w:val="TRN1"/>
        <w:rPr>
          <w:lang w:eastAsia="en-US"/>
        </w:rPr>
      </w:pPr>
      <w:r w:rsidRPr="00155F5A">
        <w:rPr>
          <w:lang w:eastAsia="en-US"/>
        </w:rPr>
        <w:t xml:space="preserve"> Do levantamento de mercado, da justificativa da escolha do tipo de solução a contratar e da natureza contínua dos serviços: </w:t>
      </w:r>
    </w:p>
    <w:p w14:paraId="34C58273" w14:textId="77777777" w:rsidR="00155F5A" w:rsidRDefault="00155F5A" w:rsidP="00A101F4">
      <w:pPr>
        <w:pStyle w:val="TRN2"/>
        <w:ind w:left="567"/>
        <w:rPr>
          <w:lang w:eastAsia="en-US"/>
        </w:rPr>
      </w:pPr>
      <w:r>
        <w:t>A</w:t>
      </w:r>
      <w:r w:rsidRPr="00155F5A">
        <w:t xml:space="preserve"> descrição dos cargos dos servidores do TCDF não contempla atividades a serem executadas, cujas atribuições são específicas, razão pela qual não há previsão para suprimento dessas atividades por concurso. </w:t>
      </w:r>
    </w:p>
    <w:p w14:paraId="376C5807" w14:textId="40DA79FB" w:rsidR="00155F5A" w:rsidRPr="00155F5A" w:rsidRDefault="00155F5A" w:rsidP="00A101F4">
      <w:pPr>
        <w:pStyle w:val="TRN2"/>
        <w:ind w:left="567"/>
        <w:rPr>
          <w:lang w:eastAsia="en-US"/>
        </w:rPr>
      </w:pPr>
      <w:r w:rsidRPr="00155F5A">
        <w:rPr>
          <w:lang w:eastAsia="en-US"/>
        </w:rPr>
        <w:t xml:space="preserve">Dessa forma, as atividades de </w:t>
      </w:r>
      <w:r w:rsidR="00E73038" w:rsidRPr="00A77EA6">
        <w:rPr>
          <w:color w:val="000000"/>
        </w:rPr>
        <w:t>vigilância patrimonial e segurança pessoal</w:t>
      </w:r>
      <w:r w:rsidR="00E73038" w:rsidRPr="00155F5A">
        <w:rPr>
          <w:lang w:eastAsia="en-US"/>
        </w:rPr>
        <w:t xml:space="preserve"> </w:t>
      </w:r>
      <w:r w:rsidRPr="00155F5A">
        <w:rPr>
          <w:lang w:eastAsia="en-US"/>
        </w:rPr>
        <w:t xml:space="preserve">do Tribunal de Contas do Distrito Federal são passíveis de contratação por execução indireta (terceirização), uma vez que não fazem parte do "core business" desta Corte de Contas, enquadrando-se também nos pressupostos do Decreto Distrital n° 39.978/2019, por se constituir em atividades materiais acessórias, instrumentais ou complementares à área de competência legal do TCDF, não inerentes às categorias funcionais abrangidas por seu respectivo plano de cargos. </w:t>
      </w:r>
    </w:p>
    <w:p w14:paraId="036D0544" w14:textId="77777777" w:rsidR="00BC4026" w:rsidRDefault="00F35294" w:rsidP="00F35294">
      <w:pPr>
        <w:pStyle w:val="TRN2"/>
        <w:ind w:left="567"/>
        <w:rPr>
          <w:lang w:eastAsia="en-US"/>
        </w:rPr>
      </w:pPr>
      <w:r w:rsidRPr="008D350D">
        <w:rPr>
          <w:lang w:eastAsia="en-US"/>
        </w:rPr>
        <w:t>R</w:t>
      </w:r>
      <w:r w:rsidR="00155F5A" w:rsidRPr="008D350D">
        <w:rPr>
          <w:lang w:eastAsia="en-US"/>
        </w:rPr>
        <w:t xml:space="preserve">essalte-se, ainda, que a contratação dos serviços </w:t>
      </w:r>
      <w:r w:rsidR="00713EF5" w:rsidRPr="00A77EA6">
        <w:rPr>
          <w:color w:val="000000"/>
        </w:rPr>
        <w:t>vigilância patrimonial e segurança pessoal</w:t>
      </w:r>
      <w:r w:rsidR="00155F5A" w:rsidRPr="008D350D">
        <w:rPr>
          <w:lang w:eastAsia="en-US"/>
        </w:rPr>
        <w:t>,</w:t>
      </w:r>
      <w:r w:rsidR="00BC0DF3">
        <w:rPr>
          <w:lang w:eastAsia="en-US"/>
        </w:rPr>
        <w:t xml:space="preserve"> </w:t>
      </w:r>
      <w:r w:rsidR="00BC0DF3" w:rsidRPr="00770472">
        <w:rPr>
          <w:lang w:eastAsia="en-US"/>
        </w:rPr>
        <w:t>em um único contrato</w:t>
      </w:r>
      <w:r w:rsidR="00155F5A" w:rsidRPr="008D350D">
        <w:rPr>
          <w:lang w:eastAsia="en-US"/>
        </w:rPr>
        <w:t xml:space="preserve"> proporciona maior agilidade no atendimento das demandas; evita a possibilidade de problemas de responsabilidade compartilhada por empresas distintas atuando no mesmo ambiente, e finalmente concorre para a economia de ganho de escala por concentrar as </w:t>
      </w:r>
      <w:r w:rsidR="00155F5A" w:rsidRPr="008D350D">
        <w:rPr>
          <w:lang w:eastAsia="en-US"/>
        </w:rPr>
        <w:lastRenderedPageBreak/>
        <w:t>despesas administrativas em uma única contratação</w:t>
      </w:r>
      <w:r w:rsidR="00BC0DF3">
        <w:rPr>
          <w:lang w:eastAsia="en-US"/>
        </w:rPr>
        <w:t xml:space="preserve">, com uma melhor </w:t>
      </w:r>
      <w:r w:rsidR="00890732">
        <w:rPr>
          <w:lang w:eastAsia="en-US"/>
        </w:rPr>
        <w:t>eficiência e racionalização que ocorre, principalmente</w:t>
      </w:r>
      <w:r w:rsidR="00BC4026">
        <w:rPr>
          <w:lang w:eastAsia="en-US"/>
        </w:rPr>
        <w:t>,</w:t>
      </w:r>
      <w:r w:rsidR="00890732">
        <w:rPr>
          <w:lang w:eastAsia="en-US"/>
        </w:rPr>
        <w:t xml:space="preserve"> no papel do encarregado de vigilância</w:t>
      </w:r>
      <w:r w:rsidR="00155F5A" w:rsidRPr="008D350D">
        <w:rPr>
          <w:lang w:eastAsia="en-US"/>
        </w:rPr>
        <w:t xml:space="preserve">. </w:t>
      </w:r>
    </w:p>
    <w:p w14:paraId="5046FC3A" w14:textId="22BE8E7D" w:rsidR="00EC1266" w:rsidRPr="008D350D" w:rsidRDefault="00155F5A" w:rsidP="00F35294">
      <w:pPr>
        <w:pStyle w:val="TRN2"/>
        <w:ind w:left="567"/>
        <w:rPr>
          <w:lang w:eastAsia="en-US"/>
        </w:rPr>
      </w:pPr>
      <w:r w:rsidRPr="008D350D">
        <w:rPr>
          <w:lang w:eastAsia="en-US"/>
        </w:rPr>
        <w:t>Do lado da Administração Pública, por sua vez, há um ganho evidente na simplificação da fiscalização do contrato com a redução do número de contratos a serem fiscalizados, bem como na diminuição de trabalho gerado com suas renovações periódicas, podendo esse tempo economizado ser revertido para outras atividades meio, da administração, proporcionando uma melhor resposta de atendimento ao público interno.</w:t>
      </w:r>
    </w:p>
    <w:tbl>
      <w:tblPr>
        <w:tblStyle w:val="Tabelacomgrade"/>
        <w:tblW w:w="10485" w:type="dxa"/>
        <w:shd w:val="clear" w:color="auto" w:fill="92D050"/>
        <w:tblLook w:val="04A0" w:firstRow="1" w:lastRow="0" w:firstColumn="1" w:lastColumn="0" w:noHBand="0" w:noVBand="1"/>
      </w:tblPr>
      <w:tblGrid>
        <w:gridCol w:w="10485"/>
      </w:tblGrid>
      <w:tr w:rsidR="003522EF" w:rsidRPr="001E78F5" w14:paraId="618A23DC" w14:textId="77777777" w:rsidTr="002C2940">
        <w:tc>
          <w:tcPr>
            <w:tcW w:w="10485" w:type="dxa"/>
            <w:shd w:val="clear" w:color="auto" w:fill="92D050"/>
          </w:tcPr>
          <w:p w14:paraId="48D9AB36" w14:textId="200C0CEF" w:rsidR="003522EF" w:rsidRPr="001E78F5" w:rsidRDefault="003522EF" w:rsidP="002C2940">
            <w:pPr>
              <w:pStyle w:val="TRN0"/>
              <w:spacing w:before="120" w:after="120"/>
            </w:pPr>
            <w:r>
              <w:t>DO NÃO PARCELAMENTO DA CONTRATAÇÃO</w:t>
            </w:r>
          </w:p>
        </w:tc>
      </w:tr>
    </w:tbl>
    <w:p w14:paraId="45A5577C" w14:textId="77777777" w:rsidR="0059197C" w:rsidRDefault="0059197C" w:rsidP="0059197C">
      <w:pPr>
        <w:rPr>
          <w:lang w:eastAsia="pt-BR"/>
        </w:rPr>
      </w:pPr>
    </w:p>
    <w:p w14:paraId="5F13501A" w14:textId="4C40C899" w:rsidR="00470E93" w:rsidRDefault="003522EF" w:rsidP="00601BD6">
      <w:pPr>
        <w:pStyle w:val="TRN1"/>
      </w:pPr>
      <w:r>
        <w:t xml:space="preserve"> </w:t>
      </w:r>
      <w:r w:rsidR="004E66F0" w:rsidRPr="004E66F0">
        <w:t xml:space="preserve">O objeto do presente certame </w:t>
      </w:r>
      <w:r w:rsidR="00181A01">
        <w:t>será feito em lote único</w:t>
      </w:r>
      <w:r w:rsidR="004E66F0" w:rsidRPr="004E66F0">
        <w:t xml:space="preserve">, considerando: as características técnicas dos serviços, os requisitos operacionais das eventuais licitantes, a posição geográfica dos dois complexos de edifícios do TCDF (item 3.4 do Anexo I), e o histórico de gestão desse tipo de contratação no âmbito deste Tribunal; de modo a facilitar o gerenciamento contratual, com obtenção de economia de escala e redução de custos. </w:t>
      </w:r>
    </w:p>
    <w:p w14:paraId="455CD9E6" w14:textId="02F4E40B" w:rsidR="00EC1266" w:rsidRDefault="00470E93" w:rsidP="00601BD6">
      <w:pPr>
        <w:pStyle w:val="TRN1"/>
      </w:pPr>
      <w:r>
        <w:t xml:space="preserve"> </w:t>
      </w:r>
      <w:r w:rsidRPr="00470E93">
        <w:t>Note-se que o gerenciamento de mais de dois contratos para os serviços em questão traz ineficiência e aumento de custos na gestão e dificuldade na fiscalização dos ajustes por parte do CONTRATANTE. Tal divisão permitirá a concentração dos esforços da equipe responsável no acompanhamento dos serviços contratados, permitindo uma maior eficácia no emprego dos recursos públicos.</w:t>
      </w:r>
    </w:p>
    <w:tbl>
      <w:tblPr>
        <w:tblStyle w:val="Tabelacomgrade"/>
        <w:tblW w:w="10485" w:type="dxa"/>
        <w:shd w:val="clear" w:color="auto" w:fill="92D050"/>
        <w:tblLook w:val="04A0" w:firstRow="1" w:lastRow="0" w:firstColumn="1" w:lastColumn="0" w:noHBand="0" w:noVBand="1"/>
      </w:tblPr>
      <w:tblGrid>
        <w:gridCol w:w="10485"/>
      </w:tblGrid>
      <w:tr w:rsidR="001F33B6" w:rsidRPr="001E78F5" w14:paraId="0263660D" w14:textId="77777777" w:rsidTr="002C2940">
        <w:tc>
          <w:tcPr>
            <w:tcW w:w="10485" w:type="dxa"/>
            <w:shd w:val="clear" w:color="auto" w:fill="92D050"/>
          </w:tcPr>
          <w:p w14:paraId="4E50874D" w14:textId="4031ACB5" w:rsidR="001F33B6" w:rsidRPr="001E78F5" w:rsidRDefault="001F33B6" w:rsidP="002C2940">
            <w:pPr>
              <w:pStyle w:val="TRN0"/>
              <w:spacing w:before="120" w:after="120"/>
            </w:pPr>
            <w:r>
              <w:t>DA ESTIMATIVA DO</w:t>
            </w:r>
            <w:r w:rsidR="008D17FB">
              <w:t xml:space="preserve"> </w:t>
            </w:r>
            <w:r>
              <w:t>VALOR DA CONTRAT</w:t>
            </w:r>
            <w:r w:rsidR="008D17FB">
              <w:t>AÇÃO</w:t>
            </w:r>
          </w:p>
        </w:tc>
      </w:tr>
    </w:tbl>
    <w:p w14:paraId="67E41F97" w14:textId="77777777" w:rsidR="00EC1266" w:rsidRDefault="00EC1266" w:rsidP="00023229">
      <w:pPr>
        <w:rPr>
          <w:lang w:eastAsia="pt-BR"/>
        </w:rPr>
      </w:pPr>
    </w:p>
    <w:p w14:paraId="4C281D0F" w14:textId="77777777" w:rsidR="003808F2" w:rsidRDefault="007E1A31" w:rsidP="00394BBF">
      <w:pPr>
        <w:pStyle w:val="TRN1"/>
      </w:pPr>
      <w:r w:rsidRPr="00395598">
        <w:t>Para a construção do orçamento dos serviços adotou-se a metodologia do orçamento complexo, denotado pela fórmula: Preço</w:t>
      </w:r>
      <w:r>
        <w:t xml:space="preserve"> = custo direto + impostos / contribuições sociais sobre o custo direto + despesas administrativas + lucro + impostos / contribuições sociais sobre o faturamento (receita bruta).</w:t>
      </w:r>
    </w:p>
    <w:p w14:paraId="3479C4FA" w14:textId="2BCAAFD6" w:rsidR="00336E6E" w:rsidRDefault="00336E6E" w:rsidP="00336E6E">
      <w:pPr>
        <w:pStyle w:val="TRN1"/>
      </w:pPr>
      <w:r w:rsidRPr="00336E6E">
        <w:t xml:space="preserve">Os serviços de </w:t>
      </w:r>
      <w:r w:rsidR="000206D5" w:rsidRPr="00A77EA6">
        <w:rPr>
          <w:color w:val="000000"/>
        </w:rPr>
        <w:t>vigilância patrimonial e segurança pessoal</w:t>
      </w:r>
      <w:r w:rsidR="000206D5" w:rsidRPr="00336E6E">
        <w:t xml:space="preserve"> </w:t>
      </w:r>
      <w:r w:rsidRPr="00336E6E">
        <w:t xml:space="preserve">estão atualmente estimados em </w:t>
      </w:r>
      <w:r w:rsidRPr="00770472">
        <w:t>até:</w:t>
      </w:r>
      <w:r w:rsidR="00395598">
        <w:t xml:space="preserve"> </w:t>
      </w:r>
      <w:r w:rsidR="00395598" w:rsidRPr="00395598">
        <w:rPr>
          <w:b/>
          <w:bCs/>
        </w:rPr>
        <w:t>R$</w:t>
      </w:r>
      <w:r w:rsidR="00395598">
        <w:rPr>
          <w:b/>
          <w:bCs/>
        </w:rPr>
        <w:t> </w:t>
      </w:r>
      <w:r w:rsidR="00395598" w:rsidRPr="00395598">
        <w:rPr>
          <w:b/>
          <w:bCs/>
        </w:rPr>
        <w:t>15.125.652,48</w:t>
      </w:r>
      <w:r w:rsidR="00395598">
        <w:t xml:space="preserve"> (quinze milhões cento e vinte cinco mil seiscentos e cinquenta e dois reais e quarenta e oito centavos)</w:t>
      </w:r>
      <w:r w:rsidRPr="00770472">
        <w:t xml:space="preserve"> para o período de 12 (doze) mese</w:t>
      </w:r>
      <w:r w:rsidRPr="005A512D">
        <w:t>s, já considerando todos os impostos e ta</w:t>
      </w:r>
      <w:r w:rsidRPr="00336E6E">
        <w:t xml:space="preserve">xas. </w:t>
      </w:r>
    </w:p>
    <w:p w14:paraId="50519004" w14:textId="77777777" w:rsidR="00336E6E" w:rsidRDefault="00336E6E" w:rsidP="00572F6A">
      <w:pPr>
        <w:pStyle w:val="TRN1"/>
      </w:pPr>
      <w:r>
        <w:t xml:space="preserve"> </w:t>
      </w:r>
      <w:r w:rsidR="007E1A31">
        <w:t>Os orçamentos foram elaborados com base:</w:t>
      </w:r>
      <w:r>
        <w:t xml:space="preserve"> </w:t>
      </w:r>
    </w:p>
    <w:p w14:paraId="4E2CC101" w14:textId="77777777" w:rsidR="00AD1E64" w:rsidRDefault="00336E6E" w:rsidP="00753B15">
      <w:pPr>
        <w:pStyle w:val="TRN2"/>
      </w:pPr>
      <w:r>
        <w:lastRenderedPageBreak/>
        <w:t>N</w:t>
      </w:r>
      <w:r w:rsidR="007E1A31">
        <w:t>as disposições da Consolidação das Leis do Trabalho (CLT) - Decreto-Lei nº 5.452/1943 e alterações posteriores;</w:t>
      </w:r>
    </w:p>
    <w:p w14:paraId="3F432CFE" w14:textId="77777777" w:rsidR="00AD1E64" w:rsidRDefault="007E1A31" w:rsidP="002D72C7">
      <w:pPr>
        <w:pStyle w:val="TRN2"/>
      </w:pPr>
      <w:r>
        <w:t>em pesquisa a contratos de prestação de serviços análogos em outros órgãos no Distrito Federal;</w:t>
      </w:r>
    </w:p>
    <w:p w14:paraId="147ADC38" w14:textId="77777777" w:rsidR="00AD1E64" w:rsidRDefault="007E1A31" w:rsidP="00986933">
      <w:pPr>
        <w:pStyle w:val="TRN2"/>
      </w:pPr>
      <w:r>
        <w:t>em pesquisa de preços junto a fornecedores de insumos e serviços na praça de Brasília; e</w:t>
      </w:r>
    </w:p>
    <w:p w14:paraId="17DA4FCB" w14:textId="77777777" w:rsidR="00C57B3C" w:rsidRDefault="007E1A31" w:rsidP="002A7BA2">
      <w:pPr>
        <w:pStyle w:val="TRN2"/>
      </w:pPr>
      <w:r>
        <w:t>na(s) Convenção(</w:t>
      </w:r>
      <w:proofErr w:type="spellStart"/>
      <w:r>
        <w:t>ões</w:t>
      </w:r>
      <w:proofErr w:type="spellEnd"/>
      <w:r>
        <w:t>) Coletiva(s) de Trabalho 202</w:t>
      </w:r>
      <w:r w:rsidR="00C57B3C">
        <w:t>4</w:t>
      </w:r>
      <w:r>
        <w:t>, celebrada(s) entre:</w:t>
      </w:r>
    </w:p>
    <w:p w14:paraId="57E558AE" w14:textId="01A81A01" w:rsidR="009E7619" w:rsidRDefault="00C57B3C" w:rsidP="00AC53AD">
      <w:pPr>
        <w:pStyle w:val="TRN3"/>
      </w:pPr>
      <w:r>
        <w:t xml:space="preserve"> </w:t>
      </w:r>
      <w:r w:rsidR="00E85AF8">
        <w:t>o sindicato dos empregados de empresas de segurança e vigilância do DF (SINDESP) e sindicato de empresas de segurança privada, sistemas de segurança eletrônica, cursos de formação e transporte de valores no distrito federal (SINDESV</w:t>
      </w:r>
      <w:r w:rsidR="00EF796C">
        <w:t>)</w:t>
      </w:r>
      <w:r w:rsidR="007E1A31">
        <w:t xml:space="preserve">; </w:t>
      </w:r>
    </w:p>
    <w:p w14:paraId="5AAD15BF" w14:textId="3D63FD0A" w:rsidR="00EC1266" w:rsidRDefault="007E1A31" w:rsidP="00E02A0B">
      <w:pPr>
        <w:pStyle w:val="TRN1"/>
      </w:pPr>
      <w:r>
        <w:t xml:space="preserve">O conjunto de planilhas com o detalhamento e memória dos cálculos realizados encontra-se em arquivo </w:t>
      </w:r>
      <w:r w:rsidR="00633FD5">
        <w:t>Excel</w:t>
      </w:r>
      <w:r>
        <w:t>, associado ao processo. Além disso, as imagens dessas planilhas constam do Termo de Referência para os serviços.</w:t>
      </w:r>
    </w:p>
    <w:tbl>
      <w:tblPr>
        <w:tblStyle w:val="Tabelacomgrade"/>
        <w:tblW w:w="10485" w:type="dxa"/>
        <w:shd w:val="clear" w:color="auto" w:fill="92D050"/>
        <w:tblLook w:val="04A0" w:firstRow="1" w:lastRow="0" w:firstColumn="1" w:lastColumn="0" w:noHBand="0" w:noVBand="1"/>
      </w:tblPr>
      <w:tblGrid>
        <w:gridCol w:w="10485"/>
      </w:tblGrid>
      <w:tr w:rsidR="007B07D9" w:rsidRPr="001E78F5" w14:paraId="37C396AB" w14:textId="77777777" w:rsidTr="002C2940">
        <w:tc>
          <w:tcPr>
            <w:tcW w:w="10485" w:type="dxa"/>
            <w:shd w:val="clear" w:color="auto" w:fill="92D050"/>
          </w:tcPr>
          <w:p w14:paraId="03BE54B0" w14:textId="11786145" w:rsidR="007B07D9" w:rsidRPr="001E78F5" w:rsidRDefault="007B07D9" w:rsidP="002C2940">
            <w:pPr>
              <w:pStyle w:val="TRN0"/>
              <w:spacing w:before="120" w:after="120"/>
            </w:pPr>
            <w:r>
              <w:t>CONTRATAÇÕES CORRELATAS</w:t>
            </w:r>
          </w:p>
        </w:tc>
      </w:tr>
    </w:tbl>
    <w:p w14:paraId="01F73524" w14:textId="1540FB29" w:rsidR="007B07D9" w:rsidRDefault="00F55C10" w:rsidP="00F55C10">
      <w:pPr>
        <w:pStyle w:val="TRN1"/>
      </w:pPr>
      <w:r w:rsidRPr="00F55C10">
        <w:t>O presente objeto é independente e perfaz um conjunto único, não existindo a necessidade de contratações correlatas e/ou interdependentes.</w:t>
      </w:r>
    </w:p>
    <w:tbl>
      <w:tblPr>
        <w:tblStyle w:val="Tabelacomgrade"/>
        <w:tblW w:w="10485" w:type="dxa"/>
        <w:shd w:val="clear" w:color="auto" w:fill="92D050"/>
        <w:tblLook w:val="04A0" w:firstRow="1" w:lastRow="0" w:firstColumn="1" w:lastColumn="0" w:noHBand="0" w:noVBand="1"/>
      </w:tblPr>
      <w:tblGrid>
        <w:gridCol w:w="10485"/>
      </w:tblGrid>
      <w:tr w:rsidR="00F55C10" w:rsidRPr="001E78F5" w14:paraId="3F0ADF01" w14:textId="77777777" w:rsidTr="002C2940">
        <w:tc>
          <w:tcPr>
            <w:tcW w:w="10485" w:type="dxa"/>
            <w:shd w:val="clear" w:color="auto" w:fill="92D050"/>
          </w:tcPr>
          <w:p w14:paraId="795B4FA1" w14:textId="45E870DE" w:rsidR="00F55C10" w:rsidRPr="001E78F5" w:rsidRDefault="00F55C10" w:rsidP="002C2940">
            <w:pPr>
              <w:pStyle w:val="TRN0"/>
              <w:spacing w:before="120" w:after="120"/>
            </w:pPr>
            <w:r>
              <w:t>DAS PROVIDÊNCIAS ADMINISTRATIVAS A SEREM TOMADAS ANTES DA CONTRATAÇÃO</w:t>
            </w:r>
          </w:p>
        </w:tc>
      </w:tr>
    </w:tbl>
    <w:p w14:paraId="0BCAACFE" w14:textId="77777777" w:rsidR="00F55C10" w:rsidRDefault="00F55C10" w:rsidP="00F55C10">
      <w:pPr>
        <w:rPr>
          <w:lang w:eastAsia="pt-BR"/>
        </w:rPr>
      </w:pPr>
    </w:p>
    <w:p w14:paraId="18088E05" w14:textId="77777777" w:rsidR="002962B5" w:rsidRDefault="002962B5" w:rsidP="004168BB">
      <w:pPr>
        <w:pStyle w:val="TRN1"/>
      </w:pPr>
      <w:r>
        <w:t>O presente objeto, a ser licitado, já é fruto de contrato em execução. Desse modo, evidencia-se não ser necessário adequações no ambiente deste Tribunal, pois todas as adaptações necessárias à realização dos serviços já foram implementadas.</w:t>
      </w:r>
    </w:p>
    <w:p w14:paraId="29A26336" w14:textId="213111AF" w:rsidR="002962B5" w:rsidRDefault="002962B5" w:rsidP="004168BB">
      <w:pPr>
        <w:pStyle w:val="TRN1"/>
      </w:pPr>
      <w:r>
        <w:t>A equipe de fiscalização será posteriormente indicada pela Secretaria - Geral de Administração.</w:t>
      </w:r>
    </w:p>
    <w:tbl>
      <w:tblPr>
        <w:tblStyle w:val="Tabelacomgrade"/>
        <w:tblW w:w="10485" w:type="dxa"/>
        <w:shd w:val="clear" w:color="auto" w:fill="92D050"/>
        <w:tblLook w:val="04A0" w:firstRow="1" w:lastRow="0" w:firstColumn="1" w:lastColumn="0" w:noHBand="0" w:noVBand="1"/>
      </w:tblPr>
      <w:tblGrid>
        <w:gridCol w:w="10485"/>
      </w:tblGrid>
      <w:tr w:rsidR="005440EE" w:rsidRPr="001E78F5" w14:paraId="6817502A" w14:textId="77777777" w:rsidTr="002C2940">
        <w:tc>
          <w:tcPr>
            <w:tcW w:w="10485" w:type="dxa"/>
            <w:shd w:val="clear" w:color="auto" w:fill="92D050"/>
          </w:tcPr>
          <w:p w14:paraId="55242E76" w14:textId="5B919761" w:rsidR="005440EE" w:rsidRPr="001E78F5" w:rsidRDefault="005440EE" w:rsidP="002C2940">
            <w:pPr>
              <w:pStyle w:val="TRN0"/>
              <w:spacing w:before="120" w:after="120"/>
            </w:pPr>
            <w:r>
              <w:t>RESULTADOS PRETENDIDOS</w:t>
            </w:r>
          </w:p>
        </w:tc>
      </w:tr>
    </w:tbl>
    <w:p w14:paraId="6661FE92" w14:textId="77777777" w:rsidR="0009078E" w:rsidRDefault="0009078E" w:rsidP="00104B16">
      <w:pPr>
        <w:pStyle w:val="TRN1"/>
      </w:pPr>
      <w:r>
        <w:t>Resultados a serem alcançados:</w:t>
      </w:r>
    </w:p>
    <w:p w14:paraId="68CCFAEE" w14:textId="77777777" w:rsidR="00D13930" w:rsidRDefault="00B44858" w:rsidP="00675B80">
      <w:pPr>
        <w:pStyle w:val="TRN1"/>
      </w:pPr>
      <w:r>
        <w:lastRenderedPageBreak/>
        <w:t xml:space="preserve">Proteger as instalações do Tribunal de Contas do Distrito Federal, de modo a evitar perdas patrimoniais, e promover a segurança e integridade física das autoridades, servidores, demais funcionários e visitantes desta Corte, de forma a garantir o devido cumprimento do disposto nas Resoluções TCDF </w:t>
      </w:r>
      <w:proofErr w:type="spellStart"/>
      <w:r>
        <w:t>nºs</w:t>
      </w:r>
      <w:proofErr w:type="spellEnd"/>
      <w:r>
        <w:t xml:space="preserve">: 257/13 e 273/14. </w:t>
      </w:r>
    </w:p>
    <w:p w14:paraId="78522ECE" w14:textId="60319278" w:rsidR="00B44858" w:rsidRDefault="00D13930" w:rsidP="00675B80">
      <w:pPr>
        <w:pStyle w:val="TRN1"/>
      </w:pPr>
      <w:r>
        <w:t>A busca pela eficiência e efetividade na prestação dos serviços públicos, aliado a alta produtividade, agilidade, qualidade, segurança são metas traçadas pela Administração Pública para as atividades-fim, que se encontram interrelacionadas ao correto desempenho das atividades meio e de apoio operacional. Dessa forma, o alcance de tais objetivos não é possível sem a contratação dos serviços terceirizados de vigilância patrimonial e segurança pessoal.</w:t>
      </w:r>
    </w:p>
    <w:p w14:paraId="0FB80F1A" w14:textId="2CCE1040" w:rsidR="005440EE" w:rsidRDefault="0009078E" w:rsidP="00675B80">
      <w:pPr>
        <w:pStyle w:val="TRN1"/>
      </w:pPr>
      <w:r>
        <w:t>Melhoria na qualidade dos serviços atualmente prestados.</w:t>
      </w:r>
    </w:p>
    <w:tbl>
      <w:tblPr>
        <w:tblStyle w:val="Tabelacomgrade"/>
        <w:tblW w:w="10485" w:type="dxa"/>
        <w:shd w:val="clear" w:color="auto" w:fill="92D050"/>
        <w:tblLook w:val="04A0" w:firstRow="1" w:lastRow="0" w:firstColumn="1" w:lastColumn="0" w:noHBand="0" w:noVBand="1"/>
      </w:tblPr>
      <w:tblGrid>
        <w:gridCol w:w="10485"/>
      </w:tblGrid>
      <w:tr w:rsidR="0009078E" w:rsidRPr="001E78F5" w14:paraId="44E2F81A" w14:textId="77777777" w:rsidTr="002C2940">
        <w:tc>
          <w:tcPr>
            <w:tcW w:w="10485" w:type="dxa"/>
            <w:shd w:val="clear" w:color="auto" w:fill="92D050"/>
          </w:tcPr>
          <w:p w14:paraId="558E0858" w14:textId="35989D57" w:rsidR="0009078E" w:rsidRPr="001E78F5" w:rsidRDefault="00C50939" w:rsidP="002C2940">
            <w:pPr>
              <w:pStyle w:val="TRN0"/>
              <w:spacing w:before="120" w:after="120"/>
            </w:pPr>
            <w:r>
              <w:t>REQUISITOS DE SUSTENTABILIDADE AMBIENTAL</w:t>
            </w:r>
          </w:p>
        </w:tc>
      </w:tr>
    </w:tbl>
    <w:p w14:paraId="50159F51" w14:textId="77777777" w:rsidR="0084542A" w:rsidRDefault="0084542A" w:rsidP="00DC5DB1">
      <w:pPr>
        <w:pStyle w:val="TRN1"/>
      </w:pPr>
      <w:r w:rsidRPr="0084542A">
        <w:t>A fiscalização do contrato irá disponibilizar as normas referentes à sustentabilidade para a empresa contratada, dando suporte à sua divulgação e verificando sua respectiva aplicação.</w:t>
      </w:r>
    </w:p>
    <w:p w14:paraId="2EDA07A2" w14:textId="5728B787" w:rsidR="0084542A" w:rsidRDefault="0084542A" w:rsidP="00DC5DB1">
      <w:pPr>
        <w:pStyle w:val="TRN1"/>
      </w:pPr>
      <w:r w:rsidRPr="0084542A">
        <w:t>A empresa a ser contratada deverá garantir que seus empregados sigam as normas de sustentabilidade, principalmente nos cuidados com reciclagem, separação de resíduos e economia de água/energia por meio de treinamento e acompanhamento contínuo.</w:t>
      </w:r>
    </w:p>
    <w:tbl>
      <w:tblPr>
        <w:tblStyle w:val="Tabelacomgrade"/>
        <w:tblW w:w="10485" w:type="dxa"/>
        <w:shd w:val="clear" w:color="auto" w:fill="92D050"/>
        <w:tblLook w:val="04A0" w:firstRow="1" w:lastRow="0" w:firstColumn="1" w:lastColumn="0" w:noHBand="0" w:noVBand="1"/>
      </w:tblPr>
      <w:tblGrid>
        <w:gridCol w:w="10485"/>
      </w:tblGrid>
      <w:tr w:rsidR="00601690" w:rsidRPr="001E78F5" w14:paraId="59107C1B" w14:textId="77777777" w:rsidTr="002C2940">
        <w:tc>
          <w:tcPr>
            <w:tcW w:w="10485" w:type="dxa"/>
            <w:shd w:val="clear" w:color="auto" w:fill="92D050"/>
          </w:tcPr>
          <w:p w14:paraId="587D46C3" w14:textId="7B877B25" w:rsidR="00601690" w:rsidRPr="001E78F5" w:rsidRDefault="00601690" w:rsidP="002C2940">
            <w:pPr>
              <w:pStyle w:val="TRN0"/>
              <w:spacing w:before="120" w:after="120"/>
            </w:pPr>
            <w:r>
              <w:t>CONCLUSÕES E CONSIDERAÇÕES FINAIS (*)</w:t>
            </w:r>
          </w:p>
        </w:tc>
      </w:tr>
    </w:tbl>
    <w:p w14:paraId="31E926AB" w14:textId="77777777" w:rsidR="00601690" w:rsidRDefault="00601690" w:rsidP="00601690">
      <w:pPr>
        <w:rPr>
          <w:lang w:eastAsia="pt-BR"/>
        </w:rPr>
      </w:pPr>
    </w:p>
    <w:p w14:paraId="2352BDCA" w14:textId="77777777" w:rsidR="0030644E" w:rsidRDefault="00C4144B" w:rsidP="005E65C9">
      <w:pPr>
        <w:pStyle w:val="TRN1"/>
      </w:pPr>
      <w:r>
        <w:t>A contratação dos serviços, via terceirização de mão de obra, visa buscar o melhor aproveitamento dos recursos humanos, materiais e financeiros do Tribunal. Como é sabido, este órgão não dispõe, no seu quadro de pessoal, de recursos humanos para realização dessas atividades e necessita dar continuidade aos serviços prestados.</w:t>
      </w:r>
    </w:p>
    <w:p w14:paraId="43CB29FC" w14:textId="77777777" w:rsidR="00BA2393" w:rsidRDefault="0030644E" w:rsidP="00C2685C">
      <w:pPr>
        <w:pStyle w:val="TRN1"/>
      </w:pPr>
      <w:r>
        <w:t>R</w:t>
      </w:r>
      <w:r w:rsidR="00C4144B">
        <w:t>essalte-se que uma das principais alternativas aos processos de contratação direta, a terceirização, tem sido adotada largamente, principalmente em função da legislação vigente, mas também, porque a contratação direta de novos funcionários é uma atividade que consome uma grande quantidade de recursos e a parceria com empresas especializadas na execução das chamadas atividades meio diminui gastos e permite que processos e rotinas internas sejam otimizados.</w:t>
      </w:r>
    </w:p>
    <w:p w14:paraId="26F53C1B" w14:textId="77777777" w:rsidR="00AA4F8C" w:rsidRDefault="00C4144B" w:rsidP="004B0DA7">
      <w:pPr>
        <w:pStyle w:val="TRN1"/>
      </w:pPr>
      <w:r>
        <w:lastRenderedPageBreak/>
        <w:t>A solução escolhida se configura em uma solução de mercado, empregada também por outros órgãos da Administração Pública, sendo viável, técnica e economicamente. Além de ser indispensável ao atendimento das necessidades e interesses da Administração. O mercado é formado por uma variedade de empresas capazes de oferecer propostas de serviço vantajosas, bem como atender aos preceitos estabelecidos nos normativos que regem as contratações públicas.</w:t>
      </w:r>
    </w:p>
    <w:p w14:paraId="6BEB65C3" w14:textId="60CE7FE4" w:rsidR="00C4144B" w:rsidRDefault="00C4144B" w:rsidP="004B0DA7">
      <w:pPr>
        <w:pStyle w:val="TRN1"/>
      </w:pPr>
      <w:r>
        <w:t xml:space="preserve">Ressalte-se, ainda, que a contratação dos serviços de </w:t>
      </w:r>
      <w:r w:rsidR="00395598">
        <w:t xml:space="preserve">vigilância e segurança pessoal em </w:t>
      </w:r>
      <w:r w:rsidR="00395598" w:rsidRPr="00395598">
        <w:rPr>
          <w:b/>
          <w:bCs/>
        </w:rPr>
        <w:t>lote único</w:t>
      </w:r>
      <w:r>
        <w:t xml:space="preserve"> concorre para a economia de ganho de escala por concentrar as despesas administrativas em uma única contratação. Do lado da Administração Pública, por sua vez, há um ganho evidente na simplificação da fiscalização do contrato com a redução do número de contratos a serem fiscalizados, bem como na diminuição de trabalho gerado com suas renovações periódicas, podendo esse tempo economizado ser revertido para outras atividades meio, da administração, proporcionando uma melhor resposta de atendimento ao público interno.</w:t>
      </w:r>
    </w:p>
    <w:p w14:paraId="40ABCD92" w14:textId="425DBF68" w:rsidR="00C4144B" w:rsidRDefault="006A5B43" w:rsidP="006A5B43">
      <w:pPr>
        <w:pStyle w:val="TRN1"/>
      </w:pPr>
      <w:r>
        <w:t>C</w:t>
      </w:r>
      <w:r w:rsidR="00C4144B">
        <w:t>om base no estudo realizado, e nas experiências contratuais anteriores que tiveram o mesmo objeto, verifica-se que a contratação pleiteada é viável, necessária e adequada a esta instituição.</w:t>
      </w:r>
    </w:p>
    <w:p w14:paraId="043C63A8" w14:textId="7169881F" w:rsidR="00C4144B" w:rsidRPr="00601690" w:rsidRDefault="00C4144B" w:rsidP="00812CE5">
      <w:pPr>
        <w:pStyle w:val="TRN1"/>
      </w:pPr>
      <w:r>
        <w:t>Por todo o exposto, apresentamos o presente Estudo Técnico Preliminar (ETP) em acordo com o disposto nos dispositivos legais e regulamentares aplicáveis ao caso. Sendo que, os integrantes da Equipe de Planejamento da Contratação aprovam o seu teor e atestam a viabilidade da contratação – seja pelo Mapa Comparativo de Preços apresentado, seja pelas questões técnicas e econômicas aplicadas ao presente caso –, de forma que procedemos a assinatura por meio eletrônico.</w:t>
      </w:r>
    </w:p>
    <w:p w14:paraId="72F31AF0" w14:textId="77777777" w:rsidR="00000456" w:rsidRPr="00B011C0" w:rsidRDefault="00000456" w:rsidP="00B011C0">
      <w:pPr>
        <w:rPr>
          <w:lang w:eastAsia="pt-BR"/>
        </w:rPr>
      </w:pPr>
    </w:p>
    <w:tbl>
      <w:tblPr>
        <w:tblStyle w:val="Tabelacomgrade"/>
        <w:tblW w:w="0" w:type="auto"/>
        <w:tblLook w:val="04A0" w:firstRow="1" w:lastRow="0" w:firstColumn="1" w:lastColumn="0" w:noHBand="0" w:noVBand="1"/>
      </w:tblPr>
      <w:tblGrid>
        <w:gridCol w:w="4957"/>
        <w:gridCol w:w="567"/>
        <w:gridCol w:w="4932"/>
      </w:tblGrid>
      <w:tr w:rsidR="00B011C0" w14:paraId="07C6B587" w14:textId="77777777" w:rsidTr="009916F9">
        <w:tc>
          <w:tcPr>
            <w:tcW w:w="4957" w:type="dxa"/>
            <w:tcBorders>
              <w:top w:val="nil"/>
              <w:left w:val="nil"/>
              <w:bottom w:val="single" w:sz="8" w:space="0" w:color="auto"/>
              <w:right w:val="nil"/>
            </w:tcBorders>
          </w:tcPr>
          <w:p w14:paraId="0F7C055A" w14:textId="77777777" w:rsidR="00B011C0" w:rsidRPr="00B011C0" w:rsidRDefault="00B011C0" w:rsidP="00EA293B">
            <w:pPr>
              <w:pStyle w:val="PargrafodaLista"/>
              <w:widowControl w:val="0"/>
              <w:ind w:left="360"/>
              <w:jc w:val="center"/>
              <w:rPr>
                <w:b/>
                <w:bCs/>
              </w:rPr>
            </w:pPr>
            <w:r w:rsidRPr="00B011C0">
              <w:rPr>
                <w:i/>
                <w:iCs/>
                <w:color w:val="FF0000"/>
              </w:rPr>
              <w:t>Assinado Digitalmente</w:t>
            </w:r>
          </w:p>
        </w:tc>
        <w:tc>
          <w:tcPr>
            <w:tcW w:w="567" w:type="dxa"/>
            <w:tcBorders>
              <w:top w:val="nil"/>
              <w:left w:val="nil"/>
              <w:bottom w:val="nil"/>
              <w:right w:val="nil"/>
            </w:tcBorders>
          </w:tcPr>
          <w:p w14:paraId="23E6139B" w14:textId="77777777" w:rsidR="00B011C0" w:rsidRDefault="00B011C0" w:rsidP="009916F9">
            <w:pPr>
              <w:widowControl w:val="0"/>
              <w:rPr>
                <w:b/>
                <w:bCs/>
              </w:rPr>
            </w:pPr>
          </w:p>
        </w:tc>
        <w:tc>
          <w:tcPr>
            <w:tcW w:w="4932" w:type="dxa"/>
            <w:tcBorders>
              <w:top w:val="nil"/>
              <w:left w:val="nil"/>
              <w:bottom w:val="single" w:sz="8" w:space="0" w:color="auto"/>
              <w:right w:val="nil"/>
            </w:tcBorders>
          </w:tcPr>
          <w:p w14:paraId="4C8AE6D7" w14:textId="77777777" w:rsidR="00B011C0" w:rsidRPr="004434FB" w:rsidRDefault="00B011C0" w:rsidP="009916F9">
            <w:pPr>
              <w:widowControl w:val="0"/>
              <w:jc w:val="center"/>
              <w:rPr>
                <w:i/>
                <w:iCs/>
              </w:rPr>
            </w:pPr>
            <w:r w:rsidRPr="004434FB">
              <w:rPr>
                <w:i/>
                <w:iCs/>
                <w:color w:val="FF0000"/>
              </w:rPr>
              <w:t>Assinado Digitalmente</w:t>
            </w:r>
          </w:p>
        </w:tc>
      </w:tr>
      <w:tr w:rsidR="00B011C0" w14:paraId="504B0F18" w14:textId="77777777" w:rsidTr="009916F9">
        <w:tc>
          <w:tcPr>
            <w:tcW w:w="4957" w:type="dxa"/>
            <w:tcBorders>
              <w:top w:val="single" w:sz="8" w:space="0" w:color="auto"/>
              <w:left w:val="nil"/>
              <w:bottom w:val="nil"/>
              <w:right w:val="nil"/>
            </w:tcBorders>
          </w:tcPr>
          <w:p w14:paraId="6D2EB356" w14:textId="77777777" w:rsidR="00B011C0" w:rsidRPr="004434FB" w:rsidRDefault="00B011C0" w:rsidP="009916F9">
            <w:pPr>
              <w:widowControl w:val="0"/>
              <w:jc w:val="center"/>
              <w:rPr>
                <w:b/>
                <w:bCs/>
              </w:rPr>
            </w:pPr>
            <w:r w:rsidRPr="004434FB">
              <w:rPr>
                <w:b/>
                <w:bCs/>
              </w:rPr>
              <w:t>Leonardo José Alves Leal Neri</w:t>
            </w:r>
          </w:p>
          <w:p w14:paraId="33A2EC65" w14:textId="77777777" w:rsidR="00B011C0" w:rsidRPr="00113145" w:rsidRDefault="00B011C0" w:rsidP="009916F9">
            <w:pPr>
              <w:widowControl w:val="0"/>
              <w:jc w:val="center"/>
              <w:rPr>
                <w:sz w:val="20"/>
                <w:szCs w:val="20"/>
              </w:rPr>
            </w:pPr>
            <w:r w:rsidRPr="00113145">
              <w:rPr>
                <w:sz w:val="20"/>
                <w:szCs w:val="20"/>
              </w:rPr>
              <w:t>Secretaria de Licitação, Material e Patrimônio</w:t>
            </w:r>
          </w:p>
          <w:p w14:paraId="0C53A5CD" w14:textId="77777777" w:rsidR="00B011C0" w:rsidRPr="00113145" w:rsidRDefault="00B011C0" w:rsidP="009916F9">
            <w:pPr>
              <w:widowControl w:val="0"/>
              <w:jc w:val="center"/>
              <w:rPr>
                <w:sz w:val="20"/>
                <w:szCs w:val="20"/>
              </w:rPr>
            </w:pPr>
            <w:r w:rsidRPr="00113145">
              <w:rPr>
                <w:sz w:val="20"/>
                <w:szCs w:val="20"/>
              </w:rPr>
              <w:t>Secretário</w:t>
            </w:r>
          </w:p>
          <w:p w14:paraId="000C6B6A" w14:textId="77777777" w:rsidR="00B011C0" w:rsidRPr="004434FB" w:rsidRDefault="00B011C0" w:rsidP="009916F9">
            <w:pPr>
              <w:widowControl w:val="0"/>
              <w:jc w:val="center"/>
              <w:rPr>
                <w:b/>
                <w:bCs/>
                <w:i/>
                <w:iCs/>
              </w:rPr>
            </w:pPr>
            <w:r w:rsidRPr="00113145">
              <w:rPr>
                <w:i/>
                <w:iCs/>
                <w:sz w:val="20"/>
                <w:szCs w:val="20"/>
              </w:rPr>
              <w:t>Integrante Administrativo</w:t>
            </w:r>
          </w:p>
        </w:tc>
        <w:tc>
          <w:tcPr>
            <w:tcW w:w="567" w:type="dxa"/>
            <w:tcBorders>
              <w:top w:val="nil"/>
              <w:left w:val="nil"/>
              <w:bottom w:val="nil"/>
              <w:right w:val="nil"/>
            </w:tcBorders>
          </w:tcPr>
          <w:p w14:paraId="77816EFC" w14:textId="77777777" w:rsidR="00B011C0" w:rsidRDefault="00B011C0" w:rsidP="009916F9">
            <w:pPr>
              <w:widowControl w:val="0"/>
              <w:rPr>
                <w:b/>
                <w:bCs/>
              </w:rPr>
            </w:pPr>
          </w:p>
        </w:tc>
        <w:tc>
          <w:tcPr>
            <w:tcW w:w="4932" w:type="dxa"/>
            <w:tcBorders>
              <w:top w:val="single" w:sz="8" w:space="0" w:color="auto"/>
              <w:left w:val="nil"/>
              <w:bottom w:val="nil"/>
              <w:right w:val="nil"/>
            </w:tcBorders>
          </w:tcPr>
          <w:p w14:paraId="3B8BC391" w14:textId="595D7E36" w:rsidR="00B011C0" w:rsidRPr="004434FB" w:rsidRDefault="009D2CCE" w:rsidP="009916F9">
            <w:pPr>
              <w:widowControl w:val="0"/>
              <w:jc w:val="center"/>
              <w:rPr>
                <w:b/>
                <w:bCs/>
              </w:rPr>
            </w:pPr>
            <w:r>
              <w:rPr>
                <w:b/>
                <w:bCs/>
              </w:rPr>
              <w:t>Sandro Alves de Oliveira</w:t>
            </w:r>
          </w:p>
          <w:p w14:paraId="1F5902D8" w14:textId="77777777" w:rsidR="009D2CCE" w:rsidRPr="00113145" w:rsidRDefault="009D2CCE" w:rsidP="009D2CCE">
            <w:pPr>
              <w:widowControl w:val="0"/>
              <w:jc w:val="center"/>
              <w:rPr>
                <w:sz w:val="20"/>
                <w:szCs w:val="20"/>
              </w:rPr>
            </w:pPr>
            <w:r w:rsidRPr="00113145">
              <w:rPr>
                <w:sz w:val="20"/>
                <w:szCs w:val="20"/>
              </w:rPr>
              <w:t>Se</w:t>
            </w:r>
            <w:r>
              <w:rPr>
                <w:sz w:val="20"/>
                <w:szCs w:val="20"/>
              </w:rPr>
              <w:t xml:space="preserve">rviço de Segurança e Suporte Operacional </w:t>
            </w:r>
          </w:p>
          <w:p w14:paraId="34EF02CC" w14:textId="532186E8" w:rsidR="00B011C0" w:rsidRDefault="00B011C0" w:rsidP="009916F9">
            <w:pPr>
              <w:widowControl w:val="0"/>
              <w:jc w:val="center"/>
              <w:rPr>
                <w:b/>
                <w:bCs/>
              </w:rPr>
            </w:pPr>
            <w:r w:rsidRPr="004434FB">
              <w:rPr>
                <w:i/>
                <w:iCs/>
                <w:sz w:val="20"/>
                <w:szCs w:val="20"/>
              </w:rPr>
              <w:t xml:space="preserve">Integrante </w:t>
            </w:r>
            <w:r w:rsidR="009D2CCE">
              <w:rPr>
                <w:i/>
                <w:iCs/>
                <w:sz w:val="20"/>
                <w:szCs w:val="20"/>
              </w:rPr>
              <w:t>Técnico</w:t>
            </w:r>
          </w:p>
        </w:tc>
      </w:tr>
    </w:tbl>
    <w:p w14:paraId="6A8EF464" w14:textId="77777777" w:rsidR="00B011C0" w:rsidRDefault="00B011C0" w:rsidP="00B011C0">
      <w:pPr>
        <w:widowControl w:val="0"/>
        <w:rPr>
          <w:b/>
          <w:bCs/>
        </w:rPr>
      </w:pPr>
    </w:p>
    <w:tbl>
      <w:tblPr>
        <w:tblStyle w:val="Tabelacomgrade"/>
        <w:tblW w:w="0" w:type="auto"/>
        <w:tblLook w:val="04A0" w:firstRow="1" w:lastRow="0" w:firstColumn="1" w:lastColumn="0" w:noHBand="0" w:noVBand="1"/>
      </w:tblPr>
      <w:tblGrid>
        <w:gridCol w:w="4957"/>
        <w:gridCol w:w="567"/>
      </w:tblGrid>
      <w:tr w:rsidR="00B011C0" w:rsidRPr="004434FB" w14:paraId="0432778B" w14:textId="77777777" w:rsidTr="009916F9">
        <w:tc>
          <w:tcPr>
            <w:tcW w:w="4957" w:type="dxa"/>
            <w:tcBorders>
              <w:top w:val="nil"/>
              <w:left w:val="nil"/>
              <w:bottom w:val="single" w:sz="8" w:space="0" w:color="auto"/>
              <w:right w:val="nil"/>
            </w:tcBorders>
          </w:tcPr>
          <w:p w14:paraId="09429705" w14:textId="77777777" w:rsidR="00B011C0" w:rsidRDefault="00B011C0" w:rsidP="009916F9">
            <w:pPr>
              <w:widowControl w:val="0"/>
              <w:jc w:val="center"/>
              <w:rPr>
                <w:b/>
                <w:bCs/>
              </w:rPr>
            </w:pPr>
            <w:r w:rsidRPr="004434FB">
              <w:rPr>
                <w:i/>
                <w:iCs/>
                <w:color w:val="FF0000"/>
              </w:rPr>
              <w:t>Assinado Digitalmente</w:t>
            </w:r>
          </w:p>
        </w:tc>
        <w:tc>
          <w:tcPr>
            <w:tcW w:w="567" w:type="dxa"/>
            <w:tcBorders>
              <w:top w:val="nil"/>
              <w:left w:val="nil"/>
              <w:bottom w:val="nil"/>
              <w:right w:val="nil"/>
            </w:tcBorders>
          </w:tcPr>
          <w:p w14:paraId="5AA84380" w14:textId="77777777" w:rsidR="00B011C0" w:rsidRDefault="00B011C0" w:rsidP="009916F9">
            <w:pPr>
              <w:widowControl w:val="0"/>
              <w:rPr>
                <w:b/>
                <w:bCs/>
              </w:rPr>
            </w:pPr>
          </w:p>
        </w:tc>
      </w:tr>
      <w:tr w:rsidR="00B011C0" w14:paraId="299679B5" w14:textId="77777777" w:rsidTr="009916F9">
        <w:tc>
          <w:tcPr>
            <w:tcW w:w="4957" w:type="dxa"/>
            <w:tcBorders>
              <w:top w:val="single" w:sz="8" w:space="0" w:color="auto"/>
              <w:left w:val="nil"/>
              <w:bottom w:val="nil"/>
              <w:right w:val="nil"/>
            </w:tcBorders>
          </w:tcPr>
          <w:p w14:paraId="1F20D482" w14:textId="1331BE3A" w:rsidR="00B011C0" w:rsidRPr="004434FB" w:rsidRDefault="000E2DE5" w:rsidP="009916F9">
            <w:pPr>
              <w:widowControl w:val="0"/>
              <w:jc w:val="center"/>
              <w:rPr>
                <w:b/>
                <w:bCs/>
              </w:rPr>
            </w:pPr>
            <w:r>
              <w:rPr>
                <w:b/>
                <w:bCs/>
              </w:rPr>
              <w:t xml:space="preserve">Caubi </w:t>
            </w:r>
            <w:r w:rsidR="005973F7">
              <w:rPr>
                <w:b/>
                <w:bCs/>
              </w:rPr>
              <w:t>Pereira Alves</w:t>
            </w:r>
          </w:p>
          <w:p w14:paraId="49853DDE" w14:textId="28F74C7B" w:rsidR="00B011C0" w:rsidRPr="00113145" w:rsidRDefault="00B011C0" w:rsidP="009916F9">
            <w:pPr>
              <w:widowControl w:val="0"/>
              <w:jc w:val="center"/>
              <w:rPr>
                <w:sz w:val="20"/>
                <w:szCs w:val="20"/>
              </w:rPr>
            </w:pPr>
            <w:r w:rsidRPr="00113145">
              <w:rPr>
                <w:sz w:val="20"/>
                <w:szCs w:val="20"/>
              </w:rPr>
              <w:t>Se</w:t>
            </w:r>
            <w:r>
              <w:rPr>
                <w:sz w:val="20"/>
                <w:szCs w:val="20"/>
              </w:rPr>
              <w:t xml:space="preserve">rviço de </w:t>
            </w:r>
            <w:r w:rsidR="002478AE">
              <w:rPr>
                <w:sz w:val="20"/>
                <w:szCs w:val="20"/>
              </w:rPr>
              <w:t>Segurança e Suporte Operacional</w:t>
            </w:r>
            <w:r>
              <w:rPr>
                <w:sz w:val="20"/>
                <w:szCs w:val="20"/>
              </w:rPr>
              <w:t xml:space="preserve"> </w:t>
            </w:r>
          </w:p>
          <w:p w14:paraId="17A341CC" w14:textId="3C0F6C21" w:rsidR="00B011C0" w:rsidRPr="00113145" w:rsidRDefault="00B011C0" w:rsidP="009916F9">
            <w:pPr>
              <w:widowControl w:val="0"/>
              <w:jc w:val="center"/>
              <w:rPr>
                <w:sz w:val="20"/>
                <w:szCs w:val="20"/>
              </w:rPr>
            </w:pPr>
            <w:r>
              <w:rPr>
                <w:sz w:val="20"/>
                <w:szCs w:val="20"/>
              </w:rPr>
              <w:t xml:space="preserve">Chefe </w:t>
            </w:r>
          </w:p>
          <w:p w14:paraId="6D1FE1E9" w14:textId="090C505F" w:rsidR="00B011C0" w:rsidRPr="004434FB" w:rsidRDefault="00B011C0" w:rsidP="009916F9">
            <w:pPr>
              <w:widowControl w:val="0"/>
              <w:jc w:val="center"/>
              <w:rPr>
                <w:b/>
                <w:bCs/>
                <w:i/>
                <w:iCs/>
              </w:rPr>
            </w:pPr>
            <w:r w:rsidRPr="00113145">
              <w:rPr>
                <w:i/>
                <w:iCs/>
                <w:sz w:val="20"/>
                <w:szCs w:val="20"/>
              </w:rPr>
              <w:t xml:space="preserve">Integrante </w:t>
            </w:r>
            <w:r w:rsidR="009D2CCE">
              <w:rPr>
                <w:i/>
                <w:iCs/>
                <w:sz w:val="20"/>
                <w:szCs w:val="20"/>
              </w:rPr>
              <w:t>Requisitante</w:t>
            </w:r>
          </w:p>
        </w:tc>
        <w:tc>
          <w:tcPr>
            <w:tcW w:w="567" w:type="dxa"/>
            <w:tcBorders>
              <w:top w:val="nil"/>
              <w:left w:val="nil"/>
              <w:bottom w:val="nil"/>
              <w:right w:val="nil"/>
            </w:tcBorders>
          </w:tcPr>
          <w:p w14:paraId="7B2A8753" w14:textId="77777777" w:rsidR="00B011C0" w:rsidRDefault="00B011C0" w:rsidP="009916F9">
            <w:pPr>
              <w:widowControl w:val="0"/>
              <w:rPr>
                <w:b/>
                <w:bCs/>
              </w:rPr>
            </w:pPr>
          </w:p>
        </w:tc>
      </w:tr>
    </w:tbl>
    <w:p w14:paraId="0CC7E6A7" w14:textId="77777777" w:rsidR="00B011C0" w:rsidRDefault="00B011C0" w:rsidP="00B011C0">
      <w:pPr>
        <w:widowControl w:val="0"/>
        <w:rPr>
          <w:b/>
          <w:bCs/>
        </w:rPr>
      </w:pPr>
    </w:p>
    <w:p w14:paraId="6BE85C99" w14:textId="77777777" w:rsidR="00B011C0" w:rsidRDefault="00B011C0" w:rsidP="00B011C0">
      <w:pPr>
        <w:widowControl w:val="0"/>
        <w:rPr>
          <w:b/>
          <w:bCs/>
        </w:rPr>
      </w:pPr>
      <w:r>
        <w:rPr>
          <w:b/>
          <w:bCs/>
        </w:rPr>
        <w:br w:type="page"/>
      </w:r>
    </w:p>
    <w:tbl>
      <w:tblPr>
        <w:tblStyle w:val="Tabelacomgrade"/>
        <w:tblW w:w="0" w:type="auto"/>
        <w:shd w:val="clear" w:color="auto" w:fill="92D050"/>
        <w:tblLook w:val="04A0" w:firstRow="1" w:lastRow="0" w:firstColumn="1" w:lastColumn="0" w:noHBand="0" w:noVBand="1"/>
      </w:tblPr>
      <w:tblGrid>
        <w:gridCol w:w="10456"/>
      </w:tblGrid>
      <w:tr w:rsidR="00F250FB" w14:paraId="27206500" w14:textId="77777777" w:rsidTr="00256C25">
        <w:tc>
          <w:tcPr>
            <w:tcW w:w="10456" w:type="dxa"/>
            <w:shd w:val="clear" w:color="auto" w:fill="92D050"/>
          </w:tcPr>
          <w:p w14:paraId="3799ECDB" w14:textId="77777777" w:rsidR="00F250FB" w:rsidRDefault="00F250FB" w:rsidP="0066641A">
            <w:pPr>
              <w:pStyle w:val="TRN0"/>
              <w:numPr>
                <w:ilvl w:val="0"/>
                <w:numId w:val="4"/>
              </w:numPr>
              <w:spacing w:before="120" w:after="120"/>
            </w:pPr>
            <w:r>
              <w:lastRenderedPageBreak/>
              <w:t xml:space="preserve">ANÁLISE DE </w:t>
            </w:r>
            <w:r w:rsidRPr="003D3EB6">
              <w:t>RISCOS</w:t>
            </w:r>
          </w:p>
        </w:tc>
      </w:tr>
    </w:tbl>
    <w:p w14:paraId="20CF89DE" w14:textId="77777777" w:rsidR="00F250FB" w:rsidRDefault="00F250FB" w:rsidP="00F250FB">
      <w:pPr>
        <w:widowControl w:val="0"/>
        <w:rPr>
          <w:b/>
          <w:bCs/>
        </w:rPr>
      </w:pPr>
    </w:p>
    <w:p w14:paraId="021EEA1C" w14:textId="77777777" w:rsidR="00F250FB" w:rsidRDefault="00F250FB" w:rsidP="00BE65F7">
      <w:pPr>
        <w:pStyle w:val="TRN1"/>
        <w:numPr>
          <w:ilvl w:val="1"/>
          <w:numId w:val="4"/>
        </w:numPr>
      </w:pPr>
      <w:r w:rsidRPr="00256C25">
        <w:t>Cumprindo</w:t>
      </w:r>
      <w:r>
        <w:t xml:space="preserve"> com o disposto no artigo 25 da Instrução Normativa nº 05/2017- SEGES/MP, serão analisados os riscos inerentes a três situações distintas relacionadas a este processo de contratação, originando os subsequentes eventos:</w:t>
      </w:r>
    </w:p>
    <w:p w14:paraId="7707D729" w14:textId="77777777" w:rsidR="00F250FB" w:rsidRDefault="00F250FB" w:rsidP="00BE65F7">
      <w:pPr>
        <w:pStyle w:val="TRN2"/>
        <w:numPr>
          <w:ilvl w:val="2"/>
          <w:numId w:val="4"/>
        </w:numPr>
      </w:pPr>
      <w:r>
        <w:t xml:space="preserve">Fases </w:t>
      </w:r>
      <w:r w:rsidRPr="00256C25">
        <w:t>do</w:t>
      </w:r>
      <w:r>
        <w:t xml:space="preserve"> planejamento da contratação:</w:t>
      </w:r>
    </w:p>
    <w:p w14:paraId="02D6396F" w14:textId="77777777" w:rsidR="00F250FB" w:rsidRPr="00256C25" w:rsidRDefault="00F250FB" w:rsidP="00BE65F7">
      <w:pPr>
        <w:pStyle w:val="TRN3"/>
        <w:numPr>
          <w:ilvl w:val="3"/>
          <w:numId w:val="4"/>
        </w:numPr>
      </w:pPr>
      <w:r w:rsidRPr="00256C25">
        <w:t>Equívocos na descrição do objeto.</w:t>
      </w:r>
    </w:p>
    <w:p w14:paraId="6F661357" w14:textId="77777777" w:rsidR="00F250FB" w:rsidRPr="00256C25" w:rsidRDefault="00F250FB" w:rsidP="00BE65F7">
      <w:pPr>
        <w:pStyle w:val="TRN3"/>
        <w:numPr>
          <w:ilvl w:val="3"/>
          <w:numId w:val="4"/>
        </w:numPr>
      </w:pPr>
      <w:r w:rsidRPr="00256C25">
        <w:t>Elaboração falha da estimativa.</w:t>
      </w:r>
    </w:p>
    <w:p w14:paraId="3A00DD68" w14:textId="77777777" w:rsidR="00F250FB" w:rsidRDefault="00F250FB" w:rsidP="00BE65F7">
      <w:pPr>
        <w:pStyle w:val="TRN3"/>
        <w:numPr>
          <w:ilvl w:val="3"/>
          <w:numId w:val="4"/>
        </w:numPr>
      </w:pPr>
      <w:r w:rsidRPr="00256C25">
        <w:t>Erros materiais</w:t>
      </w:r>
      <w:r>
        <w:t xml:space="preserve"> / formais no Termo de Referência.</w:t>
      </w:r>
    </w:p>
    <w:p w14:paraId="4E3A9F72" w14:textId="77777777" w:rsidR="00F250FB" w:rsidRDefault="00F250FB" w:rsidP="00BE65F7">
      <w:pPr>
        <w:pStyle w:val="TRN2"/>
        <w:numPr>
          <w:ilvl w:val="2"/>
          <w:numId w:val="4"/>
        </w:numPr>
      </w:pPr>
      <w:r w:rsidRPr="00256C25">
        <w:t>Fases</w:t>
      </w:r>
      <w:r>
        <w:t xml:space="preserve"> da seleção do fornecedor:</w:t>
      </w:r>
    </w:p>
    <w:p w14:paraId="3A03A8E3" w14:textId="77777777" w:rsidR="00F250FB" w:rsidRPr="00256C25" w:rsidRDefault="00F250FB" w:rsidP="00BE65F7">
      <w:pPr>
        <w:pStyle w:val="TRN3"/>
        <w:numPr>
          <w:ilvl w:val="3"/>
          <w:numId w:val="4"/>
        </w:numPr>
      </w:pPr>
      <w:r w:rsidRPr="00256C25">
        <w:t>Morosidade no processo licitatório.</w:t>
      </w:r>
    </w:p>
    <w:p w14:paraId="3972E974" w14:textId="77777777" w:rsidR="00F250FB" w:rsidRPr="00256C25" w:rsidRDefault="00F250FB" w:rsidP="00BE65F7">
      <w:pPr>
        <w:pStyle w:val="TRN3"/>
        <w:numPr>
          <w:ilvl w:val="3"/>
          <w:numId w:val="4"/>
        </w:numPr>
      </w:pPr>
      <w:r w:rsidRPr="00256C25">
        <w:t>Impropriedades no processo licitatório.</w:t>
      </w:r>
    </w:p>
    <w:p w14:paraId="0872CA94" w14:textId="77777777" w:rsidR="00F250FB" w:rsidRDefault="00F250FB" w:rsidP="00BE65F7">
      <w:pPr>
        <w:pStyle w:val="TRN3"/>
        <w:numPr>
          <w:ilvl w:val="3"/>
          <w:numId w:val="4"/>
        </w:numPr>
      </w:pPr>
      <w:r w:rsidRPr="00256C25">
        <w:t>Fracasso</w:t>
      </w:r>
      <w:r>
        <w:t xml:space="preserve"> do processo licitatório.</w:t>
      </w:r>
    </w:p>
    <w:p w14:paraId="36D25586" w14:textId="77777777" w:rsidR="00F250FB" w:rsidRDefault="00F250FB" w:rsidP="00BE65F7">
      <w:pPr>
        <w:pStyle w:val="TRN2"/>
        <w:numPr>
          <w:ilvl w:val="2"/>
          <w:numId w:val="4"/>
        </w:numPr>
      </w:pPr>
      <w:r w:rsidRPr="00256C25">
        <w:t>Fases</w:t>
      </w:r>
      <w:r>
        <w:t xml:space="preserve"> da Contratação:</w:t>
      </w:r>
    </w:p>
    <w:p w14:paraId="3E27D3A4" w14:textId="77777777" w:rsidR="00F250FB" w:rsidRPr="00256C25" w:rsidRDefault="00F250FB" w:rsidP="00BE65F7">
      <w:pPr>
        <w:pStyle w:val="TRN3"/>
        <w:numPr>
          <w:ilvl w:val="3"/>
          <w:numId w:val="4"/>
        </w:numPr>
      </w:pPr>
      <w:r w:rsidRPr="00256C25">
        <w:t>Não assinatura do contrato.</w:t>
      </w:r>
    </w:p>
    <w:p w14:paraId="18EF0BE1" w14:textId="77777777" w:rsidR="00F250FB" w:rsidRPr="00256C25" w:rsidRDefault="00F250FB" w:rsidP="00BE65F7">
      <w:pPr>
        <w:pStyle w:val="TRN3"/>
        <w:numPr>
          <w:ilvl w:val="3"/>
          <w:numId w:val="4"/>
        </w:numPr>
      </w:pPr>
      <w:r w:rsidRPr="00256C25">
        <w:t>Atraso no fornecimento do objeto, na prestação dos serviços e/ou no pagamento aos funcionários.</w:t>
      </w:r>
    </w:p>
    <w:p w14:paraId="25A76D4A" w14:textId="77777777" w:rsidR="00F250FB" w:rsidRPr="004610DA" w:rsidRDefault="00F250FB" w:rsidP="00BE65F7">
      <w:pPr>
        <w:pStyle w:val="TRN3"/>
        <w:numPr>
          <w:ilvl w:val="3"/>
          <w:numId w:val="4"/>
        </w:numPr>
      </w:pPr>
      <w:r>
        <w:t>Serviços</w:t>
      </w:r>
      <w:r w:rsidRPr="004610DA">
        <w:t xml:space="preserve"> / </w:t>
      </w:r>
      <w:r w:rsidRPr="00256C25">
        <w:t>Materiais</w:t>
      </w:r>
      <w:r w:rsidRPr="004610DA">
        <w:t xml:space="preserve"> não cumprem as especificações editalícias, técnicas e demais exigências normativas.</w:t>
      </w:r>
    </w:p>
    <w:p w14:paraId="23186C5A" w14:textId="77777777" w:rsidR="00F250FB" w:rsidRPr="00256C25" w:rsidRDefault="00F250FB" w:rsidP="00BE65F7">
      <w:pPr>
        <w:pStyle w:val="TRN3"/>
        <w:numPr>
          <w:ilvl w:val="3"/>
          <w:numId w:val="4"/>
        </w:numPr>
      </w:pPr>
      <w:r w:rsidRPr="00256C25">
        <w:t>Inexecução total do contrato.</w:t>
      </w:r>
    </w:p>
    <w:p w14:paraId="7B018292" w14:textId="77777777" w:rsidR="00F250FB" w:rsidRPr="00256C25" w:rsidRDefault="00F250FB" w:rsidP="00BE65F7">
      <w:pPr>
        <w:pStyle w:val="TRN3"/>
        <w:numPr>
          <w:ilvl w:val="3"/>
          <w:numId w:val="4"/>
        </w:numPr>
      </w:pPr>
      <w:r w:rsidRPr="00256C25">
        <w:t>Inexecução parcial do contrato.</w:t>
      </w:r>
    </w:p>
    <w:p w14:paraId="03FB1EFE" w14:textId="77777777" w:rsidR="00F250FB" w:rsidRPr="00256C25" w:rsidRDefault="00F250FB" w:rsidP="00BE65F7">
      <w:pPr>
        <w:pStyle w:val="TRN3"/>
        <w:numPr>
          <w:ilvl w:val="3"/>
          <w:numId w:val="4"/>
        </w:numPr>
      </w:pPr>
      <w:r w:rsidRPr="00256C25">
        <w:t>Atraso de pagamento aos funcionários terceirizados.</w:t>
      </w:r>
    </w:p>
    <w:p w14:paraId="53E0A4CE" w14:textId="77777777" w:rsidR="00F250FB" w:rsidRPr="00256C25" w:rsidRDefault="00F250FB" w:rsidP="00BE65F7">
      <w:pPr>
        <w:pStyle w:val="TRN3"/>
        <w:numPr>
          <w:ilvl w:val="3"/>
          <w:numId w:val="4"/>
        </w:numPr>
      </w:pPr>
      <w:r w:rsidRPr="00256C25">
        <w:t>A contratada deixa de providenciar e entregar os uniformes dentro dos padrões e prazos exigidos.</w:t>
      </w:r>
    </w:p>
    <w:p w14:paraId="6C1F44F4" w14:textId="77777777" w:rsidR="00F250FB" w:rsidRPr="00256C25" w:rsidRDefault="00F250FB" w:rsidP="00BE65F7">
      <w:pPr>
        <w:pStyle w:val="TRN3"/>
        <w:numPr>
          <w:ilvl w:val="3"/>
          <w:numId w:val="4"/>
        </w:numPr>
      </w:pPr>
      <w:r w:rsidRPr="00256C25">
        <w:t>A contratada não realizada pagamento de FGTS ou INSS dos funcionários</w:t>
      </w:r>
    </w:p>
    <w:p w14:paraId="06A547D8" w14:textId="77777777" w:rsidR="00F250FB" w:rsidRPr="004610DA" w:rsidRDefault="00F250FB" w:rsidP="00BE65F7">
      <w:pPr>
        <w:pStyle w:val="TRN3"/>
        <w:numPr>
          <w:ilvl w:val="3"/>
          <w:numId w:val="4"/>
        </w:numPr>
      </w:pPr>
      <w:r w:rsidRPr="00256C25">
        <w:t>Ausência</w:t>
      </w:r>
      <w:r w:rsidRPr="004610DA">
        <w:t xml:space="preserve"> de treinamento e capacitação dos profissionais.</w:t>
      </w:r>
    </w:p>
    <w:p w14:paraId="0DC1DF0C" w14:textId="77777777" w:rsidR="00F250FB" w:rsidRDefault="00F250FB" w:rsidP="00F250FB"/>
    <w:p w14:paraId="61967DF7" w14:textId="77777777" w:rsidR="00F250FB" w:rsidRDefault="00F250FB" w:rsidP="00F250FB"/>
    <w:p w14:paraId="54BDF9EA" w14:textId="77777777" w:rsidR="00203768" w:rsidRPr="003F472E" w:rsidRDefault="00F250FB" w:rsidP="00203768">
      <w:pPr>
        <w:rPr>
          <w:b/>
          <w:bCs/>
          <w:color w:val="FF0000"/>
        </w:rPr>
      </w:pPr>
      <w:r w:rsidRPr="00DF4A44">
        <w:rPr>
          <w:b/>
          <w:bCs/>
        </w:rPr>
        <w:lastRenderedPageBreak/>
        <w:t>DESCRIÇÃO DETALHADA DOS EVENTOS</w:t>
      </w:r>
    </w:p>
    <w:tbl>
      <w:tblPr>
        <w:tblStyle w:val="TableGrid"/>
        <w:tblW w:w="10017" w:type="dxa"/>
        <w:tblInd w:w="96" w:type="dxa"/>
        <w:tblCellMar>
          <w:top w:w="15" w:type="dxa"/>
          <w:left w:w="109" w:type="dxa"/>
          <w:right w:w="46" w:type="dxa"/>
        </w:tblCellMar>
        <w:tblLook w:val="04A0" w:firstRow="1" w:lastRow="0" w:firstColumn="1" w:lastColumn="0" w:noHBand="0" w:noVBand="1"/>
      </w:tblPr>
      <w:tblGrid>
        <w:gridCol w:w="680"/>
        <w:gridCol w:w="3044"/>
        <w:gridCol w:w="3330"/>
        <w:gridCol w:w="2963"/>
      </w:tblGrid>
      <w:tr w:rsidR="00203768" w:rsidRPr="001E07AB" w14:paraId="2D42ABFC" w14:textId="77777777" w:rsidTr="002A1878">
        <w:trPr>
          <w:trHeight w:val="442"/>
        </w:trPr>
        <w:tc>
          <w:tcPr>
            <w:tcW w:w="9806" w:type="dxa"/>
            <w:gridSpan w:val="4"/>
            <w:tcBorders>
              <w:top w:val="double" w:sz="6" w:space="0" w:color="000000"/>
              <w:left w:val="double" w:sz="6" w:space="0" w:color="000000"/>
              <w:bottom w:val="double" w:sz="6" w:space="0" w:color="000000"/>
              <w:right w:val="double" w:sz="6" w:space="0" w:color="000000"/>
            </w:tcBorders>
            <w:shd w:val="clear" w:color="auto" w:fill="D9D9D9"/>
          </w:tcPr>
          <w:p w14:paraId="17297A39" w14:textId="22F640D1" w:rsidR="00203768" w:rsidRPr="001E07AB" w:rsidRDefault="00203768" w:rsidP="002A1878">
            <w:pPr>
              <w:rPr>
                <w:sz w:val="18"/>
                <w:szCs w:val="18"/>
              </w:rPr>
            </w:pPr>
            <w:r w:rsidRPr="001E07AB">
              <w:rPr>
                <w:rFonts w:ascii="Arial" w:eastAsia="Arial" w:hAnsi="Arial" w:cs="Arial"/>
                <w:b/>
                <w:sz w:val="18"/>
                <w:szCs w:val="18"/>
              </w:rPr>
              <w:t xml:space="preserve">RISCO </w:t>
            </w:r>
            <w:r w:rsidR="005E1578" w:rsidRPr="001E07AB">
              <w:rPr>
                <w:rFonts w:ascii="Arial" w:eastAsia="Arial" w:hAnsi="Arial" w:cs="Arial"/>
                <w:b/>
                <w:sz w:val="18"/>
                <w:szCs w:val="18"/>
              </w:rPr>
              <w:t>14</w:t>
            </w:r>
            <w:r w:rsidRPr="001E07AB">
              <w:rPr>
                <w:rFonts w:ascii="Arial" w:eastAsia="Arial" w:hAnsi="Arial" w:cs="Arial"/>
                <w:b/>
                <w:sz w:val="18"/>
                <w:szCs w:val="18"/>
              </w:rPr>
              <w:t>.1.1</w:t>
            </w:r>
            <w:r w:rsidR="005E1578" w:rsidRPr="001E07AB">
              <w:rPr>
                <w:rFonts w:ascii="Arial" w:eastAsia="Arial" w:hAnsi="Arial" w:cs="Arial"/>
                <w:b/>
                <w:sz w:val="18"/>
                <w:szCs w:val="18"/>
              </w:rPr>
              <w:t>.a</w:t>
            </w:r>
            <w:r w:rsidRPr="001E07AB">
              <w:rPr>
                <w:rFonts w:ascii="Arial" w:eastAsia="Arial" w:hAnsi="Arial" w:cs="Arial"/>
                <w:b/>
                <w:sz w:val="18"/>
                <w:szCs w:val="18"/>
              </w:rPr>
              <w:t xml:space="preserve"> EQUÍVOCOS NA DESCRIÇÃO DO OBJETO</w:t>
            </w:r>
            <w:r w:rsidRPr="001E07AB">
              <w:rPr>
                <w:rFonts w:ascii="Arial" w:eastAsia="Arial" w:hAnsi="Arial" w:cs="Arial"/>
                <w:sz w:val="18"/>
                <w:szCs w:val="18"/>
              </w:rPr>
              <w:t xml:space="preserve"> </w:t>
            </w:r>
          </w:p>
        </w:tc>
      </w:tr>
      <w:tr w:rsidR="00203768" w:rsidRPr="001E07AB" w14:paraId="0102EACF" w14:textId="77777777" w:rsidTr="002A1878">
        <w:trPr>
          <w:trHeight w:val="296"/>
        </w:trPr>
        <w:tc>
          <w:tcPr>
            <w:tcW w:w="665" w:type="dxa"/>
            <w:tcBorders>
              <w:top w:val="double" w:sz="6" w:space="0" w:color="000000"/>
              <w:left w:val="double" w:sz="6" w:space="0" w:color="000000"/>
              <w:bottom w:val="double" w:sz="6" w:space="0" w:color="000000"/>
              <w:right w:val="double" w:sz="6" w:space="0" w:color="000000"/>
            </w:tcBorders>
            <w:shd w:val="clear" w:color="auto" w:fill="D9D9D9"/>
          </w:tcPr>
          <w:p w14:paraId="71CC9CC3" w14:textId="77777777" w:rsidR="00203768" w:rsidRPr="001E07AB" w:rsidRDefault="00203768" w:rsidP="002A1878">
            <w:pPr>
              <w:ind w:right="72"/>
              <w:jc w:val="center"/>
              <w:rPr>
                <w:sz w:val="18"/>
                <w:szCs w:val="18"/>
              </w:rPr>
            </w:pPr>
            <w:r w:rsidRPr="001E07AB">
              <w:rPr>
                <w:rFonts w:ascii="Arial" w:eastAsia="Arial" w:hAnsi="Arial" w:cs="Arial"/>
                <w:b/>
                <w:sz w:val="18"/>
                <w:szCs w:val="18"/>
              </w:rPr>
              <w:t xml:space="preserve">ID </w:t>
            </w:r>
            <w:r w:rsidRPr="001E07AB">
              <w:rPr>
                <w:rFonts w:ascii="Arial" w:eastAsia="Arial" w:hAnsi="Arial" w:cs="Arial"/>
                <w:sz w:val="18"/>
                <w:szCs w:val="18"/>
              </w:rPr>
              <w:t xml:space="preserve"> </w:t>
            </w:r>
          </w:p>
        </w:tc>
        <w:tc>
          <w:tcPr>
            <w:tcW w:w="2980" w:type="dxa"/>
            <w:tcBorders>
              <w:top w:val="double" w:sz="6" w:space="0" w:color="000000"/>
              <w:left w:val="double" w:sz="6" w:space="0" w:color="000000"/>
              <w:bottom w:val="double" w:sz="6" w:space="0" w:color="000000"/>
              <w:right w:val="double" w:sz="6" w:space="0" w:color="000000"/>
            </w:tcBorders>
            <w:shd w:val="clear" w:color="auto" w:fill="D9D9D9"/>
          </w:tcPr>
          <w:p w14:paraId="51A6EA36" w14:textId="77777777" w:rsidR="00203768" w:rsidRPr="001E07AB" w:rsidRDefault="00203768" w:rsidP="002A1878">
            <w:pPr>
              <w:ind w:right="78"/>
              <w:jc w:val="center"/>
              <w:rPr>
                <w:sz w:val="18"/>
                <w:szCs w:val="18"/>
              </w:rPr>
            </w:pPr>
            <w:r w:rsidRPr="001E07AB">
              <w:rPr>
                <w:rFonts w:ascii="Arial" w:eastAsia="Arial" w:hAnsi="Arial" w:cs="Arial"/>
                <w:b/>
                <w:sz w:val="18"/>
                <w:szCs w:val="18"/>
              </w:rPr>
              <w:t xml:space="preserve">CAUSA </w:t>
            </w:r>
            <w:r w:rsidRPr="001E07AB">
              <w:rPr>
                <w:rFonts w:ascii="Arial" w:eastAsia="Arial" w:hAnsi="Arial" w:cs="Arial"/>
                <w:sz w:val="18"/>
                <w:szCs w:val="18"/>
              </w:rPr>
              <w:t xml:space="preserve"> </w:t>
            </w:r>
          </w:p>
        </w:tc>
        <w:tc>
          <w:tcPr>
            <w:tcW w:w="3260" w:type="dxa"/>
            <w:tcBorders>
              <w:top w:val="double" w:sz="6" w:space="0" w:color="000000"/>
              <w:left w:val="double" w:sz="6" w:space="0" w:color="000000"/>
              <w:bottom w:val="double" w:sz="6" w:space="0" w:color="000000"/>
              <w:right w:val="double" w:sz="6" w:space="0" w:color="000000"/>
            </w:tcBorders>
            <w:shd w:val="clear" w:color="auto" w:fill="D9D9D9"/>
          </w:tcPr>
          <w:p w14:paraId="0B73FFBF" w14:textId="77777777" w:rsidR="00203768" w:rsidRPr="001E07AB" w:rsidRDefault="00203768" w:rsidP="002A1878">
            <w:pPr>
              <w:ind w:right="87"/>
              <w:jc w:val="center"/>
              <w:rPr>
                <w:sz w:val="18"/>
                <w:szCs w:val="18"/>
              </w:rPr>
            </w:pPr>
            <w:r w:rsidRPr="001E07AB">
              <w:rPr>
                <w:rFonts w:ascii="Arial" w:eastAsia="Arial" w:hAnsi="Arial" w:cs="Arial"/>
                <w:b/>
                <w:sz w:val="18"/>
                <w:szCs w:val="18"/>
              </w:rPr>
              <w:t>FATO</w:t>
            </w:r>
            <w:r w:rsidRPr="001E07AB">
              <w:rPr>
                <w:rFonts w:ascii="Arial" w:eastAsia="Arial" w:hAnsi="Arial" w:cs="Arial"/>
                <w:sz w:val="18"/>
                <w:szCs w:val="18"/>
              </w:rPr>
              <w:t xml:space="preserve"> </w:t>
            </w:r>
          </w:p>
        </w:tc>
        <w:tc>
          <w:tcPr>
            <w:tcW w:w="2901" w:type="dxa"/>
            <w:tcBorders>
              <w:top w:val="double" w:sz="6" w:space="0" w:color="000000"/>
              <w:left w:val="double" w:sz="6" w:space="0" w:color="000000"/>
              <w:bottom w:val="double" w:sz="6" w:space="0" w:color="000000"/>
              <w:right w:val="double" w:sz="6" w:space="0" w:color="000000"/>
            </w:tcBorders>
            <w:shd w:val="clear" w:color="auto" w:fill="D9D9D9"/>
          </w:tcPr>
          <w:p w14:paraId="7C270BF7" w14:textId="77777777" w:rsidR="00203768" w:rsidRPr="001E07AB" w:rsidRDefault="00203768" w:rsidP="002A1878">
            <w:pPr>
              <w:ind w:right="67"/>
              <w:jc w:val="center"/>
              <w:rPr>
                <w:sz w:val="18"/>
                <w:szCs w:val="18"/>
              </w:rPr>
            </w:pPr>
            <w:r w:rsidRPr="001E07AB">
              <w:rPr>
                <w:rFonts w:ascii="Arial" w:eastAsia="Arial" w:hAnsi="Arial" w:cs="Arial"/>
                <w:b/>
                <w:sz w:val="18"/>
                <w:szCs w:val="18"/>
              </w:rPr>
              <w:t>CONSEQUÊNCIA</w:t>
            </w:r>
            <w:r w:rsidRPr="001E07AB">
              <w:rPr>
                <w:rFonts w:ascii="Arial" w:eastAsia="Arial" w:hAnsi="Arial" w:cs="Arial"/>
                <w:sz w:val="18"/>
                <w:szCs w:val="18"/>
              </w:rPr>
              <w:t xml:space="preserve"> </w:t>
            </w:r>
          </w:p>
        </w:tc>
      </w:tr>
      <w:tr w:rsidR="00203768" w:rsidRPr="001E07AB" w14:paraId="244D3DEE" w14:textId="77777777" w:rsidTr="001E07AB">
        <w:trPr>
          <w:trHeight w:val="816"/>
        </w:trPr>
        <w:tc>
          <w:tcPr>
            <w:tcW w:w="665" w:type="dxa"/>
            <w:tcBorders>
              <w:top w:val="double" w:sz="6" w:space="0" w:color="000000"/>
              <w:left w:val="double" w:sz="6" w:space="0" w:color="000000"/>
              <w:bottom w:val="double" w:sz="6" w:space="0" w:color="000000"/>
              <w:right w:val="double" w:sz="6" w:space="0" w:color="000000"/>
            </w:tcBorders>
            <w:vAlign w:val="center"/>
          </w:tcPr>
          <w:p w14:paraId="67F6C636" w14:textId="77777777" w:rsidR="00203768" w:rsidRPr="001E07AB" w:rsidRDefault="00203768" w:rsidP="002A1878">
            <w:pPr>
              <w:ind w:left="96"/>
              <w:rPr>
                <w:sz w:val="18"/>
                <w:szCs w:val="18"/>
              </w:rPr>
            </w:pPr>
            <w:r w:rsidRPr="001E07AB">
              <w:rPr>
                <w:rFonts w:ascii="Arial" w:eastAsia="Arial" w:hAnsi="Arial" w:cs="Arial"/>
                <w:sz w:val="18"/>
                <w:szCs w:val="18"/>
              </w:rPr>
              <w:t xml:space="preserve">01 </w:t>
            </w:r>
          </w:p>
        </w:tc>
        <w:tc>
          <w:tcPr>
            <w:tcW w:w="2980" w:type="dxa"/>
            <w:tcBorders>
              <w:top w:val="double" w:sz="6" w:space="0" w:color="000000"/>
              <w:left w:val="double" w:sz="6" w:space="0" w:color="000000"/>
              <w:bottom w:val="double" w:sz="6" w:space="0" w:color="000000"/>
              <w:right w:val="double" w:sz="6" w:space="0" w:color="000000"/>
            </w:tcBorders>
          </w:tcPr>
          <w:p w14:paraId="011EFC9C" w14:textId="77777777" w:rsidR="00203768" w:rsidRPr="001E07AB" w:rsidRDefault="00203768" w:rsidP="002A1878">
            <w:pPr>
              <w:jc w:val="center"/>
              <w:rPr>
                <w:sz w:val="18"/>
                <w:szCs w:val="18"/>
              </w:rPr>
            </w:pPr>
            <w:r w:rsidRPr="001E07AB">
              <w:rPr>
                <w:rFonts w:ascii="Arial" w:eastAsia="Arial" w:hAnsi="Arial" w:cs="Arial"/>
                <w:sz w:val="18"/>
                <w:szCs w:val="18"/>
              </w:rPr>
              <w:t xml:space="preserve">Não observância dos requisitos mínimos dos </w:t>
            </w:r>
          </w:p>
          <w:p w14:paraId="1CCD9656" w14:textId="77777777" w:rsidR="00203768" w:rsidRPr="001E07AB" w:rsidRDefault="00203768" w:rsidP="002A1878">
            <w:pPr>
              <w:jc w:val="center"/>
              <w:rPr>
                <w:sz w:val="18"/>
                <w:szCs w:val="18"/>
              </w:rPr>
            </w:pPr>
            <w:r w:rsidRPr="001E07AB">
              <w:rPr>
                <w:rFonts w:ascii="Arial" w:eastAsia="Arial" w:hAnsi="Arial" w:cs="Arial"/>
                <w:sz w:val="18"/>
                <w:szCs w:val="18"/>
              </w:rPr>
              <w:t xml:space="preserve">equipamentos/materiais e serviço. </w:t>
            </w:r>
          </w:p>
        </w:tc>
        <w:tc>
          <w:tcPr>
            <w:tcW w:w="3260" w:type="dxa"/>
            <w:tcBorders>
              <w:top w:val="double" w:sz="6" w:space="0" w:color="000000"/>
              <w:left w:val="double" w:sz="6" w:space="0" w:color="000000"/>
              <w:bottom w:val="double" w:sz="6" w:space="0" w:color="000000"/>
              <w:right w:val="double" w:sz="6" w:space="0" w:color="000000"/>
            </w:tcBorders>
            <w:vAlign w:val="center"/>
          </w:tcPr>
          <w:p w14:paraId="160D146C" w14:textId="77777777" w:rsidR="00203768" w:rsidRPr="001E07AB" w:rsidRDefault="00203768" w:rsidP="002A1878">
            <w:pPr>
              <w:ind w:left="370" w:hanging="82"/>
              <w:rPr>
                <w:sz w:val="18"/>
                <w:szCs w:val="18"/>
              </w:rPr>
            </w:pPr>
            <w:r w:rsidRPr="001E07AB">
              <w:rPr>
                <w:rFonts w:ascii="Arial" w:eastAsia="Arial" w:hAnsi="Arial" w:cs="Arial"/>
                <w:sz w:val="18"/>
                <w:szCs w:val="18"/>
              </w:rPr>
              <w:t xml:space="preserve">Provimento de pedido de impugnações no Edital. </w:t>
            </w:r>
          </w:p>
        </w:tc>
        <w:tc>
          <w:tcPr>
            <w:tcW w:w="2901" w:type="dxa"/>
            <w:tcBorders>
              <w:top w:val="double" w:sz="6" w:space="0" w:color="000000"/>
              <w:left w:val="double" w:sz="6" w:space="0" w:color="000000"/>
              <w:bottom w:val="double" w:sz="6" w:space="0" w:color="000000"/>
              <w:right w:val="double" w:sz="6" w:space="0" w:color="000000"/>
            </w:tcBorders>
            <w:vAlign w:val="center"/>
          </w:tcPr>
          <w:p w14:paraId="0ED5348A" w14:textId="77777777" w:rsidR="00203768" w:rsidRPr="001E07AB" w:rsidRDefault="00203768" w:rsidP="002A1878">
            <w:pPr>
              <w:jc w:val="center"/>
              <w:rPr>
                <w:sz w:val="18"/>
                <w:szCs w:val="18"/>
              </w:rPr>
            </w:pPr>
            <w:r w:rsidRPr="001E07AB">
              <w:rPr>
                <w:rFonts w:ascii="Arial" w:eastAsia="Arial" w:hAnsi="Arial" w:cs="Arial"/>
                <w:sz w:val="18"/>
                <w:szCs w:val="18"/>
              </w:rPr>
              <w:t xml:space="preserve">Atraso na realização da contratação pleiteada. </w:t>
            </w:r>
          </w:p>
        </w:tc>
      </w:tr>
      <w:tr w:rsidR="00203768" w:rsidRPr="001E07AB" w14:paraId="73D0CCBF" w14:textId="77777777" w:rsidTr="001E07AB">
        <w:trPr>
          <w:trHeight w:val="913"/>
        </w:trPr>
        <w:tc>
          <w:tcPr>
            <w:tcW w:w="665" w:type="dxa"/>
            <w:tcBorders>
              <w:top w:val="double" w:sz="6" w:space="0" w:color="000000"/>
              <w:left w:val="double" w:sz="6" w:space="0" w:color="000000"/>
              <w:bottom w:val="double" w:sz="6" w:space="0" w:color="000000"/>
              <w:right w:val="double" w:sz="6" w:space="0" w:color="000000"/>
            </w:tcBorders>
            <w:vAlign w:val="center"/>
          </w:tcPr>
          <w:p w14:paraId="424DA09A" w14:textId="77777777" w:rsidR="00203768" w:rsidRPr="001E07AB" w:rsidRDefault="00203768" w:rsidP="002A1878">
            <w:pPr>
              <w:ind w:left="96"/>
              <w:rPr>
                <w:sz w:val="18"/>
                <w:szCs w:val="18"/>
              </w:rPr>
            </w:pPr>
            <w:r w:rsidRPr="001E07AB">
              <w:rPr>
                <w:rFonts w:ascii="Arial" w:eastAsia="Arial" w:hAnsi="Arial" w:cs="Arial"/>
                <w:sz w:val="18"/>
                <w:szCs w:val="18"/>
              </w:rPr>
              <w:t xml:space="preserve">02 </w:t>
            </w:r>
          </w:p>
        </w:tc>
        <w:tc>
          <w:tcPr>
            <w:tcW w:w="2980" w:type="dxa"/>
            <w:tcBorders>
              <w:top w:val="double" w:sz="6" w:space="0" w:color="000000"/>
              <w:left w:val="double" w:sz="6" w:space="0" w:color="000000"/>
              <w:bottom w:val="double" w:sz="6" w:space="0" w:color="000000"/>
              <w:right w:val="double" w:sz="6" w:space="0" w:color="000000"/>
            </w:tcBorders>
          </w:tcPr>
          <w:p w14:paraId="3716FA91" w14:textId="77777777" w:rsidR="00203768" w:rsidRPr="001E07AB" w:rsidRDefault="00203768" w:rsidP="002A1878">
            <w:pPr>
              <w:jc w:val="center"/>
              <w:rPr>
                <w:sz w:val="18"/>
                <w:szCs w:val="18"/>
              </w:rPr>
            </w:pPr>
            <w:r w:rsidRPr="001E07AB">
              <w:rPr>
                <w:rFonts w:ascii="Arial" w:eastAsia="Arial" w:hAnsi="Arial" w:cs="Arial"/>
                <w:sz w:val="18"/>
                <w:szCs w:val="18"/>
              </w:rPr>
              <w:t xml:space="preserve">Ausência de pesquisa no mercado potencial das </w:t>
            </w:r>
          </w:p>
          <w:p w14:paraId="07975AE8" w14:textId="77777777" w:rsidR="00203768" w:rsidRPr="001E07AB" w:rsidRDefault="00203768" w:rsidP="002A1878">
            <w:pPr>
              <w:jc w:val="center"/>
              <w:rPr>
                <w:sz w:val="18"/>
                <w:szCs w:val="18"/>
              </w:rPr>
            </w:pPr>
            <w:r w:rsidRPr="001E07AB">
              <w:rPr>
                <w:rFonts w:ascii="Arial" w:eastAsia="Arial" w:hAnsi="Arial" w:cs="Arial"/>
                <w:sz w:val="18"/>
                <w:szCs w:val="18"/>
              </w:rPr>
              <w:t xml:space="preserve">melhores práticas, produtos e serviços. </w:t>
            </w:r>
          </w:p>
        </w:tc>
        <w:tc>
          <w:tcPr>
            <w:tcW w:w="3260" w:type="dxa"/>
            <w:tcBorders>
              <w:top w:val="double" w:sz="6" w:space="0" w:color="000000"/>
              <w:left w:val="double" w:sz="6" w:space="0" w:color="000000"/>
              <w:bottom w:val="double" w:sz="6" w:space="0" w:color="000000"/>
              <w:right w:val="double" w:sz="6" w:space="0" w:color="000000"/>
            </w:tcBorders>
            <w:vAlign w:val="center"/>
          </w:tcPr>
          <w:p w14:paraId="54871BAB" w14:textId="77777777" w:rsidR="00203768" w:rsidRPr="001E07AB" w:rsidRDefault="00203768" w:rsidP="002A1878">
            <w:pPr>
              <w:ind w:left="24" w:hanging="24"/>
              <w:jc w:val="center"/>
              <w:rPr>
                <w:sz w:val="18"/>
                <w:szCs w:val="18"/>
              </w:rPr>
            </w:pPr>
            <w:r w:rsidRPr="001E07AB">
              <w:rPr>
                <w:rFonts w:ascii="Arial" w:eastAsia="Arial" w:hAnsi="Arial" w:cs="Arial"/>
                <w:sz w:val="18"/>
                <w:szCs w:val="18"/>
              </w:rPr>
              <w:t xml:space="preserve">Contratação que atende precariamente as necessidades. </w:t>
            </w:r>
          </w:p>
        </w:tc>
        <w:tc>
          <w:tcPr>
            <w:tcW w:w="2901" w:type="dxa"/>
            <w:tcBorders>
              <w:top w:val="double" w:sz="6" w:space="0" w:color="000000"/>
              <w:left w:val="double" w:sz="6" w:space="0" w:color="000000"/>
              <w:bottom w:val="double" w:sz="6" w:space="0" w:color="000000"/>
              <w:right w:val="double" w:sz="6" w:space="0" w:color="000000"/>
            </w:tcBorders>
            <w:vAlign w:val="center"/>
          </w:tcPr>
          <w:p w14:paraId="5E3D6176" w14:textId="77777777" w:rsidR="00203768" w:rsidRPr="001E07AB" w:rsidRDefault="00203768" w:rsidP="002A1878">
            <w:pPr>
              <w:jc w:val="center"/>
              <w:rPr>
                <w:sz w:val="18"/>
                <w:szCs w:val="18"/>
              </w:rPr>
            </w:pPr>
            <w:r w:rsidRPr="001E07AB">
              <w:rPr>
                <w:rFonts w:ascii="Arial" w:eastAsia="Arial" w:hAnsi="Arial" w:cs="Arial"/>
                <w:sz w:val="18"/>
                <w:szCs w:val="18"/>
              </w:rPr>
              <w:t xml:space="preserve">Obsolescência de equipamentos ou serviços descontinuados. </w:t>
            </w:r>
          </w:p>
        </w:tc>
      </w:tr>
      <w:tr w:rsidR="00203768" w:rsidRPr="001E07AB" w14:paraId="6F9C4AB5" w14:textId="77777777" w:rsidTr="002A1878">
        <w:trPr>
          <w:trHeight w:val="440"/>
        </w:trPr>
        <w:tc>
          <w:tcPr>
            <w:tcW w:w="9806" w:type="dxa"/>
            <w:gridSpan w:val="4"/>
            <w:tcBorders>
              <w:top w:val="double" w:sz="6" w:space="0" w:color="000000"/>
              <w:left w:val="double" w:sz="6" w:space="0" w:color="000000"/>
              <w:bottom w:val="double" w:sz="6" w:space="0" w:color="000000"/>
              <w:right w:val="double" w:sz="6" w:space="0" w:color="000000"/>
            </w:tcBorders>
            <w:shd w:val="clear" w:color="auto" w:fill="D9D9D9"/>
          </w:tcPr>
          <w:p w14:paraId="2C4BB645" w14:textId="362165CC" w:rsidR="00203768" w:rsidRPr="001E07AB" w:rsidRDefault="00203768" w:rsidP="002A1878">
            <w:pPr>
              <w:rPr>
                <w:sz w:val="18"/>
                <w:szCs w:val="18"/>
              </w:rPr>
            </w:pPr>
            <w:r w:rsidRPr="001E07AB">
              <w:rPr>
                <w:rFonts w:ascii="Arial" w:eastAsia="Arial" w:hAnsi="Arial" w:cs="Arial"/>
                <w:b/>
                <w:sz w:val="18"/>
                <w:szCs w:val="18"/>
              </w:rPr>
              <w:t xml:space="preserve">RISCO </w:t>
            </w:r>
            <w:r w:rsidR="004536A6" w:rsidRPr="001E07AB">
              <w:rPr>
                <w:rFonts w:ascii="Arial" w:eastAsia="Arial" w:hAnsi="Arial" w:cs="Arial"/>
                <w:b/>
                <w:sz w:val="18"/>
                <w:szCs w:val="18"/>
              </w:rPr>
              <w:t xml:space="preserve">14.1.1.b </w:t>
            </w:r>
            <w:r w:rsidRPr="001E07AB">
              <w:rPr>
                <w:rFonts w:ascii="Arial" w:eastAsia="Arial" w:hAnsi="Arial" w:cs="Arial"/>
                <w:b/>
                <w:sz w:val="18"/>
                <w:szCs w:val="18"/>
              </w:rPr>
              <w:t>ELABORAÇÃO FALHA DA ESTIMATIVA</w:t>
            </w:r>
            <w:r w:rsidRPr="001E07AB">
              <w:rPr>
                <w:rFonts w:ascii="Arial" w:eastAsia="Arial" w:hAnsi="Arial" w:cs="Arial"/>
                <w:sz w:val="18"/>
                <w:szCs w:val="18"/>
              </w:rPr>
              <w:t xml:space="preserve"> </w:t>
            </w:r>
          </w:p>
        </w:tc>
      </w:tr>
      <w:tr w:rsidR="00203768" w:rsidRPr="001E07AB" w14:paraId="34ED5F6F" w14:textId="77777777" w:rsidTr="002A1878">
        <w:trPr>
          <w:trHeight w:val="296"/>
        </w:trPr>
        <w:tc>
          <w:tcPr>
            <w:tcW w:w="665" w:type="dxa"/>
            <w:tcBorders>
              <w:top w:val="double" w:sz="6" w:space="0" w:color="000000"/>
              <w:left w:val="double" w:sz="6" w:space="0" w:color="000000"/>
              <w:bottom w:val="double" w:sz="6" w:space="0" w:color="000000"/>
              <w:right w:val="double" w:sz="6" w:space="0" w:color="000000"/>
            </w:tcBorders>
            <w:shd w:val="clear" w:color="auto" w:fill="D9D9D9"/>
          </w:tcPr>
          <w:p w14:paraId="59EAF332" w14:textId="77777777" w:rsidR="00203768" w:rsidRPr="001E07AB" w:rsidRDefault="00203768" w:rsidP="002A1878">
            <w:pPr>
              <w:ind w:right="72"/>
              <w:jc w:val="center"/>
              <w:rPr>
                <w:sz w:val="18"/>
                <w:szCs w:val="18"/>
              </w:rPr>
            </w:pPr>
            <w:r w:rsidRPr="001E07AB">
              <w:rPr>
                <w:rFonts w:ascii="Arial" w:eastAsia="Arial" w:hAnsi="Arial" w:cs="Arial"/>
                <w:b/>
                <w:sz w:val="18"/>
                <w:szCs w:val="18"/>
              </w:rPr>
              <w:t xml:space="preserve">ID </w:t>
            </w:r>
            <w:r w:rsidRPr="001E07AB">
              <w:rPr>
                <w:rFonts w:ascii="Arial" w:eastAsia="Arial" w:hAnsi="Arial" w:cs="Arial"/>
                <w:sz w:val="18"/>
                <w:szCs w:val="18"/>
              </w:rPr>
              <w:t xml:space="preserve"> </w:t>
            </w:r>
          </w:p>
        </w:tc>
        <w:tc>
          <w:tcPr>
            <w:tcW w:w="2980" w:type="dxa"/>
            <w:tcBorders>
              <w:top w:val="double" w:sz="6" w:space="0" w:color="000000"/>
              <w:left w:val="double" w:sz="6" w:space="0" w:color="000000"/>
              <w:bottom w:val="double" w:sz="6" w:space="0" w:color="000000"/>
              <w:right w:val="double" w:sz="6" w:space="0" w:color="000000"/>
            </w:tcBorders>
            <w:shd w:val="clear" w:color="auto" w:fill="D9D9D9"/>
          </w:tcPr>
          <w:p w14:paraId="25809F4E" w14:textId="77777777" w:rsidR="00203768" w:rsidRPr="001E07AB" w:rsidRDefault="00203768" w:rsidP="002A1878">
            <w:pPr>
              <w:ind w:right="78"/>
              <w:jc w:val="center"/>
              <w:rPr>
                <w:sz w:val="18"/>
                <w:szCs w:val="18"/>
              </w:rPr>
            </w:pPr>
            <w:r w:rsidRPr="001E07AB">
              <w:rPr>
                <w:rFonts w:ascii="Arial" w:eastAsia="Arial" w:hAnsi="Arial" w:cs="Arial"/>
                <w:b/>
                <w:sz w:val="18"/>
                <w:szCs w:val="18"/>
              </w:rPr>
              <w:t xml:space="preserve">CAUSA </w:t>
            </w:r>
            <w:r w:rsidRPr="001E07AB">
              <w:rPr>
                <w:rFonts w:ascii="Arial" w:eastAsia="Arial" w:hAnsi="Arial" w:cs="Arial"/>
                <w:sz w:val="18"/>
                <w:szCs w:val="18"/>
              </w:rPr>
              <w:t xml:space="preserve"> </w:t>
            </w:r>
          </w:p>
        </w:tc>
        <w:tc>
          <w:tcPr>
            <w:tcW w:w="3260" w:type="dxa"/>
            <w:tcBorders>
              <w:top w:val="double" w:sz="6" w:space="0" w:color="000000"/>
              <w:left w:val="double" w:sz="6" w:space="0" w:color="000000"/>
              <w:bottom w:val="double" w:sz="6" w:space="0" w:color="000000"/>
              <w:right w:val="double" w:sz="6" w:space="0" w:color="000000"/>
            </w:tcBorders>
            <w:shd w:val="clear" w:color="auto" w:fill="D9D9D9"/>
          </w:tcPr>
          <w:p w14:paraId="526C3A84" w14:textId="77777777" w:rsidR="00203768" w:rsidRPr="001E07AB" w:rsidRDefault="00203768" w:rsidP="002A1878">
            <w:pPr>
              <w:ind w:right="87"/>
              <w:jc w:val="center"/>
              <w:rPr>
                <w:sz w:val="18"/>
                <w:szCs w:val="18"/>
              </w:rPr>
            </w:pPr>
            <w:r w:rsidRPr="001E07AB">
              <w:rPr>
                <w:rFonts w:ascii="Arial" w:eastAsia="Arial" w:hAnsi="Arial" w:cs="Arial"/>
                <w:b/>
                <w:sz w:val="18"/>
                <w:szCs w:val="18"/>
              </w:rPr>
              <w:t>FATO</w:t>
            </w:r>
            <w:r w:rsidRPr="001E07AB">
              <w:rPr>
                <w:rFonts w:ascii="Arial" w:eastAsia="Arial" w:hAnsi="Arial" w:cs="Arial"/>
                <w:sz w:val="18"/>
                <w:szCs w:val="18"/>
              </w:rPr>
              <w:t xml:space="preserve"> </w:t>
            </w:r>
          </w:p>
        </w:tc>
        <w:tc>
          <w:tcPr>
            <w:tcW w:w="2901" w:type="dxa"/>
            <w:tcBorders>
              <w:top w:val="double" w:sz="6" w:space="0" w:color="000000"/>
              <w:left w:val="double" w:sz="6" w:space="0" w:color="000000"/>
              <w:bottom w:val="double" w:sz="6" w:space="0" w:color="000000"/>
              <w:right w:val="double" w:sz="6" w:space="0" w:color="000000"/>
            </w:tcBorders>
            <w:shd w:val="clear" w:color="auto" w:fill="D9D9D9"/>
          </w:tcPr>
          <w:p w14:paraId="1D0DC939" w14:textId="77777777" w:rsidR="00203768" w:rsidRPr="001E07AB" w:rsidRDefault="00203768" w:rsidP="002A1878">
            <w:pPr>
              <w:ind w:right="67"/>
              <w:jc w:val="center"/>
              <w:rPr>
                <w:sz w:val="18"/>
                <w:szCs w:val="18"/>
              </w:rPr>
            </w:pPr>
            <w:r w:rsidRPr="001E07AB">
              <w:rPr>
                <w:rFonts w:ascii="Arial" w:eastAsia="Arial" w:hAnsi="Arial" w:cs="Arial"/>
                <w:b/>
                <w:sz w:val="18"/>
                <w:szCs w:val="18"/>
              </w:rPr>
              <w:t>CONSEQUÊNCIA</w:t>
            </w:r>
            <w:r w:rsidRPr="001E07AB">
              <w:rPr>
                <w:rFonts w:ascii="Arial" w:eastAsia="Arial" w:hAnsi="Arial" w:cs="Arial"/>
                <w:sz w:val="18"/>
                <w:szCs w:val="18"/>
              </w:rPr>
              <w:t xml:space="preserve"> </w:t>
            </w:r>
          </w:p>
        </w:tc>
      </w:tr>
      <w:tr w:rsidR="00203768" w:rsidRPr="001E07AB" w14:paraId="51E7131D" w14:textId="77777777" w:rsidTr="001E07AB">
        <w:trPr>
          <w:trHeight w:val="797"/>
        </w:trPr>
        <w:tc>
          <w:tcPr>
            <w:tcW w:w="665" w:type="dxa"/>
            <w:tcBorders>
              <w:top w:val="double" w:sz="6" w:space="0" w:color="000000"/>
              <w:left w:val="double" w:sz="6" w:space="0" w:color="000000"/>
              <w:bottom w:val="double" w:sz="6" w:space="0" w:color="000000"/>
              <w:right w:val="double" w:sz="6" w:space="0" w:color="000000"/>
            </w:tcBorders>
            <w:vAlign w:val="center"/>
          </w:tcPr>
          <w:p w14:paraId="1172E2FE" w14:textId="77777777" w:rsidR="00203768" w:rsidRPr="001E07AB" w:rsidRDefault="00203768" w:rsidP="002A1878">
            <w:pPr>
              <w:ind w:left="96"/>
              <w:rPr>
                <w:sz w:val="18"/>
                <w:szCs w:val="18"/>
              </w:rPr>
            </w:pPr>
            <w:r w:rsidRPr="001E07AB">
              <w:rPr>
                <w:rFonts w:ascii="Arial" w:eastAsia="Arial" w:hAnsi="Arial" w:cs="Arial"/>
                <w:sz w:val="18"/>
                <w:szCs w:val="18"/>
              </w:rPr>
              <w:t xml:space="preserve">01 </w:t>
            </w:r>
          </w:p>
        </w:tc>
        <w:tc>
          <w:tcPr>
            <w:tcW w:w="2980" w:type="dxa"/>
            <w:tcBorders>
              <w:top w:val="double" w:sz="6" w:space="0" w:color="000000"/>
              <w:left w:val="double" w:sz="6" w:space="0" w:color="000000"/>
              <w:bottom w:val="double" w:sz="6" w:space="0" w:color="000000"/>
              <w:right w:val="double" w:sz="6" w:space="0" w:color="000000"/>
            </w:tcBorders>
            <w:vAlign w:val="center"/>
          </w:tcPr>
          <w:p w14:paraId="7F7AF08D" w14:textId="77777777" w:rsidR="00203768" w:rsidRPr="001E07AB" w:rsidRDefault="00203768" w:rsidP="002A1878">
            <w:pPr>
              <w:ind w:left="18" w:right="39" w:firstLine="14"/>
              <w:jc w:val="center"/>
              <w:rPr>
                <w:sz w:val="18"/>
                <w:szCs w:val="18"/>
              </w:rPr>
            </w:pPr>
            <w:r w:rsidRPr="001E07AB">
              <w:rPr>
                <w:rFonts w:ascii="Arial" w:eastAsia="Arial" w:hAnsi="Arial" w:cs="Arial"/>
                <w:sz w:val="18"/>
                <w:szCs w:val="18"/>
              </w:rPr>
              <w:t xml:space="preserve">Não atendimento das diretrizes para confecção de orçamento complexo. </w:t>
            </w:r>
          </w:p>
        </w:tc>
        <w:tc>
          <w:tcPr>
            <w:tcW w:w="3260" w:type="dxa"/>
            <w:tcBorders>
              <w:top w:val="double" w:sz="6" w:space="0" w:color="000000"/>
              <w:left w:val="double" w:sz="6" w:space="0" w:color="000000"/>
              <w:bottom w:val="double" w:sz="6" w:space="0" w:color="000000"/>
              <w:right w:val="double" w:sz="6" w:space="0" w:color="000000"/>
            </w:tcBorders>
            <w:vAlign w:val="center"/>
          </w:tcPr>
          <w:p w14:paraId="2A6B5FF6" w14:textId="77777777" w:rsidR="00203768" w:rsidRPr="001E07AB" w:rsidRDefault="00203768" w:rsidP="002A1878">
            <w:pPr>
              <w:jc w:val="center"/>
              <w:rPr>
                <w:sz w:val="18"/>
                <w:szCs w:val="18"/>
              </w:rPr>
            </w:pPr>
            <w:r w:rsidRPr="001E07AB">
              <w:rPr>
                <w:rFonts w:ascii="Arial" w:eastAsia="Arial" w:hAnsi="Arial" w:cs="Arial"/>
                <w:sz w:val="18"/>
                <w:szCs w:val="18"/>
              </w:rPr>
              <w:t xml:space="preserve">Provimento de pedido de impugnações por preços inexequíveis no Edital. </w:t>
            </w:r>
          </w:p>
        </w:tc>
        <w:tc>
          <w:tcPr>
            <w:tcW w:w="2901" w:type="dxa"/>
            <w:tcBorders>
              <w:top w:val="double" w:sz="6" w:space="0" w:color="000000"/>
              <w:left w:val="double" w:sz="6" w:space="0" w:color="000000"/>
              <w:bottom w:val="double" w:sz="6" w:space="0" w:color="000000"/>
              <w:right w:val="double" w:sz="6" w:space="0" w:color="000000"/>
            </w:tcBorders>
            <w:vAlign w:val="center"/>
          </w:tcPr>
          <w:p w14:paraId="744D3B41" w14:textId="77777777" w:rsidR="00203768" w:rsidRPr="001E07AB" w:rsidRDefault="00203768" w:rsidP="002A1878">
            <w:pPr>
              <w:jc w:val="center"/>
              <w:rPr>
                <w:sz w:val="18"/>
                <w:szCs w:val="18"/>
              </w:rPr>
            </w:pPr>
            <w:r w:rsidRPr="001E07AB">
              <w:rPr>
                <w:rFonts w:ascii="Arial" w:eastAsia="Arial" w:hAnsi="Arial" w:cs="Arial"/>
                <w:sz w:val="18"/>
                <w:szCs w:val="18"/>
              </w:rPr>
              <w:t xml:space="preserve">Atraso na realização da contratação pleiteada. </w:t>
            </w:r>
          </w:p>
        </w:tc>
      </w:tr>
      <w:tr w:rsidR="00203768" w:rsidRPr="001E07AB" w14:paraId="7B544995" w14:textId="77777777" w:rsidTr="001E07AB">
        <w:trPr>
          <w:trHeight w:val="923"/>
        </w:trPr>
        <w:tc>
          <w:tcPr>
            <w:tcW w:w="665" w:type="dxa"/>
            <w:tcBorders>
              <w:top w:val="double" w:sz="6" w:space="0" w:color="000000"/>
              <w:left w:val="double" w:sz="6" w:space="0" w:color="000000"/>
              <w:bottom w:val="double" w:sz="6" w:space="0" w:color="000000"/>
              <w:right w:val="double" w:sz="6" w:space="0" w:color="000000"/>
            </w:tcBorders>
            <w:vAlign w:val="center"/>
          </w:tcPr>
          <w:p w14:paraId="28D52BF5" w14:textId="77777777" w:rsidR="00203768" w:rsidRPr="001E07AB" w:rsidRDefault="00203768" w:rsidP="002A1878">
            <w:pPr>
              <w:ind w:left="96"/>
              <w:rPr>
                <w:sz w:val="18"/>
                <w:szCs w:val="18"/>
              </w:rPr>
            </w:pPr>
            <w:r w:rsidRPr="001E07AB">
              <w:rPr>
                <w:rFonts w:ascii="Arial" w:eastAsia="Arial" w:hAnsi="Arial" w:cs="Arial"/>
                <w:sz w:val="18"/>
                <w:szCs w:val="18"/>
              </w:rPr>
              <w:t xml:space="preserve">02 </w:t>
            </w:r>
          </w:p>
        </w:tc>
        <w:tc>
          <w:tcPr>
            <w:tcW w:w="2980" w:type="dxa"/>
            <w:tcBorders>
              <w:top w:val="double" w:sz="6" w:space="0" w:color="000000"/>
              <w:left w:val="double" w:sz="6" w:space="0" w:color="000000"/>
              <w:bottom w:val="double" w:sz="6" w:space="0" w:color="000000"/>
              <w:right w:val="double" w:sz="6" w:space="0" w:color="000000"/>
            </w:tcBorders>
            <w:vAlign w:val="center"/>
          </w:tcPr>
          <w:p w14:paraId="1504297A" w14:textId="77777777" w:rsidR="00203768" w:rsidRPr="001E07AB" w:rsidRDefault="00203768" w:rsidP="002A1878">
            <w:pPr>
              <w:jc w:val="center"/>
              <w:rPr>
                <w:sz w:val="18"/>
                <w:szCs w:val="18"/>
              </w:rPr>
            </w:pPr>
            <w:r w:rsidRPr="001E07AB">
              <w:rPr>
                <w:rFonts w:ascii="Arial" w:eastAsia="Arial" w:hAnsi="Arial" w:cs="Arial"/>
                <w:sz w:val="18"/>
                <w:szCs w:val="18"/>
              </w:rPr>
              <w:t xml:space="preserve">Ausência de preços públicos. </w:t>
            </w:r>
          </w:p>
        </w:tc>
        <w:tc>
          <w:tcPr>
            <w:tcW w:w="3260" w:type="dxa"/>
            <w:tcBorders>
              <w:top w:val="double" w:sz="6" w:space="0" w:color="000000"/>
              <w:left w:val="double" w:sz="6" w:space="0" w:color="000000"/>
              <w:bottom w:val="double" w:sz="6" w:space="0" w:color="000000"/>
              <w:right w:val="double" w:sz="6" w:space="0" w:color="000000"/>
            </w:tcBorders>
            <w:vAlign w:val="center"/>
          </w:tcPr>
          <w:p w14:paraId="5BB7EE22" w14:textId="77777777" w:rsidR="00203768" w:rsidRPr="001E07AB" w:rsidRDefault="00203768" w:rsidP="002A1878">
            <w:pPr>
              <w:ind w:left="6" w:right="27"/>
              <w:jc w:val="center"/>
              <w:rPr>
                <w:sz w:val="18"/>
                <w:szCs w:val="18"/>
              </w:rPr>
            </w:pPr>
            <w:r w:rsidRPr="001E07AB">
              <w:rPr>
                <w:rFonts w:ascii="Arial" w:eastAsia="Arial" w:hAnsi="Arial" w:cs="Arial"/>
                <w:sz w:val="18"/>
                <w:szCs w:val="18"/>
              </w:rPr>
              <w:t xml:space="preserve">Licitação com valores acima do mercado da Administração Pública. </w:t>
            </w:r>
          </w:p>
        </w:tc>
        <w:tc>
          <w:tcPr>
            <w:tcW w:w="2901" w:type="dxa"/>
            <w:tcBorders>
              <w:top w:val="double" w:sz="6" w:space="0" w:color="000000"/>
              <w:left w:val="double" w:sz="6" w:space="0" w:color="000000"/>
              <w:bottom w:val="double" w:sz="6" w:space="0" w:color="000000"/>
              <w:right w:val="double" w:sz="6" w:space="0" w:color="000000"/>
            </w:tcBorders>
            <w:vAlign w:val="center"/>
          </w:tcPr>
          <w:p w14:paraId="3A376CC3" w14:textId="77777777" w:rsidR="00203768" w:rsidRPr="001E07AB" w:rsidRDefault="00203768" w:rsidP="002A1878">
            <w:pPr>
              <w:ind w:left="1"/>
              <w:rPr>
                <w:sz w:val="18"/>
                <w:szCs w:val="18"/>
              </w:rPr>
            </w:pPr>
            <w:r w:rsidRPr="001E07AB">
              <w:rPr>
                <w:rFonts w:ascii="Arial" w:eastAsia="Arial" w:hAnsi="Arial" w:cs="Arial"/>
                <w:sz w:val="18"/>
                <w:szCs w:val="18"/>
              </w:rPr>
              <w:t xml:space="preserve">Contratação superfaturada. </w:t>
            </w:r>
          </w:p>
        </w:tc>
      </w:tr>
      <w:tr w:rsidR="00203768" w:rsidRPr="001E07AB" w14:paraId="383AA914" w14:textId="77777777" w:rsidTr="002A1878">
        <w:trPr>
          <w:trHeight w:val="440"/>
        </w:trPr>
        <w:tc>
          <w:tcPr>
            <w:tcW w:w="9806" w:type="dxa"/>
            <w:gridSpan w:val="4"/>
            <w:tcBorders>
              <w:top w:val="double" w:sz="6" w:space="0" w:color="000000"/>
              <w:left w:val="double" w:sz="6" w:space="0" w:color="000000"/>
              <w:bottom w:val="double" w:sz="6" w:space="0" w:color="000000"/>
              <w:right w:val="double" w:sz="6" w:space="0" w:color="000000"/>
            </w:tcBorders>
            <w:shd w:val="clear" w:color="auto" w:fill="D9D9D9"/>
          </w:tcPr>
          <w:p w14:paraId="6B97C3AD" w14:textId="1CDBFAAA" w:rsidR="00203768" w:rsidRPr="001E07AB" w:rsidRDefault="00203768" w:rsidP="002A1878">
            <w:pPr>
              <w:rPr>
                <w:sz w:val="18"/>
                <w:szCs w:val="18"/>
              </w:rPr>
            </w:pPr>
            <w:r w:rsidRPr="001E07AB">
              <w:rPr>
                <w:rFonts w:ascii="Arial" w:eastAsia="Arial" w:hAnsi="Arial" w:cs="Arial"/>
                <w:b/>
                <w:sz w:val="18"/>
                <w:szCs w:val="18"/>
              </w:rPr>
              <w:t xml:space="preserve">RISCO </w:t>
            </w:r>
            <w:r w:rsidR="004536A6" w:rsidRPr="001E07AB">
              <w:rPr>
                <w:rFonts w:ascii="Arial" w:eastAsia="Arial" w:hAnsi="Arial" w:cs="Arial"/>
                <w:b/>
                <w:sz w:val="18"/>
                <w:szCs w:val="18"/>
              </w:rPr>
              <w:t>14.1.1.c</w:t>
            </w:r>
            <w:r w:rsidR="00CF2377">
              <w:rPr>
                <w:rFonts w:ascii="Arial" w:eastAsia="Arial" w:hAnsi="Arial" w:cs="Arial"/>
                <w:b/>
                <w:sz w:val="18"/>
                <w:szCs w:val="18"/>
              </w:rPr>
              <w:t xml:space="preserve"> </w:t>
            </w:r>
            <w:r w:rsidRPr="001E07AB">
              <w:rPr>
                <w:rFonts w:ascii="Arial" w:eastAsia="Arial" w:hAnsi="Arial" w:cs="Arial"/>
                <w:b/>
                <w:sz w:val="18"/>
                <w:szCs w:val="18"/>
              </w:rPr>
              <w:t>ERROS MATERIAIS / FORMAIS NO TERMO DE REFERÊNCIA</w:t>
            </w:r>
            <w:r w:rsidRPr="001E07AB">
              <w:rPr>
                <w:rFonts w:ascii="Arial" w:eastAsia="Arial" w:hAnsi="Arial" w:cs="Arial"/>
                <w:sz w:val="18"/>
                <w:szCs w:val="18"/>
              </w:rPr>
              <w:t xml:space="preserve"> </w:t>
            </w:r>
          </w:p>
        </w:tc>
      </w:tr>
      <w:tr w:rsidR="00203768" w:rsidRPr="001E07AB" w14:paraId="5865C217" w14:textId="77777777" w:rsidTr="002A1878">
        <w:trPr>
          <w:trHeight w:val="293"/>
        </w:trPr>
        <w:tc>
          <w:tcPr>
            <w:tcW w:w="665" w:type="dxa"/>
            <w:tcBorders>
              <w:top w:val="double" w:sz="6" w:space="0" w:color="000000"/>
              <w:left w:val="double" w:sz="6" w:space="0" w:color="000000"/>
              <w:bottom w:val="double" w:sz="6" w:space="0" w:color="000000"/>
              <w:right w:val="double" w:sz="6" w:space="0" w:color="000000"/>
            </w:tcBorders>
            <w:shd w:val="clear" w:color="auto" w:fill="D9D9D9"/>
          </w:tcPr>
          <w:p w14:paraId="3D752707" w14:textId="77777777" w:rsidR="00203768" w:rsidRPr="001E07AB" w:rsidRDefault="00203768" w:rsidP="002A1878">
            <w:pPr>
              <w:ind w:right="72"/>
              <w:jc w:val="center"/>
              <w:rPr>
                <w:sz w:val="18"/>
                <w:szCs w:val="18"/>
              </w:rPr>
            </w:pPr>
            <w:r w:rsidRPr="001E07AB">
              <w:rPr>
                <w:rFonts w:ascii="Arial" w:eastAsia="Arial" w:hAnsi="Arial" w:cs="Arial"/>
                <w:b/>
                <w:sz w:val="18"/>
                <w:szCs w:val="18"/>
              </w:rPr>
              <w:t xml:space="preserve">ID </w:t>
            </w:r>
            <w:r w:rsidRPr="001E07AB">
              <w:rPr>
                <w:rFonts w:ascii="Arial" w:eastAsia="Arial" w:hAnsi="Arial" w:cs="Arial"/>
                <w:sz w:val="18"/>
                <w:szCs w:val="18"/>
              </w:rPr>
              <w:t xml:space="preserve"> </w:t>
            </w:r>
          </w:p>
        </w:tc>
        <w:tc>
          <w:tcPr>
            <w:tcW w:w="2980" w:type="dxa"/>
            <w:tcBorders>
              <w:top w:val="double" w:sz="6" w:space="0" w:color="000000"/>
              <w:left w:val="double" w:sz="6" w:space="0" w:color="000000"/>
              <w:bottom w:val="double" w:sz="6" w:space="0" w:color="000000"/>
              <w:right w:val="double" w:sz="6" w:space="0" w:color="000000"/>
            </w:tcBorders>
            <w:shd w:val="clear" w:color="auto" w:fill="D9D9D9"/>
          </w:tcPr>
          <w:p w14:paraId="52670B50" w14:textId="77777777" w:rsidR="00203768" w:rsidRPr="001E07AB" w:rsidRDefault="00203768" w:rsidP="002A1878">
            <w:pPr>
              <w:ind w:right="78"/>
              <w:jc w:val="center"/>
              <w:rPr>
                <w:sz w:val="18"/>
                <w:szCs w:val="18"/>
              </w:rPr>
            </w:pPr>
            <w:r w:rsidRPr="001E07AB">
              <w:rPr>
                <w:rFonts w:ascii="Arial" w:eastAsia="Arial" w:hAnsi="Arial" w:cs="Arial"/>
                <w:b/>
                <w:sz w:val="18"/>
                <w:szCs w:val="18"/>
              </w:rPr>
              <w:t xml:space="preserve">CAUSA </w:t>
            </w:r>
            <w:r w:rsidRPr="001E07AB">
              <w:rPr>
                <w:rFonts w:ascii="Arial" w:eastAsia="Arial" w:hAnsi="Arial" w:cs="Arial"/>
                <w:sz w:val="18"/>
                <w:szCs w:val="18"/>
              </w:rPr>
              <w:t xml:space="preserve"> </w:t>
            </w:r>
          </w:p>
        </w:tc>
        <w:tc>
          <w:tcPr>
            <w:tcW w:w="3260" w:type="dxa"/>
            <w:tcBorders>
              <w:top w:val="double" w:sz="6" w:space="0" w:color="000000"/>
              <w:left w:val="double" w:sz="6" w:space="0" w:color="000000"/>
              <w:bottom w:val="double" w:sz="6" w:space="0" w:color="000000"/>
              <w:right w:val="double" w:sz="6" w:space="0" w:color="000000"/>
            </w:tcBorders>
            <w:shd w:val="clear" w:color="auto" w:fill="D9D9D9"/>
          </w:tcPr>
          <w:p w14:paraId="5629D8BF" w14:textId="77777777" w:rsidR="00203768" w:rsidRPr="001E07AB" w:rsidRDefault="00203768" w:rsidP="002A1878">
            <w:pPr>
              <w:ind w:right="87"/>
              <w:jc w:val="center"/>
              <w:rPr>
                <w:sz w:val="18"/>
                <w:szCs w:val="18"/>
              </w:rPr>
            </w:pPr>
            <w:r w:rsidRPr="001E07AB">
              <w:rPr>
                <w:rFonts w:ascii="Arial" w:eastAsia="Arial" w:hAnsi="Arial" w:cs="Arial"/>
                <w:b/>
                <w:sz w:val="18"/>
                <w:szCs w:val="18"/>
              </w:rPr>
              <w:t>FATO</w:t>
            </w:r>
            <w:r w:rsidRPr="001E07AB">
              <w:rPr>
                <w:rFonts w:ascii="Arial" w:eastAsia="Arial" w:hAnsi="Arial" w:cs="Arial"/>
                <w:sz w:val="18"/>
                <w:szCs w:val="18"/>
              </w:rPr>
              <w:t xml:space="preserve"> </w:t>
            </w:r>
          </w:p>
        </w:tc>
        <w:tc>
          <w:tcPr>
            <w:tcW w:w="2901" w:type="dxa"/>
            <w:tcBorders>
              <w:top w:val="double" w:sz="6" w:space="0" w:color="000000"/>
              <w:left w:val="double" w:sz="6" w:space="0" w:color="000000"/>
              <w:bottom w:val="double" w:sz="6" w:space="0" w:color="000000"/>
              <w:right w:val="double" w:sz="6" w:space="0" w:color="000000"/>
            </w:tcBorders>
            <w:shd w:val="clear" w:color="auto" w:fill="D9D9D9"/>
          </w:tcPr>
          <w:p w14:paraId="1E6D0BAE" w14:textId="77777777" w:rsidR="00203768" w:rsidRPr="001E07AB" w:rsidRDefault="00203768" w:rsidP="002A1878">
            <w:pPr>
              <w:ind w:right="67"/>
              <w:jc w:val="center"/>
              <w:rPr>
                <w:sz w:val="18"/>
                <w:szCs w:val="18"/>
              </w:rPr>
            </w:pPr>
            <w:r w:rsidRPr="001E07AB">
              <w:rPr>
                <w:rFonts w:ascii="Arial" w:eastAsia="Arial" w:hAnsi="Arial" w:cs="Arial"/>
                <w:b/>
                <w:sz w:val="18"/>
                <w:szCs w:val="18"/>
              </w:rPr>
              <w:t>CONSEQUÊNCIA</w:t>
            </w:r>
            <w:r w:rsidRPr="001E07AB">
              <w:rPr>
                <w:rFonts w:ascii="Arial" w:eastAsia="Arial" w:hAnsi="Arial" w:cs="Arial"/>
                <w:sz w:val="18"/>
                <w:szCs w:val="18"/>
              </w:rPr>
              <w:t xml:space="preserve"> </w:t>
            </w:r>
          </w:p>
        </w:tc>
      </w:tr>
      <w:tr w:rsidR="00203768" w:rsidRPr="001E07AB" w14:paraId="6B34AD6E" w14:textId="77777777" w:rsidTr="002A1878">
        <w:trPr>
          <w:trHeight w:val="1039"/>
        </w:trPr>
        <w:tc>
          <w:tcPr>
            <w:tcW w:w="665" w:type="dxa"/>
            <w:tcBorders>
              <w:top w:val="double" w:sz="6" w:space="0" w:color="000000"/>
              <w:left w:val="double" w:sz="6" w:space="0" w:color="000000"/>
              <w:bottom w:val="double" w:sz="6" w:space="0" w:color="000000"/>
              <w:right w:val="double" w:sz="6" w:space="0" w:color="000000"/>
            </w:tcBorders>
            <w:vAlign w:val="center"/>
          </w:tcPr>
          <w:p w14:paraId="52D3C8D1" w14:textId="77777777" w:rsidR="00203768" w:rsidRPr="001E07AB" w:rsidRDefault="00203768" w:rsidP="002A1878">
            <w:pPr>
              <w:ind w:left="96"/>
              <w:rPr>
                <w:sz w:val="18"/>
                <w:szCs w:val="18"/>
              </w:rPr>
            </w:pPr>
            <w:r w:rsidRPr="001E07AB">
              <w:rPr>
                <w:rFonts w:ascii="Arial" w:eastAsia="Arial" w:hAnsi="Arial" w:cs="Arial"/>
                <w:sz w:val="18"/>
                <w:szCs w:val="18"/>
              </w:rPr>
              <w:t xml:space="preserve">01 </w:t>
            </w:r>
          </w:p>
        </w:tc>
        <w:tc>
          <w:tcPr>
            <w:tcW w:w="2980" w:type="dxa"/>
            <w:tcBorders>
              <w:top w:val="double" w:sz="6" w:space="0" w:color="000000"/>
              <w:left w:val="double" w:sz="6" w:space="0" w:color="000000"/>
              <w:bottom w:val="double" w:sz="6" w:space="0" w:color="000000"/>
              <w:right w:val="double" w:sz="6" w:space="0" w:color="000000"/>
            </w:tcBorders>
            <w:vAlign w:val="center"/>
          </w:tcPr>
          <w:p w14:paraId="21CBD950" w14:textId="77777777" w:rsidR="00203768" w:rsidRPr="001E07AB" w:rsidRDefault="00203768" w:rsidP="002A1878">
            <w:pPr>
              <w:ind w:left="4" w:right="26"/>
              <w:jc w:val="center"/>
              <w:rPr>
                <w:sz w:val="18"/>
                <w:szCs w:val="18"/>
              </w:rPr>
            </w:pPr>
            <w:r w:rsidRPr="001E07AB">
              <w:rPr>
                <w:rFonts w:ascii="Arial" w:eastAsia="Arial" w:hAnsi="Arial" w:cs="Arial"/>
                <w:sz w:val="18"/>
                <w:szCs w:val="18"/>
              </w:rPr>
              <w:t xml:space="preserve">Não atendimento à estrutura formalizada dos documentos. </w:t>
            </w:r>
          </w:p>
        </w:tc>
        <w:tc>
          <w:tcPr>
            <w:tcW w:w="3260" w:type="dxa"/>
            <w:tcBorders>
              <w:top w:val="double" w:sz="6" w:space="0" w:color="000000"/>
              <w:left w:val="double" w:sz="6" w:space="0" w:color="000000"/>
              <w:bottom w:val="double" w:sz="6" w:space="0" w:color="000000"/>
              <w:right w:val="double" w:sz="6" w:space="0" w:color="000000"/>
            </w:tcBorders>
            <w:vAlign w:val="center"/>
          </w:tcPr>
          <w:p w14:paraId="245C8E4F" w14:textId="77777777" w:rsidR="00203768" w:rsidRPr="001E07AB" w:rsidRDefault="00203768" w:rsidP="002A1878">
            <w:pPr>
              <w:jc w:val="center"/>
              <w:rPr>
                <w:sz w:val="18"/>
                <w:szCs w:val="18"/>
              </w:rPr>
            </w:pPr>
            <w:r w:rsidRPr="001E07AB">
              <w:rPr>
                <w:rFonts w:ascii="Arial" w:eastAsia="Arial" w:hAnsi="Arial" w:cs="Arial"/>
                <w:sz w:val="18"/>
                <w:szCs w:val="18"/>
              </w:rPr>
              <w:t xml:space="preserve">Atraso nos ajustes da documentação processual. </w:t>
            </w:r>
          </w:p>
        </w:tc>
        <w:tc>
          <w:tcPr>
            <w:tcW w:w="2901" w:type="dxa"/>
            <w:tcBorders>
              <w:top w:val="double" w:sz="6" w:space="0" w:color="000000"/>
              <w:left w:val="double" w:sz="6" w:space="0" w:color="000000"/>
              <w:bottom w:val="double" w:sz="6" w:space="0" w:color="000000"/>
              <w:right w:val="double" w:sz="6" w:space="0" w:color="000000"/>
            </w:tcBorders>
            <w:vAlign w:val="center"/>
          </w:tcPr>
          <w:p w14:paraId="0DCC21AD" w14:textId="77777777" w:rsidR="00203768" w:rsidRPr="001E07AB" w:rsidRDefault="00203768" w:rsidP="002A1878">
            <w:pPr>
              <w:jc w:val="center"/>
              <w:rPr>
                <w:sz w:val="18"/>
                <w:szCs w:val="18"/>
              </w:rPr>
            </w:pPr>
            <w:r w:rsidRPr="001E07AB">
              <w:rPr>
                <w:rFonts w:ascii="Arial" w:eastAsia="Arial" w:hAnsi="Arial" w:cs="Arial"/>
                <w:sz w:val="18"/>
                <w:szCs w:val="18"/>
              </w:rPr>
              <w:t xml:space="preserve">Retrabalho e atraso na realização da contratação pleiteada. </w:t>
            </w:r>
          </w:p>
        </w:tc>
      </w:tr>
      <w:tr w:rsidR="00203768" w:rsidRPr="001E07AB" w14:paraId="28E3EF55" w14:textId="77777777" w:rsidTr="001E07AB">
        <w:trPr>
          <w:trHeight w:val="979"/>
        </w:trPr>
        <w:tc>
          <w:tcPr>
            <w:tcW w:w="665" w:type="dxa"/>
            <w:tcBorders>
              <w:top w:val="double" w:sz="6" w:space="0" w:color="000000"/>
              <w:left w:val="double" w:sz="6" w:space="0" w:color="000000"/>
              <w:bottom w:val="double" w:sz="6" w:space="0" w:color="000000"/>
              <w:right w:val="double" w:sz="6" w:space="0" w:color="000000"/>
            </w:tcBorders>
            <w:vAlign w:val="center"/>
          </w:tcPr>
          <w:p w14:paraId="5EEE4F04" w14:textId="77777777" w:rsidR="00203768" w:rsidRPr="001E07AB" w:rsidRDefault="00203768" w:rsidP="002A1878">
            <w:pPr>
              <w:ind w:left="96"/>
              <w:rPr>
                <w:sz w:val="18"/>
                <w:szCs w:val="18"/>
              </w:rPr>
            </w:pPr>
            <w:r w:rsidRPr="001E07AB">
              <w:rPr>
                <w:rFonts w:ascii="Arial" w:eastAsia="Arial" w:hAnsi="Arial" w:cs="Arial"/>
                <w:sz w:val="18"/>
                <w:szCs w:val="18"/>
              </w:rPr>
              <w:t xml:space="preserve">02 </w:t>
            </w:r>
          </w:p>
        </w:tc>
        <w:tc>
          <w:tcPr>
            <w:tcW w:w="2980" w:type="dxa"/>
            <w:tcBorders>
              <w:top w:val="double" w:sz="6" w:space="0" w:color="000000"/>
              <w:left w:val="double" w:sz="6" w:space="0" w:color="000000"/>
              <w:bottom w:val="double" w:sz="6" w:space="0" w:color="000000"/>
              <w:right w:val="double" w:sz="6" w:space="0" w:color="000000"/>
            </w:tcBorders>
          </w:tcPr>
          <w:p w14:paraId="775A489B" w14:textId="77777777" w:rsidR="00203768" w:rsidRPr="001E07AB" w:rsidRDefault="00203768" w:rsidP="002A1878">
            <w:pPr>
              <w:ind w:right="83"/>
              <w:jc w:val="center"/>
              <w:rPr>
                <w:sz w:val="18"/>
                <w:szCs w:val="18"/>
              </w:rPr>
            </w:pPr>
            <w:r w:rsidRPr="001E07AB">
              <w:rPr>
                <w:rFonts w:ascii="Arial" w:eastAsia="Arial" w:hAnsi="Arial" w:cs="Arial"/>
                <w:sz w:val="18"/>
                <w:szCs w:val="18"/>
              </w:rPr>
              <w:t xml:space="preserve">Elaboração do Termo de </w:t>
            </w:r>
          </w:p>
          <w:p w14:paraId="5DA061AF" w14:textId="77777777" w:rsidR="00203768" w:rsidRPr="001E07AB" w:rsidRDefault="00203768" w:rsidP="002A1878">
            <w:pPr>
              <w:spacing w:after="22" w:line="238" w:lineRule="auto"/>
              <w:jc w:val="center"/>
              <w:rPr>
                <w:sz w:val="18"/>
                <w:szCs w:val="18"/>
              </w:rPr>
            </w:pPr>
            <w:r w:rsidRPr="001E07AB">
              <w:rPr>
                <w:rFonts w:ascii="Arial" w:eastAsia="Arial" w:hAnsi="Arial" w:cs="Arial"/>
                <w:sz w:val="18"/>
                <w:szCs w:val="18"/>
              </w:rPr>
              <w:t xml:space="preserve">Referência e Projeto Básico sem interação com outros setores. </w:t>
            </w:r>
          </w:p>
          <w:p w14:paraId="6CD06EAF" w14:textId="77777777" w:rsidR="00203768" w:rsidRPr="001E07AB" w:rsidRDefault="00203768" w:rsidP="002A1878">
            <w:pPr>
              <w:ind w:right="16"/>
              <w:jc w:val="center"/>
              <w:rPr>
                <w:sz w:val="18"/>
                <w:szCs w:val="18"/>
              </w:rPr>
            </w:pPr>
            <w:r w:rsidRPr="001E07AB">
              <w:rPr>
                <w:rFonts w:ascii="Arial" w:eastAsia="Arial" w:hAnsi="Arial" w:cs="Arial"/>
                <w:sz w:val="18"/>
                <w:szCs w:val="18"/>
              </w:rPr>
              <w:t xml:space="preserve"> </w:t>
            </w:r>
          </w:p>
        </w:tc>
        <w:tc>
          <w:tcPr>
            <w:tcW w:w="3260" w:type="dxa"/>
            <w:tcBorders>
              <w:top w:val="double" w:sz="6" w:space="0" w:color="000000"/>
              <w:left w:val="double" w:sz="6" w:space="0" w:color="000000"/>
              <w:bottom w:val="double" w:sz="6" w:space="0" w:color="000000"/>
              <w:right w:val="double" w:sz="6" w:space="0" w:color="000000"/>
            </w:tcBorders>
            <w:vAlign w:val="center"/>
          </w:tcPr>
          <w:p w14:paraId="13330FEF" w14:textId="77777777" w:rsidR="00203768" w:rsidRPr="001E07AB" w:rsidRDefault="00203768" w:rsidP="002A1878">
            <w:pPr>
              <w:jc w:val="center"/>
              <w:rPr>
                <w:sz w:val="18"/>
                <w:szCs w:val="18"/>
              </w:rPr>
            </w:pPr>
            <w:r w:rsidRPr="001E07AB">
              <w:rPr>
                <w:rFonts w:ascii="Arial" w:eastAsia="Arial" w:hAnsi="Arial" w:cs="Arial"/>
                <w:sz w:val="18"/>
                <w:szCs w:val="18"/>
              </w:rPr>
              <w:t xml:space="preserve">Atraso na elaboração da documentação processual. </w:t>
            </w:r>
          </w:p>
        </w:tc>
        <w:tc>
          <w:tcPr>
            <w:tcW w:w="2901" w:type="dxa"/>
            <w:tcBorders>
              <w:top w:val="double" w:sz="6" w:space="0" w:color="000000"/>
              <w:left w:val="double" w:sz="6" w:space="0" w:color="000000"/>
              <w:bottom w:val="double" w:sz="6" w:space="0" w:color="000000"/>
              <w:right w:val="double" w:sz="6" w:space="0" w:color="000000"/>
            </w:tcBorders>
            <w:vAlign w:val="center"/>
          </w:tcPr>
          <w:p w14:paraId="28F70E14" w14:textId="77777777" w:rsidR="00203768" w:rsidRPr="001E07AB" w:rsidRDefault="00203768" w:rsidP="002A1878">
            <w:pPr>
              <w:jc w:val="center"/>
              <w:rPr>
                <w:sz w:val="18"/>
                <w:szCs w:val="18"/>
              </w:rPr>
            </w:pPr>
            <w:r w:rsidRPr="001E07AB">
              <w:rPr>
                <w:rFonts w:ascii="Arial" w:eastAsia="Arial" w:hAnsi="Arial" w:cs="Arial"/>
                <w:sz w:val="18"/>
                <w:szCs w:val="18"/>
              </w:rPr>
              <w:t xml:space="preserve">Atraso na realização da contratação pleiteada. </w:t>
            </w:r>
          </w:p>
        </w:tc>
      </w:tr>
      <w:tr w:rsidR="00203768" w:rsidRPr="001E07AB" w14:paraId="6F4A75BE" w14:textId="77777777" w:rsidTr="002A1878">
        <w:trPr>
          <w:trHeight w:val="440"/>
        </w:trPr>
        <w:tc>
          <w:tcPr>
            <w:tcW w:w="9806" w:type="dxa"/>
            <w:gridSpan w:val="4"/>
            <w:tcBorders>
              <w:top w:val="double" w:sz="6" w:space="0" w:color="000000"/>
              <w:left w:val="double" w:sz="6" w:space="0" w:color="000000"/>
              <w:bottom w:val="double" w:sz="6" w:space="0" w:color="000000"/>
              <w:right w:val="double" w:sz="6" w:space="0" w:color="000000"/>
            </w:tcBorders>
            <w:shd w:val="clear" w:color="auto" w:fill="D9D9D9"/>
          </w:tcPr>
          <w:p w14:paraId="4B615018" w14:textId="6E3E31BE" w:rsidR="00203768" w:rsidRPr="001E07AB" w:rsidRDefault="00203768" w:rsidP="002A1878">
            <w:pPr>
              <w:rPr>
                <w:sz w:val="18"/>
                <w:szCs w:val="18"/>
              </w:rPr>
            </w:pPr>
            <w:r w:rsidRPr="001E07AB">
              <w:rPr>
                <w:rFonts w:ascii="Arial" w:eastAsia="Arial" w:hAnsi="Arial" w:cs="Arial"/>
                <w:b/>
                <w:sz w:val="18"/>
                <w:szCs w:val="18"/>
              </w:rPr>
              <w:t xml:space="preserve">RISCO </w:t>
            </w:r>
            <w:r w:rsidR="004536A6" w:rsidRPr="001E07AB">
              <w:rPr>
                <w:rFonts w:ascii="Arial" w:eastAsia="Arial" w:hAnsi="Arial" w:cs="Arial"/>
                <w:b/>
                <w:sz w:val="18"/>
                <w:szCs w:val="18"/>
              </w:rPr>
              <w:t xml:space="preserve">14.1.2.a </w:t>
            </w:r>
            <w:r w:rsidRPr="001E07AB">
              <w:rPr>
                <w:rFonts w:ascii="Arial" w:eastAsia="Arial" w:hAnsi="Arial" w:cs="Arial"/>
                <w:b/>
                <w:sz w:val="18"/>
                <w:szCs w:val="18"/>
              </w:rPr>
              <w:t>MOROSIDADE NO PROCESSO LICITATÓRIO</w:t>
            </w:r>
            <w:r w:rsidRPr="001E07AB">
              <w:rPr>
                <w:rFonts w:ascii="Arial" w:eastAsia="Arial" w:hAnsi="Arial" w:cs="Arial"/>
                <w:sz w:val="18"/>
                <w:szCs w:val="18"/>
              </w:rPr>
              <w:t xml:space="preserve"> </w:t>
            </w:r>
          </w:p>
        </w:tc>
      </w:tr>
      <w:tr w:rsidR="00203768" w:rsidRPr="001E07AB" w14:paraId="50677698" w14:textId="77777777" w:rsidTr="002A1878">
        <w:trPr>
          <w:trHeight w:val="293"/>
        </w:trPr>
        <w:tc>
          <w:tcPr>
            <w:tcW w:w="665" w:type="dxa"/>
            <w:tcBorders>
              <w:top w:val="double" w:sz="6" w:space="0" w:color="000000"/>
              <w:left w:val="double" w:sz="6" w:space="0" w:color="000000"/>
              <w:bottom w:val="double" w:sz="6" w:space="0" w:color="000000"/>
              <w:right w:val="double" w:sz="6" w:space="0" w:color="000000"/>
            </w:tcBorders>
            <w:shd w:val="clear" w:color="auto" w:fill="D9D9D9"/>
          </w:tcPr>
          <w:p w14:paraId="1693EFBD" w14:textId="77777777" w:rsidR="00203768" w:rsidRPr="001E07AB" w:rsidRDefault="00203768" w:rsidP="002A1878">
            <w:pPr>
              <w:ind w:right="72"/>
              <w:jc w:val="center"/>
              <w:rPr>
                <w:sz w:val="18"/>
                <w:szCs w:val="18"/>
              </w:rPr>
            </w:pPr>
            <w:r w:rsidRPr="001E07AB">
              <w:rPr>
                <w:rFonts w:ascii="Arial" w:eastAsia="Arial" w:hAnsi="Arial" w:cs="Arial"/>
                <w:b/>
                <w:sz w:val="18"/>
                <w:szCs w:val="18"/>
              </w:rPr>
              <w:t xml:space="preserve">ID </w:t>
            </w:r>
            <w:r w:rsidRPr="001E07AB">
              <w:rPr>
                <w:rFonts w:ascii="Arial" w:eastAsia="Arial" w:hAnsi="Arial" w:cs="Arial"/>
                <w:sz w:val="18"/>
                <w:szCs w:val="18"/>
              </w:rPr>
              <w:t xml:space="preserve"> </w:t>
            </w:r>
          </w:p>
        </w:tc>
        <w:tc>
          <w:tcPr>
            <w:tcW w:w="2980" w:type="dxa"/>
            <w:tcBorders>
              <w:top w:val="double" w:sz="6" w:space="0" w:color="000000"/>
              <w:left w:val="double" w:sz="6" w:space="0" w:color="000000"/>
              <w:bottom w:val="double" w:sz="6" w:space="0" w:color="000000"/>
              <w:right w:val="double" w:sz="6" w:space="0" w:color="000000"/>
            </w:tcBorders>
            <w:shd w:val="clear" w:color="auto" w:fill="D9D9D9"/>
          </w:tcPr>
          <w:p w14:paraId="4460E6EC" w14:textId="77777777" w:rsidR="00203768" w:rsidRPr="001E07AB" w:rsidRDefault="00203768" w:rsidP="002A1878">
            <w:pPr>
              <w:ind w:right="78"/>
              <w:jc w:val="center"/>
              <w:rPr>
                <w:sz w:val="18"/>
                <w:szCs w:val="18"/>
              </w:rPr>
            </w:pPr>
            <w:r w:rsidRPr="001E07AB">
              <w:rPr>
                <w:rFonts w:ascii="Arial" w:eastAsia="Arial" w:hAnsi="Arial" w:cs="Arial"/>
                <w:b/>
                <w:sz w:val="18"/>
                <w:szCs w:val="18"/>
              </w:rPr>
              <w:t xml:space="preserve">CAUSA </w:t>
            </w:r>
            <w:r w:rsidRPr="001E07AB">
              <w:rPr>
                <w:rFonts w:ascii="Arial" w:eastAsia="Arial" w:hAnsi="Arial" w:cs="Arial"/>
                <w:sz w:val="18"/>
                <w:szCs w:val="18"/>
              </w:rPr>
              <w:t xml:space="preserve"> </w:t>
            </w:r>
          </w:p>
        </w:tc>
        <w:tc>
          <w:tcPr>
            <w:tcW w:w="3260" w:type="dxa"/>
            <w:tcBorders>
              <w:top w:val="double" w:sz="6" w:space="0" w:color="000000"/>
              <w:left w:val="double" w:sz="6" w:space="0" w:color="000000"/>
              <w:bottom w:val="double" w:sz="6" w:space="0" w:color="000000"/>
              <w:right w:val="double" w:sz="6" w:space="0" w:color="000000"/>
            </w:tcBorders>
            <w:shd w:val="clear" w:color="auto" w:fill="D9D9D9"/>
          </w:tcPr>
          <w:p w14:paraId="5487CD97" w14:textId="77777777" w:rsidR="00203768" w:rsidRPr="001E07AB" w:rsidRDefault="00203768" w:rsidP="002A1878">
            <w:pPr>
              <w:ind w:right="87"/>
              <w:jc w:val="center"/>
              <w:rPr>
                <w:sz w:val="18"/>
                <w:szCs w:val="18"/>
              </w:rPr>
            </w:pPr>
            <w:r w:rsidRPr="001E07AB">
              <w:rPr>
                <w:rFonts w:ascii="Arial" w:eastAsia="Arial" w:hAnsi="Arial" w:cs="Arial"/>
                <w:b/>
                <w:sz w:val="18"/>
                <w:szCs w:val="18"/>
              </w:rPr>
              <w:t>FATO</w:t>
            </w:r>
            <w:r w:rsidRPr="001E07AB">
              <w:rPr>
                <w:rFonts w:ascii="Arial" w:eastAsia="Arial" w:hAnsi="Arial" w:cs="Arial"/>
                <w:sz w:val="18"/>
                <w:szCs w:val="18"/>
              </w:rPr>
              <w:t xml:space="preserve"> </w:t>
            </w:r>
          </w:p>
        </w:tc>
        <w:tc>
          <w:tcPr>
            <w:tcW w:w="2901" w:type="dxa"/>
            <w:tcBorders>
              <w:top w:val="double" w:sz="6" w:space="0" w:color="000000"/>
              <w:left w:val="double" w:sz="6" w:space="0" w:color="000000"/>
              <w:bottom w:val="double" w:sz="6" w:space="0" w:color="000000"/>
              <w:right w:val="double" w:sz="6" w:space="0" w:color="000000"/>
            </w:tcBorders>
            <w:shd w:val="clear" w:color="auto" w:fill="D9D9D9"/>
          </w:tcPr>
          <w:p w14:paraId="78E6FC3C" w14:textId="77777777" w:rsidR="00203768" w:rsidRPr="001E07AB" w:rsidRDefault="00203768" w:rsidP="002A1878">
            <w:pPr>
              <w:ind w:right="67"/>
              <w:jc w:val="center"/>
              <w:rPr>
                <w:sz w:val="18"/>
                <w:szCs w:val="18"/>
              </w:rPr>
            </w:pPr>
            <w:r w:rsidRPr="001E07AB">
              <w:rPr>
                <w:rFonts w:ascii="Arial" w:eastAsia="Arial" w:hAnsi="Arial" w:cs="Arial"/>
                <w:b/>
                <w:sz w:val="18"/>
                <w:szCs w:val="18"/>
              </w:rPr>
              <w:t>CONSEQUÊNCIA</w:t>
            </w:r>
            <w:r w:rsidRPr="001E07AB">
              <w:rPr>
                <w:rFonts w:ascii="Arial" w:eastAsia="Arial" w:hAnsi="Arial" w:cs="Arial"/>
                <w:sz w:val="18"/>
                <w:szCs w:val="18"/>
              </w:rPr>
              <w:t xml:space="preserve"> </w:t>
            </w:r>
          </w:p>
        </w:tc>
      </w:tr>
      <w:tr w:rsidR="00203768" w:rsidRPr="001E07AB" w14:paraId="752B6C31" w14:textId="77777777" w:rsidTr="001E07AB">
        <w:trPr>
          <w:trHeight w:val="1077"/>
        </w:trPr>
        <w:tc>
          <w:tcPr>
            <w:tcW w:w="665" w:type="dxa"/>
            <w:tcBorders>
              <w:top w:val="double" w:sz="6" w:space="0" w:color="000000"/>
              <w:left w:val="double" w:sz="6" w:space="0" w:color="000000"/>
              <w:bottom w:val="double" w:sz="6" w:space="0" w:color="000000"/>
              <w:right w:val="double" w:sz="6" w:space="0" w:color="000000"/>
            </w:tcBorders>
            <w:vAlign w:val="center"/>
          </w:tcPr>
          <w:p w14:paraId="2C3D752B" w14:textId="77777777" w:rsidR="00203768" w:rsidRPr="001E07AB" w:rsidRDefault="00203768" w:rsidP="002A1878">
            <w:pPr>
              <w:ind w:left="96"/>
              <w:rPr>
                <w:sz w:val="18"/>
                <w:szCs w:val="18"/>
              </w:rPr>
            </w:pPr>
            <w:r w:rsidRPr="001E07AB">
              <w:rPr>
                <w:rFonts w:ascii="Arial" w:eastAsia="Arial" w:hAnsi="Arial" w:cs="Arial"/>
                <w:sz w:val="18"/>
                <w:szCs w:val="18"/>
              </w:rPr>
              <w:t xml:space="preserve">01 </w:t>
            </w:r>
          </w:p>
        </w:tc>
        <w:tc>
          <w:tcPr>
            <w:tcW w:w="2980" w:type="dxa"/>
            <w:tcBorders>
              <w:top w:val="double" w:sz="6" w:space="0" w:color="000000"/>
              <w:left w:val="double" w:sz="6" w:space="0" w:color="000000"/>
              <w:bottom w:val="double" w:sz="6" w:space="0" w:color="000000"/>
              <w:right w:val="double" w:sz="6" w:space="0" w:color="000000"/>
            </w:tcBorders>
          </w:tcPr>
          <w:p w14:paraId="4CC4C531" w14:textId="77777777" w:rsidR="00203768" w:rsidRPr="001E07AB" w:rsidRDefault="00203768" w:rsidP="002A1878">
            <w:pPr>
              <w:spacing w:after="5" w:line="236" w:lineRule="auto"/>
              <w:jc w:val="center"/>
              <w:rPr>
                <w:sz w:val="18"/>
                <w:szCs w:val="18"/>
              </w:rPr>
            </w:pPr>
            <w:r w:rsidRPr="001E07AB">
              <w:rPr>
                <w:rFonts w:ascii="Arial" w:eastAsia="Arial" w:hAnsi="Arial" w:cs="Arial"/>
                <w:sz w:val="18"/>
                <w:szCs w:val="18"/>
              </w:rPr>
              <w:t xml:space="preserve">Descumprimento de prazos definidos na fase externa </w:t>
            </w:r>
          </w:p>
          <w:p w14:paraId="33CDC916" w14:textId="77777777" w:rsidR="00203768" w:rsidRPr="001E07AB" w:rsidRDefault="00203768" w:rsidP="002A1878">
            <w:pPr>
              <w:spacing w:after="19" w:line="241" w:lineRule="auto"/>
              <w:jc w:val="center"/>
              <w:rPr>
                <w:sz w:val="18"/>
                <w:szCs w:val="18"/>
              </w:rPr>
            </w:pPr>
            <w:r w:rsidRPr="001E07AB">
              <w:rPr>
                <w:rFonts w:ascii="Arial" w:eastAsia="Arial" w:hAnsi="Arial" w:cs="Arial"/>
                <w:sz w:val="18"/>
                <w:szCs w:val="18"/>
              </w:rPr>
              <w:t xml:space="preserve">do processo administrativo de contratação. </w:t>
            </w:r>
          </w:p>
          <w:p w14:paraId="78A81420" w14:textId="77777777" w:rsidR="00203768" w:rsidRPr="001E07AB" w:rsidRDefault="00203768" w:rsidP="002A1878">
            <w:pPr>
              <w:ind w:right="16"/>
              <w:jc w:val="center"/>
              <w:rPr>
                <w:sz w:val="18"/>
                <w:szCs w:val="18"/>
              </w:rPr>
            </w:pPr>
            <w:r w:rsidRPr="001E07AB">
              <w:rPr>
                <w:rFonts w:ascii="Arial" w:eastAsia="Arial" w:hAnsi="Arial" w:cs="Arial"/>
                <w:sz w:val="18"/>
                <w:szCs w:val="18"/>
              </w:rPr>
              <w:t xml:space="preserve"> </w:t>
            </w:r>
          </w:p>
        </w:tc>
        <w:tc>
          <w:tcPr>
            <w:tcW w:w="3260" w:type="dxa"/>
            <w:tcBorders>
              <w:top w:val="double" w:sz="6" w:space="0" w:color="000000"/>
              <w:left w:val="double" w:sz="6" w:space="0" w:color="000000"/>
              <w:bottom w:val="double" w:sz="6" w:space="0" w:color="000000"/>
              <w:right w:val="double" w:sz="6" w:space="0" w:color="000000"/>
            </w:tcBorders>
            <w:vAlign w:val="center"/>
          </w:tcPr>
          <w:p w14:paraId="6319063C" w14:textId="77777777" w:rsidR="00203768" w:rsidRPr="001E07AB" w:rsidRDefault="00203768" w:rsidP="002A1878">
            <w:pPr>
              <w:ind w:right="84"/>
              <w:jc w:val="center"/>
              <w:rPr>
                <w:sz w:val="18"/>
                <w:szCs w:val="18"/>
              </w:rPr>
            </w:pPr>
            <w:r w:rsidRPr="001E07AB">
              <w:rPr>
                <w:rFonts w:ascii="Arial" w:eastAsia="Arial" w:hAnsi="Arial" w:cs="Arial"/>
                <w:sz w:val="18"/>
                <w:szCs w:val="18"/>
              </w:rPr>
              <w:t xml:space="preserve">Longo trâmite processual. </w:t>
            </w:r>
          </w:p>
        </w:tc>
        <w:tc>
          <w:tcPr>
            <w:tcW w:w="2901" w:type="dxa"/>
            <w:tcBorders>
              <w:top w:val="double" w:sz="6" w:space="0" w:color="000000"/>
              <w:left w:val="double" w:sz="6" w:space="0" w:color="000000"/>
              <w:bottom w:val="double" w:sz="6" w:space="0" w:color="000000"/>
              <w:right w:val="double" w:sz="6" w:space="0" w:color="000000"/>
            </w:tcBorders>
            <w:vAlign w:val="center"/>
          </w:tcPr>
          <w:p w14:paraId="52111A51" w14:textId="77777777" w:rsidR="00203768" w:rsidRPr="001E07AB" w:rsidRDefault="00203768" w:rsidP="002A1878">
            <w:pPr>
              <w:jc w:val="center"/>
              <w:rPr>
                <w:sz w:val="18"/>
                <w:szCs w:val="18"/>
              </w:rPr>
            </w:pPr>
            <w:r w:rsidRPr="001E07AB">
              <w:rPr>
                <w:rFonts w:ascii="Arial" w:eastAsia="Arial" w:hAnsi="Arial" w:cs="Arial"/>
                <w:sz w:val="18"/>
                <w:szCs w:val="18"/>
              </w:rPr>
              <w:t xml:space="preserve">Atraso na realização da contratação pleiteada. </w:t>
            </w:r>
          </w:p>
        </w:tc>
      </w:tr>
      <w:tr w:rsidR="00203768" w:rsidRPr="001E07AB" w14:paraId="20CCCDAE" w14:textId="77777777" w:rsidTr="001E07AB">
        <w:trPr>
          <w:trHeight w:val="1206"/>
        </w:trPr>
        <w:tc>
          <w:tcPr>
            <w:tcW w:w="665" w:type="dxa"/>
            <w:tcBorders>
              <w:top w:val="double" w:sz="6" w:space="0" w:color="000000"/>
              <w:left w:val="double" w:sz="6" w:space="0" w:color="000000"/>
              <w:bottom w:val="double" w:sz="6" w:space="0" w:color="000000"/>
              <w:right w:val="double" w:sz="6" w:space="0" w:color="000000"/>
            </w:tcBorders>
            <w:vAlign w:val="center"/>
          </w:tcPr>
          <w:p w14:paraId="1DE27AAE" w14:textId="77777777" w:rsidR="00203768" w:rsidRPr="001E07AB" w:rsidRDefault="00203768" w:rsidP="002A1878">
            <w:pPr>
              <w:ind w:left="96"/>
              <w:rPr>
                <w:sz w:val="18"/>
                <w:szCs w:val="18"/>
              </w:rPr>
            </w:pPr>
            <w:r w:rsidRPr="001E07AB">
              <w:rPr>
                <w:rFonts w:ascii="Arial" w:eastAsia="Arial" w:hAnsi="Arial" w:cs="Arial"/>
                <w:sz w:val="18"/>
                <w:szCs w:val="18"/>
              </w:rPr>
              <w:t xml:space="preserve">02 </w:t>
            </w:r>
          </w:p>
        </w:tc>
        <w:tc>
          <w:tcPr>
            <w:tcW w:w="2980" w:type="dxa"/>
            <w:tcBorders>
              <w:top w:val="double" w:sz="6" w:space="0" w:color="000000"/>
              <w:left w:val="double" w:sz="6" w:space="0" w:color="000000"/>
              <w:bottom w:val="double" w:sz="6" w:space="0" w:color="000000"/>
              <w:right w:val="double" w:sz="6" w:space="0" w:color="000000"/>
            </w:tcBorders>
            <w:vAlign w:val="center"/>
          </w:tcPr>
          <w:p w14:paraId="148927D3" w14:textId="77777777" w:rsidR="00203768" w:rsidRPr="001E07AB" w:rsidRDefault="00203768" w:rsidP="002A1878">
            <w:pPr>
              <w:ind w:left="33" w:hanging="33"/>
              <w:jc w:val="center"/>
              <w:rPr>
                <w:sz w:val="18"/>
                <w:szCs w:val="18"/>
              </w:rPr>
            </w:pPr>
            <w:r w:rsidRPr="001E07AB">
              <w:rPr>
                <w:rFonts w:ascii="Arial" w:eastAsia="Arial" w:hAnsi="Arial" w:cs="Arial"/>
                <w:sz w:val="18"/>
                <w:szCs w:val="18"/>
              </w:rPr>
              <w:t xml:space="preserve">Ausência de </w:t>
            </w:r>
            <w:proofErr w:type="spellStart"/>
            <w:r w:rsidRPr="001E07AB">
              <w:rPr>
                <w:rFonts w:ascii="Arial" w:eastAsia="Arial" w:hAnsi="Arial" w:cs="Arial"/>
                <w:sz w:val="18"/>
                <w:szCs w:val="18"/>
              </w:rPr>
              <w:t>fluxogramação</w:t>
            </w:r>
            <w:proofErr w:type="spellEnd"/>
            <w:r w:rsidRPr="001E07AB">
              <w:rPr>
                <w:rFonts w:ascii="Arial" w:eastAsia="Arial" w:hAnsi="Arial" w:cs="Arial"/>
                <w:sz w:val="18"/>
                <w:szCs w:val="18"/>
              </w:rPr>
              <w:t xml:space="preserve"> dos processos de contratação. </w:t>
            </w:r>
          </w:p>
        </w:tc>
        <w:tc>
          <w:tcPr>
            <w:tcW w:w="3260" w:type="dxa"/>
            <w:tcBorders>
              <w:top w:val="double" w:sz="6" w:space="0" w:color="000000"/>
              <w:left w:val="double" w:sz="6" w:space="0" w:color="000000"/>
              <w:bottom w:val="double" w:sz="6" w:space="0" w:color="000000"/>
              <w:right w:val="double" w:sz="6" w:space="0" w:color="000000"/>
            </w:tcBorders>
            <w:vAlign w:val="center"/>
          </w:tcPr>
          <w:p w14:paraId="6CC98F7C" w14:textId="77777777" w:rsidR="00203768" w:rsidRPr="001E07AB" w:rsidRDefault="00203768" w:rsidP="002A1878">
            <w:pPr>
              <w:ind w:right="16"/>
              <w:jc w:val="center"/>
              <w:rPr>
                <w:sz w:val="18"/>
                <w:szCs w:val="18"/>
              </w:rPr>
            </w:pPr>
            <w:r w:rsidRPr="001E07AB">
              <w:rPr>
                <w:rFonts w:ascii="Arial" w:eastAsia="Arial" w:hAnsi="Arial" w:cs="Arial"/>
                <w:sz w:val="18"/>
                <w:szCs w:val="18"/>
              </w:rPr>
              <w:t xml:space="preserve">Prazos processuais indefinidos. </w:t>
            </w:r>
          </w:p>
        </w:tc>
        <w:tc>
          <w:tcPr>
            <w:tcW w:w="2901" w:type="dxa"/>
            <w:tcBorders>
              <w:top w:val="double" w:sz="6" w:space="0" w:color="000000"/>
              <w:left w:val="double" w:sz="6" w:space="0" w:color="000000"/>
              <w:bottom w:val="double" w:sz="6" w:space="0" w:color="000000"/>
              <w:right w:val="double" w:sz="6" w:space="0" w:color="000000"/>
            </w:tcBorders>
          </w:tcPr>
          <w:p w14:paraId="0B926CFB" w14:textId="77777777" w:rsidR="00203768" w:rsidRPr="001E07AB" w:rsidRDefault="00203768" w:rsidP="002A1878">
            <w:pPr>
              <w:jc w:val="center"/>
              <w:rPr>
                <w:sz w:val="18"/>
                <w:szCs w:val="18"/>
              </w:rPr>
            </w:pPr>
            <w:r w:rsidRPr="001E07AB">
              <w:rPr>
                <w:rFonts w:ascii="Arial" w:eastAsia="Arial" w:hAnsi="Arial" w:cs="Arial"/>
                <w:sz w:val="18"/>
                <w:szCs w:val="18"/>
              </w:rPr>
              <w:t xml:space="preserve">Atraso na realização da contratação pleiteada. </w:t>
            </w:r>
          </w:p>
          <w:p w14:paraId="0B6B8013" w14:textId="77777777" w:rsidR="00203768" w:rsidRPr="001E07AB" w:rsidRDefault="00203768" w:rsidP="002A1878">
            <w:pPr>
              <w:ind w:right="5"/>
              <w:jc w:val="center"/>
              <w:rPr>
                <w:sz w:val="18"/>
                <w:szCs w:val="18"/>
              </w:rPr>
            </w:pPr>
            <w:r w:rsidRPr="001E07AB">
              <w:rPr>
                <w:rFonts w:ascii="Arial" w:eastAsia="Arial" w:hAnsi="Arial" w:cs="Arial"/>
                <w:sz w:val="18"/>
                <w:szCs w:val="18"/>
              </w:rPr>
              <w:t xml:space="preserve"> </w:t>
            </w:r>
          </w:p>
          <w:p w14:paraId="361D16CB" w14:textId="77777777" w:rsidR="00203768" w:rsidRPr="001E07AB" w:rsidRDefault="00203768" w:rsidP="002A1878">
            <w:pPr>
              <w:ind w:right="5"/>
              <w:jc w:val="center"/>
              <w:rPr>
                <w:sz w:val="18"/>
                <w:szCs w:val="18"/>
              </w:rPr>
            </w:pPr>
            <w:r w:rsidRPr="001E07AB">
              <w:rPr>
                <w:rFonts w:ascii="Arial" w:eastAsia="Arial" w:hAnsi="Arial" w:cs="Arial"/>
                <w:sz w:val="18"/>
                <w:szCs w:val="18"/>
              </w:rPr>
              <w:t xml:space="preserve"> </w:t>
            </w:r>
          </w:p>
          <w:p w14:paraId="150044F0" w14:textId="77777777" w:rsidR="00203768" w:rsidRPr="001E07AB" w:rsidRDefault="00203768" w:rsidP="002A1878">
            <w:pPr>
              <w:ind w:right="5"/>
              <w:jc w:val="center"/>
              <w:rPr>
                <w:sz w:val="18"/>
                <w:szCs w:val="18"/>
              </w:rPr>
            </w:pPr>
            <w:r w:rsidRPr="001E07AB">
              <w:rPr>
                <w:rFonts w:ascii="Arial" w:eastAsia="Arial" w:hAnsi="Arial" w:cs="Arial"/>
                <w:sz w:val="18"/>
                <w:szCs w:val="18"/>
              </w:rPr>
              <w:t xml:space="preserve"> </w:t>
            </w:r>
          </w:p>
          <w:p w14:paraId="466160D6" w14:textId="77777777" w:rsidR="00203768" w:rsidRPr="001E07AB" w:rsidRDefault="00203768" w:rsidP="002A1878">
            <w:pPr>
              <w:jc w:val="center"/>
              <w:rPr>
                <w:sz w:val="18"/>
                <w:szCs w:val="18"/>
              </w:rPr>
            </w:pPr>
            <w:r w:rsidRPr="001E07AB">
              <w:rPr>
                <w:rFonts w:ascii="Arial" w:eastAsia="Arial" w:hAnsi="Arial" w:cs="Arial"/>
                <w:sz w:val="18"/>
                <w:szCs w:val="18"/>
              </w:rPr>
              <w:t xml:space="preserve"> </w:t>
            </w:r>
          </w:p>
        </w:tc>
      </w:tr>
    </w:tbl>
    <w:p w14:paraId="6BFB612D" w14:textId="77777777" w:rsidR="00203768" w:rsidRDefault="00203768" w:rsidP="00203768">
      <w:pPr>
        <w:sectPr w:rsidR="00203768" w:rsidSect="00C06797">
          <w:headerReference w:type="even" r:id="rId19"/>
          <w:headerReference w:type="default" r:id="rId20"/>
          <w:footerReference w:type="even" r:id="rId21"/>
          <w:footerReference w:type="default" r:id="rId22"/>
          <w:headerReference w:type="first" r:id="rId23"/>
          <w:footerReference w:type="first" r:id="rId24"/>
          <w:footnotePr>
            <w:numRestart w:val="eachPage"/>
          </w:footnotePr>
          <w:pgSz w:w="11904" w:h="16838"/>
          <w:pgMar w:top="1702" w:right="562" w:bottom="1029" w:left="850" w:header="340" w:footer="454" w:gutter="0"/>
          <w:cols w:space="720"/>
          <w:docGrid w:linePitch="299"/>
        </w:sectPr>
      </w:pPr>
    </w:p>
    <w:p w14:paraId="25CBFACD" w14:textId="77777777" w:rsidR="00203768" w:rsidRDefault="00203768" w:rsidP="00203768">
      <w:pPr>
        <w:spacing w:after="0"/>
        <w:ind w:left="-1133" w:right="7955"/>
      </w:pPr>
    </w:p>
    <w:tbl>
      <w:tblPr>
        <w:tblStyle w:val="TableGrid"/>
        <w:tblW w:w="9806" w:type="dxa"/>
        <w:tblInd w:w="21" w:type="dxa"/>
        <w:tblCellMar>
          <w:top w:w="15" w:type="dxa"/>
          <w:left w:w="109" w:type="dxa"/>
          <w:right w:w="60" w:type="dxa"/>
        </w:tblCellMar>
        <w:tblLook w:val="04A0" w:firstRow="1" w:lastRow="0" w:firstColumn="1" w:lastColumn="0" w:noHBand="0" w:noVBand="1"/>
      </w:tblPr>
      <w:tblGrid>
        <w:gridCol w:w="665"/>
        <w:gridCol w:w="2980"/>
        <w:gridCol w:w="3260"/>
        <w:gridCol w:w="2901"/>
      </w:tblGrid>
      <w:tr w:rsidR="00203768" w:rsidRPr="001E07AB" w14:paraId="3C29E48C" w14:textId="77777777" w:rsidTr="002A1878">
        <w:trPr>
          <w:trHeight w:val="440"/>
        </w:trPr>
        <w:tc>
          <w:tcPr>
            <w:tcW w:w="9806" w:type="dxa"/>
            <w:gridSpan w:val="4"/>
            <w:tcBorders>
              <w:top w:val="double" w:sz="6" w:space="0" w:color="000000"/>
              <w:left w:val="double" w:sz="6" w:space="0" w:color="000000"/>
              <w:bottom w:val="double" w:sz="6" w:space="0" w:color="000000"/>
              <w:right w:val="double" w:sz="6" w:space="0" w:color="000000"/>
            </w:tcBorders>
            <w:shd w:val="clear" w:color="auto" w:fill="D9D9D9"/>
          </w:tcPr>
          <w:p w14:paraId="1D616344" w14:textId="71E3F393" w:rsidR="00203768" w:rsidRPr="001E07AB" w:rsidRDefault="00203768" w:rsidP="002A1878">
            <w:pPr>
              <w:rPr>
                <w:sz w:val="18"/>
                <w:szCs w:val="18"/>
              </w:rPr>
            </w:pPr>
            <w:r w:rsidRPr="001E07AB">
              <w:rPr>
                <w:rFonts w:ascii="Arial" w:eastAsia="Arial" w:hAnsi="Arial" w:cs="Arial"/>
                <w:b/>
                <w:sz w:val="18"/>
                <w:szCs w:val="18"/>
              </w:rPr>
              <w:t xml:space="preserve">RISCO </w:t>
            </w:r>
            <w:r w:rsidR="004536A6" w:rsidRPr="001E07AB">
              <w:rPr>
                <w:rFonts w:ascii="Arial" w:eastAsia="Arial" w:hAnsi="Arial" w:cs="Arial"/>
                <w:b/>
                <w:sz w:val="18"/>
                <w:szCs w:val="18"/>
              </w:rPr>
              <w:t>14.1.2.b</w:t>
            </w:r>
            <w:r w:rsidRPr="001E07AB">
              <w:rPr>
                <w:rFonts w:ascii="Arial" w:eastAsia="Arial" w:hAnsi="Arial" w:cs="Arial"/>
                <w:b/>
                <w:sz w:val="18"/>
                <w:szCs w:val="18"/>
              </w:rPr>
              <w:t>. IMPROPRIEDADES NO PROCESSO LICITATÓRIO</w:t>
            </w:r>
            <w:r w:rsidRPr="001E07AB">
              <w:rPr>
                <w:rFonts w:ascii="Arial" w:eastAsia="Arial" w:hAnsi="Arial" w:cs="Arial"/>
                <w:sz w:val="18"/>
                <w:szCs w:val="18"/>
              </w:rPr>
              <w:t xml:space="preserve"> </w:t>
            </w:r>
          </w:p>
        </w:tc>
      </w:tr>
      <w:tr w:rsidR="00203768" w:rsidRPr="001E07AB" w14:paraId="4E4451E5" w14:textId="77777777" w:rsidTr="002A1878">
        <w:trPr>
          <w:trHeight w:val="294"/>
        </w:trPr>
        <w:tc>
          <w:tcPr>
            <w:tcW w:w="665" w:type="dxa"/>
            <w:tcBorders>
              <w:top w:val="double" w:sz="6" w:space="0" w:color="000000"/>
              <w:left w:val="double" w:sz="6" w:space="0" w:color="000000"/>
              <w:bottom w:val="double" w:sz="6" w:space="0" w:color="000000"/>
              <w:right w:val="double" w:sz="6" w:space="0" w:color="000000"/>
            </w:tcBorders>
            <w:shd w:val="clear" w:color="auto" w:fill="D9D9D9"/>
          </w:tcPr>
          <w:p w14:paraId="2E319538" w14:textId="77777777" w:rsidR="00203768" w:rsidRPr="001E07AB" w:rsidRDefault="00203768" w:rsidP="002A1878">
            <w:pPr>
              <w:ind w:right="58"/>
              <w:jc w:val="center"/>
              <w:rPr>
                <w:sz w:val="18"/>
                <w:szCs w:val="18"/>
              </w:rPr>
            </w:pPr>
            <w:r w:rsidRPr="001E07AB">
              <w:rPr>
                <w:rFonts w:ascii="Arial" w:eastAsia="Arial" w:hAnsi="Arial" w:cs="Arial"/>
                <w:b/>
                <w:sz w:val="18"/>
                <w:szCs w:val="18"/>
              </w:rPr>
              <w:t xml:space="preserve">ID </w:t>
            </w:r>
            <w:r w:rsidRPr="001E07AB">
              <w:rPr>
                <w:rFonts w:ascii="Arial" w:eastAsia="Arial" w:hAnsi="Arial" w:cs="Arial"/>
                <w:sz w:val="18"/>
                <w:szCs w:val="18"/>
              </w:rPr>
              <w:t xml:space="preserve"> </w:t>
            </w:r>
          </w:p>
        </w:tc>
        <w:tc>
          <w:tcPr>
            <w:tcW w:w="2980" w:type="dxa"/>
            <w:tcBorders>
              <w:top w:val="double" w:sz="6" w:space="0" w:color="000000"/>
              <w:left w:val="double" w:sz="6" w:space="0" w:color="000000"/>
              <w:bottom w:val="double" w:sz="6" w:space="0" w:color="000000"/>
              <w:right w:val="double" w:sz="6" w:space="0" w:color="000000"/>
            </w:tcBorders>
            <w:shd w:val="clear" w:color="auto" w:fill="D9D9D9"/>
          </w:tcPr>
          <w:p w14:paraId="3F364E53" w14:textId="77777777" w:rsidR="00203768" w:rsidRPr="001E07AB" w:rsidRDefault="00203768" w:rsidP="002A1878">
            <w:pPr>
              <w:ind w:right="64"/>
              <w:jc w:val="center"/>
              <w:rPr>
                <w:sz w:val="18"/>
                <w:szCs w:val="18"/>
              </w:rPr>
            </w:pPr>
            <w:r w:rsidRPr="001E07AB">
              <w:rPr>
                <w:rFonts w:ascii="Arial" w:eastAsia="Arial" w:hAnsi="Arial" w:cs="Arial"/>
                <w:b/>
                <w:sz w:val="18"/>
                <w:szCs w:val="18"/>
              </w:rPr>
              <w:t xml:space="preserve">CAUSA </w:t>
            </w:r>
            <w:r w:rsidRPr="001E07AB">
              <w:rPr>
                <w:rFonts w:ascii="Arial" w:eastAsia="Arial" w:hAnsi="Arial" w:cs="Arial"/>
                <w:sz w:val="18"/>
                <w:szCs w:val="18"/>
              </w:rPr>
              <w:t xml:space="preserve"> </w:t>
            </w:r>
          </w:p>
        </w:tc>
        <w:tc>
          <w:tcPr>
            <w:tcW w:w="3260" w:type="dxa"/>
            <w:tcBorders>
              <w:top w:val="double" w:sz="6" w:space="0" w:color="000000"/>
              <w:left w:val="double" w:sz="6" w:space="0" w:color="000000"/>
              <w:bottom w:val="double" w:sz="6" w:space="0" w:color="000000"/>
              <w:right w:val="double" w:sz="6" w:space="0" w:color="000000"/>
            </w:tcBorders>
            <w:shd w:val="clear" w:color="auto" w:fill="D9D9D9"/>
          </w:tcPr>
          <w:p w14:paraId="21679CD9" w14:textId="77777777" w:rsidR="00203768" w:rsidRPr="001E07AB" w:rsidRDefault="00203768" w:rsidP="002A1878">
            <w:pPr>
              <w:ind w:right="73"/>
              <w:jc w:val="center"/>
              <w:rPr>
                <w:sz w:val="18"/>
                <w:szCs w:val="18"/>
              </w:rPr>
            </w:pPr>
            <w:r w:rsidRPr="001E07AB">
              <w:rPr>
                <w:rFonts w:ascii="Arial" w:eastAsia="Arial" w:hAnsi="Arial" w:cs="Arial"/>
                <w:b/>
                <w:sz w:val="18"/>
                <w:szCs w:val="18"/>
              </w:rPr>
              <w:t>FATO</w:t>
            </w:r>
            <w:r w:rsidRPr="001E07AB">
              <w:rPr>
                <w:rFonts w:ascii="Arial" w:eastAsia="Arial" w:hAnsi="Arial" w:cs="Arial"/>
                <w:sz w:val="18"/>
                <w:szCs w:val="18"/>
              </w:rPr>
              <w:t xml:space="preserve"> </w:t>
            </w:r>
          </w:p>
        </w:tc>
        <w:tc>
          <w:tcPr>
            <w:tcW w:w="2901" w:type="dxa"/>
            <w:tcBorders>
              <w:top w:val="double" w:sz="6" w:space="0" w:color="000000"/>
              <w:left w:val="double" w:sz="6" w:space="0" w:color="000000"/>
              <w:bottom w:val="double" w:sz="6" w:space="0" w:color="000000"/>
              <w:right w:val="double" w:sz="6" w:space="0" w:color="000000"/>
            </w:tcBorders>
            <w:shd w:val="clear" w:color="auto" w:fill="D9D9D9"/>
          </w:tcPr>
          <w:p w14:paraId="1EF8EA61" w14:textId="77777777" w:rsidR="00203768" w:rsidRPr="001E07AB" w:rsidRDefault="00203768" w:rsidP="002A1878">
            <w:pPr>
              <w:ind w:right="53"/>
              <w:jc w:val="center"/>
              <w:rPr>
                <w:sz w:val="18"/>
                <w:szCs w:val="18"/>
              </w:rPr>
            </w:pPr>
            <w:r w:rsidRPr="001E07AB">
              <w:rPr>
                <w:rFonts w:ascii="Arial" w:eastAsia="Arial" w:hAnsi="Arial" w:cs="Arial"/>
                <w:b/>
                <w:sz w:val="18"/>
                <w:szCs w:val="18"/>
              </w:rPr>
              <w:t>CONSEQUÊNCIA</w:t>
            </w:r>
            <w:r w:rsidRPr="001E07AB">
              <w:rPr>
                <w:rFonts w:ascii="Arial" w:eastAsia="Arial" w:hAnsi="Arial" w:cs="Arial"/>
                <w:sz w:val="18"/>
                <w:szCs w:val="18"/>
              </w:rPr>
              <w:t xml:space="preserve"> </w:t>
            </w:r>
          </w:p>
        </w:tc>
      </w:tr>
      <w:tr w:rsidR="00203768" w:rsidRPr="001E07AB" w14:paraId="6E3D5078" w14:textId="77777777" w:rsidTr="001E07AB">
        <w:trPr>
          <w:trHeight w:val="875"/>
        </w:trPr>
        <w:tc>
          <w:tcPr>
            <w:tcW w:w="665" w:type="dxa"/>
            <w:tcBorders>
              <w:top w:val="double" w:sz="6" w:space="0" w:color="000000"/>
              <w:left w:val="double" w:sz="6" w:space="0" w:color="000000"/>
              <w:bottom w:val="double" w:sz="6" w:space="0" w:color="000000"/>
              <w:right w:val="double" w:sz="6" w:space="0" w:color="000000"/>
            </w:tcBorders>
            <w:vAlign w:val="center"/>
          </w:tcPr>
          <w:p w14:paraId="2E06A30C" w14:textId="77777777" w:rsidR="00203768" w:rsidRPr="001E07AB" w:rsidRDefault="00203768" w:rsidP="002A1878">
            <w:pPr>
              <w:ind w:left="96"/>
              <w:rPr>
                <w:sz w:val="18"/>
                <w:szCs w:val="18"/>
              </w:rPr>
            </w:pPr>
            <w:r w:rsidRPr="001E07AB">
              <w:rPr>
                <w:rFonts w:ascii="Arial" w:eastAsia="Arial" w:hAnsi="Arial" w:cs="Arial"/>
                <w:sz w:val="18"/>
                <w:szCs w:val="18"/>
              </w:rPr>
              <w:t xml:space="preserve">01 </w:t>
            </w:r>
          </w:p>
        </w:tc>
        <w:tc>
          <w:tcPr>
            <w:tcW w:w="2980" w:type="dxa"/>
            <w:tcBorders>
              <w:top w:val="double" w:sz="6" w:space="0" w:color="000000"/>
              <w:left w:val="double" w:sz="6" w:space="0" w:color="000000"/>
              <w:bottom w:val="double" w:sz="6" w:space="0" w:color="000000"/>
              <w:right w:val="double" w:sz="6" w:space="0" w:color="000000"/>
            </w:tcBorders>
          </w:tcPr>
          <w:p w14:paraId="4FA9C991" w14:textId="77777777" w:rsidR="00203768" w:rsidRPr="001E07AB" w:rsidRDefault="00203768" w:rsidP="002A1878">
            <w:pPr>
              <w:jc w:val="center"/>
              <w:rPr>
                <w:sz w:val="18"/>
                <w:szCs w:val="18"/>
              </w:rPr>
            </w:pPr>
            <w:r w:rsidRPr="001E07AB">
              <w:rPr>
                <w:rFonts w:ascii="Arial" w:eastAsia="Arial" w:hAnsi="Arial" w:cs="Arial"/>
                <w:sz w:val="18"/>
                <w:szCs w:val="18"/>
              </w:rPr>
              <w:t xml:space="preserve">Inobservância das legislações e princípios relacionados às contratações. </w:t>
            </w:r>
          </w:p>
        </w:tc>
        <w:tc>
          <w:tcPr>
            <w:tcW w:w="3260" w:type="dxa"/>
            <w:tcBorders>
              <w:top w:val="double" w:sz="6" w:space="0" w:color="000000"/>
              <w:left w:val="double" w:sz="6" w:space="0" w:color="000000"/>
              <w:bottom w:val="double" w:sz="6" w:space="0" w:color="000000"/>
              <w:right w:val="double" w:sz="6" w:space="0" w:color="000000"/>
            </w:tcBorders>
            <w:vAlign w:val="center"/>
          </w:tcPr>
          <w:p w14:paraId="3FA6A115" w14:textId="77777777" w:rsidR="00203768" w:rsidRPr="001E07AB" w:rsidRDefault="00203768" w:rsidP="002A1878">
            <w:pPr>
              <w:ind w:left="370" w:hanging="82"/>
              <w:rPr>
                <w:sz w:val="18"/>
                <w:szCs w:val="18"/>
              </w:rPr>
            </w:pPr>
            <w:r w:rsidRPr="001E07AB">
              <w:rPr>
                <w:rFonts w:ascii="Arial" w:eastAsia="Arial" w:hAnsi="Arial" w:cs="Arial"/>
                <w:sz w:val="18"/>
                <w:szCs w:val="18"/>
              </w:rPr>
              <w:t xml:space="preserve">Provimento de pedido de impugnações no Edital. </w:t>
            </w:r>
          </w:p>
        </w:tc>
        <w:tc>
          <w:tcPr>
            <w:tcW w:w="2901" w:type="dxa"/>
            <w:tcBorders>
              <w:top w:val="double" w:sz="6" w:space="0" w:color="000000"/>
              <w:left w:val="double" w:sz="6" w:space="0" w:color="000000"/>
              <w:bottom w:val="double" w:sz="6" w:space="0" w:color="000000"/>
              <w:right w:val="double" w:sz="6" w:space="0" w:color="000000"/>
            </w:tcBorders>
            <w:vAlign w:val="center"/>
          </w:tcPr>
          <w:p w14:paraId="767E818F" w14:textId="77777777" w:rsidR="00203768" w:rsidRPr="001E07AB" w:rsidRDefault="00203768" w:rsidP="002A1878">
            <w:pPr>
              <w:jc w:val="center"/>
              <w:rPr>
                <w:sz w:val="18"/>
                <w:szCs w:val="18"/>
              </w:rPr>
            </w:pPr>
            <w:r w:rsidRPr="001E07AB">
              <w:rPr>
                <w:rFonts w:ascii="Arial" w:eastAsia="Arial" w:hAnsi="Arial" w:cs="Arial"/>
                <w:sz w:val="18"/>
                <w:szCs w:val="18"/>
              </w:rPr>
              <w:t xml:space="preserve">Retrabalho e atraso na realização da contratação pleiteada. </w:t>
            </w:r>
          </w:p>
        </w:tc>
      </w:tr>
      <w:tr w:rsidR="00203768" w:rsidRPr="001E07AB" w14:paraId="16539713" w14:textId="77777777" w:rsidTr="002A1878">
        <w:trPr>
          <w:trHeight w:val="1039"/>
        </w:trPr>
        <w:tc>
          <w:tcPr>
            <w:tcW w:w="665" w:type="dxa"/>
            <w:tcBorders>
              <w:top w:val="double" w:sz="6" w:space="0" w:color="000000"/>
              <w:left w:val="double" w:sz="6" w:space="0" w:color="000000"/>
              <w:bottom w:val="double" w:sz="6" w:space="0" w:color="000000"/>
              <w:right w:val="double" w:sz="6" w:space="0" w:color="000000"/>
            </w:tcBorders>
            <w:vAlign w:val="center"/>
          </w:tcPr>
          <w:p w14:paraId="4144FFCF" w14:textId="77777777" w:rsidR="00203768" w:rsidRPr="001E07AB" w:rsidRDefault="00203768" w:rsidP="002A1878">
            <w:pPr>
              <w:ind w:left="96"/>
              <w:rPr>
                <w:sz w:val="18"/>
                <w:szCs w:val="18"/>
              </w:rPr>
            </w:pPr>
            <w:r w:rsidRPr="001E07AB">
              <w:rPr>
                <w:rFonts w:ascii="Arial" w:eastAsia="Arial" w:hAnsi="Arial" w:cs="Arial"/>
                <w:sz w:val="18"/>
                <w:szCs w:val="18"/>
              </w:rPr>
              <w:t xml:space="preserve">02 </w:t>
            </w:r>
          </w:p>
        </w:tc>
        <w:tc>
          <w:tcPr>
            <w:tcW w:w="2980" w:type="dxa"/>
            <w:tcBorders>
              <w:top w:val="double" w:sz="6" w:space="0" w:color="000000"/>
              <w:left w:val="double" w:sz="6" w:space="0" w:color="000000"/>
              <w:bottom w:val="double" w:sz="6" w:space="0" w:color="000000"/>
              <w:right w:val="double" w:sz="6" w:space="0" w:color="000000"/>
            </w:tcBorders>
            <w:vAlign w:val="center"/>
          </w:tcPr>
          <w:p w14:paraId="0F16778D" w14:textId="77777777" w:rsidR="00203768" w:rsidRPr="001E07AB" w:rsidRDefault="00203768" w:rsidP="002A1878">
            <w:pPr>
              <w:spacing w:after="17"/>
              <w:jc w:val="center"/>
              <w:rPr>
                <w:sz w:val="18"/>
                <w:szCs w:val="18"/>
              </w:rPr>
            </w:pPr>
            <w:r w:rsidRPr="001E07AB">
              <w:rPr>
                <w:rFonts w:ascii="Arial" w:eastAsia="Arial" w:hAnsi="Arial" w:cs="Arial"/>
                <w:sz w:val="18"/>
                <w:szCs w:val="18"/>
              </w:rPr>
              <w:t xml:space="preserve">Falta de controle das recomendações do </w:t>
            </w:r>
          </w:p>
          <w:p w14:paraId="6BF51D68" w14:textId="77777777" w:rsidR="00203768" w:rsidRPr="001E07AB" w:rsidRDefault="00203768" w:rsidP="002A1878">
            <w:pPr>
              <w:ind w:right="64"/>
              <w:jc w:val="center"/>
              <w:rPr>
                <w:sz w:val="18"/>
                <w:szCs w:val="18"/>
              </w:rPr>
            </w:pPr>
            <w:r w:rsidRPr="001E07AB">
              <w:rPr>
                <w:rFonts w:ascii="Arial" w:eastAsia="Arial" w:hAnsi="Arial" w:cs="Arial"/>
                <w:sz w:val="18"/>
                <w:szCs w:val="18"/>
              </w:rPr>
              <w:t xml:space="preserve">Controle Interno </w:t>
            </w:r>
          </w:p>
        </w:tc>
        <w:tc>
          <w:tcPr>
            <w:tcW w:w="3260" w:type="dxa"/>
            <w:tcBorders>
              <w:top w:val="double" w:sz="6" w:space="0" w:color="000000"/>
              <w:left w:val="double" w:sz="6" w:space="0" w:color="000000"/>
              <w:bottom w:val="double" w:sz="6" w:space="0" w:color="000000"/>
              <w:right w:val="double" w:sz="6" w:space="0" w:color="000000"/>
            </w:tcBorders>
            <w:vAlign w:val="center"/>
          </w:tcPr>
          <w:p w14:paraId="35762009" w14:textId="77777777" w:rsidR="00203768" w:rsidRPr="001E07AB" w:rsidRDefault="00203768" w:rsidP="002A1878">
            <w:pPr>
              <w:ind w:left="36" w:right="36" w:hanging="13"/>
              <w:jc w:val="center"/>
              <w:rPr>
                <w:sz w:val="18"/>
                <w:szCs w:val="18"/>
              </w:rPr>
            </w:pPr>
            <w:r w:rsidRPr="001E07AB">
              <w:rPr>
                <w:rFonts w:ascii="Arial" w:eastAsia="Arial" w:hAnsi="Arial" w:cs="Arial"/>
                <w:sz w:val="18"/>
                <w:szCs w:val="18"/>
              </w:rPr>
              <w:t xml:space="preserve">Trâmite processual com interrupções para adequações. </w:t>
            </w:r>
          </w:p>
        </w:tc>
        <w:tc>
          <w:tcPr>
            <w:tcW w:w="2901" w:type="dxa"/>
            <w:tcBorders>
              <w:top w:val="double" w:sz="6" w:space="0" w:color="000000"/>
              <w:left w:val="double" w:sz="6" w:space="0" w:color="000000"/>
              <w:bottom w:val="double" w:sz="6" w:space="0" w:color="000000"/>
              <w:right w:val="double" w:sz="6" w:space="0" w:color="000000"/>
            </w:tcBorders>
            <w:vAlign w:val="center"/>
          </w:tcPr>
          <w:p w14:paraId="0FB7B97D" w14:textId="77777777" w:rsidR="00203768" w:rsidRPr="001E07AB" w:rsidRDefault="00203768" w:rsidP="002A1878">
            <w:pPr>
              <w:jc w:val="center"/>
              <w:rPr>
                <w:sz w:val="18"/>
                <w:szCs w:val="18"/>
              </w:rPr>
            </w:pPr>
            <w:r w:rsidRPr="001E07AB">
              <w:rPr>
                <w:rFonts w:ascii="Arial" w:eastAsia="Arial" w:hAnsi="Arial" w:cs="Arial"/>
                <w:sz w:val="18"/>
                <w:szCs w:val="18"/>
              </w:rPr>
              <w:t xml:space="preserve">Retrabalho e atraso na realização da contratação pleiteada. </w:t>
            </w:r>
          </w:p>
        </w:tc>
      </w:tr>
      <w:tr w:rsidR="00203768" w:rsidRPr="001E07AB" w14:paraId="29D315CD" w14:textId="77777777" w:rsidTr="002A1878">
        <w:trPr>
          <w:trHeight w:val="440"/>
        </w:trPr>
        <w:tc>
          <w:tcPr>
            <w:tcW w:w="9806" w:type="dxa"/>
            <w:gridSpan w:val="4"/>
            <w:tcBorders>
              <w:top w:val="double" w:sz="6" w:space="0" w:color="000000"/>
              <w:left w:val="double" w:sz="6" w:space="0" w:color="000000"/>
              <w:bottom w:val="double" w:sz="6" w:space="0" w:color="000000"/>
              <w:right w:val="double" w:sz="6" w:space="0" w:color="000000"/>
            </w:tcBorders>
            <w:shd w:val="clear" w:color="auto" w:fill="D9D9D9"/>
          </w:tcPr>
          <w:p w14:paraId="1FD78341" w14:textId="378205B5" w:rsidR="00203768" w:rsidRPr="001E07AB" w:rsidRDefault="00203768" w:rsidP="002A1878">
            <w:pPr>
              <w:rPr>
                <w:sz w:val="18"/>
                <w:szCs w:val="18"/>
              </w:rPr>
            </w:pPr>
            <w:r w:rsidRPr="001E07AB">
              <w:rPr>
                <w:rFonts w:ascii="Arial" w:eastAsia="Arial" w:hAnsi="Arial" w:cs="Arial"/>
                <w:b/>
                <w:sz w:val="18"/>
                <w:szCs w:val="18"/>
              </w:rPr>
              <w:t xml:space="preserve">RISCO </w:t>
            </w:r>
            <w:r w:rsidR="004536A6" w:rsidRPr="001E07AB">
              <w:rPr>
                <w:rFonts w:ascii="Arial" w:eastAsia="Arial" w:hAnsi="Arial" w:cs="Arial"/>
                <w:b/>
                <w:sz w:val="18"/>
                <w:szCs w:val="18"/>
              </w:rPr>
              <w:t>14.1.2.c</w:t>
            </w:r>
            <w:r w:rsidRPr="001E07AB">
              <w:rPr>
                <w:rFonts w:ascii="Arial" w:eastAsia="Arial" w:hAnsi="Arial" w:cs="Arial"/>
                <w:b/>
                <w:sz w:val="18"/>
                <w:szCs w:val="18"/>
              </w:rPr>
              <w:t>. FRACASSO NO PROCESSO LICITATÓRIO</w:t>
            </w:r>
            <w:r w:rsidRPr="001E07AB">
              <w:rPr>
                <w:rFonts w:ascii="Arial" w:eastAsia="Arial" w:hAnsi="Arial" w:cs="Arial"/>
                <w:sz w:val="18"/>
                <w:szCs w:val="18"/>
              </w:rPr>
              <w:t xml:space="preserve"> </w:t>
            </w:r>
          </w:p>
        </w:tc>
      </w:tr>
      <w:tr w:rsidR="00203768" w:rsidRPr="001E07AB" w14:paraId="27672A2E" w14:textId="77777777" w:rsidTr="002A1878">
        <w:trPr>
          <w:trHeight w:val="296"/>
        </w:trPr>
        <w:tc>
          <w:tcPr>
            <w:tcW w:w="665" w:type="dxa"/>
            <w:tcBorders>
              <w:top w:val="double" w:sz="6" w:space="0" w:color="000000"/>
              <w:left w:val="double" w:sz="6" w:space="0" w:color="000000"/>
              <w:bottom w:val="double" w:sz="6" w:space="0" w:color="000000"/>
              <w:right w:val="double" w:sz="6" w:space="0" w:color="000000"/>
            </w:tcBorders>
            <w:shd w:val="clear" w:color="auto" w:fill="D9D9D9"/>
          </w:tcPr>
          <w:p w14:paraId="21F8345D" w14:textId="77777777" w:rsidR="00203768" w:rsidRPr="001E07AB" w:rsidRDefault="00203768" w:rsidP="002A1878">
            <w:pPr>
              <w:ind w:right="58"/>
              <w:jc w:val="center"/>
              <w:rPr>
                <w:sz w:val="18"/>
                <w:szCs w:val="18"/>
              </w:rPr>
            </w:pPr>
            <w:r w:rsidRPr="001E07AB">
              <w:rPr>
                <w:rFonts w:ascii="Arial" w:eastAsia="Arial" w:hAnsi="Arial" w:cs="Arial"/>
                <w:b/>
                <w:sz w:val="18"/>
                <w:szCs w:val="18"/>
              </w:rPr>
              <w:t xml:space="preserve">ID </w:t>
            </w:r>
            <w:r w:rsidRPr="001E07AB">
              <w:rPr>
                <w:rFonts w:ascii="Arial" w:eastAsia="Arial" w:hAnsi="Arial" w:cs="Arial"/>
                <w:sz w:val="18"/>
                <w:szCs w:val="18"/>
              </w:rPr>
              <w:t xml:space="preserve"> </w:t>
            </w:r>
          </w:p>
        </w:tc>
        <w:tc>
          <w:tcPr>
            <w:tcW w:w="2980" w:type="dxa"/>
            <w:tcBorders>
              <w:top w:val="double" w:sz="6" w:space="0" w:color="000000"/>
              <w:left w:val="double" w:sz="6" w:space="0" w:color="000000"/>
              <w:bottom w:val="double" w:sz="6" w:space="0" w:color="000000"/>
              <w:right w:val="double" w:sz="6" w:space="0" w:color="000000"/>
            </w:tcBorders>
            <w:shd w:val="clear" w:color="auto" w:fill="D9D9D9"/>
          </w:tcPr>
          <w:p w14:paraId="49FD93EC" w14:textId="77777777" w:rsidR="00203768" w:rsidRPr="001E07AB" w:rsidRDefault="00203768" w:rsidP="002A1878">
            <w:pPr>
              <w:ind w:right="64"/>
              <w:jc w:val="center"/>
              <w:rPr>
                <w:sz w:val="18"/>
                <w:szCs w:val="18"/>
              </w:rPr>
            </w:pPr>
            <w:r w:rsidRPr="001E07AB">
              <w:rPr>
                <w:rFonts w:ascii="Arial" w:eastAsia="Arial" w:hAnsi="Arial" w:cs="Arial"/>
                <w:b/>
                <w:sz w:val="18"/>
                <w:szCs w:val="18"/>
              </w:rPr>
              <w:t xml:space="preserve">CAUSA </w:t>
            </w:r>
            <w:r w:rsidRPr="001E07AB">
              <w:rPr>
                <w:rFonts w:ascii="Arial" w:eastAsia="Arial" w:hAnsi="Arial" w:cs="Arial"/>
                <w:sz w:val="18"/>
                <w:szCs w:val="18"/>
              </w:rPr>
              <w:t xml:space="preserve"> </w:t>
            </w:r>
          </w:p>
        </w:tc>
        <w:tc>
          <w:tcPr>
            <w:tcW w:w="3260" w:type="dxa"/>
            <w:tcBorders>
              <w:top w:val="double" w:sz="6" w:space="0" w:color="000000"/>
              <w:left w:val="double" w:sz="6" w:space="0" w:color="000000"/>
              <w:bottom w:val="double" w:sz="6" w:space="0" w:color="000000"/>
              <w:right w:val="double" w:sz="6" w:space="0" w:color="000000"/>
            </w:tcBorders>
            <w:shd w:val="clear" w:color="auto" w:fill="D9D9D9"/>
          </w:tcPr>
          <w:p w14:paraId="2020B128" w14:textId="77777777" w:rsidR="00203768" w:rsidRPr="001E07AB" w:rsidRDefault="00203768" w:rsidP="002A1878">
            <w:pPr>
              <w:ind w:right="73"/>
              <w:jc w:val="center"/>
              <w:rPr>
                <w:sz w:val="18"/>
                <w:szCs w:val="18"/>
              </w:rPr>
            </w:pPr>
            <w:r w:rsidRPr="001E07AB">
              <w:rPr>
                <w:rFonts w:ascii="Arial" w:eastAsia="Arial" w:hAnsi="Arial" w:cs="Arial"/>
                <w:b/>
                <w:sz w:val="18"/>
                <w:szCs w:val="18"/>
              </w:rPr>
              <w:t>FATO</w:t>
            </w:r>
            <w:r w:rsidRPr="001E07AB">
              <w:rPr>
                <w:rFonts w:ascii="Arial" w:eastAsia="Arial" w:hAnsi="Arial" w:cs="Arial"/>
                <w:sz w:val="18"/>
                <w:szCs w:val="18"/>
              </w:rPr>
              <w:t xml:space="preserve"> </w:t>
            </w:r>
          </w:p>
        </w:tc>
        <w:tc>
          <w:tcPr>
            <w:tcW w:w="2901" w:type="dxa"/>
            <w:tcBorders>
              <w:top w:val="double" w:sz="6" w:space="0" w:color="000000"/>
              <w:left w:val="double" w:sz="6" w:space="0" w:color="000000"/>
              <w:bottom w:val="double" w:sz="6" w:space="0" w:color="000000"/>
              <w:right w:val="double" w:sz="6" w:space="0" w:color="000000"/>
            </w:tcBorders>
            <w:shd w:val="clear" w:color="auto" w:fill="D9D9D9"/>
          </w:tcPr>
          <w:p w14:paraId="21391F01" w14:textId="77777777" w:rsidR="00203768" w:rsidRPr="001E07AB" w:rsidRDefault="00203768" w:rsidP="002A1878">
            <w:pPr>
              <w:ind w:right="53"/>
              <w:jc w:val="center"/>
              <w:rPr>
                <w:sz w:val="18"/>
                <w:szCs w:val="18"/>
              </w:rPr>
            </w:pPr>
            <w:r w:rsidRPr="001E07AB">
              <w:rPr>
                <w:rFonts w:ascii="Arial" w:eastAsia="Arial" w:hAnsi="Arial" w:cs="Arial"/>
                <w:b/>
                <w:sz w:val="18"/>
                <w:szCs w:val="18"/>
              </w:rPr>
              <w:t>CONSEQUÊNCIA</w:t>
            </w:r>
            <w:r w:rsidRPr="001E07AB">
              <w:rPr>
                <w:rFonts w:ascii="Arial" w:eastAsia="Arial" w:hAnsi="Arial" w:cs="Arial"/>
                <w:sz w:val="18"/>
                <w:szCs w:val="18"/>
              </w:rPr>
              <w:t xml:space="preserve"> </w:t>
            </w:r>
          </w:p>
        </w:tc>
      </w:tr>
      <w:tr w:rsidR="00203768" w:rsidRPr="001E07AB" w14:paraId="369017A7" w14:textId="77777777" w:rsidTr="001E07AB">
        <w:trPr>
          <w:trHeight w:val="918"/>
        </w:trPr>
        <w:tc>
          <w:tcPr>
            <w:tcW w:w="665" w:type="dxa"/>
            <w:tcBorders>
              <w:top w:val="double" w:sz="6" w:space="0" w:color="000000"/>
              <w:left w:val="double" w:sz="6" w:space="0" w:color="000000"/>
              <w:bottom w:val="double" w:sz="6" w:space="0" w:color="000000"/>
              <w:right w:val="double" w:sz="6" w:space="0" w:color="000000"/>
            </w:tcBorders>
            <w:vAlign w:val="center"/>
          </w:tcPr>
          <w:p w14:paraId="3BC9DEC2" w14:textId="77777777" w:rsidR="00203768" w:rsidRPr="001E07AB" w:rsidRDefault="00203768" w:rsidP="002A1878">
            <w:pPr>
              <w:ind w:left="96"/>
              <w:rPr>
                <w:sz w:val="18"/>
                <w:szCs w:val="18"/>
              </w:rPr>
            </w:pPr>
            <w:r w:rsidRPr="001E07AB">
              <w:rPr>
                <w:rFonts w:ascii="Arial" w:eastAsia="Arial" w:hAnsi="Arial" w:cs="Arial"/>
                <w:sz w:val="18"/>
                <w:szCs w:val="18"/>
              </w:rPr>
              <w:t xml:space="preserve">01 </w:t>
            </w:r>
          </w:p>
        </w:tc>
        <w:tc>
          <w:tcPr>
            <w:tcW w:w="2980" w:type="dxa"/>
            <w:tcBorders>
              <w:top w:val="double" w:sz="6" w:space="0" w:color="000000"/>
              <w:left w:val="double" w:sz="6" w:space="0" w:color="000000"/>
              <w:bottom w:val="double" w:sz="6" w:space="0" w:color="000000"/>
              <w:right w:val="double" w:sz="6" w:space="0" w:color="000000"/>
            </w:tcBorders>
          </w:tcPr>
          <w:p w14:paraId="4A738D38" w14:textId="77777777" w:rsidR="00203768" w:rsidRPr="001E07AB" w:rsidRDefault="00203768" w:rsidP="002A1878">
            <w:pPr>
              <w:ind w:right="7"/>
              <w:jc w:val="center"/>
              <w:rPr>
                <w:sz w:val="18"/>
                <w:szCs w:val="18"/>
              </w:rPr>
            </w:pPr>
            <w:r w:rsidRPr="001E07AB">
              <w:rPr>
                <w:rFonts w:ascii="Arial" w:eastAsia="Arial" w:hAnsi="Arial" w:cs="Arial"/>
                <w:sz w:val="18"/>
                <w:szCs w:val="18"/>
              </w:rPr>
              <w:t xml:space="preserve"> </w:t>
            </w:r>
          </w:p>
          <w:p w14:paraId="4DFD87E4" w14:textId="77777777" w:rsidR="00203768" w:rsidRPr="001E07AB" w:rsidRDefault="00203768" w:rsidP="002A1878">
            <w:pPr>
              <w:spacing w:line="241" w:lineRule="auto"/>
              <w:jc w:val="center"/>
              <w:rPr>
                <w:sz w:val="18"/>
                <w:szCs w:val="18"/>
              </w:rPr>
            </w:pPr>
            <w:r w:rsidRPr="001E07AB">
              <w:rPr>
                <w:rFonts w:ascii="Arial" w:eastAsia="Arial" w:hAnsi="Arial" w:cs="Arial"/>
                <w:sz w:val="18"/>
                <w:szCs w:val="18"/>
              </w:rPr>
              <w:t xml:space="preserve">Inobservância de preços públicos e requisitos </w:t>
            </w:r>
          </w:p>
          <w:p w14:paraId="12531AE9" w14:textId="77777777" w:rsidR="00203768" w:rsidRPr="001E07AB" w:rsidRDefault="00203768" w:rsidP="002A1878">
            <w:pPr>
              <w:spacing w:after="19"/>
              <w:ind w:left="23" w:right="31"/>
              <w:jc w:val="center"/>
              <w:rPr>
                <w:sz w:val="18"/>
                <w:szCs w:val="18"/>
              </w:rPr>
            </w:pPr>
            <w:r w:rsidRPr="001E07AB">
              <w:rPr>
                <w:rFonts w:ascii="Arial" w:eastAsia="Arial" w:hAnsi="Arial" w:cs="Arial"/>
                <w:sz w:val="18"/>
                <w:szCs w:val="18"/>
              </w:rPr>
              <w:t xml:space="preserve">mínimos necessários para a contratação. </w:t>
            </w:r>
          </w:p>
          <w:p w14:paraId="193C1166" w14:textId="77777777" w:rsidR="00203768" w:rsidRPr="001E07AB" w:rsidRDefault="00203768" w:rsidP="002A1878">
            <w:pPr>
              <w:ind w:right="2"/>
              <w:jc w:val="center"/>
              <w:rPr>
                <w:sz w:val="18"/>
                <w:szCs w:val="18"/>
              </w:rPr>
            </w:pPr>
            <w:r w:rsidRPr="001E07AB">
              <w:rPr>
                <w:rFonts w:ascii="Arial" w:eastAsia="Arial" w:hAnsi="Arial" w:cs="Arial"/>
                <w:sz w:val="18"/>
                <w:szCs w:val="18"/>
              </w:rPr>
              <w:t xml:space="preserve"> </w:t>
            </w:r>
          </w:p>
        </w:tc>
        <w:tc>
          <w:tcPr>
            <w:tcW w:w="3260" w:type="dxa"/>
            <w:tcBorders>
              <w:top w:val="double" w:sz="6" w:space="0" w:color="000000"/>
              <w:left w:val="double" w:sz="6" w:space="0" w:color="000000"/>
              <w:bottom w:val="double" w:sz="6" w:space="0" w:color="000000"/>
              <w:right w:val="double" w:sz="6" w:space="0" w:color="000000"/>
            </w:tcBorders>
            <w:vAlign w:val="center"/>
          </w:tcPr>
          <w:p w14:paraId="307424BC" w14:textId="77777777" w:rsidR="00203768" w:rsidRPr="001E07AB" w:rsidRDefault="00203768" w:rsidP="002A1878">
            <w:pPr>
              <w:ind w:left="82"/>
              <w:rPr>
                <w:sz w:val="18"/>
                <w:szCs w:val="18"/>
              </w:rPr>
            </w:pPr>
            <w:r w:rsidRPr="001E07AB">
              <w:rPr>
                <w:rFonts w:ascii="Arial" w:eastAsia="Arial" w:hAnsi="Arial" w:cs="Arial"/>
                <w:sz w:val="18"/>
                <w:szCs w:val="18"/>
              </w:rPr>
              <w:t xml:space="preserve">Licitação deserta/fracassada. </w:t>
            </w:r>
          </w:p>
        </w:tc>
        <w:tc>
          <w:tcPr>
            <w:tcW w:w="2901" w:type="dxa"/>
            <w:tcBorders>
              <w:top w:val="double" w:sz="6" w:space="0" w:color="000000"/>
              <w:left w:val="double" w:sz="6" w:space="0" w:color="000000"/>
              <w:bottom w:val="double" w:sz="6" w:space="0" w:color="000000"/>
              <w:right w:val="double" w:sz="6" w:space="0" w:color="000000"/>
            </w:tcBorders>
            <w:vAlign w:val="center"/>
          </w:tcPr>
          <w:p w14:paraId="72B2205A" w14:textId="77777777" w:rsidR="00203768" w:rsidRPr="001E07AB" w:rsidRDefault="00203768" w:rsidP="002A1878">
            <w:pPr>
              <w:jc w:val="center"/>
              <w:rPr>
                <w:sz w:val="18"/>
                <w:szCs w:val="18"/>
              </w:rPr>
            </w:pPr>
            <w:r w:rsidRPr="001E07AB">
              <w:rPr>
                <w:rFonts w:ascii="Arial" w:eastAsia="Arial" w:hAnsi="Arial" w:cs="Arial"/>
                <w:sz w:val="18"/>
                <w:szCs w:val="18"/>
              </w:rPr>
              <w:t xml:space="preserve">Retrabalho para novo procedimento licitatório. </w:t>
            </w:r>
          </w:p>
        </w:tc>
      </w:tr>
      <w:tr w:rsidR="00203768" w:rsidRPr="001E07AB" w14:paraId="71DEDCD7" w14:textId="77777777" w:rsidTr="001E07AB">
        <w:trPr>
          <w:trHeight w:val="782"/>
        </w:trPr>
        <w:tc>
          <w:tcPr>
            <w:tcW w:w="665" w:type="dxa"/>
            <w:tcBorders>
              <w:top w:val="double" w:sz="6" w:space="0" w:color="000000"/>
              <w:left w:val="double" w:sz="6" w:space="0" w:color="000000"/>
              <w:bottom w:val="double" w:sz="6" w:space="0" w:color="000000"/>
              <w:right w:val="double" w:sz="6" w:space="0" w:color="000000"/>
            </w:tcBorders>
            <w:vAlign w:val="center"/>
          </w:tcPr>
          <w:p w14:paraId="50E83E5B" w14:textId="77777777" w:rsidR="00203768" w:rsidRPr="001E07AB" w:rsidRDefault="00203768" w:rsidP="002A1878">
            <w:pPr>
              <w:ind w:left="96"/>
              <w:rPr>
                <w:sz w:val="18"/>
                <w:szCs w:val="18"/>
              </w:rPr>
            </w:pPr>
            <w:r w:rsidRPr="001E07AB">
              <w:rPr>
                <w:rFonts w:ascii="Arial" w:eastAsia="Arial" w:hAnsi="Arial" w:cs="Arial"/>
                <w:sz w:val="18"/>
                <w:szCs w:val="18"/>
              </w:rPr>
              <w:t xml:space="preserve">02 </w:t>
            </w:r>
          </w:p>
        </w:tc>
        <w:tc>
          <w:tcPr>
            <w:tcW w:w="2980" w:type="dxa"/>
            <w:tcBorders>
              <w:top w:val="double" w:sz="6" w:space="0" w:color="000000"/>
              <w:left w:val="double" w:sz="6" w:space="0" w:color="000000"/>
              <w:bottom w:val="double" w:sz="6" w:space="0" w:color="000000"/>
              <w:right w:val="double" w:sz="6" w:space="0" w:color="000000"/>
            </w:tcBorders>
          </w:tcPr>
          <w:p w14:paraId="78ACF6FB" w14:textId="77777777" w:rsidR="00203768" w:rsidRPr="001E07AB" w:rsidRDefault="00203768" w:rsidP="002A1878">
            <w:pPr>
              <w:ind w:right="7"/>
              <w:jc w:val="center"/>
              <w:rPr>
                <w:sz w:val="18"/>
                <w:szCs w:val="18"/>
              </w:rPr>
            </w:pPr>
            <w:r w:rsidRPr="001E07AB">
              <w:rPr>
                <w:rFonts w:ascii="Arial" w:eastAsia="Arial" w:hAnsi="Arial" w:cs="Arial"/>
                <w:sz w:val="18"/>
                <w:szCs w:val="18"/>
              </w:rPr>
              <w:t xml:space="preserve"> </w:t>
            </w:r>
          </w:p>
          <w:p w14:paraId="1E8BF7CB" w14:textId="77777777" w:rsidR="00203768" w:rsidRPr="001E07AB" w:rsidRDefault="00203768" w:rsidP="002A1878">
            <w:pPr>
              <w:ind w:right="2"/>
              <w:jc w:val="center"/>
              <w:rPr>
                <w:sz w:val="18"/>
                <w:szCs w:val="18"/>
              </w:rPr>
            </w:pPr>
            <w:r w:rsidRPr="001E07AB">
              <w:rPr>
                <w:rFonts w:ascii="Arial" w:eastAsia="Arial" w:hAnsi="Arial" w:cs="Arial"/>
                <w:sz w:val="18"/>
                <w:szCs w:val="18"/>
              </w:rPr>
              <w:t xml:space="preserve">Especificações limitadas dos produtos e serviços do mercado. </w:t>
            </w:r>
          </w:p>
        </w:tc>
        <w:tc>
          <w:tcPr>
            <w:tcW w:w="3260" w:type="dxa"/>
            <w:tcBorders>
              <w:top w:val="double" w:sz="6" w:space="0" w:color="000000"/>
              <w:left w:val="double" w:sz="6" w:space="0" w:color="000000"/>
              <w:bottom w:val="double" w:sz="6" w:space="0" w:color="000000"/>
              <w:right w:val="double" w:sz="6" w:space="0" w:color="000000"/>
            </w:tcBorders>
            <w:vAlign w:val="center"/>
          </w:tcPr>
          <w:p w14:paraId="7AADDCEA" w14:textId="77777777" w:rsidR="00203768" w:rsidRPr="001E07AB" w:rsidRDefault="00203768" w:rsidP="002A1878">
            <w:pPr>
              <w:ind w:right="68"/>
              <w:jc w:val="center"/>
              <w:rPr>
                <w:sz w:val="18"/>
                <w:szCs w:val="18"/>
              </w:rPr>
            </w:pPr>
            <w:r w:rsidRPr="001E07AB">
              <w:rPr>
                <w:rFonts w:ascii="Arial" w:eastAsia="Arial" w:hAnsi="Arial" w:cs="Arial"/>
                <w:sz w:val="18"/>
                <w:szCs w:val="18"/>
              </w:rPr>
              <w:t xml:space="preserve">Licitação direcionada. </w:t>
            </w:r>
          </w:p>
        </w:tc>
        <w:tc>
          <w:tcPr>
            <w:tcW w:w="2901" w:type="dxa"/>
            <w:tcBorders>
              <w:top w:val="double" w:sz="6" w:space="0" w:color="000000"/>
              <w:left w:val="double" w:sz="6" w:space="0" w:color="000000"/>
              <w:bottom w:val="double" w:sz="6" w:space="0" w:color="000000"/>
              <w:right w:val="double" w:sz="6" w:space="0" w:color="000000"/>
            </w:tcBorders>
            <w:vAlign w:val="center"/>
          </w:tcPr>
          <w:p w14:paraId="7B0109B8" w14:textId="77777777" w:rsidR="00203768" w:rsidRPr="001E07AB" w:rsidRDefault="00203768" w:rsidP="002A1878">
            <w:pPr>
              <w:jc w:val="center"/>
              <w:rPr>
                <w:sz w:val="18"/>
                <w:szCs w:val="18"/>
              </w:rPr>
            </w:pPr>
            <w:r w:rsidRPr="001E07AB">
              <w:rPr>
                <w:rFonts w:ascii="Arial" w:eastAsia="Arial" w:hAnsi="Arial" w:cs="Arial"/>
                <w:sz w:val="18"/>
                <w:szCs w:val="18"/>
              </w:rPr>
              <w:t xml:space="preserve">Anulação do processo de contratação pleiteada </w:t>
            </w:r>
          </w:p>
        </w:tc>
      </w:tr>
      <w:tr w:rsidR="00203768" w:rsidRPr="001E07AB" w14:paraId="6F49E424" w14:textId="77777777" w:rsidTr="001E07AB">
        <w:trPr>
          <w:trHeight w:val="936"/>
        </w:trPr>
        <w:tc>
          <w:tcPr>
            <w:tcW w:w="665" w:type="dxa"/>
            <w:tcBorders>
              <w:top w:val="double" w:sz="6" w:space="0" w:color="000000"/>
              <w:left w:val="double" w:sz="6" w:space="0" w:color="000000"/>
              <w:bottom w:val="double" w:sz="6" w:space="0" w:color="000000"/>
              <w:right w:val="double" w:sz="6" w:space="0" w:color="000000"/>
            </w:tcBorders>
            <w:vAlign w:val="center"/>
          </w:tcPr>
          <w:p w14:paraId="0DCB0DD5" w14:textId="77777777" w:rsidR="00203768" w:rsidRPr="001E07AB" w:rsidRDefault="00203768" w:rsidP="002A1878">
            <w:pPr>
              <w:ind w:left="96"/>
              <w:rPr>
                <w:sz w:val="18"/>
                <w:szCs w:val="18"/>
              </w:rPr>
            </w:pPr>
            <w:r w:rsidRPr="001E07AB">
              <w:rPr>
                <w:rFonts w:ascii="Arial" w:eastAsia="Arial" w:hAnsi="Arial" w:cs="Arial"/>
                <w:sz w:val="18"/>
                <w:szCs w:val="18"/>
              </w:rPr>
              <w:t xml:space="preserve">03 </w:t>
            </w:r>
          </w:p>
        </w:tc>
        <w:tc>
          <w:tcPr>
            <w:tcW w:w="2980" w:type="dxa"/>
            <w:tcBorders>
              <w:top w:val="double" w:sz="6" w:space="0" w:color="000000"/>
              <w:left w:val="double" w:sz="6" w:space="0" w:color="000000"/>
              <w:bottom w:val="double" w:sz="6" w:space="0" w:color="000000"/>
              <w:right w:val="double" w:sz="6" w:space="0" w:color="000000"/>
            </w:tcBorders>
          </w:tcPr>
          <w:p w14:paraId="41DE633E" w14:textId="77777777" w:rsidR="00203768" w:rsidRPr="001E07AB" w:rsidRDefault="00203768" w:rsidP="002A1878">
            <w:pPr>
              <w:ind w:right="7"/>
              <w:jc w:val="center"/>
              <w:rPr>
                <w:sz w:val="18"/>
                <w:szCs w:val="18"/>
              </w:rPr>
            </w:pPr>
            <w:r w:rsidRPr="001E07AB">
              <w:rPr>
                <w:rFonts w:ascii="Arial" w:eastAsia="Arial" w:hAnsi="Arial" w:cs="Arial"/>
                <w:sz w:val="18"/>
                <w:szCs w:val="18"/>
              </w:rPr>
              <w:t xml:space="preserve"> </w:t>
            </w:r>
          </w:p>
          <w:p w14:paraId="0B922A94" w14:textId="77777777" w:rsidR="00203768" w:rsidRPr="001E07AB" w:rsidRDefault="00203768" w:rsidP="002A1878">
            <w:pPr>
              <w:spacing w:after="19"/>
              <w:jc w:val="center"/>
              <w:rPr>
                <w:sz w:val="18"/>
                <w:szCs w:val="18"/>
              </w:rPr>
            </w:pPr>
            <w:r w:rsidRPr="001E07AB">
              <w:rPr>
                <w:rFonts w:ascii="Arial" w:eastAsia="Arial" w:hAnsi="Arial" w:cs="Arial"/>
                <w:sz w:val="18"/>
                <w:szCs w:val="18"/>
              </w:rPr>
              <w:t xml:space="preserve">Documentação elaborada sem observância das normas. </w:t>
            </w:r>
          </w:p>
          <w:p w14:paraId="01781635" w14:textId="77777777" w:rsidR="00203768" w:rsidRPr="001E07AB" w:rsidRDefault="00203768" w:rsidP="002A1878">
            <w:pPr>
              <w:ind w:right="2"/>
              <w:jc w:val="center"/>
              <w:rPr>
                <w:sz w:val="18"/>
                <w:szCs w:val="18"/>
              </w:rPr>
            </w:pPr>
            <w:r w:rsidRPr="001E07AB">
              <w:rPr>
                <w:rFonts w:ascii="Arial" w:eastAsia="Arial" w:hAnsi="Arial" w:cs="Arial"/>
                <w:sz w:val="18"/>
                <w:szCs w:val="18"/>
              </w:rPr>
              <w:t xml:space="preserve"> </w:t>
            </w:r>
          </w:p>
        </w:tc>
        <w:tc>
          <w:tcPr>
            <w:tcW w:w="3260" w:type="dxa"/>
            <w:tcBorders>
              <w:top w:val="double" w:sz="6" w:space="0" w:color="000000"/>
              <w:left w:val="double" w:sz="6" w:space="0" w:color="000000"/>
              <w:bottom w:val="double" w:sz="6" w:space="0" w:color="000000"/>
              <w:right w:val="double" w:sz="6" w:space="0" w:color="000000"/>
            </w:tcBorders>
            <w:vAlign w:val="center"/>
          </w:tcPr>
          <w:p w14:paraId="76F8A9B2" w14:textId="77777777" w:rsidR="00203768" w:rsidRPr="001E07AB" w:rsidRDefault="00203768" w:rsidP="002A1878">
            <w:pPr>
              <w:ind w:left="370" w:hanging="82"/>
              <w:rPr>
                <w:sz w:val="18"/>
                <w:szCs w:val="18"/>
              </w:rPr>
            </w:pPr>
            <w:r w:rsidRPr="001E07AB">
              <w:rPr>
                <w:rFonts w:ascii="Arial" w:eastAsia="Arial" w:hAnsi="Arial" w:cs="Arial"/>
                <w:sz w:val="18"/>
                <w:szCs w:val="18"/>
              </w:rPr>
              <w:t xml:space="preserve">Provimento de pedido de impugnações no Edital. </w:t>
            </w:r>
          </w:p>
        </w:tc>
        <w:tc>
          <w:tcPr>
            <w:tcW w:w="2901" w:type="dxa"/>
            <w:tcBorders>
              <w:top w:val="double" w:sz="6" w:space="0" w:color="000000"/>
              <w:left w:val="double" w:sz="6" w:space="0" w:color="000000"/>
              <w:bottom w:val="double" w:sz="6" w:space="0" w:color="000000"/>
              <w:right w:val="double" w:sz="6" w:space="0" w:color="000000"/>
            </w:tcBorders>
            <w:vAlign w:val="center"/>
          </w:tcPr>
          <w:p w14:paraId="3C930594" w14:textId="77777777" w:rsidR="00203768" w:rsidRPr="001E07AB" w:rsidRDefault="00203768" w:rsidP="002A1878">
            <w:pPr>
              <w:jc w:val="center"/>
              <w:rPr>
                <w:sz w:val="18"/>
                <w:szCs w:val="18"/>
              </w:rPr>
            </w:pPr>
            <w:r w:rsidRPr="001E07AB">
              <w:rPr>
                <w:rFonts w:ascii="Arial" w:eastAsia="Arial" w:hAnsi="Arial" w:cs="Arial"/>
                <w:sz w:val="18"/>
                <w:szCs w:val="18"/>
              </w:rPr>
              <w:t xml:space="preserve">Retrabalho e atraso na realização da contratação pleiteada. </w:t>
            </w:r>
          </w:p>
        </w:tc>
      </w:tr>
      <w:tr w:rsidR="00203768" w:rsidRPr="001E07AB" w14:paraId="34BAC0BC" w14:textId="77777777" w:rsidTr="002A1878">
        <w:trPr>
          <w:trHeight w:val="443"/>
        </w:trPr>
        <w:tc>
          <w:tcPr>
            <w:tcW w:w="9806" w:type="dxa"/>
            <w:gridSpan w:val="4"/>
            <w:tcBorders>
              <w:top w:val="double" w:sz="6" w:space="0" w:color="000000"/>
              <w:left w:val="double" w:sz="6" w:space="0" w:color="000000"/>
              <w:bottom w:val="double" w:sz="6" w:space="0" w:color="000000"/>
              <w:right w:val="double" w:sz="6" w:space="0" w:color="000000"/>
            </w:tcBorders>
            <w:shd w:val="clear" w:color="auto" w:fill="D9D9D9"/>
          </w:tcPr>
          <w:p w14:paraId="00C23012" w14:textId="069211A4" w:rsidR="00203768" w:rsidRPr="001E07AB" w:rsidRDefault="00203768" w:rsidP="002A1878">
            <w:pPr>
              <w:rPr>
                <w:sz w:val="18"/>
                <w:szCs w:val="18"/>
              </w:rPr>
            </w:pPr>
            <w:r w:rsidRPr="001E07AB">
              <w:rPr>
                <w:rFonts w:ascii="Arial" w:eastAsia="Arial" w:hAnsi="Arial" w:cs="Arial"/>
                <w:b/>
                <w:sz w:val="18"/>
                <w:szCs w:val="18"/>
              </w:rPr>
              <w:t xml:space="preserve">RISCO </w:t>
            </w:r>
            <w:r w:rsidR="004536A6" w:rsidRPr="001E07AB">
              <w:rPr>
                <w:rFonts w:ascii="Arial" w:eastAsia="Arial" w:hAnsi="Arial" w:cs="Arial"/>
                <w:b/>
                <w:sz w:val="18"/>
                <w:szCs w:val="18"/>
              </w:rPr>
              <w:t>14.1.3</w:t>
            </w:r>
            <w:r w:rsidRPr="001E07AB">
              <w:rPr>
                <w:rFonts w:ascii="Arial" w:eastAsia="Arial" w:hAnsi="Arial" w:cs="Arial"/>
                <w:b/>
                <w:sz w:val="18"/>
                <w:szCs w:val="18"/>
              </w:rPr>
              <w:t>.</w:t>
            </w:r>
            <w:r w:rsidR="004536A6" w:rsidRPr="001E07AB">
              <w:rPr>
                <w:rFonts w:ascii="Arial" w:eastAsia="Arial" w:hAnsi="Arial" w:cs="Arial"/>
                <w:b/>
                <w:sz w:val="18"/>
                <w:szCs w:val="18"/>
              </w:rPr>
              <w:t>a</w:t>
            </w:r>
            <w:r w:rsidRPr="001E07AB">
              <w:rPr>
                <w:rFonts w:ascii="Arial" w:eastAsia="Arial" w:hAnsi="Arial" w:cs="Arial"/>
                <w:b/>
                <w:sz w:val="18"/>
                <w:szCs w:val="18"/>
              </w:rPr>
              <w:t xml:space="preserve"> NÃO ASSINATURA DO CONTRATO</w:t>
            </w:r>
            <w:r w:rsidRPr="001E07AB">
              <w:rPr>
                <w:rFonts w:ascii="Arial" w:eastAsia="Arial" w:hAnsi="Arial" w:cs="Arial"/>
                <w:sz w:val="18"/>
                <w:szCs w:val="18"/>
              </w:rPr>
              <w:t xml:space="preserve"> </w:t>
            </w:r>
          </w:p>
        </w:tc>
      </w:tr>
      <w:tr w:rsidR="00203768" w:rsidRPr="001E07AB" w14:paraId="6C70833D" w14:textId="77777777" w:rsidTr="002A1878">
        <w:trPr>
          <w:trHeight w:val="293"/>
        </w:trPr>
        <w:tc>
          <w:tcPr>
            <w:tcW w:w="665" w:type="dxa"/>
            <w:tcBorders>
              <w:top w:val="double" w:sz="6" w:space="0" w:color="000000"/>
              <w:left w:val="double" w:sz="6" w:space="0" w:color="000000"/>
              <w:bottom w:val="double" w:sz="6" w:space="0" w:color="000000"/>
              <w:right w:val="double" w:sz="6" w:space="0" w:color="000000"/>
            </w:tcBorders>
            <w:shd w:val="clear" w:color="auto" w:fill="D9D9D9"/>
          </w:tcPr>
          <w:p w14:paraId="7B80CDDA" w14:textId="77777777" w:rsidR="00203768" w:rsidRPr="001E07AB" w:rsidRDefault="00203768" w:rsidP="002A1878">
            <w:pPr>
              <w:ind w:right="58"/>
              <w:jc w:val="center"/>
              <w:rPr>
                <w:sz w:val="18"/>
                <w:szCs w:val="18"/>
              </w:rPr>
            </w:pPr>
            <w:r w:rsidRPr="001E07AB">
              <w:rPr>
                <w:rFonts w:ascii="Arial" w:eastAsia="Arial" w:hAnsi="Arial" w:cs="Arial"/>
                <w:b/>
                <w:sz w:val="18"/>
                <w:szCs w:val="18"/>
              </w:rPr>
              <w:t xml:space="preserve">ID </w:t>
            </w:r>
            <w:r w:rsidRPr="001E07AB">
              <w:rPr>
                <w:rFonts w:ascii="Arial" w:eastAsia="Arial" w:hAnsi="Arial" w:cs="Arial"/>
                <w:sz w:val="18"/>
                <w:szCs w:val="18"/>
              </w:rPr>
              <w:t xml:space="preserve"> </w:t>
            </w:r>
          </w:p>
        </w:tc>
        <w:tc>
          <w:tcPr>
            <w:tcW w:w="2980" w:type="dxa"/>
            <w:tcBorders>
              <w:top w:val="double" w:sz="6" w:space="0" w:color="000000"/>
              <w:left w:val="double" w:sz="6" w:space="0" w:color="000000"/>
              <w:bottom w:val="double" w:sz="6" w:space="0" w:color="000000"/>
              <w:right w:val="double" w:sz="6" w:space="0" w:color="000000"/>
            </w:tcBorders>
            <w:shd w:val="clear" w:color="auto" w:fill="D9D9D9"/>
          </w:tcPr>
          <w:p w14:paraId="17661C92" w14:textId="77777777" w:rsidR="00203768" w:rsidRPr="001E07AB" w:rsidRDefault="00203768" w:rsidP="002A1878">
            <w:pPr>
              <w:ind w:right="64"/>
              <w:jc w:val="center"/>
              <w:rPr>
                <w:sz w:val="18"/>
                <w:szCs w:val="18"/>
              </w:rPr>
            </w:pPr>
            <w:r w:rsidRPr="001E07AB">
              <w:rPr>
                <w:rFonts w:ascii="Arial" w:eastAsia="Arial" w:hAnsi="Arial" w:cs="Arial"/>
                <w:b/>
                <w:sz w:val="18"/>
                <w:szCs w:val="18"/>
              </w:rPr>
              <w:t xml:space="preserve">CAUSA </w:t>
            </w:r>
            <w:r w:rsidRPr="001E07AB">
              <w:rPr>
                <w:rFonts w:ascii="Arial" w:eastAsia="Arial" w:hAnsi="Arial" w:cs="Arial"/>
                <w:sz w:val="18"/>
                <w:szCs w:val="18"/>
              </w:rPr>
              <w:t xml:space="preserve"> </w:t>
            </w:r>
          </w:p>
        </w:tc>
        <w:tc>
          <w:tcPr>
            <w:tcW w:w="3260" w:type="dxa"/>
            <w:tcBorders>
              <w:top w:val="double" w:sz="6" w:space="0" w:color="000000"/>
              <w:left w:val="double" w:sz="6" w:space="0" w:color="000000"/>
              <w:bottom w:val="double" w:sz="6" w:space="0" w:color="000000"/>
              <w:right w:val="double" w:sz="6" w:space="0" w:color="000000"/>
            </w:tcBorders>
            <w:shd w:val="clear" w:color="auto" w:fill="D9D9D9"/>
          </w:tcPr>
          <w:p w14:paraId="4362CC5B" w14:textId="77777777" w:rsidR="00203768" w:rsidRPr="001E07AB" w:rsidRDefault="00203768" w:rsidP="002A1878">
            <w:pPr>
              <w:ind w:right="73"/>
              <w:jc w:val="center"/>
              <w:rPr>
                <w:sz w:val="18"/>
                <w:szCs w:val="18"/>
              </w:rPr>
            </w:pPr>
            <w:r w:rsidRPr="001E07AB">
              <w:rPr>
                <w:rFonts w:ascii="Arial" w:eastAsia="Arial" w:hAnsi="Arial" w:cs="Arial"/>
                <w:b/>
                <w:sz w:val="18"/>
                <w:szCs w:val="18"/>
              </w:rPr>
              <w:t>FATO</w:t>
            </w:r>
            <w:r w:rsidRPr="001E07AB">
              <w:rPr>
                <w:rFonts w:ascii="Arial" w:eastAsia="Arial" w:hAnsi="Arial" w:cs="Arial"/>
                <w:sz w:val="18"/>
                <w:szCs w:val="18"/>
              </w:rPr>
              <w:t xml:space="preserve"> </w:t>
            </w:r>
          </w:p>
        </w:tc>
        <w:tc>
          <w:tcPr>
            <w:tcW w:w="2901" w:type="dxa"/>
            <w:tcBorders>
              <w:top w:val="double" w:sz="6" w:space="0" w:color="000000"/>
              <w:left w:val="double" w:sz="6" w:space="0" w:color="000000"/>
              <w:bottom w:val="double" w:sz="6" w:space="0" w:color="000000"/>
              <w:right w:val="double" w:sz="6" w:space="0" w:color="000000"/>
            </w:tcBorders>
            <w:shd w:val="clear" w:color="auto" w:fill="D9D9D9"/>
          </w:tcPr>
          <w:p w14:paraId="40468531" w14:textId="77777777" w:rsidR="00203768" w:rsidRPr="001E07AB" w:rsidRDefault="00203768" w:rsidP="002A1878">
            <w:pPr>
              <w:ind w:right="53"/>
              <w:jc w:val="center"/>
              <w:rPr>
                <w:sz w:val="18"/>
                <w:szCs w:val="18"/>
              </w:rPr>
            </w:pPr>
            <w:r w:rsidRPr="001E07AB">
              <w:rPr>
                <w:rFonts w:ascii="Arial" w:eastAsia="Arial" w:hAnsi="Arial" w:cs="Arial"/>
                <w:b/>
                <w:sz w:val="18"/>
                <w:szCs w:val="18"/>
              </w:rPr>
              <w:t>CONSEQUÊNCIA</w:t>
            </w:r>
            <w:r w:rsidRPr="001E07AB">
              <w:rPr>
                <w:rFonts w:ascii="Arial" w:eastAsia="Arial" w:hAnsi="Arial" w:cs="Arial"/>
                <w:sz w:val="18"/>
                <w:szCs w:val="18"/>
              </w:rPr>
              <w:t xml:space="preserve"> </w:t>
            </w:r>
          </w:p>
        </w:tc>
      </w:tr>
      <w:tr w:rsidR="00203768" w:rsidRPr="001E07AB" w14:paraId="76C56E0E" w14:textId="77777777" w:rsidTr="001E07AB">
        <w:trPr>
          <w:trHeight w:val="922"/>
        </w:trPr>
        <w:tc>
          <w:tcPr>
            <w:tcW w:w="665" w:type="dxa"/>
            <w:tcBorders>
              <w:top w:val="double" w:sz="6" w:space="0" w:color="000000"/>
              <w:left w:val="double" w:sz="6" w:space="0" w:color="000000"/>
              <w:bottom w:val="double" w:sz="6" w:space="0" w:color="000000"/>
              <w:right w:val="double" w:sz="6" w:space="0" w:color="000000"/>
            </w:tcBorders>
            <w:vAlign w:val="center"/>
          </w:tcPr>
          <w:p w14:paraId="33679E37" w14:textId="77777777" w:rsidR="00203768" w:rsidRPr="001E07AB" w:rsidRDefault="00203768" w:rsidP="002A1878">
            <w:pPr>
              <w:ind w:left="96"/>
              <w:rPr>
                <w:sz w:val="18"/>
                <w:szCs w:val="18"/>
              </w:rPr>
            </w:pPr>
            <w:r w:rsidRPr="001E07AB">
              <w:rPr>
                <w:rFonts w:ascii="Arial" w:eastAsia="Arial" w:hAnsi="Arial" w:cs="Arial"/>
                <w:sz w:val="18"/>
                <w:szCs w:val="18"/>
              </w:rPr>
              <w:t xml:space="preserve">01 </w:t>
            </w:r>
          </w:p>
        </w:tc>
        <w:tc>
          <w:tcPr>
            <w:tcW w:w="2980" w:type="dxa"/>
            <w:tcBorders>
              <w:top w:val="double" w:sz="6" w:space="0" w:color="000000"/>
              <w:left w:val="double" w:sz="6" w:space="0" w:color="000000"/>
              <w:bottom w:val="double" w:sz="6" w:space="0" w:color="000000"/>
              <w:right w:val="double" w:sz="6" w:space="0" w:color="000000"/>
            </w:tcBorders>
          </w:tcPr>
          <w:p w14:paraId="292D82EB" w14:textId="77777777" w:rsidR="00203768" w:rsidRPr="001E07AB" w:rsidRDefault="00203768" w:rsidP="002A1878">
            <w:pPr>
              <w:ind w:right="7"/>
              <w:jc w:val="center"/>
              <w:rPr>
                <w:sz w:val="18"/>
                <w:szCs w:val="18"/>
              </w:rPr>
            </w:pPr>
            <w:r w:rsidRPr="001E07AB">
              <w:rPr>
                <w:rFonts w:ascii="Arial" w:eastAsia="Arial" w:hAnsi="Arial" w:cs="Arial"/>
                <w:sz w:val="18"/>
                <w:szCs w:val="18"/>
              </w:rPr>
              <w:t xml:space="preserve"> </w:t>
            </w:r>
          </w:p>
          <w:p w14:paraId="52042A2A" w14:textId="77777777" w:rsidR="00203768" w:rsidRPr="001E07AB" w:rsidRDefault="00203768" w:rsidP="002A1878">
            <w:pPr>
              <w:spacing w:after="19"/>
              <w:ind w:right="5"/>
              <w:jc w:val="center"/>
              <w:rPr>
                <w:sz w:val="18"/>
                <w:szCs w:val="18"/>
              </w:rPr>
            </w:pPr>
            <w:r w:rsidRPr="001E07AB">
              <w:rPr>
                <w:rFonts w:ascii="Arial" w:eastAsia="Arial" w:hAnsi="Arial" w:cs="Arial"/>
                <w:sz w:val="18"/>
                <w:szCs w:val="18"/>
              </w:rPr>
              <w:t xml:space="preserve">Desistência do prestador em atender as demandas. </w:t>
            </w:r>
          </w:p>
          <w:p w14:paraId="04D28153" w14:textId="77777777" w:rsidR="00203768" w:rsidRPr="001E07AB" w:rsidRDefault="00203768" w:rsidP="002A1878">
            <w:pPr>
              <w:ind w:right="2"/>
              <w:jc w:val="center"/>
              <w:rPr>
                <w:sz w:val="18"/>
                <w:szCs w:val="18"/>
              </w:rPr>
            </w:pPr>
            <w:r w:rsidRPr="001E07AB">
              <w:rPr>
                <w:rFonts w:ascii="Arial" w:eastAsia="Arial" w:hAnsi="Arial" w:cs="Arial"/>
                <w:sz w:val="18"/>
                <w:szCs w:val="18"/>
              </w:rPr>
              <w:t xml:space="preserve"> </w:t>
            </w:r>
          </w:p>
        </w:tc>
        <w:tc>
          <w:tcPr>
            <w:tcW w:w="3260" w:type="dxa"/>
            <w:tcBorders>
              <w:top w:val="double" w:sz="6" w:space="0" w:color="000000"/>
              <w:left w:val="double" w:sz="6" w:space="0" w:color="000000"/>
              <w:bottom w:val="double" w:sz="6" w:space="0" w:color="000000"/>
              <w:right w:val="double" w:sz="6" w:space="0" w:color="000000"/>
            </w:tcBorders>
            <w:vAlign w:val="center"/>
          </w:tcPr>
          <w:p w14:paraId="1AB80E7E" w14:textId="77777777" w:rsidR="00203768" w:rsidRPr="001E07AB" w:rsidRDefault="00203768" w:rsidP="002A1878">
            <w:pPr>
              <w:jc w:val="center"/>
              <w:rPr>
                <w:sz w:val="18"/>
                <w:szCs w:val="18"/>
              </w:rPr>
            </w:pPr>
            <w:r w:rsidRPr="001E07AB">
              <w:rPr>
                <w:rFonts w:ascii="Arial" w:eastAsia="Arial" w:hAnsi="Arial" w:cs="Arial"/>
                <w:sz w:val="18"/>
                <w:szCs w:val="18"/>
              </w:rPr>
              <w:t xml:space="preserve">Convocar os licitantes remanescentes para contratar. </w:t>
            </w:r>
          </w:p>
        </w:tc>
        <w:tc>
          <w:tcPr>
            <w:tcW w:w="2901" w:type="dxa"/>
            <w:tcBorders>
              <w:top w:val="double" w:sz="6" w:space="0" w:color="000000"/>
              <w:left w:val="double" w:sz="6" w:space="0" w:color="000000"/>
              <w:bottom w:val="double" w:sz="6" w:space="0" w:color="000000"/>
              <w:right w:val="double" w:sz="6" w:space="0" w:color="000000"/>
            </w:tcBorders>
            <w:vAlign w:val="center"/>
          </w:tcPr>
          <w:p w14:paraId="2210BA3D" w14:textId="77777777" w:rsidR="00203768" w:rsidRPr="001E07AB" w:rsidRDefault="00203768" w:rsidP="002A1878">
            <w:pPr>
              <w:jc w:val="center"/>
              <w:rPr>
                <w:sz w:val="18"/>
                <w:szCs w:val="18"/>
              </w:rPr>
            </w:pPr>
            <w:r w:rsidRPr="001E07AB">
              <w:rPr>
                <w:rFonts w:ascii="Arial" w:eastAsia="Arial" w:hAnsi="Arial" w:cs="Arial"/>
                <w:sz w:val="18"/>
                <w:szCs w:val="18"/>
              </w:rPr>
              <w:t xml:space="preserve">Atraso na realização da contratação pleiteada. </w:t>
            </w:r>
          </w:p>
        </w:tc>
      </w:tr>
      <w:tr w:rsidR="00203768" w:rsidRPr="001E07AB" w14:paraId="053E4226" w14:textId="77777777" w:rsidTr="001E07AB">
        <w:trPr>
          <w:trHeight w:val="1092"/>
        </w:trPr>
        <w:tc>
          <w:tcPr>
            <w:tcW w:w="665" w:type="dxa"/>
            <w:tcBorders>
              <w:top w:val="double" w:sz="6" w:space="0" w:color="000000"/>
              <w:left w:val="double" w:sz="6" w:space="0" w:color="000000"/>
              <w:bottom w:val="double" w:sz="6" w:space="0" w:color="000000"/>
              <w:right w:val="double" w:sz="6" w:space="0" w:color="000000"/>
            </w:tcBorders>
            <w:vAlign w:val="center"/>
          </w:tcPr>
          <w:p w14:paraId="0F1BFC43" w14:textId="77777777" w:rsidR="00203768" w:rsidRPr="001E07AB" w:rsidRDefault="00203768" w:rsidP="002A1878">
            <w:pPr>
              <w:ind w:left="96"/>
              <w:rPr>
                <w:sz w:val="18"/>
                <w:szCs w:val="18"/>
              </w:rPr>
            </w:pPr>
            <w:r w:rsidRPr="001E07AB">
              <w:rPr>
                <w:rFonts w:ascii="Arial" w:eastAsia="Arial" w:hAnsi="Arial" w:cs="Arial"/>
                <w:sz w:val="18"/>
                <w:szCs w:val="18"/>
              </w:rPr>
              <w:t xml:space="preserve">02 </w:t>
            </w:r>
          </w:p>
        </w:tc>
        <w:tc>
          <w:tcPr>
            <w:tcW w:w="2980" w:type="dxa"/>
            <w:tcBorders>
              <w:top w:val="double" w:sz="6" w:space="0" w:color="000000"/>
              <w:left w:val="double" w:sz="6" w:space="0" w:color="000000"/>
              <w:bottom w:val="double" w:sz="6" w:space="0" w:color="000000"/>
              <w:right w:val="double" w:sz="6" w:space="0" w:color="000000"/>
            </w:tcBorders>
          </w:tcPr>
          <w:p w14:paraId="3FA93C7B" w14:textId="77777777" w:rsidR="00203768" w:rsidRPr="001E07AB" w:rsidRDefault="00203768" w:rsidP="002A1878">
            <w:pPr>
              <w:ind w:right="7"/>
              <w:jc w:val="center"/>
              <w:rPr>
                <w:sz w:val="18"/>
                <w:szCs w:val="18"/>
              </w:rPr>
            </w:pPr>
            <w:r w:rsidRPr="001E07AB">
              <w:rPr>
                <w:rFonts w:ascii="Arial" w:eastAsia="Arial" w:hAnsi="Arial" w:cs="Arial"/>
                <w:sz w:val="18"/>
                <w:szCs w:val="18"/>
              </w:rPr>
              <w:t xml:space="preserve"> </w:t>
            </w:r>
          </w:p>
          <w:p w14:paraId="5A81FF9E" w14:textId="77777777" w:rsidR="00203768" w:rsidRPr="001E07AB" w:rsidRDefault="00203768" w:rsidP="002A1878">
            <w:pPr>
              <w:spacing w:after="21" w:line="239" w:lineRule="auto"/>
              <w:jc w:val="center"/>
              <w:rPr>
                <w:sz w:val="18"/>
                <w:szCs w:val="18"/>
              </w:rPr>
            </w:pPr>
            <w:r w:rsidRPr="001E07AB">
              <w:rPr>
                <w:rFonts w:ascii="Arial" w:eastAsia="Arial" w:hAnsi="Arial" w:cs="Arial"/>
                <w:sz w:val="18"/>
                <w:szCs w:val="18"/>
              </w:rPr>
              <w:t xml:space="preserve">Falta de recurso orçamentário e financeiro para atendimento da contratação. </w:t>
            </w:r>
          </w:p>
          <w:p w14:paraId="48382E6F" w14:textId="77777777" w:rsidR="00203768" w:rsidRPr="001E07AB" w:rsidRDefault="00203768" w:rsidP="002A1878">
            <w:pPr>
              <w:ind w:right="2"/>
              <w:jc w:val="center"/>
              <w:rPr>
                <w:sz w:val="18"/>
                <w:szCs w:val="18"/>
              </w:rPr>
            </w:pPr>
            <w:r w:rsidRPr="001E07AB">
              <w:rPr>
                <w:rFonts w:ascii="Arial" w:eastAsia="Arial" w:hAnsi="Arial" w:cs="Arial"/>
                <w:sz w:val="18"/>
                <w:szCs w:val="18"/>
              </w:rPr>
              <w:t xml:space="preserve"> </w:t>
            </w:r>
          </w:p>
        </w:tc>
        <w:tc>
          <w:tcPr>
            <w:tcW w:w="3260" w:type="dxa"/>
            <w:tcBorders>
              <w:top w:val="double" w:sz="6" w:space="0" w:color="000000"/>
              <w:left w:val="double" w:sz="6" w:space="0" w:color="000000"/>
              <w:bottom w:val="double" w:sz="6" w:space="0" w:color="000000"/>
              <w:right w:val="double" w:sz="6" w:space="0" w:color="000000"/>
            </w:tcBorders>
            <w:vAlign w:val="center"/>
          </w:tcPr>
          <w:p w14:paraId="2E5A3097" w14:textId="77777777" w:rsidR="00203768" w:rsidRPr="001E07AB" w:rsidRDefault="00203768" w:rsidP="002A1878">
            <w:pPr>
              <w:jc w:val="center"/>
              <w:rPr>
                <w:sz w:val="18"/>
                <w:szCs w:val="18"/>
              </w:rPr>
            </w:pPr>
            <w:r w:rsidRPr="001E07AB">
              <w:rPr>
                <w:rFonts w:ascii="Arial" w:eastAsia="Arial" w:hAnsi="Arial" w:cs="Arial"/>
                <w:sz w:val="18"/>
                <w:szCs w:val="18"/>
              </w:rPr>
              <w:t xml:space="preserve">Impossibilidade de assinatura do contrato ou emissão do empenho. </w:t>
            </w:r>
          </w:p>
        </w:tc>
        <w:tc>
          <w:tcPr>
            <w:tcW w:w="2901" w:type="dxa"/>
            <w:tcBorders>
              <w:top w:val="double" w:sz="6" w:space="0" w:color="000000"/>
              <w:left w:val="double" w:sz="6" w:space="0" w:color="000000"/>
              <w:bottom w:val="double" w:sz="6" w:space="0" w:color="000000"/>
              <w:right w:val="double" w:sz="6" w:space="0" w:color="000000"/>
            </w:tcBorders>
            <w:vAlign w:val="center"/>
          </w:tcPr>
          <w:p w14:paraId="5506E9A5" w14:textId="77777777" w:rsidR="00203768" w:rsidRPr="001E07AB" w:rsidRDefault="00203768" w:rsidP="002A1878">
            <w:pPr>
              <w:jc w:val="center"/>
              <w:rPr>
                <w:sz w:val="18"/>
                <w:szCs w:val="18"/>
              </w:rPr>
            </w:pPr>
            <w:r w:rsidRPr="001E07AB">
              <w:rPr>
                <w:rFonts w:ascii="Arial" w:eastAsia="Arial" w:hAnsi="Arial" w:cs="Arial"/>
                <w:sz w:val="18"/>
                <w:szCs w:val="18"/>
              </w:rPr>
              <w:t xml:space="preserve">Possível revogação da contratação. </w:t>
            </w:r>
          </w:p>
        </w:tc>
      </w:tr>
      <w:tr w:rsidR="00203768" w:rsidRPr="001E07AB" w14:paraId="01347E3E" w14:textId="77777777" w:rsidTr="002A1878">
        <w:trPr>
          <w:trHeight w:val="548"/>
        </w:trPr>
        <w:tc>
          <w:tcPr>
            <w:tcW w:w="9806" w:type="dxa"/>
            <w:gridSpan w:val="4"/>
            <w:tcBorders>
              <w:top w:val="double" w:sz="6" w:space="0" w:color="000000"/>
              <w:left w:val="double" w:sz="6" w:space="0" w:color="000000"/>
              <w:bottom w:val="double" w:sz="6" w:space="0" w:color="000000"/>
              <w:right w:val="double" w:sz="6" w:space="0" w:color="000000"/>
            </w:tcBorders>
            <w:shd w:val="clear" w:color="auto" w:fill="D9D9D9"/>
          </w:tcPr>
          <w:p w14:paraId="407C722A" w14:textId="160E6837" w:rsidR="00203768" w:rsidRPr="001E07AB" w:rsidRDefault="00203768" w:rsidP="002A1878">
            <w:pPr>
              <w:jc w:val="both"/>
              <w:rPr>
                <w:sz w:val="18"/>
                <w:szCs w:val="18"/>
              </w:rPr>
            </w:pPr>
            <w:r w:rsidRPr="001E07AB">
              <w:rPr>
                <w:rFonts w:ascii="Arial" w:eastAsia="Arial" w:hAnsi="Arial" w:cs="Arial"/>
                <w:b/>
                <w:sz w:val="18"/>
                <w:szCs w:val="18"/>
              </w:rPr>
              <w:t xml:space="preserve">RISCO </w:t>
            </w:r>
            <w:r w:rsidR="004536A6" w:rsidRPr="001E07AB">
              <w:rPr>
                <w:rFonts w:ascii="Arial" w:eastAsia="Arial" w:hAnsi="Arial" w:cs="Arial"/>
                <w:b/>
                <w:sz w:val="18"/>
                <w:szCs w:val="18"/>
              </w:rPr>
              <w:t>14.1.3.b</w:t>
            </w:r>
            <w:r w:rsidRPr="001E07AB">
              <w:rPr>
                <w:rFonts w:ascii="Arial" w:eastAsia="Arial" w:hAnsi="Arial" w:cs="Arial"/>
                <w:b/>
                <w:sz w:val="18"/>
                <w:szCs w:val="18"/>
              </w:rPr>
              <w:t>. ATRASO NO FORNECIMENTO DO OBJETO, NA PRESTAÇÃO DOS SERVIÇOS E/OU NO PAGAMENTO AOS FUNCIONÁRIOS</w:t>
            </w:r>
            <w:r w:rsidRPr="001E07AB">
              <w:rPr>
                <w:rFonts w:ascii="Arial" w:eastAsia="Arial" w:hAnsi="Arial" w:cs="Arial"/>
                <w:sz w:val="18"/>
                <w:szCs w:val="18"/>
              </w:rPr>
              <w:t xml:space="preserve"> </w:t>
            </w:r>
          </w:p>
        </w:tc>
      </w:tr>
      <w:tr w:rsidR="00203768" w:rsidRPr="001E07AB" w14:paraId="764D4678" w14:textId="77777777" w:rsidTr="002A1878">
        <w:trPr>
          <w:trHeight w:val="293"/>
        </w:trPr>
        <w:tc>
          <w:tcPr>
            <w:tcW w:w="665" w:type="dxa"/>
            <w:tcBorders>
              <w:top w:val="double" w:sz="6" w:space="0" w:color="000000"/>
              <w:left w:val="double" w:sz="6" w:space="0" w:color="000000"/>
              <w:bottom w:val="double" w:sz="6" w:space="0" w:color="000000"/>
              <w:right w:val="double" w:sz="6" w:space="0" w:color="000000"/>
            </w:tcBorders>
            <w:shd w:val="clear" w:color="auto" w:fill="D9D9D9"/>
          </w:tcPr>
          <w:p w14:paraId="55DBC0DA" w14:textId="77777777" w:rsidR="00203768" w:rsidRPr="001E07AB" w:rsidRDefault="00203768" w:rsidP="002A1878">
            <w:pPr>
              <w:ind w:right="58"/>
              <w:jc w:val="center"/>
              <w:rPr>
                <w:sz w:val="18"/>
                <w:szCs w:val="18"/>
              </w:rPr>
            </w:pPr>
            <w:r w:rsidRPr="001E07AB">
              <w:rPr>
                <w:rFonts w:ascii="Arial" w:eastAsia="Arial" w:hAnsi="Arial" w:cs="Arial"/>
                <w:b/>
                <w:sz w:val="18"/>
                <w:szCs w:val="18"/>
              </w:rPr>
              <w:t xml:space="preserve">ID </w:t>
            </w:r>
            <w:r w:rsidRPr="001E07AB">
              <w:rPr>
                <w:rFonts w:ascii="Arial" w:eastAsia="Arial" w:hAnsi="Arial" w:cs="Arial"/>
                <w:sz w:val="18"/>
                <w:szCs w:val="18"/>
              </w:rPr>
              <w:t xml:space="preserve"> </w:t>
            </w:r>
          </w:p>
        </w:tc>
        <w:tc>
          <w:tcPr>
            <w:tcW w:w="2980" w:type="dxa"/>
            <w:tcBorders>
              <w:top w:val="double" w:sz="6" w:space="0" w:color="000000"/>
              <w:left w:val="double" w:sz="6" w:space="0" w:color="000000"/>
              <w:bottom w:val="double" w:sz="6" w:space="0" w:color="000000"/>
              <w:right w:val="double" w:sz="6" w:space="0" w:color="000000"/>
            </w:tcBorders>
            <w:shd w:val="clear" w:color="auto" w:fill="D9D9D9"/>
          </w:tcPr>
          <w:p w14:paraId="6A824B1A" w14:textId="77777777" w:rsidR="00203768" w:rsidRPr="001E07AB" w:rsidRDefault="00203768" w:rsidP="002A1878">
            <w:pPr>
              <w:ind w:right="64"/>
              <w:jc w:val="center"/>
              <w:rPr>
                <w:sz w:val="18"/>
                <w:szCs w:val="18"/>
              </w:rPr>
            </w:pPr>
            <w:r w:rsidRPr="001E07AB">
              <w:rPr>
                <w:rFonts w:ascii="Arial" w:eastAsia="Arial" w:hAnsi="Arial" w:cs="Arial"/>
                <w:b/>
                <w:sz w:val="18"/>
                <w:szCs w:val="18"/>
              </w:rPr>
              <w:t xml:space="preserve">CAUSA </w:t>
            </w:r>
            <w:r w:rsidRPr="001E07AB">
              <w:rPr>
                <w:rFonts w:ascii="Arial" w:eastAsia="Arial" w:hAnsi="Arial" w:cs="Arial"/>
                <w:sz w:val="18"/>
                <w:szCs w:val="18"/>
              </w:rPr>
              <w:t xml:space="preserve"> </w:t>
            </w:r>
          </w:p>
        </w:tc>
        <w:tc>
          <w:tcPr>
            <w:tcW w:w="3260" w:type="dxa"/>
            <w:tcBorders>
              <w:top w:val="double" w:sz="6" w:space="0" w:color="000000"/>
              <w:left w:val="double" w:sz="6" w:space="0" w:color="000000"/>
              <w:bottom w:val="double" w:sz="6" w:space="0" w:color="000000"/>
              <w:right w:val="double" w:sz="6" w:space="0" w:color="000000"/>
            </w:tcBorders>
            <w:shd w:val="clear" w:color="auto" w:fill="D9D9D9"/>
          </w:tcPr>
          <w:p w14:paraId="23881CEF" w14:textId="77777777" w:rsidR="00203768" w:rsidRPr="001E07AB" w:rsidRDefault="00203768" w:rsidP="002A1878">
            <w:pPr>
              <w:ind w:right="73"/>
              <w:jc w:val="center"/>
              <w:rPr>
                <w:sz w:val="18"/>
                <w:szCs w:val="18"/>
              </w:rPr>
            </w:pPr>
            <w:r w:rsidRPr="001E07AB">
              <w:rPr>
                <w:rFonts w:ascii="Arial" w:eastAsia="Arial" w:hAnsi="Arial" w:cs="Arial"/>
                <w:b/>
                <w:sz w:val="18"/>
                <w:szCs w:val="18"/>
              </w:rPr>
              <w:t>FATO</w:t>
            </w:r>
            <w:r w:rsidRPr="001E07AB">
              <w:rPr>
                <w:rFonts w:ascii="Arial" w:eastAsia="Arial" w:hAnsi="Arial" w:cs="Arial"/>
                <w:sz w:val="18"/>
                <w:szCs w:val="18"/>
              </w:rPr>
              <w:t xml:space="preserve"> </w:t>
            </w:r>
          </w:p>
        </w:tc>
        <w:tc>
          <w:tcPr>
            <w:tcW w:w="2901" w:type="dxa"/>
            <w:tcBorders>
              <w:top w:val="double" w:sz="6" w:space="0" w:color="000000"/>
              <w:left w:val="double" w:sz="6" w:space="0" w:color="000000"/>
              <w:bottom w:val="double" w:sz="6" w:space="0" w:color="000000"/>
              <w:right w:val="double" w:sz="6" w:space="0" w:color="000000"/>
            </w:tcBorders>
            <w:shd w:val="clear" w:color="auto" w:fill="D9D9D9"/>
          </w:tcPr>
          <w:p w14:paraId="37CAB34C" w14:textId="77777777" w:rsidR="00203768" w:rsidRPr="001E07AB" w:rsidRDefault="00203768" w:rsidP="002A1878">
            <w:pPr>
              <w:ind w:right="53"/>
              <w:jc w:val="center"/>
              <w:rPr>
                <w:sz w:val="18"/>
                <w:szCs w:val="18"/>
              </w:rPr>
            </w:pPr>
            <w:r w:rsidRPr="001E07AB">
              <w:rPr>
                <w:rFonts w:ascii="Arial" w:eastAsia="Arial" w:hAnsi="Arial" w:cs="Arial"/>
                <w:b/>
                <w:sz w:val="18"/>
                <w:szCs w:val="18"/>
              </w:rPr>
              <w:t>CONSEQUÊNCIA</w:t>
            </w:r>
            <w:r w:rsidRPr="001E07AB">
              <w:rPr>
                <w:rFonts w:ascii="Arial" w:eastAsia="Arial" w:hAnsi="Arial" w:cs="Arial"/>
                <w:sz w:val="18"/>
                <w:szCs w:val="18"/>
              </w:rPr>
              <w:t xml:space="preserve"> </w:t>
            </w:r>
          </w:p>
        </w:tc>
      </w:tr>
      <w:tr w:rsidR="00203768" w:rsidRPr="001E07AB" w14:paraId="00682626" w14:textId="77777777" w:rsidTr="002A1878">
        <w:trPr>
          <w:trHeight w:val="1043"/>
        </w:trPr>
        <w:tc>
          <w:tcPr>
            <w:tcW w:w="665" w:type="dxa"/>
            <w:tcBorders>
              <w:top w:val="double" w:sz="6" w:space="0" w:color="000000"/>
              <w:left w:val="double" w:sz="6" w:space="0" w:color="000000"/>
              <w:bottom w:val="double" w:sz="6" w:space="0" w:color="000000"/>
              <w:right w:val="double" w:sz="6" w:space="0" w:color="000000"/>
            </w:tcBorders>
            <w:vAlign w:val="center"/>
          </w:tcPr>
          <w:p w14:paraId="0D955DF6" w14:textId="77777777" w:rsidR="00203768" w:rsidRPr="001E07AB" w:rsidRDefault="00203768" w:rsidP="002A1878">
            <w:pPr>
              <w:ind w:left="96"/>
              <w:rPr>
                <w:sz w:val="18"/>
                <w:szCs w:val="18"/>
              </w:rPr>
            </w:pPr>
            <w:r w:rsidRPr="001E07AB">
              <w:rPr>
                <w:rFonts w:ascii="Arial" w:eastAsia="Arial" w:hAnsi="Arial" w:cs="Arial"/>
                <w:sz w:val="18"/>
                <w:szCs w:val="18"/>
              </w:rPr>
              <w:lastRenderedPageBreak/>
              <w:t xml:space="preserve">01 </w:t>
            </w:r>
          </w:p>
        </w:tc>
        <w:tc>
          <w:tcPr>
            <w:tcW w:w="2980" w:type="dxa"/>
            <w:tcBorders>
              <w:top w:val="double" w:sz="6" w:space="0" w:color="000000"/>
              <w:left w:val="double" w:sz="6" w:space="0" w:color="000000"/>
              <w:bottom w:val="double" w:sz="6" w:space="0" w:color="000000"/>
              <w:right w:val="double" w:sz="6" w:space="0" w:color="000000"/>
            </w:tcBorders>
            <w:vAlign w:val="center"/>
          </w:tcPr>
          <w:p w14:paraId="36425D4A" w14:textId="77777777" w:rsidR="00203768" w:rsidRPr="001E07AB" w:rsidRDefault="00203768" w:rsidP="002A1878">
            <w:pPr>
              <w:jc w:val="center"/>
              <w:rPr>
                <w:sz w:val="18"/>
                <w:szCs w:val="18"/>
              </w:rPr>
            </w:pPr>
            <w:r w:rsidRPr="001E07AB">
              <w:rPr>
                <w:rFonts w:ascii="Arial" w:eastAsia="Arial" w:hAnsi="Arial" w:cs="Arial"/>
                <w:sz w:val="18"/>
                <w:szCs w:val="18"/>
              </w:rPr>
              <w:t xml:space="preserve">Falta de controle nos trâmites da contratação. </w:t>
            </w:r>
          </w:p>
        </w:tc>
        <w:tc>
          <w:tcPr>
            <w:tcW w:w="3260" w:type="dxa"/>
            <w:tcBorders>
              <w:top w:val="double" w:sz="6" w:space="0" w:color="000000"/>
              <w:left w:val="double" w:sz="6" w:space="0" w:color="000000"/>
              <w:bottom w:val="double" w:sz="6" w:space="0" w:color="000000"/>
              <w:right w:val="double" w:sz="6" w:space="0" w:color="000000"/>
            </w:tcBorders>
            <w:vAlign w:val="center"/>
          </w:tcPr>
          <w:p w14:paraId="2B01BF31" w14:textId="77777777" w:rsidR="00203768" w:rsidRPr="001E07AB" w:rsidRDefault="00203768" w:rsidP="002A1878">
            <w:pPr>
              <w:jc w:val="center"/>
              <w:rPr>
                <w:sz w:val="18"/>
                <w:szCs w:val="18"/>
              </w:rPr>
            </w:pPr>
            <w:r w:rsidRPr="001E07AB">
              <w:rPr>
                <w:rFonts w:ascii="Arial" w:eastAsia="Arial" w:hAnsi="Arial" w:cs="Arial"/>
                <w:sz w:val="18"/>
                <w:szCs w:val="18"/>
              </w:rPr>
              <w:t xml:space="preserve">Demora na assinatura do contrato ou emissão de empenho. </w:t>
            </w:r>
          </w:p>
        </w:tc>
        <w:tc>
          <w:tcPr>
            <w:tcW w:w="2901" w:type="dxa"/>
            <w:tcBorders>
              <w:top w:val="double" w:sz="6" w:space="0" w:color="000000"/>
              <w:left w:val="double" w:sz="6" w:space="0" w:color="000000"/>
              <w:bottom w:val="double" w:sz="6" w:space="0" w:color="000000"/>
              <w:right w:val="double" w:sz="6" w:space="0" w:color="000000"/>
            </w:tcBorders>
            <w:vAlign w:val="center"/>
          </w:tcPr>
          <w:p w14:paraId="7D10966F" w14:textId="77777777" w:rsidR="00203768" w:rsidRPr="001E07AB" w:rsidRDefault="00203768" w:rsidP="002A1878">
            <w:pPr>
              <w:jc w:val="center"/>
              <w:rPr>
                <w:sz w:val="18"/>
                <w:szCs w:val="18"/>
              </w:rPr>
            </w:pPr>
            <w:r w:rsidRPr="001E07AB">
              <w:rPr>
                <w:rFonts w:ascii="Arial" w:eastAsia="Arial" w:hAnsi="Arial" w:cs="Arial"/>
                <w:sz w:val="18"/>
                <w:szCs w:val="18"/>
              </w:rPr>
              <w:t xml:space="preserve">Contratação com início postergado. </w:t>
            </w:r>
          </w:p>
        </w:tc>
      </w:tr>
    </w:tbl>
    <w:p w14:paraId="368C432B" w14:textId="77777777" w:rsidR="00203768" w:rsidRDefault="00203768" w:rsidP="00203768">
      <w:pPr>
        <w:spacing w:after="0"/>
        <w:ind w:left="-1133" w:right="7955"/>
      </w:pPr>
    </w:p>
    <w:tbl>
      <w:tblPr>
        <w:tblStyle w:val="TableGrid"/>
        <w:tblW w:w="9806" w:type="dxa"/>
        <w:tblInd w:w="21" w:type="dxa"/>
        <w:tblCellMar>
          <w:top w:w="15" w:type="dxa"/>
          <w:left w:w="109" w:type="dxa"/>
          <w:right w:w="79" w:type="dxa"/>
        </w:tblCellMar>
        <w:tblLook w:val="04A0" w:firstRow="1" w:lastRow="0" w:firstColumn="1" w:lastColumn="0" w:noHBand="0" w:noVBand="1"/>
      </w:tblPr>
      <w:tblGrid>
        <w:gridCol w:w="665"/>
        <w:gridCol w:w="2980"/>
        <w:gridCol w:w="3260"/>
        <w:gridCol w:w="2901"/>
      </w:tblGrid>
      <w:tr w:rsidR="00203768" w:rsidRPr="001E78F5" w14:paraId="63ABDDC1" w14:textId="77777777" w:rsidTr="002A1878">
        <w:trPr>
          <w:trHeight w:val="1057"/>
        </w:trPr>
        <w:tc>
          <w:tcPr>
            <w:tcW w:w="665" w:type="dxa"/>
            <w:tcBorders>
              <w:top w:val="double" w:sz="6" w:space="0" w:color="000000"/>
              <w:left w:val="double" w:sz="6" w:space="0" w:color="000000"/>
              <w:bottom w:val="double" w:sz="6" w:space="0" w:color="000000"/>
              <w:right w:val="double" w:sz="6" w:space="0" w:color="000000"/>
            </w:tcBorders>
            <w:vAlign w:val="center"/>
          </w:tcPr>
          <w:p w14:paraId="3DF9876A" w14:textId="77777777" w:rsidR="00203768" w:rsidRPr="001E78F5" w:rsidRDefault="00203768" w:rsidP="002A1878">
            <w:pPr>
              <w:ind w:left="96"/>
              <w:rPr>
                <w:sz w:val="18"/>
                <w:szCs w:val="18"/>
              </w:rPr>
            </w:pPr>
            <w:r w:rsidRPr="001E78F5">
              <w:rPr>
                <w:rFonts w:ascii="Arial" w:eastAsia="Arial" w:hAnsi="Arial" w:cs="Arial"/>
                <w:sz w:val="18"/>
                <w:szCs w:val="18"/>
              </w:rPr>
              <w:t xml:space="preserve">02 </w:t>
            </w:r>
          </w:p>
        </w:tc>
        <w:tc>
          <w:tcPr>
            <w:tcW w:w="2980" w:type="dxa"/>
            <w:tcBorders>
              <w:top w:val="double" w:sz="6" w:space="0" w:color="000000"/>
              <w:left w:val="double" w:sz="6" w:space="0" w:color="000000"/>
              <w:bottom w:val="double" w:sz="6" w:space="0" w:color="000000"/>
              <w:right w:val="double" w:sz="6" w:space="0" w:color="000000"/>
            </w:tcBorders>
          </w:tcPr>
          <w:p w14:paraId="28CCB79D" w14:textId="77777777" w:rsidR="00203768" w:rsidRPr="001E78F5" w:rsidRDefault="00203768" w:rsidP="002A1878">
            <w:pPr>
              <w:ind w:left="24" w:right="16"/>
              <w:jc w:val="center"/>
              <w:rPr>
                <w:sz w:val="18"/>
                <w:szCs w:val="18"/>
              </w:rPr>
            </w:pPr>
            <w:r w:rsidRPr="001E78F5">
              <w:rPr>
                <w:rFonts w:ascii="Arial" w:eastAsia="Arial" w:hAnsi="Arial" w:cs="Arial"/>
                <w:sz w:val="18"/>
                <w:szCs w:val="18"/>
              </w:rPr>
              <w:t xml:space="preserve">Falta de controle na entrega dos equipamentos/materiais ou execução do serviço. </w:t>
            </w:r>
          </w:p>
        </w:tc>
        <w:tc>
          <w:tcPr>
            <w:tcW w:w="3260" w:type="dxa"/>
            <w:tcBorders>
              <w:top w:val="double" w:sz="6" w:space="0" w:color="000000"/>
              <w:left w:val="double" w:sz="6" w:space="0" w:color="000000"/>
              <w:bottom w:val="double" w:sz="6" w:space="0" w:color="000000"/>
              <w:right w:val="double" w:sz="6" w:space="0" w:color="000000"/>
            </w:tcBorders>
            <w:vAlign w:val="center"/>
          </w:tcPr>
          <w:p w14:paraId="50ACCE29" w14:textId="77777777" w:rsidR="00203768" w:rsidRPr="001E78F5" w:rsidRDefault="00203768" w:rsidP="002A1878">
            <w:pPr>
              <w:jc w:val="center"/>
              <w:rPr>
                <w:sz w:val="18"/>
                <w:szCs w:val="18"/>
              </w:rPr>
            </w:pPr>
            <w:r w:rsidRPr="001E78F5">
              <w:rPr>
                <w:rFonts w:ascii="Arial" w:eastAsia="Arial" w:hAnsi="Arial" w:cs="Arial"/>
                <w:sz w:val="18"/>
                <w:szCs w:val="18"/>
              </w:rPr>
              <w:t xml:space="preserve">Mercadoria e serviço com atraso. </w:t>
            </w:r>
          </w:p>
        </w:tc>
        <w:tc>
          <w:tcPr>
            <w:tcW w:w="2901" w:type="dxa"/>
            <w:tcBorders>
              <w:top w:val="double" w:sz="6" w:space="0" w:color="000000"/>
              <w:left w:val="double" w:sz="6" w:space="0" w:color="000000"/>
              <w:bottom w:val="double" w:sz="6" w:space="0" w:color="000000"/>
              <w:right w:val="double" w:sz="6" w:space="0" w:color="000000"/>
            </w:tcBorders>
            <w:vAlign w:val="center"/>
          </w:tcPr>
          <w:p w14:paraId="106DE9B7" w14:textId="77777777" w:rsidR="00203768" w:rsidRPr="001E78F5" w:rsidRDefault="00203768" w:rsidP="002A1878">
            <w:pPr>
              <w:ind w:left="54" w:hanging="54"/>
              <w:jc w:val="center"/>
              <w:rPr>
                <w:sz w:val="18"/>
                <w:szCs w:val="18"/>
              </w:rPr>
            </w:pPr>
            <w:r w:rsidRPr="001E78F5">
              <w:rPr>
                <w:rFonts w:ascii="Arial" w:eastAsia="Arial" w:hAnsi="Arial" w:cs="Arial"/>
                <w:sz w:val="18"/>
                <w:szCs w:val="18"/>
              </w:rPr>
              <w:t xml:space="preserve">Paralisação de serviços ou inutilização de equipamentos. </w:t>
            </w:r>
          </w:p>
        </w:tc>
      </w:tr>
      <w:tr w:rsidR="00203768" w:rsidRPr="001E78F5" w14:paraId="77C3B9DA" w14:textId="77777777" w:rsidTr="002A1878">
        <w:trPr>
          <w:trHeight w:val="1041"/>
        </w:trPr>
        <w:tc>
          <w:tcPr>
            <w:tcW w:w="665" w:type="dxa"/>
            <w:tcBorders>
              <w:top w:val="double" w:sz="6" w:space="0" w:color="000000"/>
              <w:left w:val="double" w:sz="6" w:space="0" w:color="000000"/>
              <w:bottom w:val="double" w:sz="6" w:space="0" w:color="000000"/>
              <w:right w:val="double" w:sz="6" w:space="0" w:color="000000"/>
            </w:tcBorders>
            <w:vAlign w:val="center"/>
          </w:tcPr>
          <w:p w14:paraId="536731DE" w14:textId="77777777" w:rsidR="00203768" w:rsidRPr="001E78F5" w:rsidRDefault="00203768" w:rsidP="002A1878">
            <w:pPr>
              <w:ind w:left="96"/>
              <w:rPr>
                <w:sz w:val="18"/>
                <w:szCs w:val="18"/>
              </w:rPr>
            </w:pPr>
            <w:r w:rsidRPr="001E78F5">
              <w:rPr>
                <w:rFonts w:ascii="Arial" w:eastAsia="Arial" w:hAnsi="Arial" w:cs="Arial"/>
                <w:sz w:val="18"/>
                <w:szCs w:val="18"/>
              </w:rPr>
              <w:t xml:space="preserve">03 </w:t>
            </w:r>
          </w:p>
        </w:tc>
        <w:tc>
          <w:tcPr>
            <w:tcW w:w="2980" w:type="dxa"/>
            <w:tcBorders>
              <w:top w:val="double" w:sz="6" w:space="0" w:color="000000"/>
              <w:left w:val="double" w:sz="6" w:space="0" w:color="000000"/>
              <w:bottom w:val="double" w:sz="6" w:space="0" w:color="000000"/>
              <w:right w:val="double" w:sz="6" w:space="0" w:color="000000"/>
            </w:tcBorders>
            <w:vAlign w:val="center"/>
          </w:tcPr>
          <w:p w14:paraId="38F0FC0C" w14:textId="77777777" w:rsidR="00203768" w:rsidRPr="001E78F5" w:rsidRDefault="00203768" w:rsidP="002A1878">
            <w:pPr>
              <w:jc w:val="center"/>
              <w:rPr>
                <w:sz w:val="18"/>
                <w:szCs w:val="18"/>
              </w:rPr>
            </w:pPr>
            <w:r w:rsidRPr="001E78F5">
              <w:rPr>
                <w:rFonts w:ascii="Arial" w:eastAsia="Arial" w:hAnsi="Arial" w:cs="Arial"/>
                <w:sz w:val="18"/>
                <w:szCs w:val="18"/>
              </w:rPr>
              <w:t xml:space="preserve">Falta de cronograma de contratação. </w:t>
            </w:r>
          </w:p>
        </w:tc>
        <w:tc>
          <w:tcPr>
            <w:tcW w:w="3260" w:type="dxa"/>
            <w:tcBorders>
              <w:top w:val="double" w:sz="6" w:space="0" w:color="000000"/>
              <w:left w:val="double" w:sz="6" w:space="0" w:color="000000"/>
              <w:bottom w:val="double" w:sz="6" w:space="0" w:color="000000"/>
              <w:right w:val="double" w:sz="6" w:space="0" w:color="000000"/>
            </w:tcBorders>
            <w:vAlign w:val="center"/>
          </w:tcPr>
          <w:p w14:paraId="10022F81" w14:textId="77777777" w:rsidR="00203768" w:rsidRPr="001E78F5" w:rsidRDefault="00203768" w:rsidP="002A1878">
            <w:pPr>
              <w:jc w:val="center"/>
              <w:rPr>
                <w:sz w:val="18"/>
                <w:szCs w:val="18"/>
              </w:rPr>
            </w:pPr>
            <w:r w:rsidRPr="001E78F5">
              <w:rPr>
                <w:rFonts w:ascii="Arial" w:eastAsia="Arial" w:hAnsi="Arial" w:cs="Arial"/>
                <w:sz w:val="18"/>
                <w:szCs w:val="18"/>
              </w:rPr>
              <w:t xml:space="preserve">Gestor sem informações sobre contratações. </w:t>
            </w:r>
          </w:p>
        </w:tc>
        <w:tc>
          <w:tcPr>
            <w:tcW w:w="2901" w:type="dxa"/>
            <w:tcBorders>
              <w:top w:val="double" w:sz="6" w:space="0" w:color="000000"/>
              <w:left w:val="double" w:sz="6" w:space="0" w:color="000000"/>
              <w:bottom w:val="double" w:sz="6" w:space="0" w:color="000000"/>
              <w:right w:val="double" w:sz="6" w:space="0" w:color="000000"/>
            </w:tcBorders>
            <w:vAlign w:val="center"/>
          </w:tcPr>
          <w:p w14:paraId="3EE524DB" w14:textId="77777777" w:rsidR="00203768" w:rsidRPr="001E78F5" w:rsidRDefault="00203768" w:rsidP="002A1878">
            <w:pPr>
              <w:jc w:val="center"/>
              <w:rPr>
                <w:sz w:val="18"/>
                <w:szCs w:val="18"/>
              </w:rPr>
            </w:pPr>
            <w:r w:rsidRPr="001E78F5">
              <w:rPr>
                <w:rFonts w:ascii="Arial" w:eastAsia="Arial" w:hAnsi="Arial" w:cs="Arial"/>
                <w:sz w:val="18"/>
                <w:szCs w:val="18"/>
              </w:rPr>
              <w:t xml:space="preserve">Provimento extemporâneo dos setores demandantes. </w:t>
            </w:r>
          </w:p>
        </w:tc>
      </w:tr>
      <w:tr w:rsidR="00203768" w:rsidRPr="001E78F5" w14:paraId="4D93860D" w14:textId="77777777" w:rsidTr="002A1878">
        <w:trPr>
          <w:trHeight w:val="551"/>
        </w:trPr>
        <w:tc>
          <w:tcPr>
            <w:tcW w:w="9806" w:type="dxa"/>
            <w:gridSpan w:val="4"/>
            <w:tcBorders>
              <w:top w:val="double" w:sz="6" w:space="0" w:color="000000"/>
              <w:left w:val="double" w:sz="6" w:space="0" w:color="000000"/>
              <w:bottom w:val="double" w:sz="6" w:space="0" w:color="000000"/>
              <w:right w:val="double" w:sz="6" w:space="0" w:color="000000"/>
            </w:tcBorders>
            <w:shd w:val="clear" w:color="auto" w:fill="D9D9D9"/>
          </w:tcPr>
          <w:p w14:paraId="2ABDC74C" w14:textId="39EAE380" w:rsidR="00203768" w:rsidRPr="001E78F5" w:rsidRDefault="00203768" w:rsidP="002A1878">
            <w:pPr>
              <w:rPr>
                <w:sz w:val="18"/>
                <w:szCs w:val="18"/>
              </w:rPr>
            </w:pPr>
            <w:r w:rsidRPr="001E78F5">
              <w:rPr>
                <w:rFonts w:ascii="Arial" w:eastAsia="Arial" w:hAnsi="Arial" w:cs="Arial"/>
                <w:b/>
                <w:sz w:val="18"/>
                <w:szCs w:val="18"/>
              </w:rPr>
              <w:t xml:space="preserve">RISCO </w:t>
            </w:r>
            <w:r w:rsidR="004536A6" w:rsidRPr="001E78F5">
              <w:rPr>
                <w:rFonts w:ascii="Arial" w:eastAsia="Arial" w:hAnsi="Arial" w:cs="Arial"/>
                <w:b/>
                <w:sz w:val="18"/>
                <w:szCs w:val="18"/>
              </w:rPr>
              <w:t>14.1.3.</w:t>
            </w:r>
            <w:proofErr w:type="gramStart"/>
            <w:r w:rsidR="004536A6" w:rsidRPr="001E78F5">
              <w:rPr>
                <w:rFonts w:ascii="Arial" w:eastAsia="Arial" w:hAnsi="Arial" w:cs="Arial"/>
                <w:b/>
                <w:sz w:val="18"/>
                <w:szCs w:val="18"/>
              </w:rPr>
              <w:t>c</w:t>
            </w:r>
            <w:proofErr w:type="gramEnd"/>
            <w:r w:rsidR="004536A6" w:rsidRPr="001E78F5">
              <w:rPr>
                <w:rFonts w:ascii="Arial" w:eastAsia="Arial" w:hAnsi="Arial" w:cs="Arial"/>
                <w:b/>
                <w:sz w:val="18"/>
                <w:szCs w:val="18"/>
              </w:rPr>
              <w:t xml:space="preserve"> </w:t>
            </w:r>
            <w:r w:rsidRPr="001E78F5">
              <w:rPr>
                <w:rFonts w:ascii="Arial" w:eastAsia="Arial" w:hAnsi="Arial" w:cs="Arial"/>
                <w:b/>
                <w:sz w:val="18"/>
                <w:szCs w:val="18"/>
              </w:rPr>
              <w:t>VEÍCULOS / MATERIAIS NÃO CUMPREM AS ESPECIFICAÇÕES EDITALÍCIAS, TÉCNICAS E DEMA</w:t>
            </w:r>
            <w:r w:rsidRPr="001E78F5">
              <w:rPr>
                <w:rFonts w:ascii="Arial" w:eastAsia="Arial" w:hAnsi="Arial" w:cs="Arial"/>
                <w:b/>
                <w:sz w:val="18"/>
                <w:szCs w:val="18"/>
                <w:u w:val="single" w:color="000000"/>
              </w:rPr>
              <w:t xml:space="preserve">IS EXIGÊNCIAS NORMATIVAS </w:t>
            </w:r>
            <w:r w:rsidRPr="001E78F5">
              <w:rPr>
                <w:rFonts w:ascii="Arial" w:eastAsia="Arial" w:hAnsi="Arial" w:cs="Arial"/>
                <w:sz w:val="18"/>
                <w:szCs w:val="18"/>
                <w:u w:val="single" w:color="000000"/>
              </w:rPr>
              <w:t xml:space="preserve"> </w:t>
            </w:r>
          </w:p>
        </w:tc>
      </w:tr>
      <w:tr w:rsidR="00203768" w:rsidRPr="001E78F5" w14:paraId="6B875E76" w14:textId="77777777" w:rsidTr="002A1878">
        <w:trPr>
          <w:trHeight w:val="293"/>
        </w:trPr>
        <w:tc>
          <w:tcPr>
            <w:tcW w:w="665" w:type="dxa"/>
            <w:tcBorders>
              <w:top w:val="double" w:sz="6" w:space="0" w:color="000000"/>
              <w:left w:val="double" w:sz="6" w:space="0" w:color="000000"/>
              <w:bottom w:val="double" w:sz="6" w:space="0" w:color="000000"/>
              <w:right w:val="double" w:sz="6" w:space="0" w:color="000000"/>
            </w:tcBorders>
            <w:shd w:val="clear" w:color="auto" w:fill="D9D9D9"/>
          </w:tcPr>
          <w:p w14:paraId="2F8A7997" w14:textId="77777777" w:rsidR="00203768" w:rsidRPr="001E78F5" w:rsidRDefault="00203768" w:rsidP="002A1878">
            <w:pPr>
              <w:ind w:right="40"/>
              <w:jc w:val="center"/>
              <w:rPr>
                <w:sz w:val="18"/>
                <w:szCs w:val="18"/>
              </w:rPr>
            </w:pPr>
            <w:r w:rsidRPr="001E78F5">
              <w:rPr>
                <w:rFonts w:ascii="Arial" w:eastAsia="Arial" w:hAnsi="Arial" w:cs="Arial"/>
                <w:b/>
                <w:sz w:val="18"/>
                <w:szCs w:val="18"/>
              </w:rPr>
              <w:t xml:space="preserve">ID </w:t>
            </w:r>
            <w:r w:rsidRPr="001E78F5">
              <w:rPr>
                <w:rFonts w:ascii="Arial" w:eastAsia="Arial" w:hAnsi="Arial" w:cs="Arial"/>
                <w:sz w:val="18"/>
                <w:szCs w:val="18"/>
              </w:rPr>
              <w:t xml:space="preserve"> </w:t>
            </w:r>
          </w:p>
        </w:tc>
        <w:tc>
          <w:tcPr>
            <w:tcW w:w="2980" w:type="dxa"/>
            <w:tcBorders>
              <w:top w:val="double" w:sz="6" w:space="0" w:color="000000"/>
              <w:left w:val="double" w:sz="6" w:space="0" w:color="000000"/>
              <w:bottom w:val="double" w:sz="6" w:space="0" w:color="000000"/>
              <w:right w:val="double" w:sz="6" w:space="0" w:color="000000"/>
            </w:tcBorders>
            <w:shd w:val="clear" w:color="auto" w:fill="D9D9D9"/>
          </w:tcPr>
          <w:p w14:paraId="6E6759AA" w14:textId="77777777" w:rsidR="00203768" w:rsidRPr="001E78F5" w:rsidRDefault="00203768" w:rsidP="002A1878">
            <w:pPr>
              <w:ind w:right="45"/>
              <w:jc w:val="center"/>
              <w:rPr>
                <w:sz w:val="18"/>
                <w:szCs w:val="18"/>
              </w:rPr>
            </w:pPr>
            <w:r w:rsidRPr="001E78F5">
              <w:rPr>
                <w:rFonts w:ascii="Arial" w:eastAsia="Arial" w:hAnsi="Arial" w:cs="Arial"/>
                <w:b/>
                <w:sz w:val="18"/>
                <w:szCs w:val="18"/>
              </w:rPr>
              <w:t xml:space="preserve">CAUSA </w:t>
            </w:r>
            <w:r w:rsidRPr="001E78F5">
              <w:rPr>
                <w:rFonts w:ascii="Arial" w:eastAsia="Arial" w:hAnsi="Arial" w:cs="Arial"/>
                <w:sz w:val="18"/>
                <w:szCs w:val="18"/>
              </w:rPr>
              <w:t xml:space="preserve"> </w:t>
            </w:r>
          </w:p>
        </w:tc>
        <w:tc>
          <w:tcPr>
            <w:tcW w:w="3260" w:type="dxa"/>
            <w:tcBorders>
              <w:top w:val="single" w:sz="6" w:space="0" w:color="000000"/>
              <w:left w:val="double" w:sz="6" w:space="0" w:color="000000"/>
              <w:bottom w:val="double" w:sz="6" w:space="0" w:color="000000"/>
              <w:right w:val="double" w:sz="6" w:space="0" w:color="000000"/>
            </w:tcBorders>
            <w:shd w:val="clear" w:color="auto" w:fill="D9D9D9"/>
          </w:tcPr>
          <w:p w14:paraId="0DE7B75C" w14:textId="77777777" w:rsidR="00203768" w:rsidRPr="001E78F5" w:rsidRDefault="00203768" w:rsidP="002A1878">
            <w:pPr>
              <w:ind w:right="54"/>
              <w:jc w:val="center"/>
              <w:rPr>
                <w:sz w:val="18"/>
                <w:szCs w:val="18"/>
              </w:rPr>
            </w:pPr>
            <w:r w:rsidRPr="001E78F5">
              <w:rPr>
                <w:rFonts w:ascii="Arial" w:eastAsia="Arial" w:hAnsi="Arial" w:cs="Arial"/>
                <w:b/>
                <w:sz w:val="18"/>
                <w:szCs w:val="18"/>
              </w:rPr>
              <w:t>FATO</w:t>
            </w:r>
            <w:r w:rsidRPr="001E78F5">
              <w:rPr>
                <w:rFonts w:ascii="Arial" w:eastAsia="Arial" w:hAnsi="Arial" w:cs="Arial"/>
                <w:sz w:val="18"/>
                <w:szCs w:val="18"/>
              </w:rPr>
              <w:t xml:space="preserve"> </w:t>
            </w:r>
          </w:p>
        </w:tc>
        <w:tc>
          <w:tcPr>
            <w:tcW w:w="2901" w:type="dxa"/>
            <w:tcBorders>
              <w:top w:val="double" w:sz="6" w:space="0" w:color="000000"/>
              <w:left w:val="double" w:sz="6" w:space="0" w:color="000000"/>
              <w:bottom w:val="double" w:sz="6" w:space="0" w:color="000000"/>
              <w:right w:val="double" w:sz="6" w:space="0" w:color="000000"/>
            </w:tcBorders>
            <w:shd w:val="clear" w:color="auto" w:fill="D9D9D9"/>
          </w:tcPr>
          <w:p w14:paraId="0D720DC8" w14:textId="77777777" w:rsidR="00203768" w:rsidRPr="001E78F5" w:rsidRDefault="00203768" w:rsidP="002A1878">
            <w:pPr>
              <w:ind w:right="35"/>
              <w:jc w:val="center"/>
              <w:rPr>
                <w:sz w:val="18"/>
                <w:szCs w:val="18"/>
              </w:rPr>
            </w:pPr>
            <w:r w:rsidRPr="001E78F5">
              <w:rPr>
                <w:rFonts w:ascii="Arial" w:eastAsia="Arial" w:hAnsi="Arial" w:cs="Arial"/>
                <w:b/>
                <w:sz w:val="18"/>
                <w:szCs w:val="18"/>
              </w:rPr>
              <w:t>CONSEQUÊNCIA</w:t>
            </w:r>
            <w:r w:rsidRPr="001E78F5">
              <w:rPr>
                <w:rFonts w:ascii="Arial" w:eastAsia="Arial" w:hAnsi="Arial" w:cs="Arial"/>
                <w:sz w:val="18"/>
                <w:szCs w:val="18"/>
              </w:rPr>
              <w:t xml:space="preserve"> </w:t>
            </w:r>
          </w:p>
        </w:tc>
      </w:tr>
      <w:tr w:rsidR="00203768" w:rsidRPr="001E78F5" w14:paraId="0ED4A683" w14:textId="77777777" w:rsidTr="002A1878">
        <w:trPr>
          <w:trHeight w:val="1064"/>
        </w:trPr>
        <w:tc>
          <w:tcPr>
            <w:tcW w:w="665" w:type="dxa"/>
            <w:tcBorders>
              <w:top w:val="double" w:sz="6" w:space="0" w:color="000000"/>
              <w:left w:val="double" w:sz="6" w:space="0" w:color="000000"/>
              <w:bottom w:val="double" w:sz="6" w:space="0" w:color="000000"/>
              <w:right w:val="double" w:sz="6" w:space="0" w:color="000000"/>
            </w:tcBorders>
            <w:vAlign w:val="center"/>
          </w:tcPr>
          <w:p w14:paraId="433FC689" w14:textId="77777777" w:rsidR="00203768" w:rsidRPr="001E78F5" w:rsidRDefault="00203768" w:rsidP="002A1878">
            <w:pPr>
              <w:ind w:left="96"/>
              <w:rPr>
                <w:sz w:val="18"/>
                <w:szCs w:val="18"/>
              </w:rPr>
            </w:pPr>
            <w:r w:rsidRPr="001E78F5">
              <w:rPr>
                <w:rFonts w:ascii="Arial" w:eastAsia="Arial" w:hAnsi="Arial" w:cs="Arial"/>
                <w:sz w:val="18"/>
                <w:szCs w:val="18"/>
              </w:rPr>
              <w:t xml:space="preserve">01 </w:t>
            </w:r>
          </w:p>
        </w:tc>
        <w:tc>
          <w:tcPr>
            <w:tcW w:w="2980" w:type="dxa"/>
            <w:tcBorders>
              <w:top w:val="double" w:sz="6" w:space="0" w:color="000000"/>
              <w:left w:val="double" w:sz="6" w:space="0" w:color="000000"/>
              <w:bottom w:val="double" w:sz="6" w:space="0" w:color="000000"/>
              <w:right w:val="double" w:sz="6" w:space="0" w:color="000000"/>
            </w:tcBorders>
          </w:tcPr>
          <w:p w14:paraId="00B03E61" w14:textId="77777777" w:rsidR="00203768" w:rsidRPr="001E78F5" w:rsidRDefault="00203768" w:rsidP="002A1878">
            <w:pPr>
              <w:ind w:left="252" w:hanging="115"/>
              <w:rPr>
                <w:sz w:val="18"/>
                <w:szCs w:val="18"/>
              </w:rPr>
            </w:pPr>
            <w:r w:rsidRPr="001E78F5">
              <w:rPr>
                <w:rFonts w:ascii="Arial" w:eastAsia="Arial" w:hAnsi="Arial" w:cs="Arial"/>
                <w:sz w:val="18"/>
                <w:szCs w:val="18"/>
              </w:rPr>
              <w:t xml:space="preserve">Inexistência de pesquisa, planejamento e estudo sobre as demandas do serviço a ser prestado. </w:t>
            </w:r>
          </w:p>
        </w:tc>
        <w:tc>
          <w:tcPr>
            <w:tcW w:w="3260" w:type="dxa"/>
            <w:tcBorders>
              <w:top w:val="double" w:sz="6" w:space="0" w:color="000000"/>
              <w:left w:val="double" w:sz="6" w:space="0" w:color="000000"/>
              <w:bottom w:val="double" w:sz="6" w:space="0" w:color="000000"/>
              <w:right w:val="double" w:sz="6" w:space="0" w:color="000000"/>
            </w:tcBorders>
            <w:vAlign w:val="center"/>
          </w:tcPr>
          <w:p w14:paraId="0455C318" w14:textId="77777777" w:rsidR="00203768" w:rsidRPr="001E78F5" w:rsidRDefault="00203768" w:rsidP="002A1878">
            <w:pPr>
              <w:ind w:right="54"/>
              <w:jc w:val="center"/>
              <w:rPr>
                <w:sz w:val="18"/>
                <w:szCs w:val="18"/>
              </w:rPr>
            </w:pPr>
            <w:r w:rsidRPr="001E78F5">
              <w:rPr>
                <w:rFonts w:ascii="Arial" w:eastAsia="Arial" w:hAnsi="Arial" w:cs="Arial"/>
                <w:sz w:val="18"/>
                <w:szCs w:val="18"/>
              </w:rPr>
              <w:t xml:space="preserve">Contratações ineficientes. </w:t>
            </w:r>
          </w:p>
        </w:tc>
        <w:tc>
          <w:tcPr>
            <w:tcW w:w="2901" w:type="dxa"/>
            <w:tcBorders>
              <w:top w:val="double" w:sz="6" w:space="0" w:color="000000"/>
              <w:left w:val="double" w:sz="6" w:space="0" w:color="000000"/>
              <w:bottom w:val="double" w:sz="6" w:space="0" w:color="000000"/>
              <w:right w:val="double" w:sz="6" w:space="0" w:color="000000"/>
            </w:tcBorders>
            <w:vAlign w:val="center"/>
          </w:tcPr>
          <w:p w14:paraId="692A1781" w14:textId="77777777" w:rsidR="00203768" w:rsidRPr="001E78F5" w:rsidRDefault="00203768" w:rsidP="002A1878">
            <w:pPr>
              <w:jc w:val="center"/>
              <w:rPr>
                <w:sz w:val="18"/>
                <w:szCs w:val="18"/>
              </w:rPr>
            </w:pPr>
            <w:r w:rsidRPr="001E78F5">
              <w:rPr>
                <w:rFonts w:ascii="Arial" w:eastAsia="Arial" w:hAnsi="Arial" w:cs="Arial"/>
                <w:sz w:val="18"/>
                <w:szCs w:val="18"/>
              </w:rPr>
              <w:t xml:space="preserve">Não provimento adequado do TCDF. </w:t>
            </w:r>
          </w:p>
        </w:tc>
      </w:tr>
      <w:tr w:rsidR="00203768" w:rsidRPr="001E78F5" w14:paraId="3F891981" w14:textId="77777777" w:rsidTr="002A1878">
        <w:trPr>
          <w:trHeight w:val="440"/>
        </w:trPr>
        <w:tc>
          <w:tcPr>
            <w:tcW w:w="9806" w:type="dxa"/>
            <w:gridSpan w:val="4"/>
            <w:tcBorders>
              <w:top w:val="double" w:sz="6" w:space="0" w:color="000000"/>
              <w:left w:val="double" w:sz="6" w:space="0" w:color="000000"/>
              <w:bottom w:val="double" w:sz="6" w:space="0" w:color="000000"/>
              <w:right w:val="double" w:sz="6" w:space="0" w:color="000000"/>
            </w:tcBorders>
            <w:shd w:val="clear" w:color="auto" w:fill="D9D9D9"/>
          </w:tcPr>
          <w:p w14:paraId="0F04A05F" w14:textId="559DBE71" w:rsidR="00203768" w:rsidRPr="001E78F5" w:rsidRDefault="00203768" w:rsidP="002A1878">
            <w:pPr>
              <w:rPr>
                <w:sz w:val="18"/>
                <w:szCs w:val="18"/>
              </w:rPr>
            </w:pPr>
            <w:r w:rsidRPr="001E78F5">
              <w:rPr>
                <w:rFonts w:ascii="Arial" w:eastAsia="Arial" w:hAnsi="Arial" w:cs="Arial"/>
                <w:b/>
                <w:sz w:val="18"/>
                <w:szCs w:val="18"/>
              </w:rPr>
              <w:t xml:space="preserve">RISCO </w:t>
            </w:r>
            <w:r w:rsidR="004536A6" w:rsidRPr="001E78F5">
              <w:rPr>
                <w:rFonts w:ascii="Arial" w:eastAsia="Arial" w:hAnsi="Arial" w:cs="Arial"/>
                <w:b/>
                <w:sz w:val="18"/>
                <w:szCs w:val="18"/>
              </w:rPr>
              <w:t>14.1.3.</w:t>
            </w:r>
            <w:proofErr w:type="gramStart"/>
            <w:r w:rsidR="004536A6" w:rsidRPr="001E78F5">
              <w:rPr>
                <w:rFonts w:ascii="Arial" w:eastAsia="Arial" w:hAnsi="Arial" w:cs="Arial"/>
                <w:b/>
                <w:sz w:val="18"/>
                <w:szCs w:val="18"/>
              </w:rPr>
              <w:t>d</w:t>
            </w:r>
            <w:proofErr w:type="gramEnd"/>
            <w:r w:rsidR="004536A6" w:rsidRPr="001E78F5">
              <w:rPr>
                <w:rFonts w:ascii="Arial" w:eastAsia="Arial" w:hAnsi="Arial" w:cs="Arial"/>
                <w:b/>
                <w:sz w:val="18"/>
                <w:szCs w:val="18"/>
              </w:rPr>
              <w:t xml:space="preserve"> </w:t>
            </w:r>
            <w:r w:rsidRPr="001E78F5">
              <w:rPr>
                <w:rFonts w:ascii="Arial" w:eastAsia="Arial" w:hAnsi="Arial" w:cs="Arial"/>
                <w:b/>
                <w:sz w:val="18"/>
                <w:szCs w:val="18"/>
              </w:rPr>
              <w:t>INEXECUÇÃO TOTAL DO CONTRATO</w:t>
            </w:r>
            <w:r w:rsidRPr="001E78F5">
              <w:rPr>
                <w:rFonts w:ascii="Arial" w:eastAsia="Arial" w:hAnsi="Arial" w:cs="Arial"/>
                <w:sz w:val="18"/>
                <w:szCs w:val="18"/>
              </w:rPr>
              <w:t xml:space="preserve"> </w:t>
            </w:r>
          </w:p>
        </w:tc>
      </w:tr>
      <w:tr w:rsidR="00203768" w:rsidRPr="001E78F5" w14:paraId="5CB19F37" w14:textId="77777777" w:rsidTr="002A1878">
        <w:trPr>
          <w:trHeight w:val="296"/>
        </w:trPr>
        <w:tc>
          <w:tcPr>
            <w:tcW w:w="665" w:type="dxa"/>
            <w:tcBorders>
              <w:top w:val="double" w:sz="6" w:space="0" w:color="000000"/>
              <w:left w:val="double" w:sz="6" w:space="0" w:color="000000"/>
              <w:bottom w:val="double" w:sz="6" w:space="0" w:color="000000"/>
              <w:right w:val="double" w:sz="6" w:space="0" w:color="000000"/>
            </w:tcBorders>
            <w:shd w:val="clear" w:color="auto" w:fill="D9D9D9"/>
          </w:tcPr>
          <w:p w14:paraId="09A43E29" w14:textId="77777777" w:rsidR="00203768" w:rsidRPr="001E78F5" w:rsidRDefault="00203768" w:rsidP="002A1878">
            <w:pPr>
              <w:ind w:right="40"/>
              <w:jc w:val="center"/>
              <w:rPr>
                <w:sz w:val="18"/>
                <w:szCs w:val="18"/>
              </w:rPr>
            </w:pPr>
            <w:r w:rsidRPr="001E78F5">
              <w:rPr>
                <w:rFonts w:ascii="Arial" w:eastAsia="Arial" w:hAnsi="Arial" w:cs="Arial"/>
                <w:b/>
                <w:sz w:val="18"/>
                <w:szCs w:val="18"/>
              </w:rPr>
              <w:t xml:space="preserve">ID </w:t>
            </w:r>
            <w:r w:rsidRPr="001E78F5">
              <w:rPr>
                <w:rFonts w:ascii="Arial" w:eastAsia="Arial" w:hAnsi="Arial" w:cs="Arial"/>
                <w:sz w:val="18"/>
                <w:szCs w:val="18"/>
              </w:rPr>
              <w:t xml:space="preserve"> </w:t>
            </w:r>
          </w:p>
        </w:tc>
        <w:tc>
          <w:tcPr>
            <w:tcW w:w="2980" w:type="dxa"/>
            <w:tcBorders>
              <w:top w:val="double" w:sz="6" w:space="0" w:color="000000"/>
              <w:left w:val="double" w:sz="6" w:space="0" w:color="000000"/>
              <w:bottom w:val="double" w:sz="6" w:space="0" w:color="000000"/>
              <w:right w:val="double" w:sz="6" w:space="0" w:color="000000"/>
            </w:tcBorders>
            <w:shd w:val="clear" w:color="auto" w:fill="D9D9D9"/>
          </w:tcPr>
          <w:p w14:paraId="7CF16BA1" w14:textId="77777777" w:rsidR="00203768" w:rsidRPr="001E78F5" w:rsidRDefault="00203768" w:rsidP="002A1878">
            <w:pPr>
              <w:ind w:right="45"/>
              <w:jc w:val="center"/>
              <w:rPr>
                <w:sz w:val="18"/>
                <w:szCs w:val="18"/>
              </w:rPr>
            </w:pPr>
            <w:r w:rsidRPr="001E78F5">
              <w:rPr>
                <w:rFonts w:ascii="Arial" w:eastAsia="Arial" w:hAnsi="Arial" w:cs="Arial"/>
                <w:b/>
                <w:sz w:val="18"/>
                <w:szCs w:val="18"/>
              </w:rPr>
              <w:t xml:space="preserve">CAUSA </w:t>
            </w:r>
            <w:r w:rsidRPr="001E78F5">
              <w:rPr>
                <w:rFonts w:ascii="Arial" w:eastAsia="Arial" w:hAnsi="Arial" w:cs="Arial"/>
                <w:sz w:val="18"/>
                <w:szCs w:val="18"/>
              </w:rPr>
              <w:t xml:space="preserve"> </w:t>
            </w:r>
          </w:p>
        </w:tc>
        <w:tc>
          <w:tcPr>
            <w:tcW w:w="3260" w:type="dxa"/>
            <w:tcBorders>
              <w:top w:val="double" w:sz="6" w:space="0" w:color="000000"/>
              <w:left w:val="double" w:sz="6" w:space="0" w:color="000000"/>
              <w:bottom w:val="double" w:sz="6" w:space="0" w:color="000000"/>
              <w:right w:val="double" w:sz="6" w:space="0" w:color="000000"/>
            </w:tcBorders>
            <w:shd w:val="clear" w:color="auto" w:fill="D9D9D9"/>
          </w:tcPr>
          <w:p w14:paraId="54BAFD4B" w14:textId="77777777" w:rsidR="00203768" w:rsidRPr="001E78F5" w:rsidRDefault="00203768" w:rsidP="002A1878">
            <w:pPr>
              <w:ind w:right="54"/>
              <w:jc w:val="center"/>
              <w:rPr>
                <w:sz w:val="18"/>
                <w:szCs w:val="18"/>
              </w:rPr>
            </w:pPr>
            <w:r w:rsidRPr="001E78F5">
              <w:rPr>
                <w:rFonts w:ascii="Arial" w:eastAsia="Arial" w:hAnsi="Arial" w:cs="Arial"/>
                <w:b/>
                <w:sz w:val="18"/>
                <w:szCs w:val="18"/>
              </w:rPr>
              <w:t>FATO</w:t>
            </w:r>
            <w:r w:rsidRPr="001E78F5">
              <w:rPr>
                <w:rFonts w:ascii="Arial" w:eastAsia="Arial" w:hAnsi="Arial" w:cs="Arial"/>
                <w:sz w:val="18"/>
                <w:szCs w:val="18"/>
              </w:rPr>
              <w:t xml:space="preserve"> </w:t>
            </w:r>
          </w:p>
        </w:tc>
        <w:tc>
          <w:tcPr>
            <w:tcW w:w="2901" w:type="dxa"/>
            <w:tcBorders>
              <w:top w:val="double" w:sz="6" w:space="0" w:color="000000"/>
              <w:left w:val="double" w:sz="6" w:space="0" w:color="000000"/>
              <w:bottom w:val="double" w:sz="6" w:space="0" w:color="000000"/>
              <w:right w:val="double" w:sz="6" w:space="0" w:color="000000"/>
            </w:tcBorders>
            <w:shd w:val="clear" w:color="auto" w:fill="D9D9D9"/>
          </w:tcPr>
          <w:p w14:paraId="2493FF30" w14:textId="77777777" w:rsidR="00203768" w:rsidRPr="001E78F5" w:rsidRDefault="00203768" w:rsidP="002A1878">
            <w:pPr>
              <w:ind w:right="35"/>
              <w:jc w:val="center"/>
              <w:rPr>
                <w:sz w:val="18"/>
                <w:szCs w:val="18"/>
              </w:rPr>
            </w:pPr>
            <w:r w:rsidRPr="001E78F5">
              <w:rPr>
                <w:rFonts w:ascii="Arial" w:eastAsia="Arial" w:hAnsi="Arial" w:cs="Arial"/>
                <w:b/>
                <w:sz w:val="18"/>
                <w:szCs w:val="18"/>
              </w:rPr>
              <w:t>CONSEQUÊNCIA</w:t>
            </w:r>
            <w:r w:rsidRPr="001E78F5">
              <w:rPr>
                <w:rFonts w:ascii="Arial" w:eastAsia="Arial" w:hAnsi="Arial" w:cs="Arial"/>
                <w:sz w:val="18"/>
                <w:szCs w:val="18"/>
              </w:rPr>
              <w:t xml:space="preserve"> </w:t>
            </w:r>
          </w:p>
        </w:tc>
      </w:tr>
      <w:tr w:rsidR="00203768" w:rsidRPr="001E78F5" w14:paraId="4CCDE88A" w14:textId="77777777" w:rsidTr="002A1878">
        <w:trPr>
          <w:trHeight w:val="1060"/>
        </w:trPr>
        <w:tc>
          <w:tcPr>
            <w:tcW w:w="665" w:type="dxa"/>
            <w:tcBorders>
              <w:top w:val="double" w:sz="6" w:space="0" w:color="000000"/>
              <w:left w:val="double" w:sz="6" w:space="0" w:color="000000"/>
              <w:bottom w:val="double" w:sz="6" w:space="0" w:color="000000"/>
              <w:right w:val="double" w:sz="6" w:space="0" w:color="000000"/>
            </w:tcBorders>
            <w:vAlign w:val="center"/>
          </w:tcPr>
          <w:p w14:paraId="2535E576" w14:textId="77777777" w:rsidR="00203768" w:rsidRPr="001E78F5" w:rsidRDefault="00203768" w:rsidP="002A1878">
            <w:pPr>
              <w:ind w:left="96"/>
              <w:rPr>
                <w:sz w:val="18"/>
                <w:szCs w:val="18"/>
              </w:rPr>
            </w:pPr>
            <w:r w:rsidRPr="001E78F5">
              <w:rPr>
                <w:rFonts w:ascii="Arial" w:eastAsia="Arial" w:hAnsi="Arial" w:cs="Arial"/>
                <w:sz w:val="18"/>
                <w:szCs w:val="18"/>
              </w:rPr>
              <w:t xml:space="preserve">01 </w:t>
            </w:r>
          </w:p>
        </w:tc>
        <w:tc>
          <w:tcPr>
            <w:tcW w:w="2980" w:type="dxa"/>
            <w:tcBorders>
              <w:top w:val="double" w:sz="6" w:space="0" w:color="000000"/>
              <w:left w:val="double" w:sz="6" w:space="0" w:color="000000"/>
              <w:bottom w:val="double" w:sz="6" w:space="0" w:color="000000"/>
              <w:right w:val="double" w:sz="6" w:space="0" w:color="000000"/>
            </w:tcBorders>
          </w:tcPr>
          <w:p w14:paraId="1FB0A999" w14:textId="77777777" w:rsidR="00203768" w:rsidRPr="001E78F5" w:rsidRDefault="00203768" w:rsidP="002A1878">
            <w:pPr>
              <w:jc w:val="center"/>
              <w:rPr>
                <w:sz w:val="18"/>
                <w:szCs w:val="18"/>
              </w:rPr>
            </w:pPr>
            <w:r w:rsidRPr="001E78F5">
              <w:rPr>
                <w:rFonts w:ascii="Arial" w:eastAsia="Arial" w:hAnsi="Arial" w:cs="Arial"/>
                <w:sz w:val="18"/>
                <w:szCs w:val="18"/>
              </w:rPr>
              <w:t xml:space="preserve">Inobservância dos critérios de habilitação quando da elaboração da documentação. </w:t>
            </w:r>
          </w:p>
        </w:tc>
        <w:tc>
          <w:tcPr>
            <w:tcW w:w="3260" w:type="dxa"/>
            <w:tcBorders>
              <w:top w:val="double" w:sz="6" w:space="0" w:color="000000"/>
              <w:left w:val="double" w:sz="6" w:space="0" w:color="000000"/>
              <w:bottom w:val="double" w:sz="6" w:space="0" w:color="000000"/>
              <w:right w:val="double" w:sz="6" w:space="0" w:color="000000"/>
            </w:tcBorders>
            <w:vAlign w:val="center"/>
          </w:tcPr>
          <w:p w14:paraId="5767223B" w14:textId="77777777" w:rsidR="00203768" w:rsidRPr="001E78F5" w:rsidRDefault="00203768" w:rsidP="002A1878">
            <w:pPr>
              <w:jc w:val="center"/>
              <w:rPr>
                <w:sz w:val="18"/>
                <w:szCs w:val="18"/>
              </w:rPr>
            </w:pPr>
            <w:r w:rsidRPr="001E78F5">
              <w:rPr>
                <w:rFonts w:ascii="Arial" w:eastAsia="Arial" w:hAnsi="Arial" w:cs="Arial"/>
                <w:sz w:val="18"/>
                <w:szCs w:val="18"/>
              </w:rPr>
              <w:t xml:space="preserve">Empresa contratada em situação de falência ou insolvência civil. </w:t>
            </w:r>
          </w:p>
        </w:tc>
        <w:tc>
          <w:tcPr>
            <w:tcW w:w="2901" w:type="dxa"/>
            <w:tcBorders>
              <w:top w:val="double" w:sz="6" w:space="0" w:color="000000"/>
              <w:left w:val="double" w:sz="6" w:space="0" w:color="000000"/>
              <w:bottom w:val="double" w:sz="6" w:space="0" w:color="000000"/>
              <w:right w:val="double" w:sz="6" w:space="0" w:color="000000"/>
            </w:tcBorders>
            <w:vAlign w:val="center"/>
          </w:tcPr>
          <w:p w14:paraId="2A990E7F" w14:textId="77777777" w:rsidR="00203768" w:rsidRPr="001E78F5" w:rsidRDefault="00203768" w:rsidP="002A1878">
            <w:pPr>
              <w:jc w:val="center"/>
              <w:rPr>
                <w:sz w:val="18"/>
                <w:szCs w:val="18"/>
              </w:rPr>
            </w:pPr>
            <w:r w:rsidRPr="001E78F5">
              <w:rPr>
                <w:rFonts w:ascii="Arial" w:eastAsia="Arial" w:hAnsi="Arial" w:cs="Arial"/>
                <w:sz w:val="18"/>
                <w:szCs w:val="18"/>
              </w:rPr>
              <w:t xml:space="preserve">Impossibilidade de celebração contratual. </w:t>
            </w:r>
          </w:p>
        </w:tc>
      </w:tr>
      <w:tr w:rsidR="00203768" w:rsidRPr="001E78F5" w14:paraId="5C7C9CAF" w14:textId="77777777" w:rsidTr="002A1878">
        <w:trPr>
          <w:trHeight w:val="440"/>
        </w:trPr>
        <w:tc>
          <w:tcPr>
            <w:tcW w:w="9806" w:type="dxa"/>
            <w:gridSpan w:val="4"/>
            <w:tcBorders>
              <w:top w:val="double" w:sz="6" w:space="0" w:color="000000"/>
              <w:left w:val="double" w:sz="6" w:space="0" w:color="000000"/>
              <w:bottom w:val="double" w:sz="6" w:space="0" w:color="000000"/>
              <w:right w:val="double" w:sz="6" w:space="0" w:color="000000"/>
            </w:tcBorders>
            <w:shd w:val="clear" w:color="auto" w:fill="D9D9D9"/>
          </w:tcPr>
          <w:p w14:paraId="125EDE23" w14:textId="4B72A147" w:rsidR="00203768" w:rsidRPr="001E78F5" w:rsidRDefault="00203768" w:rsidP="002A1878">
            <w:pPr>
              <w:rPr>
                <w:sz w:val="18"/>
                <w:szCs w:val="18"/>
              </w:rPr>
            </w:pPr>
            <w:r w:rsidRPr="001E78F5">
              <w:rPr>
                <w:rFonts w:ascii="Arial" w:eastAsia="Arial" w:hAnsi="Arial" w:cs="Arial"/>
                <w:b/>
                <w:sz w:val="18"/>
                <w:szCs w:val="18"/>
              </w:rPr>
              <w:t xml:space="preserve">RISCO </w:t>
            </w:r>
            <w:r w:rsidR="004536A6" w:rsidRPr="001E78F5">
              <w:rPr>
                <w:rFonts w:ascii="Arial" w:eastAsia="Arial" w:hAnsi="Arial" w:cs="Arial"/>
                <w:b/>
                <w:sz w:val="18"/>
                <w:szCs w:val="18"/>
              </w:rPr>
              <w:t>14.1.3.e</w:t>
            </w:r>
            <w:r w:rsidRPr="001E78F5">
              <w:rPr>
                <w:rFonts w:ascii="Arial" w:eastAsia="Arial" w:hAnsi="Arial" w:cs="Arial"/>
                <w:b/>
                <w:sz w:val="18"/>
                <w:szCs w:val="18"/>
              </w:rPr>
              <w:t>. INEXECUÇÃO PARCIAL DO CONTRATO</w:t>
            </w:r>
            <w:r w:rsidRPr="001E78F5">
              <w:rPr>
                <w:rFonts w:ascii="Arial" w:eastAsia="Arial" w:hAnsi="Arial" w:cs="Arial"/>
                <w:sz w:val="18"/>
                <w:szCs w:val="18"/>
              </w:rPr>
              <w:t xml:space="preserve"> </w:t>
            </w:r>
          </w:p>
        </w:tc>
      </w:tr>
      <w:tr w:rsidR="00203768" w:rsidRPr="001E78F5" w14:paraId="56BE84D4" w14:textId="77777777" w:rsidTr="002A1878">
        <w:trPr>
          <w:trHeight w:val="296"/>
        </w:trPr>
        <w:tc>
          <w:tcPr>
            <w:tcW w:w="665" w:type="dxa"/>
            <w:tcBorders>
              <w:top w:val="double" w:sz="6" w:space="0" w:color="000000"/>
              <w:left w:val="double" w:sz="6" w:space="0" w:color="000000"/>
              <w:bottom w:val="double" w:sz="6" w:space="0" w:color="000000"/>
              <w:right w:val="double" w:sz="6" w:space="0" w:color="000000"/>
            </w:tcBorders>
            <w:shd w:val="clear" w:color="auto" w:fill="D9D9D9"/>
          </w:tcPr>
          <w:p w14:paraId="3393D9B7" w14:textId="77777777" w:rsidR="00203768" w:rsidRPr="001E78F5" w:rsidRDefault="00203768" w:rsidP="002A1878">
            <w:pPr>
              <w:ind w:right="40"/>
              <w:jc w:val="center"/>
              <w:rPr>
                <w:sz w:val="18"/>
                <w:szCs w:val="18"/>
              </w:rPr>
            </w:pPr>
            <w:r w:rsidRPr="001E78F5">
              <w:rPr>
                <w:rFonts w:ascii="Arial" w:eastAsia="Arial" w:hAnsi="Arial" w:cs="Arial"/>
                <w:b/>
                <w:sz w:val="18"/>
                <w:szCs w:val="18"/>
              </w:rPr>
              <w:t xml:space="preserve">ID </w:t>
            </w:r>
            <w:r w:rsidRPr="001E78F5">
              <w:rPr>
                <w:rFonts w:ascii="Arial" w:eastAsia="Arial" w:hAnsi="Arial" w:cs="Arial"/>
                <w:sz w:val="18"/>
                <w:szCs w:val="18"/>
              </w:rPr>
              <w:t xml:space="preserve"> </w:t>
            </w:r>
          </w:p>
        </w:tc>
        <w:tc>
          <w:tcPr>
            <w:tcW w:w="2980" w:type="dxa"/>
            <w:tcBorders>
              <w:top w:val="double" w:sz="6" w:space="0" w:color="000000"/>
              <w:left w:val="double" w:sz="6" w:space="0" w:color="000000"/>
              <w:bottom w:val="double" w:sz="6" w:space="0" w:color="000000"/>
              <w:right w:val="double" w:sz="6" w:space="0" w:color="000000"/>
            </w:tcBorders>
            <w:shd w:val="clear" w:color="auto" w:fill="D9D9D9"/>
          </w:tcPr>
          <w:p w14:paraId="4A1409C9" w14:textId="77777777" w:rsidR="00203768" w:rsidRPr="001E78F5" w:rsidRDefault="00203768" w:rsidP="002A1878">
            <w:pPr>
              <w:ind w:right="45"/>
              <w:jc w:val="center"/>
              <w:rPr>
                <w:sz w:val="18"/>
                <w:szCs w:val="18"/>
              </w:rPr>
            </w:pPr>
            <w:r w:rsidRPr="001E78F5">
              <w:rPr>
                <w:rFonts w:ascii="Arial" w:eastAsia="Arial" w:hAnsi="Arial" w:cs="Arial"/>
                <w:b/>
                <w:sz w:val="18"/>
                <w:szCs w:val="18"/>
              </w:rPr>
              <w:t xml:space="preserve">CAUSA </w:t>
            </w:r>
            <w:r w:rsidRPr="001E78F5">
              <w:rPr>
                <w:rFonts w:ascii="Arial" w:eastAsia="Arial" w:hAnsi="Arial" w:cs="Arial"/>
                <w:sz w:val="18"/>
                <w:szCs w:val="18"/>
              </w:rPr>
              <w:t xml:space="preserve"> </w:t>
            </w:r>
          </w:p>
        </w:tc>
        <w:tc>
          <w:tcPr>
            <w:tcW w:w="3260" w:type="dxa"/>
            <w:tcBorders>
              <w:top w:val="double" w:sz="6" w:space="0" w:color="000000"/>
              <w:left w:val="double" w:sz="6" w:space="0" w:color="000000"/>
              <w:bottom w:val="double" w:sz="6" w:space="0" w:color="000000"/>
              <w:right w:val="double" w:sz="6" w:space="0" w:color="000000"/>
            </w:tcBorders>
            <w:shd w:val="clear" w:color="auto" w:fill="D9D9D9"/>
          </w:tcPr>
          <w:p w14:paraId="7DC848B8" w14:textId="77777777" w:rsidR="00203768" w:rsidRPr="001E78F5" w:rsidRDefault="00203768" w:rsidP="002A1878">
            <w:pPr>
              <w:ind w:right="54"/>
              <w:jc w:val="center"/>
              <w:rPr>
                <w:sz w:val="18"/>
                <w:szCs w:val="18"/>
              </w:rPr>
            </w:pPr>
            <w:r w:rsidRPr="001E78F5">
              <w:rPr>
                <w:rFonts w:ascii="Arial" w:eastAsia="Arial" w:hAnsi="Arial" w:cs="Arial"/>
                <w:b/>
                <w:sz w:val="18"/>
                <w:szCs w:val="18"/>
              </w:rPr>
              <w:t>FATO</w:t>
            </w:r>
            <w:r w:rsidRPr="001E78F5">
              <w:rPr>
                <w:rFonts w:ascii="Arial" w:eastAsia="Arial" w:hAnsi="Arial" w:cs="Arial"/>
                <w:sz w:val="18"/>
                <w:szCs w:val="18"/>
              </w:rPr>
              <w:t xml:space="preserve"> </w:t>
            </w:r>
          </w:p>
        </w:tc>
        <w:tc>
          <w:tcPr>
            <w:tcW w:w="2901" w:type="dxa"/>
            <w:tcBorders>
              <w:top w:val="double" w:sz="6" w:space="0" w:color="000000"/>
              <w:left w:val="double" w:sz="6" w:space="0" w:color="000000"/>
              <w:bottom w:val="double" w:sz="6" w:space="0" w:color="000000"/>
              <w:right w:val="double" w:sz="6" w:space="0" w:color="000000"/>
            </w:tcBorders>
            <w:shd w:val="clear" w:color="auto" w:fill="D9D9D9"/>
          </w:tcPr>
          <w:p w14:paraId="079ABFD8" w14:textId="77777777" w:rsidR="00203768" w:rsidRPr="001E78F5" w:rsidRDefault="00203768" w:rsidP="002A1878">
            <w:pPr>
              <w:ind w:right="35"/>
              <w:jc w:val="center"/>
              <w:rPr>
                <w:sz w:val="18"/>
                <w:szCs w:val="18"/>
              </w:rPr>
            </w:pPr>
            <w:r w:rsidRPr="001E78F5">
              <w:rPr>
                <w:rFonts w:ascii="Arial" w:eastAsia="Arial" w:hAnsi="Arial" w:cs="Arial"/>
                <w:b/>
                <w:sz w:val="18"/>
                <w:szCs w:val="18"/>
              </w:rPr>
              <w:t>CONSEQUÊNCIA</w:t>
            </w:r>
            <w:r w:rsidRPr="001E78F5">
              <w:rPr>
                <w:rFonts w:ascii="Arial" w:eastAsia="Arial" w:hAnsi="Arial" w:cs="Arial"/>
                <w:sz w:val="18"/>
                <w:szCs w:val="18"/>
              </w:rPr>
              <w:t xml:space="preserve"> </w:t>
            </w:r>
          </w:p>
        </w:tc>
      </w:tr>
      <w:tr w:rsidR="00203768" w:rsidRPr="001E78F5" w14:paraId="6A5A349F" w14:textId="77777777" w:rsidTr="002A1878">
        <w:trPr>
          <w:trHeight w:val="1058"/>
        </w:trPr>
        <w:tc>
          <w:tcPr>
            <w:tcW w:w="665" w:type="dxa"/>
            <w:tcBorders>
              <w:top w:val="double" w:sz="6" w:space="0" w:color="000000"/>
              <w:left w:val="double" w:sz="6" w:space="0" w:color="000000"/>
              <w:bottom w:val="double" w:sz="6" w:space="0" w:color="000000"/>
              <w:right w:val="double" w:sz="6" w:space="0" w:color="000000"/>
            </w:tcBorders>
            <w:vAlign w:val="center"/>
          </w:tcPr>
          <w:p w14:paraId="65FA9E2B" w14:textId="77777777" w:rsidR="00203768" w:rsidRPr="001E78F5" w:rsidRDefault="00203768" w:rsidP="002A1878">
            <w:pPr>
              <w:ind w:left="96"/>
              <w:rPr>
                <w:sz w:val="18"/>
                <w:szCs w:val="18"/>
              </w:rPr>
            </w:pPr>
            <w:r w:rsidRPr="001E78F5">
              <w:rPr>
                <w:rFonts w:ascii="Arial" w:eastAsia="Arial" w:hAnsi="Arial" w:cs="Arial"/>
                <w:sz w:val="18"/>
                <w:szCs w:val="18"/>
              </w:rPr>
              <w:t xml:space="preserve">01 </w:t>
            </w:r>
          </w:p>
        </w:tc>
        <w:tc>
          <w:tcPr>
            <w:tcW w:w="2980" w:type="dxa"/>
            <w:tcBorders>
              <w:top w:val="double" w:sz="6" w:space="0" w:color="000000"/>
              <w:left w:val="double" w:sz="6" w:space="0" w:color="000000"/>
              <w:bottom w:val="double" w:sz="6" w:space="0" w:color="000000"/>
              <w:right w:val="double" w:sz="6" w:space="0" w:color="000000"/>
            </w:tcBorders>
          </w:tcPr>
          <w:p w14:paraId="5A92B9B3" w14:textId="77777777" w:rsidR="00203768" w:rsidRPr="001E78F5" w:rsidRDefault="00203768" w:rsidP="002A1878">
            <w:pPr>
              <w:jc w:val="center"/>
              <w:rPr>
                <w:sz w:val="18"/>
                <w:szCs w:val="18"/>
              </w:rPr>
            </w:pPr>
            <w:r w:rsidRPr="001E78F5">
              <w:rPr>
                <w:rFonts w:ascii="Arial" w:eastAsia="Arial" w:hAnsi="Arial" w:cs="Arial"/>
                <w:sz w:val="18"/>
                <w:szCs w:val="18"/>
              </w:rPr>
              <w:t xml:space="preserve">Não cumprimento de cláusulas contratuais, </w:t>
            </w:r>
          </w:p>
          <w:p w14:paraId="49EAFF50" w14:textId="77777777" w:rsidR="00203768" w:rsidRPr="001E78F5" w:rsidRDefault="00203768" w:rsidP="002A1878">
            <w:pPr>
              <w:jc w:val="center"/>
              <w:rPr>
                <w:sz w:val="18"/>
                <w:szCs w:val="18"/>
              </w:rPr>
            </w:pPr>
            <w:r w:rsidRPr="001E78F5">
              <w:rPr>
                <w:rFonts w:ascii="Arial" w:eastAsia="Arial" w:hAnsi="Arial" w:cs="Arial"/>
                <w:sz w:val="18"/>
                <w:szCs w:val="18"/>
              </w:rPr>
              <w:t xml:space="preserve">especificações, projetos ou prazos. </w:t>
            </w:r>
          </w:p>
        </w:tc>
        <w:tc>
          <w:tcPr>
            <w:tcW w:w="3260" w:type="dxa"/>
            <w:tcBorders>
              <w:top w:val="double" w:sz="6" w:space="0" w:color="000000"/>
              <w:left w:val="double" w:sz="6" w:space="0" w:color="000000"/>
              <w:bottom w:val="double" w:sz="6" w:space="0" w:color="000000"/>
              <w:right w:val="double" w:sz="6" w:space="0" w:color="000000"/>
            </w:tcBorders>
            <w:vAlign w:val="center"/>
          </w:tcPr>
          <w:p w14:paraId="5751807E" w14:textId="77777777" w:rsidR="00203768" w:rsidRPr="001E78F5" w:rsidRDefault="00203768" w:rsidP="002A1878">
            <w:pPr>
              <w:jc w:val="center"/>
              <w:rPr>
                <w:sz w:val="18"/>
                <w:szCs w:val="18"/>
              </w:rPr>
            </w:pPr>
            <w:r w:rsidRPr="001E78F5">
              <w:rPr>
                <w:rFonts w:ascii="Arial" w:eastAsia="Arial" w:hAnsi="Arial" w:cs="Arial"/>
                <w:sz w:val="18"/>
                <w:szCs w:val="18"/>
              </w:rPr>
              <w:t xml:space="preserve">Atrasos nas entregas dos produtos e serviços. </w:t>
            </w:r>
          </w:p>
        </w:tc>
        <w:tc>
          <w:tcPr>
            <w:tcW w:w="2901" w:type="dxa"/>
            <w:tcBorders>
              <w:top w:val="double" w:sz="6" w:space="0" w:color="000000"/>
              <w:left w:val="double" w:sz="6" w:space="0" w:color="000000"/>
              <w:bottom w:val="double" w:sz="6" w:space="0" w:color="000000"/>
              <w:right w:val="double" w:sz="6" w:space="0" w:color="000000"/>
            </w:tcBorders>
            <w:vAlign w:val="center"/>
          </w:tcPr>
          <w:p w14:paraId="6CBB5935" w14:textId="77777777" w:rsidR="00203768" w:rsidRPr="001E78F5" w:rsidRDefault="00203768" w:rsidP="002A1878">
            <w:pPr>
              <w:jc w:val="center"/>
              <w:rPr>
                <w:sz w:val="18"/>
                <w:szCs w:val="18"/>
              </w:rPr>
            </w:pPr>
            <w:r w:rsidRPr="001E78F5">
              <w:rPr>
                <w:rFonts w:ascii="Arial" w:eastAsia="Arial" w:hAnsi="Arial" w:cs="Arial"/>
                <w:sz w:val="18"/>
                <w:szCs w:val="18"/>
              </w:rPr>
              <w:t xml:space="preserve">Provimento extemporâneo dos setores demandantes. </w:t>
            </w:r>
          </w:p>
        </w:tc>
      </w:tr>
      <w:tr w:rsidR="00203768" w:rsidRPr="001E78F5" w14:paraId="6EC1BEF4" w14:textId="77777777" w:rsidTr="002A1878">
        <w:trPr>
          <w:trHeight w:val="1070"/>
        </w:trPr>
        <w:tc>
          <w:tcPr>
            <w:tcW w:w="665" w:type="dxa"/>
            <w:tcBorders>
              <w:top w:val="double" w:sz="6" w:space="0" w:color="000000"/>
              <w:left w:val="double" w:sz="6" w:space="0" w:color="000000"/>
              <w:bottom w:val="double" w:sz="6" w:space="0" w:color="000000"/>
              <w:right w:val="double" w:sz="6" w:space="0" w:color="000000"/>
            </w:tcBorders>
            <w:vAlign w:val="center"/>
          </w:tcPr>
          <w:p w14:paraId="21A1A708" w14:textId="77777777" w:rsidR="00203768" w:rsidRPr="001E78F5" w:rsidRDefault="00203768" w:rsidP="002A1878">
            <w:pPr>
              <w:ind w:left="96"/>
              <w:rPr>
                <w:sz w:val="18"/>
                <w:szCs w:val="18"/>
              </w:rPr>
            </w:pPr>
            <w:r w:rsidRPr="001E78F5">
              <w:rPr>
                <w:rFonts w:ascii="Arial" w:eastAsia="Arial" w:hAnsi="Arial" w:cs="Arial"/>
                <w:sz w:val="18"/>
                <w:szCs w:val="18"/>
              </w:rPr>
              <w:t xml:space="preserve">02 </w:t>
            </w:r>
          </w:p>
        </w:tc>
        <w:tc>
          <w:tcPr>
            <w:tcW w:w="2980" w:type="dxa"/>
            <w:tcBorders>
              <w:top w:val="double" w:sz="6" w:space="0" w:color="000000"/>
              <w:left w:val="double" w:sz="6" w:space="0" w:color="000000"/>
              <w:bottom w:val="double" w:sz="6" w:space="0" w:color="000000"/>
              <w:right w:val="double" w:sz="6" w:space="0" w:color="000000"/>
            </w:tcBorders>
            <w:vAlign w:val="center"/>
          </w:tcPr>
          <w:p w14:paraId="5191ADA1" w14:textId="77777777" w:rsidR="00203768" w:rsidRPr="001E78F5" w:rsidRDefault="00203768" w:rsidP="002A1878">
            <w:pPr>
              <w:jc w:val="center"/>
              <w:rPr>
                <w:sz w:val="18"/>
                <w:szCs w:val="18"/>
              </w:rPr>
            </w:pPr>
            <w:r w:rsidRPr="001E78F5">
              <w:rPr>
                <w:rFonts w:ascii="Arial" w:eastAsia="Arial" w:hAnsi="Arial" w:cs="Arial"/>
                <w:sz w:val="18"/>
                <w:szCs w:val="18"/>
              </w:rPr>
              <w:t xml:space="preserve">Subcontratação com terceiros não admitidos no Edital. </w:t>
            </w:r>
          </w:p>
        </w:tc>
        <w:tc>
          <w:tcPr>
            <w:tcW w:w="3260" w:type="dxa"/>
            <w:tcBorders>
              <w:top w:val="double" w:sz="6" w:space="0" w:color="000000"/>
              <w:left w:val="double" w:sz="6" w:space="0" w:color="000000"/>
              <w:bottom w:val="double" w:sz="6" w:space="0" w:color="000000"/>
              <w:right w:val="double" w:sz="6" w:space="0" w:color="000000"/>
            </w:tcBorders>
            <w:vAlign w:val="center"/>
          </w:tcPr>
          <w:p w14:paraId="5CBEDD84" w14:textId="77777777" w:rsidR="00203768" w:rsidRPr="001E78F5" w:rsidRDefault="00203768" w:rsidP="002A1878">
            <w:pPr>
              <w:ind w:right="44"/>
              <w:jc w:val="center"/>
              <w:rPr>
                <w:sz w:val="18"/>
                <w:szCs w:val="18"/>
              </w:rPr>
            </w:pPr>
            <w:r w:rsidRPr="001E78F5">
              <w:rPr>
                <w:rFonts w:ascii="Arial" w:eastAsia="Arial" w:hAnsi="Arial" w:cs="Arial"/>
                <w:sz w:val="18"/>
                <w:szCs w:val="18"/>
              </w:rPr>
              <w:t xml:space="preserve">Contratação ilegal. </w:t>
            </w:r>
          </w:p>
        </w:tc>
        <w:tc>
          <w:tcPr>
            <w:tcW w:w="2901" w:type="dxa"/>
            <w:tcBorders>
              <w:top w:val="double" w:sz="6" w:space="0" w:color="000000"/>
              <w:left w:val="double" w:sz="6" w:space="0" w:color="000000"/>
              <w:bottom w:val="double" w:sz="6" w:space="0" w:color="000000"/>
              <w:right w:val="double" w:sz="6" w:space="0" w:color="000000"/>
            </w:tcBorders>
            <w:vAlign w:val="center"/>
          </w:tcPr>
          <w:p w14:paraId="2144FD9A" w14:textId="77777777" w:rsidR="00203768" w:rsidRPr="001E78F5" w:rsidRDefault="00203768" w:rsidP="002A1878">
            <w:pPr>
              <w:ind w:right="35"/>
              <w:jc w:val="center"/>
              <w:rPr>
                <w:sz w:val="18"/>
                <w:szCs w:val="18"/>
              </w:rPr>
            </w:pPr>
            <w:r w:rsidRPr="001E78F5">
              <w:rPr>
                <w:rFonts w:ascii="Arial" w:eastAsia="Arial" w:hAnsi="Arial" w:cs="Arial"/>
                <w:sz w:val="18"/>
                <w:szCs w:val="18"/>
              </w:rPr>
              <w:t xml:space="preserve">Rescisão contratual. </w:t>
            </w:r>
          </w:p>
        </w:tc>
      </w:tr>
      <w:tr w:rsidR="00203768" w:rsidRPr="001E78F5" w14:paraId="19180C76" w14:textId="77777777" w:rsidTr="002A1878">
        <w:trPr>
          <w:trHeight w:val="524"/>
        </w:trPr>
        <w:tc>
          <w:tcPr>
            <w:tcW w:w="9806" w:type="dxa"/>
            <w:gridSpan w:val="4"/>
            <w:tcBorders>
              <w:top w:val="double" w:sz="6" w:space="0" w:color="000000"/>
              <w:left w:val="double" w:sz="6" w:space="0" w:color="000000"/>
              <w:bottom w:val="double" w:sz="6" w:space="0" w:color="000000"/>
              <w:right w:val="double" w:sz="6" w:space="0" w:color="000000"/>
            </w:tcBorders>
            <w:shd w:val="clear" w:color="auto" w:fill="DBDBDB"/>
            <w:vAlign w:val="center"/>
          </w:tcPr>
          <w:p w14:paraId="19C797D2" w14:textId="4C530E62" w:rsidR="00203768" w:rsidRPr="001E78F5" w:rsidRDefault="00203768" w:rsidP="002A1878">
            <w:pPr>
              <w:rPr>
                <w:sz w:val="18"/>
                <w:szCs w:val="18"/>
              </w:rPr>
            </w:pPr>
            <w:r w:rsidRPr="001E78F5">
              <w:rPr>
                <w:rFonts w:ascii="Arial" w:eastAsia="Arial" w:hAnsi="Arial" w:cs="Arial"/>
                <w:b/>
                <w:sz w:val="18"/>
                <w:szCs w:val="18"/>
              </w:rPr>
              <w:t xml:space="preserve">RISCO </w:t>
            </w:r>
            <w:r w:rsidR="004536A6" w:rsidRPr="001E78F5">
              <w:rPr>
                <w:rFonts w:ascii="Arial" w:eastAsia="Arial" w:hAnsi="Arial" w:cs="Arial"/>
                <w:b/>
                <w:sz w:val="18"/>
                <w:szCs w:val="18"/>
              </w:rPr>
              <w:t xml:space="preserve">14.1.3.f </w:t>
            </w:r>
            <w:r w:rsidRPr="001E78F5">
              <w:rPr>
                <w:rFonts w:ascii="Arial" w:eastAsia="Arial" w:hAnsi="Arial" w:cs="Arial"/>
                <w:b/>
                <w:sz w:val="18"/>
                <w:szCs w:val="18"/>
              </w:rPr>
              <w:t>ATRASO DE PAGAMENTO AOS FUNCIONÁRIOS TERCEIRIZADOS.</w:t>
            </w:r>
            <w:r w:rsidRPr="001E78F5">
              <w:rPr>
                <w:rFonts w:ascii="Arial" w:eastAsia="Arial" w:hAnsi="Arial" w:cs="Arial"/>
                <w:sz w:val="18"/>
                <w:szCs w:val="18"/>
              </w:rPr>
              <w:t xml:space="preserve"> </w:t>
            </w:r>
          </w:p>
        </w:tc>
      </w:tr>
      <w:tr w:rsidR="00203768" w:rsidRPr="001E78F5" w14:paraId="1926055A" w14:textId="77777777" w:rsidTr="002A1878">
        <w:trPr>
          <w:trHeight w:val="296"/>
        </w:trPr>
        <w:tc>
          <w:tcPr>
            <w:tcW w:w="665" w:type="dxa"/>
            <w:tcBorders>
              <w:top w:val="double" w:sz="6" w:space="0" w:color="000000"/>
              <w:left w:val="double" w:sz="6" w:space="0" w:color="000000"/>
              <w:bottom w:val="double" w:sz="6" w:space="0" w:color="000000"/>
              <w:right w:val="double" w:sz="6" w:space="0" w:color="000000"/>
            </w:tcBorders>
            <w:shd w:val="clear" w:color="auto" w:fill="DBDBDB"/>
          </w:tcPr>
          <w:p w14:paraId="4AA2D50C" w14:textId="77777777" w:rsidR="00203768" w:rsidRPr="001E78F5" w:rsidRDefault="00203768" w:rsidP="002A1878">
            <w:pPr>
              <w:ind w:right="40"/>
              <w:jc w:val="center"/>
              <w:rPr>
                <w:sz w:val="18"/>
                <w:szCs w:val="18"/>
              </w:rPr>
            </w:pPr>
            <w:r w:rsidRPr="001E78F5">
              <w:rPr>
                <w:rFonts w:ascii="Arial" w:eastAsia="Arial" w:hAnsi="Arial" w:cs="Arial"/>
                <w:b/>
                <w:sz w:val="18"/>
                <w:szCs w:val="18"/>
              </w:rPr>
              <w:t xml:space="preserve">ID </w:t>
            </w:r>
            <w:r w:rsidRPr="001E78F5">
              <w:rPr>
                <w:rFonts w:ascii="Arial" w:eastAsia="Arial" w:hAnsi="Arial" w:cs="Arial"/>
                <w:sz w:val="18"/>
                <w:szCs w:val="18"/>
              </w:rPr>
              <w:t xml:space="preserve"> </w:t>
            </w:r>
          </w:p>
        </w:tc>
        <w:tc>
          <w:tcPr>
            <w:tcW w:w="2980" w:type="dxa"/>
            <w:tcBorders>
              <w:top w:val="double" w:sz="6" w:space="0" w:color="000000"/>
              <w:left w:val="double" w:sz="6" w:space="0" w:color="000000"/>
              <w:bottom w:val="double" w:sz="6" w:space="0" w:color="000000"/>
              <w:right w:val="double" w:sz="6" w:space="0" w:color="000000"/>
            </w:tcBorders>
            <w:shd w:val="clear" w:color="auto" w:fill="DBDBDB"/>
          </w:tcPr>
          <w:p w14:paraId="63D40074" w14:textId="77777777" w:rsidR="00203768" w:rsidRPr="001E78F5" w:rsidRDefault="00203768" w:rsidP="002A1878">
            <w:pPr>
              <w:ind w:right="45"/>
              <w:jc w:val="center"/>
              <w:rPr>
                <w:sz w:val="18"/>
                <w:szCs w:val="18"/>
              </w:rPr>
            </w:pPr>
            <w:r w:rsidRPr="001E78F5">
              <w:rPr>
                <w:rFonts w:ascii="Arial" w:eastAsia="Arial" w:hAnsi="Arial" w:cs="Arial"/>
                <w:b/>
                <w:sz w:val="18"/>
                <w:szCs w:val="18"/>
              </w:rPr>
              <w:t xml:space="preserve">CAUSA </w:t>
            </w:r>
            <w:r w:rsidRPr="001E78F5">
              <w:rPr>
                <w:rFonts w:ascii="Arial" w:eastAsia="Arial" w:hAnsi="Arial" w:cs="Arial"/>
                <w:sz w:val="18"/>
                <w:szCs w:val="18"/>
              </w:rPr>
              <w:t xml:space="preserve"> </w:t>
            </w:r>
          </w:p>
        </w:tc>
        <w:tc>
          <w:tcPr>
            <w:tcW w:w="3260" w:type="dxa"/>
            <w:tcBorders>
              <w:top w:val="double" w:sz="6" w:space="0" w:color="000000"/>
              <w:left w:val="double" w:sz="6" w:space="0" w:color="000000"/>
              <w:bottom w:val="double" w:sz="6" w:space="0" w:color="000000"/>
              <w:right w:val="double" w:sz="6" w:space="0" w:color="000000"/>
            </w:tcBorders>
            <w:shd w:val="clear" w:color="auto" w:fill="DBDBDB"/>
          </w:tcPr>
          <w:p w14:paraId="57224CD6" w14:textId="77777777" w:rsidR="00203768" w:rsidRPr="001E78F5" w:rsidRDefault="00203768" w:rsidP="002A1878">
            <w:pPr>
              <w:ind w:right="54"/>
              <w:jc w:val="center"/>
              <w:rPr>
                <w:sz w:val="18"/>
                <w:szCs w:val="18"/>
              </w:rPr>
            </w:pPr>
            <w:r w:rsidRPr="001E78F5">
              <w:rPr>
                <w:rFonts w:ascii="Arial" w:eastAsia="Arial" w:hAnsi="Arial" w:cs="Arial"/>
                <w:b/>
                <w:sz w:val="18"/>
                <w:szCs w:val="18"/>
              </w:rPr>
              <w:t>FATO</w:t>
            </w:r>
            <w:r w:rsidRPr="001E78F5">
              <w:rPr>
                <w:rFonts w:ascii="Arial" w:eastAsia="Arial" w:hAnsi="Arial" w:cs="Arial"/>
                <w:sz w:val="18"/>
                <w:szCs w:val="18"/>
              </w:rPr>
              <w:t xml:space="preserve"> </w:t>
            </w:r>
          </w:p>
        </w:tc>
        <w:tc>
          <w:tcPr>
            <w:tcW w:w="2901" w:type="dxa"/>
            <w:tcBorders>
              <w:top w:val="double" w:sz="6" w:space="0" w:color="000000"/>
              <w:left w:val="double" w:sz="6" w:space="0" w:color="000000"/>
              <w:bottom w:val="double" w:sz="6" w:space="0" w:color="000000"/>
              <w:right w:val="double" w:sz="6" w:space="0" w:color="000000"/>
            </w:tcBorders>
            <w:shd w:val="clear" w:color="auto" w:fill="DBDBDB"/>
          </w:tcPr>
          <w:p w14:paraId="59EAA0C1" w14:textId="77777777" w:rsidR="00203768" w:rsidRPr="001E78F5" w:rsidRDefault="00203768" w:rsidP="002A1878">
            <w:pPr>
              <w:ind w:right="35"/>
              <w:jc w:val="center"/>
              <w:rPr>
                <w:sz w:val="18"/>
                <w:szCs w:val="18"/>
              </w:rPr>
            </w:pPr>
            <w:r w:rsidRPr="001E78F5">
              <w:rPr>
                <w:rFonts w:ascii="Arial" w:eastAsia="Arial" w:hAnsi="Arial" w:cs="Arial"/>
                <w:b/>
                <w:sz w:val="18"/>
                <w:szCs w:val="18"/>
              </w:rPr>
              <w:t>CONSEQUÊNCIA</w:t>
            </w:r>
            <w:r w:rsidRPr="001E78F5">
              <w:rPr>
                <w:rFonts w:ascii="Arial" w:eastAsia="Arial" w:hAnsi="Arial" w:cs="Arial"/>
                <w:sz w:val="18"/>
                <w:szCs w:val="18"/>
              </w:rPr>
              <w:t xml:space="preserve"> </w:t>
            </w:r>
          </w:p>
        </w:tc>
      </w:tr>
      <w:tr w:rsidR="00203768" w:rsidRPr="001E78F5" w14:paraId="53642803" w14:textId="77777777" w:rsidTr="002A1878">
        <w:trPr>
          <w:trHeight w:val="1567"/>
        </w:trPr>
        <w:tc>
          <w:tcPr>
            <w:tcW w:w="665" w:type="dxa"/>
            <w:tcBorders>
              <w:top w:val="double" w:sz="6" w:space="0" w:color="000000"/>
              <w:left w:val="double" w:sz="6" w:space="0" w:color="000000"/>
              <w:bottom w:val="double" w:sz="6" w:space="0" w:color="000000"/>
              <w:right w:val="double" w:sz="6" w:space="0" w:color="000000"/>
            </w:tcBorders>
            <w:vAlign w:val="center"/>
          </w:tcPr>
          <w:p w14:paraId="62A7FD20" w14:textId="77777777" w:rsidR="00203768" w:rsidRPr="001E78F5" w:rsidRDefault="00203768" w:rsidP="002A1878">
            <w:pPr>
              <w:ind w:left="96"/>
              <w:rPr>
                <w:sz w:val="18"/>
                <w:szCs w:val="18"/>
              </w:rPr>
            </w:pPr>
            <w:r w:rsidRPr="001E78F5">
              <w:rPr>
                <w:rFonts w:ascii="Arial" w:eastAsia="Arial" w:hAnsi="Arial" w:cs="Arial"/>
                <w:sz w:val="18"/>
                <w:szCs w:val="18"/>
              </w:rPr>
              <w:lastRenderedPageBreak/>
              <w:t xml:space="preserve">01 </w:t>
            </w:r>
          </w:p>
        </w:tc>
        <w:tc>
          <w:tcPr>
            <w:tcW w:w="2980" w:type="dxa"/>
            <w:tcBorders>
              <w:top w:val="double" w:sz="6" w:space="0" w:color="000000"/>
              <w:left w:val="double" w:sz="6" w:space="0" w:color="000000"/>
              <w:bottom w:val="double" w:sz="6" w:space="0" w:color="000000"/>
              <w:right w:val="double" w:sz="6" w:space="0" w:color="000000"/>
            </w:tcBorders>
            <w:vAlign w:val="center"/>
          </w:tcPr>
          <w:p w14:paraId="61A68DA3" w14:textId="77777777" w:rsidR="00203768" w:rsidRPr="001E78F5" w:rsidRDefault="00203768" w:rsidP="002A1878">
            <w:pPr>
              <w:ind w:right="45"/>
              <w:jc w:val="center"/>
              <w:rPr>
                <w:sz w:val="18"/>
                <w:szCs w:val="18"/>
              </w:rPr>
            </w:pPr>
            <w:r w:rsidRPr="001E78F5">
              <w:rPr>
                <w:rFonts w:ascii="Arial" w:eastAsia="Arial" w:hAnsi="Arial" w:cs="Arial"/>
                <w:sz w:val="18"/>
                <w:szCs w:val="18"/>
              </w:rPr>
              <w:t xml:space="preserve">Falta de fluxo de caixa. </w:t>
            </w:r>
          </w:p>
        </w:tc>
        <w:tc>
          <w:tcPr>
            <w:tcW w:w="3260" w:type="dxa"/>
            <w:tcBorders>
              <w:top w:val="double" w:sz="6" w:space="0" w:color="000000"/>
              <w:left w:val="double" w:sz="6" w:space="0" w:color="000000"/>
              <w:bottom w:val="double" w:sz="6" w:space="0" w:color="000000"/>
              <w:right w:val="double" w:sz="6" w:space="0" w:color="000000"/>
            </w:tcBorders>
          </w:tcPr>
          <w:p w14:paraId="4D949E53" w14:textId="77777777" w:rsidR="00203768" w:rsidRPr="001E78F5" w:rsidRDefault="00203768" w:rsidP="002A1878">
            <w:pPr>
              <w:ind w:left="211" w:firstLine="91"/>
              <w:rPr>
                <w:sz w:val="18"/>
                <w:szCs w:val="18"/>
              </w:rPr>
            </w:pPr>
            <w:r w:rsidRPr="001E78F5">
              <w:rPr>
                <w:rFonts w:ascii="Arial" w:eastAsia="Arial" w:hAnsi="Arial" w:cs="Arial"/>
                <w:sz w:val="18"/>
                <w:szCs w:val="18"/>
              </w:rPr>
              <w:t xml:space="preserve">Empresa contratada não realizando pagamento dos </w:t>
            </w:r>
          </w:p>
          <w:p w14:paraId="598AB682" w14:textId="77777777" w:rsidR="00203768" w:rsidRPr="001E78F5" w:rsidRDefault="00203768" w:rsidP="002A1878">
            <w:pPr>
              <w:ind w:right="48"/>
              <w:jc w:val="center"/>
              <w:rPr>
                <w:sz w:val="18"/>
                <w:szCs w:val="18"/>
              </w:rPr>
            </w:pPr>
            <w:r w:rsidRPr="001E78F5">
              <w:rPr>
                <w:rFonts w:ascii="Arial" w:eastAsia="Arial" w:hAnsi="Arial" w:cs="Arial"/>
                <w:sz w:val="18"/>
                <w:szCs w:val="18"/>
              </w:rPr>
              <w:t xml:space="preserve">funcionários terceirizados. </w:t>
            </w:r>
          </w:p>
          <w:p w14:paraId="398889B2" w14:textId="77777777" w:rsidR="00203768" w:rsidRPr="001E78F5" w:rsidRDefault="00203768" w:rsidP="002A1878">
            <w:pPr>
              <w:ind w:left="13"/>
              <w:jc w:val="center"/>
              <w:rPr>
                <w:sz w:val="18"/>
                <w:szCs w:val="18"/>
              </w:rPr>
            </w:pPr>
            <w:r w:rsidRPr="001E78F5">
              <w:rPr>
                <w:rFonts w:ascii="Arial" w:eastAsia="Arial" w:hAnsi="Arial" w:cs="Arial"/>
                <w:sz w:val="18"/>
                <w:szCs w:val="18"/>
              </w:rPr>
              <w:t xml:space="preserve"> </w:t>
            </w:r>
          </w:p>
          <w:p w14:paraId="46173DCB" w14:textId="77777777" w:rsidR="00203768" w:rsidRPr="001E78F5" w:rsidRDefault="00203768" w:rsidP="002A1878">
            <w:pPr>
              <w:ind w:left="13"/>
              <w:jc w:val="center"/>
              <w:rPr>
                <w:sz w:val="18"/>
                <w:szCs w:val="18"/>
              </w:rPr>
            </w:pPr>
            <w:r w:rsidRPr="001E78F5">
              <w:rPr>
                <w:rFonts w:ascii="Arial" w:eastAsia="Arial" w:hAnsi="Arial" w:cs="Arial"/>
                <w:sz w:val="18"/>
                <w:szCs w:val="18"/>
              </w:rPr>
              <w:t xml:space="preserve"> </w:t>
            </w:r>
          </w:p>
          <w:p w14:paraId="04AA5D35" w14:textId="77777777" w:rsidR="00203768" w:rsidRPr="001E78F5" w:rsidRDefault="00203768" w:rsidP="002A1878">
            <w:pPr>
              <w:ind w:left="13"/>
              <w:jc w:val="center"/>
              <w:rPr>
                <w:sz w:val="18"/>
                <w:szCs w:val="18"/>
              </w:rPr>
            </w:pPr>
            <w:r w:rsidRPr="001E78F5">
              <w:rPr>
                <w:rFonts w:ascii="Arial" w:eastAsia="Arial" w:hAnsi="Arial" w:cs="Arial"/>
                <w:sz w:val="18"/>
                <w:szCs w:val="18"/>
              </w:rPr>
              <w:t xml:space="preserve"> </w:t>
            </w:r>
          </w:p>
        </w:tc>
        <w:tc>
          <w:tcPr>
            <w:tcW w:w="2901" w:type="dxa"/>
            <w:tcBorders>
              <w:top w:val="double" w:sz="6" w:space="0" w:color="000000"/>
              <w:left w:val="double" w:sz="6" w:space="0" w:color="000000"/>
              <w:bottom w:val="double" w:sz="6" w:space="0" w:color="000000"/>
              <w:right w:val="double" w:sz="6" w:space="0" w:color="000000"/>
            </w:tcBorders>
            <w:vAlign w:val="center"/>
          </w:tcPr>
          <w:p w14:paraId="16C6602C" w14:textId="77777777" w:rsidR="00203768" w:rsidRPr="001E78F5" w:rsidRDefault="00203768" w:rsidP="002A1878">
            <w:pPr>
              <w:jc w:val="center"/>
              <w:rPr>
                <w:sz w:val="18"/>
                <w:szCs w:val="18"/>
              </w:rPr>
            </w:pPr>
            <w:r w:rsidRPr="001E78F5">
              <w:rPr>
                <w:rFonts w:ascii="Arial" w:eastAsia="Arial" w:hAnsi="Arial" w:cs="Arial"/>
                <w:sz w:val="18"/>
                <w:szCs w:val="18"/>
              </w:rPr>
              <w:t xml:space="preserve">Risco de os funcionários pararem de prestar o serviço. </w:t>
            </w:r>
          </w:p>
        </w:tc>
      </w:tr>
      <w:tr w:rsidR="00203768" w:rsidRPr="001E78F5" w14:paraId="2DF3C38E" w14:textId="77777777" w:rsidTr="002A1878">
        <w:trPr>
          <w:trHeight w:val="551"/>
        </w:trPr>
        <w:tc>
          <w:tcPr>
            <w:tcW w:w="9806" w:type="dxa"/>
            <w:gridSpan w:val="4"/>
            <w:tcBorders>
              <w:top w:val="double" w:sz="6" w:space="0" w:color="000000"/>
              <w:left w:val="double" w:sz="6" w:space="0" w:color="000000"/>
              <w:bottom w:val="double" w:sz="6" w:space="0" w:color="000000"/>
              <w:right w:val="double" w:sz="6" w:space="0" w:color="000000"/>
            </w:tcBorders>
            <w:shd w:val="clear" w:color="auto" w:fill="DBDBDB"/>
          </w:tcPr>
          <w:p w14:paraId="445FE57D" w14:textId="1B03BF58" w:rsidR="00203768" w:rsidRPr="001E78F5" w:rsidRDefault="00203768" w:rsidP="002A1878">
            <w:pPr>
              <w:rPr>
                <w:sz w:val="18"/>
                <w:szCs w:val="18"/>
              </w:rPr>
            </w:pPr>
            <w:r w:rsidRPr="001E78F5">
              <w:rPr>
                <w:rFonts w:ascii="Arial" w:eastAsia="Arial" w:hAnsi="Arial" w:cs="Arial"/>
                <w:b/>
                <w:sz w:val="18"/>
                <w:szCs w:val="18"/>
              </w:rPr>
              <w:t xml:space="preserve">RISCO </w:t>
            </w:r>
            <w:r w:rsidR="004536A6" w:rsidRPr="001E78F5">
              <w:rPr>
                <w:rFonts w:ascii="Arial" w:eastAsia="Arial" w:hAnsi="Arial" w:cs="Arial"/>
                <w:b/>
                <w:sz w:val="18"/>
                <w:szCs w:val="18"/>
              </w:rPr>
              <w:t xml:space="preserve">14.1.3.g </w:t>
            </w:r>
            <w:r w:rsidRPr="001E78F5">
              <w:rPr>
                <w:rFonts w:ascii="Arial" w:eastAsia="Arial" w:hAnsi="Arial" w:cs="Arial"/>
                <w:b/>
                <w:sz w:val="18"/>
                <w:szCs w:val="18"/>
              </w:rPr>
              <w:t>A CONTRATADA DEIXA DE PROVIDENCIAR E ENTREGAR OS UNIFORMES DENTRO DOS PADRÕES E PRAZOS EXIGIDOS.</w:t>
            </w:r>
            <w:r w:rsidRPr="001E78F5">
              <w:rPr>
                <w:rFonts w:ascii="Arial" w:eastAsia="Arial" w:hAnsi="Arial" w:cs="Arial"/>
                <w:sz w:val="18"/>
                <w:szCs w:val="18"/>
              </w:rPr>
              <w:t xml:space="preserve"> </w:t>
            </w:r>
          </w:p>
        </w:tc>
      </w:tr>
      <w:tr w:rsidR="00203768" w:rsidRPr="001E78F5" w14:paraId="2D067F84" w14:textId="77777777" w:rsidTr="002A1878">
        <w:trPr>
          <w:trHeight w:val="293"/>
        </w:trPr>
        <w:tc>
          <w:tcPr>
            <w:tcW w:w="665" w:type="dxa"/>
            <w:tcBorders>
              <w:top w:val="double" w:sz="6" w:space="0" w:color="000000"/>
              <w:left w:val="double" w:sz="6" w:space="0" w:color="000000"/>
              <w:bottom w:val="double" w:sz="6" w:space="0" w:color="000000"/>
              <w:right w:val="double" w:sz="6" w:space="0" w:color="000000"/>
            </w:tcBorders>
            <w:shd w:val="clear" w:color="auto" w:fill="DBDBDB"/>
          </w:tcPr>
          <w:p w14:paraId="7BA1DB93" w14:textId="77777777" w:rsidR="00203768" w:rsidRPr="001E78F5" w:rsidRDefault="00203768" w:rsidP="002A1878">
            <w:pPr>
              <w:ind w:right="40"/>
              <w:jc w:val="center"/>
              <w:rPr>
                <w:sz w:val="18"/>
                <w:szCs w:val="18"/>
              </w:rPr>
            </w:pPr>
            <w:r w:rsidRPr="001E78F5">
              <w:rPr>
                <w:rFonts w:ascii="Arial" w:eastAsia="Arial" w:hAnsi="Arial" w:cs="Arial"/>
                <w:b/>
                <w:sz w:val="18"/>
                <w:szCs w:val="18"/>
              </w:rPr>
              <w:t xml:space="preserve">ID </w:t>
            </w:r>
            <w:r w:rsidRPr="001E78F5">
              <w:rPr>
                <w:rFonts w:ascii="Arial" w:eastAsia="Arial" w:hAnsi="Arial" w:cs="Arial"/>
                <w:sz w:val="18"/>
                <w:szCs w:val="18"/>
              </w:rPr>
              <w:t xml:space="preserve"> </w:t>
            </w:r>
          </w:p>
        </w:tc>
        <w:tc>
          <w:tcPr>
            <w:tcW w:w="2980" w:type="dxa"/>
            <w:tcBorders>
              <w:top w:val="double" w:sz="6" w:space="0" w:color="000000"/>
              <w:left w:val="double" w:sz="6" w:space="0" w:color="000000"/>
              <w:bottom w:val="double" w:sz="6" w:space="0" w:color="000000"/>
              <w:right w:val="double" w:sz="6" w:space="0" w:color="000000"/>
            </w:tcBorders>
            <w:shd w:val="clear" w:color="auto" w:fill="DBDBDB"/>
          </w:tcPr>
          <w:p w14:paraId="0B719110" w14:textId="77777777" w:rsidR="00203768" w:rsidRPr="001E78F5" w:rsidRDefault="00203768" w:rsidP="002A1878">
            <w:pPr>
              <w:ind w:right="45"/>
              <w:jc w:val="center"/>
              <w:rPr>
                <w:sz w:val="18"/>
                <w:szCs w:val="18"/>
              </w:rPr>
            </w:pPr>
            <w:r w:rsidRPr="001E78F5">
              <w:rPr>
                <w:rFonts w:ascii="Arial" w:eastAsia="Arial" w:hAnsi="Arial" w:cs="Arial"/>
                <w:b/>
                <w:sz w:val="18"/>
                <w:szCs w:val="18"/>
              </w:rPr>
              <w:t xml:space="preserve">CAUSA </w:t>
            </w:r>
            <w:r w:rsidRPr="001E78F5">
              <w:rPr>
                <w:rFonts w:ascii="Arial" w:eastAsia="Arial" w:hAnsi="Arial" w:cs="Arial"/>
                <w:sz w:val="18"/>
                <w:szCs w:val="18"/>
              </w:rPr>
              <w:t xml:space="preserve"> </w:t>
            </w:r>
          </w:p>
        </w:tc>
        <w:tc>
          <w:tcPr>
            <w:tcW w:w="3260" w:type="dxa"/>
            <w:tcBorders>
              <w:top w:val="double" w:sz="6" w:space="0" w:color="000000"/>
              <w:left w:val="double" w:sz="6" w:space="0" w:color="000000"/>
              <w:bottom w:val="double" w:sz="6" w:space="0" w:color="000000"/>
              <w:right w:val="double" w:sz="6" w:space="0" w:color="000000"/>
            </w:tcBorders>
            <w:shd w:val="clear" w:color="auto" w:fill="DBDBDB"/>
          </w:tcPr>
          <w:p w14:paraId="1ED6D3A1" w14:textId="77777777" w:rsidR="00203768" w:rsidRPr="001E78F5" w:rsidRDefault="00203768" w:rsidP="002A1878">
            <w:pPr>
              <w:ind w:right="54"/>
              <w:jc w:val="center"/>
              <w:rPr>
                <w:sz w:val="18"/>
                <w:szCs w:val="18"/>
              </w:rPr>
            </w:pPr>
            <w:r w:rsidRPr="001E78F5">
              <w:rPr>
                <w:rFonts w:ascii="Arial" w:eastAsia="Arial" w:hAnsi="Arial" w:cs="Arial"/>
                <w:b/>
                <w:sz w:val="18"/>
                <w:szCs w:val="18"/>
              </w:rPr>
              <w:t>FATO</w:t>
            </w:r>
            <w:r w:rsidRPr="001E78F5">
              <w:rPr>
                <w:rFonts w:ascii="Arial" w:eastAsia="Arial" w:hAnsi="Arial" w:cs="Arial"/>
                <w:sz w:val="18"/>
                <w:szCs w:val="18"/>
              </w:rPr>
              <w:t xml:space="preserve"> </w:t>
            </w:r>
          </w:p>
        </w:tc>
        <w:tc>
          <w:tcPr>
            <w:tcW w:w="2901" w:type="dxa"/>
            <w:tcBorders>
              <w:top w:val="double" w:sz="6" w:space="0" w:color="000000"/>
              <w:left w:val="double" w:sz="6" w:space="0" w:color="000000"/>
              <w:bottom w:val="double" w:sz="6" w:space="0" w:color="000000"/>
              <w:right w:val="double" w:sz="6" w:space="0" w:color="000000"/>
            </w:tcBorders>
            <w:shd w:val="clear" w:color="auto" w:fill="DBDBDB"/>
          </w:tcPr>
          <w:p w14:paraId="32817F89" w14:textId="77777777" w:rsidR="00203768" w:rsidRPr="001E78F5" w:rsidRDefault="00203768" w:rsidP="002A1878">
            <w:pPr>
              <w:ind w:right="35"/>
              <w:jc w:val="center"/>
              <w:rPr>
                <w:sz w:val="18"/>
                <w:szCs w:val="18"/>
              </w:rPr>
            </w:pPr>
            <w:r w:rsidRPr="001E78F5">
              <w:rPr>
                <w:rFonts w:ascii="Arial" w:eastAsia="Arial" w:hAnsi="Arial" w:cs="Arial"/>
                <w:b/>
                <w:sz w:val="18"/>
                <w:szCs w:val="18"/>
              </w:rPr>
              <w:t>CONSEQUÊNCIA</w:t>
            </w:r>
            <w:r w:rsidRPr="001E78F5">
              <w:rPr>
                <w:rFonts w:ascii="Arial" w:eastAsia="Arial" w:hAnsi="Arial" w:cs="Arial"/>
                <w:sz w:val="18"/>
                <w:szCs w:val="18"/>
              </w:rPr>
              <w:t xml:space="preserve"> </w:t>
            </w:r>
          </w:p>
        </w:tc>
      </w:tr>
      <w:tr w:rsidR="00203768" w:rsidRPr="001E78F5" w14:paraId="6EDC1ACC" w14:textId="77777777" w:rsidTr="002A1878">
        <w:trPr>
          <w:trHeight w:val="1567"/>
        </w:trPr>
        <w:tc>
          <w:tcPr>
            <w:tcW w:w="665" w:type="dxa"/>
            <w:tcBorders>
              <w:top w:val="double" w:sz="6" w:space="0" w:color="000000"/>
              <w:left w:val="double" w:sz="6" w:space="0" w:color="000000"/>
              <w:bottom w:val="double" w:sz="6" w:space="0" w:color="000000"/>
              <w:right w:val="double" w:sz="6" w:space="0" w:color="000000"/>
            </w:tcBorders>
            <w:vAlign w:val="center"/>
          </w:tcPr>
          <w:p w14:paraId="6D56AF23" w14:textId="77777777" w:rsidR="00203768" w:rsidRPr="001E78F5" w:rsidRDefault="00203768" w:rsidP="002A1878">
            <w:pPr>
              <w:ind w:left="96"/>
              <w:rPr>
                <w:sz w:val="18"/>
                <w:szCs w:val="18"/>
              </w:rPr>
            </w:pPr>
            <w:r w:rsidRPr="001E78F5">
              <w:rPr>
                <w:rFonts w:ascii="Arial" w:eastAsia="Arial" w:hAnsi="Arial" w:cs="Arial"/>
                <w:sz w:val="18"/>
                <w:szCs w:val="18"/>
              </w:rPr>
              <w:t xml:space="preserve">01 </w:t>
            </w:r>
          </w:p>
        </w:tc>
        <w:tc>
          <w:tcPr>
            <w:tcW w:w="2980" w:type="dxa"/>
            <w:tcBorders>
              <w:top w:val="double" w:sz="6" w:space="0" w:color="000000"/>
              <w:left w:val="double" w:sz="6" w:space="0" w:color="000000"/>
              <w:bottom w:val="double" w:sz="6" w:space="0" w:color="000000"/>
              <w:right w:val="double" w:sz="6" w:space="0" w:color="000000"/>
            </w:tcBorders>
          </w:tcPr>
          <w:p w14:paraId="3189B6CB" w14:textId="77777777" w:rsidR="00203768" w:rsidRPr="001E78F5" w:rsidRDefault="00203768" w:rsidP="002A1878">
            <w:pPr>
              <w:spacing w:after="5" w:line="236" w:lineRule="auto"/>
              <w:jc w:val="center"/>
              <w:rPr>
                <w:sz w:val="18"/>
                <w:szCs w:val="18"/>
              </w:rPr>
            </w:pPr>
            <w:r w:rsidRPr="001E78F5">
              <w:rPr>
                <w:rFonts w:ascii="Arial" w:eastAsia="Arial" w:hAnsi="Arial" w:cs="Arial"/>
                <w:sz w:val="18"/>
                <w:szCs w:val="18"/>
              </w:rPr>
              <w:t xml:space="preserve">Falta de atenção às datas de entrega de uniforme </w:t>
            </w:r>
          </w:p>
          <w:p w14:paraId="0B3664F0" w14:textId="77777777" w:rsidR="00203768" w:rsidRPr="001E78F5" w:rsidRDefault="00203768" w:rsidP="002A1878">
            <w:pPr>
              <w:spacing w:after="2" w:line="238" w:lineRule="auto"/>
              <w:ind w:left="3" w:hanging="3"/>
              <w:jc w:val="center"/>
              <w:rPr>
                <w:sz w:val="18"/>
                <w:szCs w:val="18"/>
              </w:rPr>
            </w:pPr>
            <w:r w:rsidRPr="001E78F5">
              <w:rPr>
                <w:rFonts w:ascii="Arial" w:eastAsia="Arial" w:hAnsi="Arial" w:cs="Arial"/>
                <w:sz w:val="18"/>
                <w:szCs w:val="18"/>
              </w:rPr>
              <w:t xml:space="preserve">pela empresa ou qualquer outro motivo para não realizar a entrega. </w:t>
            </w:r>
          </w:p>
          <w:p w14:paraId="40CB00D6" w14:textId="77777777" w:rsidR="00203768" w:rsidRPr="001E78F5" w:rsidRDefault="00203768" w:rsidP="002A1878">
            <w:pPr>
              <w:ind w:left="11"/>
              <w:jc w:val="center"/>
              <w:rPr>
                <w:sz w:val="18"/>
                <w:szCs w:val="18"/>
              </w:rPr>
            </w:pPr>
            <w:r w:rsidRPr="001E78F5">
              <w:rPr>
                <w:rFonts w:ascii="Arial" w:eastAsia="Arial" w:hAnsi="Arial" w:cs="Arial"/>
                <w:sz w:val="18"/>
                <w:szCs w:val="18"/>
              </w:rPr>
              <w:t xml:space="preserve"> </w:t>
            </w:r>
          </w:p>
        </w:tc>
        <w:tc>
          <w:tcPr>
            <w:tcW w:w="3260" w:type="dxa"/>
            <w:tcBorders>
              <w:top w:val="double" w:sz="6" w:space="0" w:color="000000"/>
              <w:left w:val="double" w:sz="6" w:space="0" w:color="000000"/>
              <w:bottom w:val="double" w:sz="6" w:space="0" w:color="000000"/>
              <w:right w:val="double" w:sz="6" w:space="0" w:color="000000"/>
            </w:tcBorders>
            <w:vAlign w:val="center"/>
          </w:tcPr>
          <w:p w14:paraId="46EBEDAE" w14:textId="77777777" w:rsidR="00203768" w:rsidRPr="001E78F5" w:rsidRDefault="00203768" w:rsidP="002A1878">
            <w:pPr>
              <w:jc w:val="center"/>
              <w:rPr>
                <w:sz w:val="18"/>
                <w:szCs w:val="18"/>
              </w:rPr>
            </w:pPr>
            <w:r w:rsidRPr="001E78F5">
              <w:rPr>
                <w:rFonts w:ascii="Arial" w:eastAsia="Arial" w:hAnsi="Arial" w:cs="Arial"/>
                <w:sz w:val="18"/>
                <w:szCs w:val="18"/>
              </w:rPr>
              <w:t xml:space="preserve">Uniformes não entregues aos funcionários </w:t>
            </w:r>
          </w:p>
        </w:tc>
        <w:tc>
          <w:tcPr>
            <w:tcW w:w="2901" w:type="dxa"/>
            <w:tcBorders>
              <w:top w:val="double" w:sz="6" w:space="0" w:color="000000"/>
              <w:left w:val="double" w:sz="6" w:space="0" w:color="000000"/>
              <w:bottom w:val="double" w:sz="6" w:space="0" w:color="000000"/>
              <w:right w:val="double" w:sz="6" w:space="0" w:color="000000"/>
            </w:tcBorders>
            <w:vAlign w:val="center"/>
          </w:tcPr>
          <w:p w14:paraId="640A012E" w14:textId="77777777" w:rsidR="00203768" w:rsidRPr="001E78F5" w:rsidRDefault="00203768" w:rsidP="002A1878">
            <w:pPr>
              <w:ind w:left="21" w:right="2"/>
              <w:jc w:val="center"/>
              <w:rPr>
                <w:sz w:val="18"/>
                <w:szCs w:val="18"/>
              </w:rPr>
            </w:pPr>
            <w:r w:rsidRPr="001E78F5">
              <w:rPr>
                <w:rFonts w:ascii="Arial" w:eastAsia="Arial" w:hAnsi="Arial" w:cs="Arial"/>
                <w:sz w:val="18"/>
                <w:szCs w:val="18"/>
              </w:rPr>
              <w:t xml:space="preserve">Aplicação de penalidades à contratada. </w:t>
            </w:r>
          </w:p>
        </w:tc>
      </w:tr>
    </w:tbl>
    <w:p w14:paraId="0CFD0331" w14:textId="77777777" w:rsidR="00203768" w:rsidRPr="001E78F5" w:rsidRDefault="00203768" w:rsidP="00203768">
      <w:pPr>
        <w:spacing w:after="0"/>
        <w:ind w:left="10" w:right="-15" w:hanging="10"/>
        <w:jc w:val="right"/>
        <w:rPr>
          <w:sz w:val="18"/>
          <w:szCs w:val="18"/>
        </w:rPr>
      </w:pPr>
      <w:r w:rsidRPr="001E78F5">
        <w:rPr>
          <w:rFonts w:ascii="Arial" w:eastAsia="Arial" w:hAnsi="Arial" w:cs="Arial"/>
          <w:b/>
          <w:sz w:val="18"/>
          <w:szCs w:val="18"/>
        </w:rPr>
        <w:t xml:space="preserve">Tabela 5.1 - </w:t>
      </w:r>
      <w:r w:rsidRPr="001E78F5">
        <w:rPr>
          <w:rFonts w:ascii="Arial" w:eastAsia="Arial" w:hAnsi="Arial" w:cs="Arial"/>
          <w:sz w:val="18"/>
          <w:szCs w:val="18"/>
        </w:rPr>
        <w:t xml:space="preserve">Risco de ocorrência de eventos. </w:t>
      </w:r>
    </w:p>
    <w:tbl>
      <w:tblPr>
        <w:tblStyle w:val="TableGrid"/>
        <w:tblW w:w="9738" w:type="dxa"/>
        <w:tblInd w:w="-71" w:type="dxa"/>
        <w:tblCellMar>
          <w:top w:w="38" w:type="dxa"/>
          <w:left w:w="114" w:type="dxa"/>
          <w:right w:w="115" w:type="dxa"/>
        </w:tblCellMar>
        <w:tblLook w:val="04A0" w:firstRow="1" w:lastRow="0" w:firstColumn="1" w:lastColumn="0" w:noHBand="0" w:noVBand="1"/>
      </w:tblPr>
      <w:tblGrid>
        <w:gridCol w:w="2598"/>
        <w:gridCol w:w="7140"/>
      </w:tblGrid>
      <w:tr w:rsidR="00203768" w:rsidRPr="001E78F5" w14:paraId="56346579" w14:textId="77777777">
        <w:trPr>
          <w:trHeight w:val="773"/>
        </w:trPr>
        <w:tc>
          <w:tcPr>
            <w:tcW w:w="2598" w:type="dxa"/>
            <w:tcBorders>
              <w:top w:val="double" w:sz="12" w:space="0" w:color="000000"/>
              <w:left w:val="double" w:sz="12" w:space="0" w:color="000000"/>
              <w:bottom w:val="double" w:sz="12" w:space="0" w:color="000000"/>
              <w:right w:val="double" w:sz="12" w:space="0" w:color="000000"/>
            </w:tcBorders>
            <w:shd w:val="clear" w:color="auto" w:fill="BFBFBF"/>
          </w:tcPr>
          <w:p w14:paraId="617024AC" w14:textId="77777777" w:rsidR="00203768" w:rsidRPr="001E78F5" w:rsidRDefault="00203768" w:rsidP="002A1878">
            <w:pPr>
              <w:ind w:right="16"/>
              <w:jc w:val="center"/>
              <w:rPr>
                <w:sz w:val="18"/>
                <w:szCs w:val="18"/>
              </w:rPr>
            </w:pPr>
            <w:r w:rsidRPr="001E78F5">
              <w:rPr>
                <w:rFonts w:ascii="Arial" w:eastAsia="Arial" w:hAnsi="Arial" w:cs="Arial"/>
                <w:b/>
                <w:sz w:val="18"/>
                <w:szCs w:val="18"/>
              </w:rPr>
              <w:t xml:space="preserve">Probabilidade </w:t>
            </w:r>
          </w:p>
          <w:p w14:paraId="263BCB54" w14:textId="77777777" w:rsidR="00203768" w:rsidRPr="001E78F5" w:rsidRDefault="00203768" w:rsidP="002A1878">
            <w:pPr>
              <w:ind w:left="329" w:right="289"/>
              <w:jc w:val="center"/>
              <w:rPr>
                <w:sz w:val="18"/>
                <w:szCs w:val="18"/>
              </w:rPr>
            </w:pPr>
            <w:r w:rsidRPr="001E78F5">
              <w:rPr>
                <w:rFonts w:ascii="Arial" w:eastAsia="Arial" w:hAnsi="Arial" w:cs="Arial"/>
                <w:b/>
                <w:sz w:val="18"/>
                <w:szCs w:val="18"/>
              </w:rPr>
              <w:t>(Risco referencial)</w:t>
            </w:r>
            <w:r w:rsidRPr="001E78F5">
              <w:rPr>
                <w:rFonts w:ascii="Arial" w:eastAsia="Arial" w:hAnsi="Arial" w:cs="Arial"/>
                <w:sz w:val="18"/>
                <w:szCs w:val="18"/>
              </w:rPr>
              <w:t xml:space="preserve"> </w:t>
            </w:r>
          </w:p>
        </w:tc>
        <w:tc>
          <w:tcPr>
            <w:tcW w:w="7140" w:type="dxa"/>
            <w:tcBorders>
              <w:top w:val="double" w:sz="12" w:space="0" w:color="000000"/>
              <w:left w:val="double" w:sz="12" w:space="0" w:color="000000"/>
              <w:bottom w:val="double" w:sz="12" w:space="0" w:color="000000"/>
              <w:right w:val="double" w:sz="12" w:space="0" w:color="000000"/>
            </w:tcBorders>
            <w:shd w:val="clear" w:color="auto" w:fill="BFBFBF"/>
            <w:vAlign w:val="center"/>
          </w:tcPr>
          <w:p w14:paraId="5EF41E1F" w14:textId="77777777" w:rsidR="00203768" w:rsidRPr="001E78F5" w:rsidRDefault="00203768" w:rsidP="002A1878">
            <w:pPr>
              <w:ind w:left="17"/>
              <w:jc w:val="center"/>
              <w:rPr>
                <w:sz w:val="18"/>
                <w:szCs w:val="18"/>
              </w:rPr>
            </w:pPr>
            <w:r w:rsidRPr="001E78F5">
              <w:rPr>
                <w:rFonts w:ascii="Arial" w:eastAsia="Arial" w:hAnsi="Arial" w:cs="Arial"/>
                <w:b/>
                <w:sz w:val="18"/>
                <w:szCs w:val="18"/>
              </w:rPr>
              <w:t>OBSERVAÇÕES</w:t>
            </w:r>
            <w:r w:rsidRPr="001E78F5">
              <w:rPr>
                <w:rFonts w:ascii="Arial" w:eastAsia="Arial" w:hAnsi="Arial" w:cs="Arial"/>
                <w:sz w:val="18"/>
                <w:szCs w:val="18"/>
              </w:rPr>
              <w:t xml:space="preserve"> </w:t>
            </w:r>
          </w:p>
        </w:tc>
      </w:tr>
      <w:tr w:rsidR="00203768" w:rsidRPr="001E78F5" w14:paraId="111B1620" w14:textId="77777777">
        <w:trPr>
          <w:trHeight w:val="536"/>
        </w:trPr>
        <w:tc>
          <w:tcPr>
            <w:tcW w:w="2598" w:type="dxa"/>
            <w:tcBorders>
              <w:top w:val="double" w:sz="12" w:space="0" w:color="000000"/>
              <w:left w:val="double" w:sz="12" w:space="0" w:color="000000"/>
              <w:bottom w:val="double" w:sz="12" w:space="0" w:color="000000"/>
              <w:right w:val="double" w:sz="12" w:space="0" w:color="000000"/>
            </w:tcBorders>
            <w:vAlign w:val="center"/>
          </w:tcPr>
          <w:p w14:paraId="3325C779" w14:textId="77777777" w:rsidR="00203768" w:rsidRPr="001E78F5" w:rsidRDefault="00203768" w:rsidP="002A1878">
            <w:pPr>
              <w:ind w:right="9"/>
              <w:jc w:val="center"/>
              <w:rPr>
                <w:sz w:val="18"/>
                <w:szCs w:val="18"/>
              </w:rPr>
            </w:pPr>
            <w:r w:rsidRPr="001E78F5">
              <w:rPr>
                <w:rFonts w:ascii="Arial" w:eastAsia="Arial" w:hAnsi="Arial" w:cs="Arial"/>
                <w:sz w:val="18"/>
                <w:szCs w:val="18"/>
              </w:rPr>
              <w:t xml:space="preserve">Alta </w:t>
            </w:r>
          </w:p>
        </w:tc>
        <w:tc>
          <w:tcPr>
            <w:tcW w:w="7140" w:type="dxa"/>
            <w:tcBorders>
              <w:top w:val="double" w:sz="12" w:space="0" w:color="000000"/>
              <w:left w:val="double" w:sz="12" w:space="0" w:color="000000"/>
              <w:bottom w:val="double" w:sz="12" w:space="0" w:color="000000"/>
              <w:right w:val="double" w:sz="12" w:space="0" w:color="000000"/>
            </w:tcBorders>
            <w:vAlign w:val="center"/>
          </w:tcPr>
          <w:p w14:paraId="4B6231BE" w14:textId="77777777" w:rsidR="00203768" w:rsidRPr="001E78F5" w:rsidRDefault="00203768" w:rsidP="002A1878">
            <w:pPr>
              <w:rPr>
                <w:sz w:val="18"/>
                <w:szCs w:val="18"/>
              </w:rPr>
            </w:pPr>
            <w:r w:rsidRPr="001E78F5">
              <w:rPr>
                <w:rFonts w:ascii="Arial" w:eastAsia="Arial" w:hAnsi="Arial" w:cs="Arial"/>
                <w:sz w:val="18"/>
                <w:szCs w:val="18"/>
              </w:rPr>
              <w:t xml:space="preserve">A probabilidade de ocorrer é grande. </w:t>
            </w:r>
          </w:p>
        </w:tc>
      </w:tr>
      <w:tr w:rsidR="00203768" w:rsidRPr="001E78F5" w14:paraId="4EFFC88E" w14:textId="77777777">
        <w:trPr>
          <w:trHeight w:val="542"/>
        </w:trPr>
        <w:tc>
          <w:tcPr>
            <w:tcW w:w="2598" w:type="dxa"/>
            <w:tcBorders>
              <w:top w:val="double" w:sz="12" w:space="0" w:color="000000"/>
              <w:left w:val="double" w:sz="12" w:space="0" w:color="000000"/>
              <w:bottom w:val="double" w:sz="12" w:space="0" w:color="000000"/>
              <w:right w:val="double" w:sz="12" w:space="0" w:color="000000"/>
            </w:tcBorders>
            <w:vAlign w:val="center"/>
          </w:tcPr>
          <w:p w14:paraId="572C83C5" w14:textId="77777777" w:rsidR="00203768" w:rsidRPr="001E78F5" w:rsidRDefault="00203768" w:rsidP="002A1878">
            <w:pPr>
              <w:ind w:right="4"/>
              <w:jc w:val="center"/>
              <w:rPr>
                <w:sz w:val="18"/>
                <w:szCs w:val="18"/>
              </w:rPr>
            </w:pPr>
            <w:r w:rsidRPr="001E78F5">
              <w:rPr>
                <w:rFonts w:ascii="Arial" w:eastAsia="Arial" w:hAnsi="Arial" w:cs="Arial"/>
                <w:sz w:val="18"/>
                <w:szCs w:val="18"/>
              </w:rPr>
              <w:t xml:space="preserve">Média </w:t>
            </w:r>
          </w:p>
        </w:tc>
        <w:tc>
          <w:tcPr>
            <w:tcW w:w="7140" w:type="dxa"/>
            <w:tcBorders>
              <w:top w:val="double" w:sz="12" w:space="0" w:color="000000"/>
              <w:left w:val="double" w:sz="12" w:space="0" w:color="000000"/>
              <w:bottom w:val="double" w:sz="12" w:space="0" w:color="000000"/>
              <w:right w:val="double" w:sz="12" w:space="0" w:color="000000"/>
            </w:tcBorders>
            <w:vAlign w:val="center"/>
          </w:tcPr>
          <w:p w14:paraId="61C7F49B" w14:textId="77777777" w:rsidR="00203768" w:rsidRPr="001E78F5" w:rsidRDefault="00203768" w:rsidP="002A1878">
            <w:pPr>
              <w:rPr>
                <w:sz w:val="18"/>
                <w:szCs w:val="18"/>
              </w:rPr>
            </w:pPr>
            <w:r w:rsidRPr="001E78F5">
              <w:rPr>
                <w:rFonts w:ascii="Arial" w:eastAsia="Arial" w:hAnsi="Arial" w:cs="Arial"/>
                <w:sz w:val="18"/>
                <w:szCs w:val="18"/>
              </w:rPr>
              <w:t xml:space="preserve">As chances de ocorrer ou não são equivalentes. </w:t>
            </w:r>
          </w:p>
        </w:tc>
      </w:tr>
      <w:tr w:rsidR="00203768" w:rsidRPr="001E78F5" w14:paraId="0AA420C0" w14:textId="77777777">
        <w:trPr>
          <w:trHeight w:val="538"/>
        </w:trPr>
        <w:tc>
          <w:tcPr>
            <w:tcW w:w="2598" w:type="dxa"/>
            <w:tcBorders>
              <w:top w:val="double" w:sz="12" w:space="0" w:color="000000"/>
              <w:left w:val="double" w:sz="12" w:space="0" w:color="000000"/>
              <w:bottom w:val="double" w:sz="12" w:space="0" w:color="000000"/>
              <w:right w:val="double" w:sz="12" w:space="0" w:color="000000"/>
            </w:tcBorders>
            <w:vAlign w:val="center"/>
          </w:tcPr>
          <w:p w14:paraId="45BDDF27" w14:textId="77777777" w:rsidR="00203768" w:rsidRPr="001E78F5" w:rsidRDefault="00203768" w:rsidP="002A1878">
            <w:pPr>
              <w:ind w:right="9"/>
              <w:jc w:val="center"/>
              <w:rPr>
                <w:sz w:val="18"/>
                <w:szCs w:val="18"/>
              </w:rPr>
            </w:pPr>
            <w:r w:rsidRPr="001E78F5">
              <w:rPr>
                <w:rFonts w:ascii="Arial" w:eastAsia="Arial" w:hAnsi="Arial" w:cs="Arial"/>
                <w:sz w:val="18"/>
                <w:szCs w:val="18"/>
              </w:rPr>
              <w:t xml:space="preserve">Baixa </w:t>
            </w:r>
          </w:p>
        </w:tc>
        <w:tc>
          <w:tcPr>
            <w:tcW w:w="7140" w:type="dxa"/>
            <w:tcBorders>
              <w:top w:val="double" w:sz="12" w:space="0" w:color="000000"/>
              <w:left w:val="double" w:sz="12" w:space="0" w:color="000000"/>
              <w:bottom w:val="double" w:sz="12" w:space="0" w:color="000000"/>
              <w:right w:val="double" w:sz="12" w:space="0" w:color="000000"/>
            </w:tcBorders>
            <w:vAlign w:val="center"/>
          </w:tcPr>
          <w:p w14:paraId="2026C6C4" w14:textId="77777777" w:rsidR="00203768" w:rsidRPr="001E78F5" w:rsidRDefault="00203768" w:rsidP="002A1878">
            <w:pPr>
              <w:rPr>
                <w:sz w:val="18"/>
                <w:szCs w:val="18"/>
              </w:rPr>
            </w:pPr>
            <w:r w:rsidRPr="001E78F5">
              <w:rPr>
                <w:rFonts w:ascii="Arial" w:eastAsia="Arial" w:hAnsi="Arial" w:cs="Arial"/>
                <w:sz w:val="18"/>
                <w:szCs w:val="18"/>
              </w:rPr>
              <w:t xml:space="preserve">A probabilidade de ocorrer é pequena. </w:t>
            </w:r>
          </w:p>
        </w:tc>
      </w:tr>
    </w:tbl>
    <w:tbl>
      <w:tblPr>
        <w:tblStyle w:val="TableGrid"/>
        <w:tblpPr w:vertAnchor="page" w:horzAnchor="margin" w:tblpY="2686"/>
        <w:tblOverlap w:val="never"/>
        <w:tblW w:w="9806" w:type="dxa"/>
        <w:tblInd w:w="0" w:type="dxa"/>
        <w:tblCellMar>
          <w:top w:w="16" w:type="dxa"/>
          <w:left w:w="109" w:type="dxa"/>
          <w:right w:w="80" w:type="dxa"/>
        </w:tblCellMar>
        <w:tblLook w:val="04A0" w:firstRow="1" w:lastRow="0" w:firstColumn="1" w:lastColumn="0" w:noHBand="0" w:noVBand="1"/>
      </w:tblPr>
      <w:tblGrid>
        <w:gridCol w:w="665"/>
        <w:gridCol w:w="2980"/>
        <w:gridCol w:w="3260"/>
        <w:gridCol w:w="2901"/>
      </w:tblGrid>
      <w:tr w:rsidR="00203768" w:rsidRPr="001E78F5" w14:paraId="0AA494B3" w14:textId="77777777" w:rsidTr="00812C24">
        <w:trPr>
          <w:trHeight w:val="548"/>
        </w:trPr>
        <w:tc>
          <w:tcPr>
            <w:tcW w:w="9806" w:type="dxa"/>
            <w:gridSpan w:val="4"/>
            <w:tcBorders>
              <w:top w:val="double" w:sz="6" w:space="0" w:color="000000"/>
              <w:left w:val="double" w:sz="6" w:space="0" w:color="000000"/>
              <w:bottom w:val="double" w:sz="6" w:space="0" w:color="000000"/>
              <w:right w:val="double" w:sz="6" w:space="0" w:color="000000"/>
            </w:tcBorders>
            <w:shd w:val="clear" w:color="auto" w:fill="DBDBDB"/>
          </w:tcPr>
          <w:p w14:paraId="55892D88" w14:textId="26EF14F4" w:rsidR="00203768" w:rsidRPr="001E78F5" w:rsidRDefault="00203768" w:rsidP="00812C24">
            <w:pPr>
              <w:rPr>
                <w:sz w:val="18"/>
                <w:szCs w:val="18"/>
              </w:rPr>
            </w:pPr>
            <w:r w:rsidRPr="001E78F5">
              <w:rPr>
                <w:rFonts w:ascii="Arial" w:eastAsia="Arial" w:hAnsi="Arial" w:cs="Arial"/>
                <w:b/>
                <w:sz w:val="18"/>
                <w:szCs w:val="18"/>
              </w:rPr>
              <w:lastRenderedPageBreak/>
              <w:t xml:space="preserve">RISCO </w:t>
            </w:r>
            <w:proofErr w:type="gramStart"/>
            <w:r w:rsidR="004536A6" w:rsidRPr="001E78F5">
              <w:rPr>
                <w:rFonts w:ascii="Arial" w:eastAsia="Arial" w:hAnsi="Arial" w:cs="Arial"/>
                <w:b/>
                <w:sz w:val="18"/>
                <w:szCs w:val="18"/>
              </w:rPr>
              <w:t xml:space="preserve">14.1.3.h </w:t>
            </w:r>
            <w:r w:rsidRPr="001E78F5">
              <w:rPr>
                <w:rFonts w:ascii="Arial" w:eastAsia="Arial" w:hAnsi="Arial" w:cs="Arial"/>
                <w:b/>
                <w:sz w:val="18"/>
                <w:szCs w:val="18"/>
              </w:rPr>
              <w:t>.</w:t>
            </w:r>
            <w:proofErr w:type="gramEnd"/>
            <w:r w:rsidRPr="001E78F5">
              <w:rPr>
                <w:rFonts w:ascii="Arial" w:eastAsia="Arial" w:hAnsi="Arial" w:cs="Arial"/>
                <w:b/>
                <w:sz w:val="18"/>
                <w:szCs w:val="18"/>
              </w:rPr>
              <w:t xml:space="preserve"> A CONTRATADA NÃO REALIZA O PAGAMENTO DE FGTS OU INSS DOS FUNCIONÁRIOS</w:t>
            </w:r>
            <w:r w:rsidRPr="001E78F5">
              <w:rPr>
                <w:rFonts w:ascii="Arial" w:eastAsia="Arial" w:hAnsi="Arial" w:cs="Arial"/>
                <w:sz w:val="18"/>
                <w:szCs w:val="18"/>
              </w:rPr>
              <w:t xml:space="preserve"> </w:t>
            </w:r>
          </w:p>
        </w:tc>
      </w:tr>
      <w:tr w:rsidR="00203768" w:rsidRPr="001E78F5" w14:paraId="08CF08C5" w14:textId="77777777" w:rsidTr="00812C24">
        <w:trPr>
          <w:trHeight w:val="296"/>
        </w:trPr>
        <w:tc>
          <w:tcPr>
            <w:tcW w:w="665" w:type="dxa"/>
            <w:tcBorders>
              <w:top w:val="double" w:sz="6" w:space="0" w:color="000000"/>
              <w:left w:val="double" w:sz="6" w:space="0" w:color="000000"/>
              <w:bottom w:val="double" w:sz="6" w:space="0" w:color="000000"/>
              <w:right w:val="double" w:sz="6" w:space="0" w:color="000000"/>
            </w:tcBorders>
            <w:shd w:val="clear" w:color="auto" w:fill="DBDBDB"/>
          </w:tcPr>
          <w:p w14:paraId="66E945C8" w14:textId="77777777" w:rsidR="00203768" w:rsidRPr="001E78F5" w:rsidRDefault="00203768" w:rsidP="00812C24">
            <w:pPr>
              <w:ind w:right="39"/>
              <w:jc w:val="center"/>
              <w:rPr>
                <w:sz w:val="18"/>
                <w:szCs w:val="18"/>
              </w:rPr>
            </w:pPr>
            <w:r w:rsidRPr="001E78F5">
              <w:rPr>
                <w:rFonts w:ascii="Arial" w:eastAsia="Arial" w:hAnsi="Arial" w:cs="Arial"/>
                <w:b/>
                <w:sz w:val="18"/>
                <w:szCs w:val="18"/>
              </w:rPr>
              <w:t xml:space="preserve">ID </w:t>
            </w:r>
            <w:r w:rsidRPr="001E78F5">
              <w:rPr>
                <w:rFonts w:ascii="Arial" w:eastAsia="Arial" w:hAnsi="Arial" w:cs="Arial"/>
                <w:sz w:val="18"/>
                <w:szCs w:val="18"/>
              </w:rPr>
              <w:t xml:space="preserve"> </w:t>
            </w:r>
          </w:p>
        </w:tc>
        <w:tc>
          <w:tcPr>
            <w:tcW w:w="2980" w:type="dxa"/>
            <w:tcBorders>
              <w:top w:val="double" w:sz="6" w:space="0" w:color="000000"/>
              <w:left w:val="double" w:sz="6" w:space="0" w:color="000000"/>
              <w:bottom w:val="double" w:sz="6" w:space="0" w:color="000000"/>
              <w:right w:val="double" w:sz="6" w:space="0" w:color="000000"/>
            </w:tcBorders>
            <w:shd w:val="clear" w:color="auto" w:fill="DBDBDB"/>
          </w:tcPr>
          <w:p w14:paraId="1E26F0AF" w14:textId="77777777" w:rsidR="00203768" w:rsidRPr="001E78F5" w:rsidRDefault="00203768" w:rsidP="00812C24">
            <w:pPr>
              <w:ind w:right="44"/>
              <w:jc w:val="center"/>
              <w:rPr>
                <w:sz w:val="18"/>
                <w:szCs w:val="18"/>
              </w:rPr>
            </w:pPr>
            <w:r w:rsidRPr="001E78F5">
              <w:rPr>
                <w:rFonts w:ascii="Arial" w:eastAsia="Arial" w:hAnsi="Arial" w:cs="Arial"/>
                <w:b/>
                <w:sz w:val="18"/>
                <w:szCs w:val="18"/>
              </w:rPr>
              <w:t xml:space="preserve">CAUSA </w:t>
            </w:r>
            <w:r w:rsidRPr="001E78F5">
              <w:rPr>
                <w:rFonts w:ascii="Arial" w:eastAsia="Arial" w:hAnsi="Arial" w:cs="Arial"/>
                <w:sz w:val="18"/>
                <w:szCs w:val="18"/>
              </w:rPr>
              <w:t xml:space="preserve"> </w:t>
            </w:r>
          </w:p>
        </w:tc>
        <w:tc>
          <w:tcPr>
            <w:tcW w:w="3260" w:type="dxa"/>
            <w:tcBorders>
              <w:top w:val="double" w:sz="6" w:space="0" w:color="000000"/>
              <w:left w:val="double" w:sz="6" w:space="0" w:color="000000"/>
              <w:bottom w:val="double" w:sz="6" w:space="0" w:color="000000"/>
              <w:right w:val="double" w:sz="6" w:space="0" w:color="000000"/>
            </w:tcBorders>
            <w:shd w:val="clear" w:color="auto" w:fill="DBDBDB"/>
          </w:tcPr>
          <w:p w14:paraId="56EC3A0C" w14:textId="77777777" w:rsidR="00203768" w:rsidRPr="001E78F5" w:rsidRDefault="00203768" w:rsidP="00812C24">
            <w:pPr>
              <w:ind w:right="54"/>
              <w:jc w:val="center"/>
              <w:rPr>
                <w:sz w:val="18"/>
                <w:szCs w:val="18"/>
              </w:rPr>
            </w:pPr>
            <w:r w:rsidRPr="001E78F5">
              <w:rPr>
                <w:rFonts w:ascii="Arial" w:eastAsia="Arial" w:hAnsi="Arial" w:cs="Arial"/>
                <w:b/>
                <w:sz w:val="18"/>
                <w:szCs w:val="18"/>
              </w:rPr>
              <w:t>FATO</w:t>
            </w:r>
            <w:r w:rsidRPr="001E78F5">
              <w:rPr>
                <w:rFonts w:ascii="Arial" w:eastAsia="Arial" w:hAnsi="Arial" w:cs="Arial"/>
                <w:sz w:val="18"/>
                <w:szCs w:val="18"/>
              </w:rPr>
              <w:t xml:space="preserve"> </w:t>
            </w:r>
          </w:p>
        </w:tc>
        <w:tc>
          <w:tcPr>
            <w:tcW w:w="2901" w:type="dxa"/>
            <w:tcBorders>
              <w:top w:val="double" w:sz="6" w:space="0" w:color="000000"/>
              <w:left w:val="double" w:sz="6" w:space="0" w:color="000000"/>
              <w:bottom w:val="double" w:sz="6" w:space="0" w:color="000000"/>
              <w:right w:val="double" w:sz="6" w:space="0" w:color="000000"/>
            </w:tcBorders>
            <w:shd w:val="clear" w:color="auto" w:fill="DBDBDB"/>
          </w:tcPr>
          <w:p w14:paraId="3F7BBB59" w14:textId="77777777" w:rsidR="00203768" w:rsidRPr="001E78F5" w:rsidRDefault="00203768" w:rsidP="00812C24">
            <w:pPr>
              <w:ind w:right="34"/>
              <w:jc w:val="center"/>
              <w:rPr>
                <w:sz w:val="18"/>
                <w:szCs w:val="18"/>
              </w:rPr>
            </w:pPr>
            <w:r w:rsidRPr="001E78F5">
              <w:rPr>
                <w:rFonts w:ascii="Arial" w:eastAsia="Arial" w:hAnsi="Arial" w:cs="Arial"/>
                <w:b/>
                <w:sz w:val="18"/>
                <w:szCs w:val="18"/>
              </w:rPr>
              <w:t>CONSEQUÊNCIA</w:t>
            </w:r>
            <w:r w:rsidRPr="001E78F5">
              <w:rPr>
                <w:rFonts w:ascii="Arial" w:eastAsia="Arial" w:hAnsi="Arial" w:cs="Arial"/>
                <w:sz w:val="18"/>
                <w:szCs w:val="18"/>
              </w:rPr>
              <w:t xml:space="preserve"> </w:t>
            </w:r>
          </w:p>
        </w:tc>
      </w:tr>
      <w:tr w:rsidR="00203768" w:rsidRPr="001E78F5" w14:paraId="4046CF40" w14:textId="77777777" w:rsidTr="00812C24">
        <w:trPr>
          <w:trHeight w:val="1072"/>
        </w:trPr>
        <w:tc>
          <w:tcPr>
            <w:tcW w:w="665" w:type="dxa"/>
            <w:tcBorders>
              <w:top w:val="double" w:sz="6" w:space="0" w:color="000000"/>
              <w:left w:val="double" w:sz="6" w:space="0" w:color="000000"/>
              <w:bottom w:val="double" w:sz="6" w:space="0" w:color="000000"/>
              <w:right w:val="double" w:sz="6" w:space="0" w:color="000000"/>
            </w:tcBorders>
            <w:vAlign w:val="center"/>
          </w:tcPr>
          <w:p w14:paraId="09903354" w14:textId="77777777" w:rsidR="00203768" w:rsidRPr="001E78F5" w:rsidRDefault="00203768" w:rsidP="00812C24">
            <w:pPr>
              <w:ind w:left="96"/>
              <w:rPr>
                <w:sz w:val="18"/>
                <w:szCs w:val="18"/>
              </w:rPr>
            </w:pPr>
            <w:r w:rsidRPr="001E78F5">
              <w:rPr>
                <w:rFonts w:ascii="Arial" w:eastAsia="Arial" w:hAnsi="Arial" w:cs="Arial"/>
                <w:sz w:val="18"/>
                <w:szCs w:val="18"/>
              </w:rPr>
              <w:t xml:space="preserve">01 </w:t>
            </w:r>
          </w:p>
        </w:tc>
        <w:tc>
          <w:tcPr>
            <w:tcW w:w="2980" w:type="dxa"/>
            <w:tcBorders>
              <w:top w:val="double" w:sz="6" w:space="0" w:color="000000"/>
              <w:left w:val="double" w:sz="6" w:space="0" w:color="000000"/>
              <w:bottom w:val="double" w:sz="6" w:space="0" w:color="000000"/>
              <w:right w:val="double" w:sz="6" w:space="0" w:color="000000"/>
            </w:tcBorders>
          </w:tcPr>
          <w:p w14:paraId="7C0DD51C" w14:textId="77777777" w:rsidR="00203768" w:rsidRPr="001E78F5" w:rsidRDefault="00203768" w:rsidP="00812C24">
            <w:pPr>
              <w:jc w:val="center"/>
              <w:rPr>
                <w:sz w:val="18"/>
                <w:szCs w:val="18"/>
              </w:rPr>
            </w:pPr>
            <w:r w:rsidRPr="001E78F5">
              <w:rPr>
                <w:rFonts w:ascii="Arial" w:eastAsia="Arial" w:hAnsi="Arial" w:cs="Arial"/>
                <w:sz w:val="18"/>
                <w:szCs w:val="18"/>
              </w:rPr>
              <w:t xml:space="preserve">Falta de financeiro para realização do pagamento </w:t>
            </w:r>
          </w:p>
          <w:p w14:paraId="39B58AD5" w14:textId="77777777" w:rsidR="00203768" w:rsidRPr="001E78F5" w:rsidRDefault="00203768" w:rsidP="00812C24">
            <w:pPr>
              <w:jc w:val="center"/>
              <w:rPr>
                <w:sz w:val="18"/>
                <w:szCs w:val="18"/>
              </w:rPr>
            </w:pPr>
            <w:r w:rsidRPr="001E78F5">
              <w:rPr>
                <w:rFonts w:ascii="Arial" w:eastAsia="Arial" w:hAnsi="Arial" w:cs="Arial"/>
                <w:sz w:val="18"/>
                <w:szCs w:val="18"/>
              </w:rPr>
              <w:t xml:space="preserve">do FGTS e/ou INSS dos funcionários </w:t>
            </w:r>
          </w:p>
        </w:tc>
        <w:tc>
          <w:tcPr>
            <w:tcW w:w="3260" w:type="dxa"/>
            <w:tcBorders>
              <w:top w:val="double" w:sz="6" w:space="0" w:color="000000"/>
              <w:left w:val="double" w:sz="6" w:space="0" w:color="000000"/>
              <w:bottom w:val="double" w:sz="6" w:space="0" w:color="000000"/>
              <w:right w:val="double" w:sz="6" w:space="0" w:color="000000"/>
            </w:tcBorders>
            <w:vAlign w:val="center"/>
          </w:tcPr>
          <w:p w14:paraId="049BEA5E" w14:textId="77777777" w:rsidR="00203768" w:rsidRPr="001E78F5" w:rsidRDefault="00203768" w:rsidP="00812C24">
            <w:pPr>
              <w:jc w:val="center"/>
              <w:rPr>
                <w:sz w:val="18"/>
                <w:szCs w:val="18"/>
              </w:rPr>
            </w:pPr>
            <w:r w:rsidRPr="001E78F5">
              <w:rPr>
                <w:rFonts w:ascii="Arial" w:eastAsia="Arial" w:hAnsi="Arial" w:cs="Arial"/>
                <w:sz w:val="18"/>
                <w:szCs w:val="18"/>
              </w:rPr>
              <w:t xml:space="preserve">Não pagamento de FGTS e/ou INSS dos funcionários </w:t>
            </w:r>
          </w:p>
        </w:tc>
        <w:tc>
          <w:tcPr>
            <w:tcW w:w="2901" w:type="dxa"/>
            <w:tcBorders>
              <w:top w:val="double" w:sz="6" w:space="0" w:color="000000"/>
              <w:left w:val="double" w:sz="6" w:space="0" w:color="000000"/>
              <w:bottom w:val="double" w:sz="6" w:space="0" w:color="000000"/>
              <w:right w:val="double" w:sz="6" w:space="0" w:color="000000"/>
            </w:tcBorders>
            <w:vAlign w:val="center"/>
          </w:tcPr>
          <w:p w14:paraId="6C7ADB95" w14:textId="77777777" w:rsidR="00203768" w:rsidRPr="001E78F5" w:rsidRDefault="00203768" w:rsidP="00812C24">
            <w:pPr>
              <w:jc w:val="center"/>
              <w:rPr>
                <w:sz w:val="18"/>
                <w:szCs w:val="18"/>
              </w:rPr>
            </w:pPr>
            <w:r w:rsidRPr="001E78F5">
              <w:rPr>
                <w:rFonts w:ascii="Arial" w:eastAsia="Arial" w:hAnsi="Arial" w:cs="Arial"/>
                <w:sz w:val="18"/>
                <w:szCs w:val="18"/>
              </w:rPr>
              <w:t xml:space="preserve">Paralização dos serviços, multas e impedimentos. </w:t>
            </w:r>
          </w:p>
        </w:tc>
      </w:tr>
      <w:tr w:rsidR="00203768" w:rsidRPr="001E78F5" w14:paraId="7709D0C8" w14:textId="77777777" w:rsidTr="00812C24">
        <w:trPr>
          <w:trHeight w:val="296"/>
        </w:trPr>
        <w:tc>
          <w:tcPr>
            <w:tcW w:w="9806" w:type="dxa"/>
            <w:gridSpan w:val="4"/>
            <w:tcBorders>
              <w:top w:val="double" w:sz="6" w:space="0" w:color="000000"/>
              <w:left w:val="double" w:sz="6" w:space="0" w:color="000000"/>
              <w:bottom w:val="double" w:sz="6" w:space="0" w:color="000000"/>
              <w:right w:val="double" w:sz="6" w:space="0" w:color="000000"/>
            </w:tcBorders>
            <w:shd w:val="clear" w:color="auto" w:fill="DBDBDB"/>
          </w:tcPr>
          <w:p w14:paraId="7789A848" w14:textId="27E36EE0" w:rsidR="00203768" w:rsidRPr="001E78F5" w:rsidRDefault="00203768" w:rsidP="00812C24">
            <w:pPr>
              <w:rPr>
                <w:sz w:val="18"/>
                <w:szCs w:val="18"/>
              </w:rPr>
            </w:pPr>
            <w:r w:rsidRPr="001E78F5">
              <w:rPr>
                <w:rFonts w:ascii="Arial" w:eastAsia="Arial" w:hAnsi="Arial" w:cs="Arial"/>
                <w:b/>
                <w:sz w:val="18"/>
                <w:szCs w:val="18"/>
              </w:rPr>
              <w:t xml:space="preserve">RISCO </w:t>
            </w:r>
            <w:r w:rsidR="004536A6" w:rsidRPr="001E78F5">
              <w:rPr>
                <w:rFonts w:ascii="Arial" w:eastAsia="Arial" w:hAnsi="Arial" w:cs="Arial"/>
                <w:b/>
                <w:sz w:val="18"/>
                <w:szCs w:val="18"/>
              </w:rPr>
              <w:t xml:space="preserve">14.1.3.i </w:t>
            </w:r>
            <w:r w:rsidRPr="001E78F5">
              <w:rPr>
                <w:rFonts w:ascii="Arial" w:eastAsia="Arial" w:hAnsi="Arial" w:cs="Arial"/>
                <w:b/>
                <w:sz w:val="18"/>
                <w:szCs w:val="18"/>
              </w:rPr>
              <w:t>AUSÊNCIA DE TRE</w:t>
            </w:r>
            <w:r w:rsidRPr="001E78F5">
              <w:rPr>
                <w:rFonts w:ascii="Arial" w:eastAsia="Arial" w:hAnsi="Arial" w:cs="Arial"/>
                <w:b/>
                <w:sz w:val="18"/>
                <w:szCs w:val="18"/>
                <w:u w:val="single" w:color="000000"/>
              </w:rPr>
              <w:t>INAMENTO E CAPACITAÇÃO D</w:t>
            </w:r>
            <w:r w:rsidRPr="001E78F5">
              <w:rPr>
                <w:rFonts w:ascii="Arial" w:eastAsia="Arial" w:hAnsi="Arial" w:cs="Arial"/>
                <w:b/>
                <w:sz w:val="18"/>
                <w:szCs w:val="18"/>
              </w:rPr>
              <w:t>OS PROFISSIONAIS</w:t>
            </w:r>
            <w:r w:rsidRPr="001E78F5">
              <w:rPr>
                <w:rFonts w:ascii="Arial" w:eastAsia="Arial" w:hAnsi="Arial" w:cs="Arial"/>
                <w:sz w:val="18"/>
                <w:szCs w:val="18"/>
              </w:rPr>
              <w:t xml:space="preserve"> </w:t>
            </w:r>
          </w:p>
        </w:tc>
      </w:tr>
      <w:tr w:rsidR="00203768" w:rsidRPr="001E78F5" w14:paraId="3EA1C615" w14:textId="77777777" w:rsidTr="00812C24">
        <w:trPr>
          <w:trHeight w:val="294"/>
        </w:trPr>
        <w:tc>
          <w:tcPr>
            <w:tcW w:w="665" w:type="dxa"/>
            <w:tcBorders>
              <w:top w:val="double" w:sz="6" w:space="0" w:color="000000"/>
              <w:left w:val="double" w:sz="6" w:space="0" w:color="000000"/>
              <w:bottom w:val="double" w:sz="6" w:space="0" w:color="000000"/>
              <w:right w:val="double" w:sz="6" w:space="0" w:color="000000"/>
            </w:tcBorders>
            <w:shd w:val="clear" w:color="auto" w:fill="DBDBDB"/>
          </w:tcPr>
          <w:p w14:paraId="4E9B87F5" w14:textId="77777777" w:rsidR="00203768" w:rsidRPr="001E78F5" w:rsidRDefault="00203768" w:rsidP="00812C24">
            <w:pPr>
              <w:ind w:right="39"/>
              <w:jc w:val="center"/>
              <w:rPr>
                <w:sz w:val="18"/>
                <w:szCs w:val="18"/>
              </w:rPr>
            </w:pPr>
            <w:r w:rsidRPr="001E78F5">
              <w:rPr>
                <w:rFonts w:ascii="Arial" w:eastAsia="Arial" w:hAnsi="Arial" w:cs="Arial"/>
                <w:b/>
                <w:sz w:val="18"/>
                <w:szCs w:val="18"/>
              </w:rPr>
              <w:t xml:space="preserve">ID </w:t>
            </w:r>
            <w:r w:rsidRPr="001E78F5">
              <w:rPr>
                <w:rFonts w:ascii="Arial" w:eastAsia="Arial" w:hAnsi="Arial" w:cs="Arial"/>
                <w:sz w:val="18"/>
                <w:szCs w:val="18"/>
              </w:rPr>
              <w:t xml:space="preserve"> </w:t>
            </w:r>
          </w:p>
        </w:tc>
        <w:tc>
          <w:tcPr>
            <w:tcW w:w="2980" w:type="dxa"/>
            <w:tcBorders>
              <w:top w:val="double" w:sz="6" w:space="0" w:color="000000"/>
              <w:left w:val="double" w:sz="6" w:space="0" w:color="000000"/>
              <w:bottom w:val="double" w:sz="6" w:space="0" w:color="000000"/>
              <w:right w:val="double" w:sz="6" w:space="0" w:color="000000"/>
            </w:tcBorders>
            <w:shd w:val="clear" w:color="auto" w:fill="DBDBDB"/>
          </w:tcPr>
          <w:p w14:paraId="3FBBB339" w14:textId="77777777" w:rsidR="00203768" w:rsidRPr="001E78F5" w:rsidRDefault="00203768" w:rsidP="00812C24">
            <w:pPr>
              <w:ind w:right="44"/>
              <w:jc w:val="center"/>
              <w:rPr>
                <w:sz w:val="18"/>
                <w:szCs w:val="18"/>
              </w:rPr>
            </w:pPr>
            <w:r w:rsidRPr="001E78F5">
              <w:rPr>
                <w:rFonts w:ascii="Arial" w:eastAsia="Arial" w:hAnsi="Arial" w:cs="Arial"/>
                <w:b/>
                <w:sz w:val="18"/>
                <w:szCs w:val="18"/>
              </w:rPr>
              <w:t xml:space="preserve">CAUSA </w:t>
            </w:r>
            <w:r w:rsidRPr="001E78F5">
              <w:rPr>
                <w:rFonts w:ascii="Arial" w:eastAsia="Arial" w:hAnsi="Arial" w:cs="Arial"/>
                <w:sz w:val="18"/>
                <w:szCs w:val="18"/>
              </w:rPr>
              <w:t xml:space="preserve"> </w:t>
            </w:r>
          </w:p>
        </w:tc>
        <w:tc>
          <w:tcPr>
            <w:tcW w:w="3260" w:type="dxa"/>
            <w:tcBorders>
              <w:top w:val="single" w:sz="6" w:space="0" w:color="000000"/>
              <w:left w:val="double" w:sz="6" w:space="0" w:color="000000"/>
              <w:bottom w:val="double" w:sz="6" w:space="0" w:color="000000"/>
              <w:right w:val="double" w:sz="6" w:space="0" w:color="000000"/>
            </w:tcBorders>
            <w:shd w:val="clear" w:color="auto" w:fill="DBDBDB"/>
          </w:tcPr>
          <w:p w14:paraId="1ED756CB" w14:textId="77777777" w:rsidR="00203768" w:rsidRPr="001E78F5" w:rsidRDefault="00203768" w:rsidP="00812C24">
            <w:pPr>
              <w:ind w:right="54"/>
              <w:jc w:val="center"/>
              <w:rPr>
                <w:sz w:val="18"/>
                <w:szCs w:val="18"/>
              </w:rPr>
            </w:pPr>
            <w:r w:rsidRPr="001E78F5">
              <w:rPr>
                <w:rFonts w:ascii="Arial" w:eastAsia="Arial" w:hAnsi="Arial" w:cs="Arial"/>
                <w:b/>
                <w:sz w:val="18"/>
                <w:szCs w:val="18"/>
              </w:rPr>
              <w:t>FATO</w:t>
            </w:r>
            <w:r w:rsidRPr="001E78F5">
              <w:rPr>
                <w:rFonts w:ascii="Arial" w:eastAsia="Arial" w:hAnsi="Arial" w:cs="Arial"/>
                <w:sz w:val="18"/>
                <w:szCs w:val="18"/>
              </w:rPr>
              <w:t xml:space="preserve"> </w:t>
            </w:r>
          </w:p>
        </w:tc>
        <w:tc>
          <w:tcPr>
            <w:tcW w:w="2901" w:type="dxa"/>
            <w:tcBorders>
              <w:top w:val="double" w:sz="6" w:space="0" w:color="000000"/>
              <w:left w:val="double" w:sz="6" w:space="0" w:color="000000"/>
              <w:bottom w:val="double" w:sz="6" w:space="0" w:color="000000"/>
              <w:right w:val="double" w:sz="6" w:space="0" w:color="000000"/>
            </w:tcBorders>
            <w:shd w:val="clear" w:color="auto" w:fill="DBDBDB"/>
          </w:tcPr>
          <w:p w14:paraId="46296F5B" w14:textId="77777777" w:rsidR="00203768" w:rsidRPr="001E78F5" w:rsidRDefault="00203768" w:rsidP="00812C24">
            <w:pPr>
              <w:ind w:right="34"/>
              <w:jc w:val="center"/>
              <w:rPr>
                <w:sz w:val="18"/>
                <w:szCs w:val="18"/>
              </w:rPr>
            </w:pPr>
            <w:r w:rsidRPr="001E78F5">
              <w:rPr>
                <w:rFonts w:ascii="Arial" w:eastAsia="Arial" w:hAnsi="Arial" w:cs="Arial"/>
                <w:b/>
                <w:sz w:val="18"/>
                <w:szCs w:val="18"/>
              </w:rPr>
              <w:t>CONSEQUÊNCIA</w:t>
            </w:r>
            <w:r w:rsidRPr="001E78F5">
              <w:rPr>
                <w:rFonts w:ascii="Arial" w:eastAsia="Arial" w:hAnsi="Arial" w:cs="Arial"/>
                <w:sz w:val="18"/>
                <w:szCs w:val="18"/>
              </w:rPr>
              <w:t xml:space="preserve"> </w:t>
            </w:r>
          </w:p>
        </w:tc>
      </w:tr>
      <w:tr w:rsidR="00203768" w:rsidRPr="001E78F5" w14:paraId="116AE18D" w14:textId="77777777" w:rsidTr="00812C24">
        <w:trPr>
          <w:trHeight w:val="808"/>
        </w:trPr>
        <w:tc>
          <w:tcPr>
            <w:tcW w:w="665" w:type="dxa"/>
            <w:tcBorders>
              <w:top w:val="double" w:sz="6" w:space="0" w:color="000000"/>
              <w:left w:val="double" w:sz="6" w:space="0" w:color="000000"/>
              <w:bottom w:val="double" w:sz="6" w:space="0" w:color="000000"/>
              <w:right w:val="double" w:sz="6" w:space="0" w:color="000000"/>
            </w:tcBorders>
          </w:tcPr>
          <w:p w14:paraId="5F38ED2B" w14:textId="77777777" w:rsidR="00203768" w:rsidRPr="001E78F5" w:rsidRDefault="00203768" w:rsidP="00812C24">
            <w:pPr>
              <w:ind w:left="96"/>
              <w:rPr>
                <w:sz w:val="18"/>
                <w:szCs w:val="18"/>
              </w:rPr>
            </w:pPr>
            <w:r w:rsidRPr="001E78F5">
              <w:rPr>
                <w:rFonts w:ascii="Arial" w:eastAsia="Arial" w:hAnsi="Arial" w:cs="Arial"/>
                <w:sz w:val="18"/>
                <w:szCs w:val="18"/>
              </w:rPr>
              <w:t xml:space="preserve">01 </w:t>
            </w:r>
          </w:p>
        </w:tc>
        <w:tc>
          <w:tcPr>
            <w:tcW w:w="2980" w:type="dxa"/>
            <w:tcBorders>
              <w:top w:val="double" w:sz="6" w:space="0" w:color="000000"/>
              <w:left w:val="double" w:sz="6" w:space="0" w:color="000000"/>
              <w:bottom w:val="double" w:sz="6" w:space="0" w:color="000000"/>
              <w:right w:val="double" w:sz="6" w:space="0" w:color="000000"/>
            </w:tcBorders>
          </w:tcPr>
          <w:p w14:paraId="25EF66C9" w14:textId="77777777" w:rsidR="00203768" w:rsidRPr="001E78F5" w:rsidRDefault="00203768" w:rsidP="00812C24">
            <w:pPr>
              <w:spacing w:after="5" w:line="236" w:lineRule="auto"/>
              <w:jc w:val="center"/>
              <w:rPr>
                <w:sz w:val="18"/>
                <w:szCs w:val="18"/>
              </w:rPr>
            </w:pPr>
            <w:r w:rsidRPr="001E78F5">
              <w:rPr>
                <w:rFonts w:ascii="Arial" w:eastAsia="Arial" w:hAnsi="Arial" w:cs="Arial"/>
                <w:sz w:val="18"/>
                <w:szCs w:val="18"/>
              </w:rPr>
              <w:t xml:space="preserve">Inobservância dos critérios de habilitação na </w:t>
            </w:r>
          </w:p>
          <w:p w14:paraId="6C46F087" w14:textId="77777777" w:rsidR="00203768" w:rsidRPr="001E78F5" w:rsidRDefault="00203768" w:rsidP="00812C24">
            <w:pPr>
              <w:ind w:left="99"/>
              <w:rPr>
                <w:sz w:val="18"/>
                <w:szCs w:val="18"/>
              </w:rPr>
            </w:pPr>
            <w:r w:rsidRPr="001E78F5">
              <w:rPr>
                <w:rFonts w:ascii="Arial" w:eastAsia="Arial" w:hAnsi="Arial" w:cs="Arial"/>
                <w:sz w:val="18"/>
                <w:szCs w:val="18"/>
              </w:rPr>
              <w:t xml:space="preserve">documentação elaborada. </w:t>
            </w:r>
          </w:p>
        </w:tc>
        <w:tc>
          <w:tcPr>
            <w:tcW w:w="3260" w:type="dxa"/>
            <w:tcBorders>
              <w:top w:val="double" w:sz="6" w:space="0" w:color="000000"/>
              <w:left w:val="double" w:sz="6" w:space="0" w:color="000000"/>
              <w:bottom w:val="double" w:sz="6" w:space="0" w:color="000000"/>
              <w:right w:val="double" w:sz="6" w:space="0" w:color="000000"/>
            </w:tcBorders>
          </w:tcPr>
          <w:p w14:paraId="78865E21" w14:textId="14B9966B" w:rsidR="00203768" w:rsidRPr="001E78F5" w:rsidRDefault="00203768" w:rsidP="00812C24">
            <w:pPr>
              <w:jc w:val="center"/>
              <w:rPr>
                <w:sz w:val="18"/>
                <w:szCs w:val="18"/>
              </w:rPr>
            </w:pPr>
            <w:r w:rsidRPr="001E78F5">
              <w:rPr>
                <w:rFonts w:ascii="Arial" w:eastAsia="Arial" w:hAnsi="Arial" w:cs="Arial"/>
                <w:sz w:val="18"/>
                <w:szCs w:val="18"/>
              </w:rPr>
              <w:t>Empresa contratada sem a devida qualificação técnico</w:t>
            </w:r>
            <w:r w:rsidR="0080213F">
              <w:rPr>
                <w:rFonts w:ascii="Arial" w:eastAsia="Arial" w:hAnsi="Arial" w:cs="Arial"/>
                <w:sz w:val="18"/>
                <w:szCs w:val="18"/>
              </w:rPr>
              <w:t xml:space="preserve"> </w:t>
            </w:r>
            <w:r w:rsidRPr="001E78F5">
              <w:rPr>
                <w:rFonts w:ascii="Arial" w:eastAsia="Arial" w:hAnsi="Arial" w:cs="Arial"/>
                <w:sz w:val="18"/>
                <w:szCs w:val="18"/>
              </w:rPr>
              <w:t xml:space="preserve">operacional. </w:t>
            </w:r>
          </w:p>
        </w:tc>
        <w:tc>
          <w:tcPr>
            <w:tcW w:w="2901" w:type="dxa"/>
            <w:tcBorders>
              <w:top w:val="double" w:sz="6" w:space="0" w:color="000000"/>
              <w:left w:val="double" w:sz="6" w:space="0" w:color="000000"/>
              <w:bottom w:val="double" w:sz="6" w:space="0" w:color="000000"/>
              <w:right w:val="double" w:sz="6" w:space="0" w:color="000000"/>
            </w:tcBorders>
            <w:vAlign w:val="center"/>
          </w:tcPr>
          <w:p w14:paraId="55D61831" w14:textId="77777777" w:rsidR="00203768" w:rsidRPr="001E78F5" w:rsidRDefault="00203768" w:rsidP="00812C24">
            <w:pPr>
              <w:jc w:val="center"/>
              <w:rPr>
                <w:sz w:val="18"/>
                <w:szCs w:val="18"/>
              </w:rPr>
            </w:pPr>
            <w:r w:rsidRPr="001E78F5">
              <w:rPr>
                <w:rFonts w:ascii="Arial" w:eastAsia="Arial" w:hAnsi="Arial" w:cs="Arial"/>
                <w:sz w:val="18"/>
                <w:szCs w:val="18"/>
              </w:rPr>
              <w:t xml:space="preserve">Vício no procedimento licitatório. </w:t>
            </w:r>
          </w:p>
        </w:tc>
      </w:tr>
      <w:tr w:rsidR="00203768" w:rsidRPr="001E78F5" w14:paraId="628C08BA" w14:textId="77777777" w:rsidTr="00812C24">
        <w:trPr>
          <w:trHeight w:val="1311"/>
        </w:trPr>
        <w:tc>
          <w:tcPr>
            <w:tcW w:w="665" w:type="dxa"/>
            <w:tcBorders>
              <w:top w:val="double" w:sz="6" w:space="0" w:color="000000"/>
              <w:left w:val="double" w:sz="6" w:space="0" w:color="000000"/>
              <w:bottom w:val="double" w:sz="6" w:space="0" w:color="000000"/>
              <w:right w:val="double" w:sz="6" w:space="0" w:color="000000"/>
            </w:tcBorders>
          </w:tcPr>
          <w:p w14:paraId="4C5B9837" w14:textId="77777777" w:rsidR="00203768" w:rsidRPr="001E78F5" w:rsidRDefault="00203768" w:rsidP="00812C24">
            <w:pPr>
              <w:ind w:left="96"/>
              <w:rPr>
                <w:sz w:val="18"/>
                <w:szCs w:val="18"/>
              </w:rPr>
            </w:pPr>
            <w:r w:rsidRPr="001E78F5">
              <w:rPr>
                <w:rFonts w:ascii="Arial" w:eastAsia="Arial" w:hAnsi="Arial" w:cs="Arial"/>
                <w:sz w:val="18"/>
                <w:szCs w:val="18"/>
              </w:rPr>
              <w:t xml:space="preserve">02 </w:t>
            </w:r>
          </w:p>
        </w:tc>
        <w:tc>
          <w:tcPr>
            <w:tcW w:w="2980" w:type="dxa"/>
            <w:tcBorders>
              <w:top w:val="double" w:sz="6" w:space="0" w:color="000000"/>
              <w:left w:val="double" w:sz="6" w:space="0" w:color="000000"/>
              <w:bottom w:val="double" w:sz="6" w:space="0" w:color="000000"/>
              <w:right w:val="double" w:sz="6" w:space="0" w:color="000000"/>
            </w:tcBorders>
            <w:vAlign w:val="center"/>
          </w:tcPr>
          <w:p w14:paraId="70EB6672" w14:textId="77777777" w:rsidR="00203768" w:rsidRPr="001E78F5" w:rsidRDefault="00203768" w:rsidP="00812C24">
            <w:pPr>
              <w:jc w:val="center"/>
              <w:rPr>
                <w:sz w:val="18"/>
                <w:szCs w:val="18"/>
              </w:rPr>
            </w:pPr>
            <w:r w:rsidRPr="001E78F5">
              <w:rPr>
                <w:rFonts w:ascii="Arial" w:eastAsia="Arial" w:hAnsi="Arial" w:cs="Arial"/>
                <w:sz w:val="18"/>
                <w:szCs w:val="18"/>
              </w:rPr>
              <w:t xml:space="preserve">Falha na fiscalização contratual. </w:t>
            </w:r>
          </w:p>
        </w:tc>
        <w:tc>
          <w:tcPr>
            <w:tcW w:w="3260" w:type="dxa"/>
            <w:tcBorders>
              <w:top w:val="double" w:sz="6" w:space="0" w:color="000000"/>
              <w:left w:val="double" w:sz="6" w:space="0" w:color="000000"/>
              <w:bottom w:val="double" w:sz="6" w:space="0" w:color="000000"/>
              <w:right w:val="double" w:sz="6" w:space="0" w:color="000000"/>
            </w:tcBorders>
          </w:tcPr>
          <w:p w14:paraId="11C615E8" w14:textId="77777777" w:rsidR="00203768" w:rsidRPr="001E78F5" w:rsidRDefault="00203768" w:rsidP="00812C24">
            <w:pPr>
              <w:spacing w:line="241" w:lineRule="auto"/>
              <w:jc w:val="center"/>
              <w:rPr>
                <w:sz w:val="18"/>
                <w:szCs w:val="18"/>
              </w:rPr>
            </w:pPr>
            <w:r w:rsidRPr="001E78F5">
              <w:rPr>
                <w:rFonts w:ascii="Arial" w:eastAsia="Arial" w:hAnsi="Arial" w:cs="Arial"/>
                <w:sz w:val="18"/>
                <w:szCs w:val="18"/>
              </w:rPr>
              <w:t xml:space="preserve">Empresa deixar de exigir, a renovação da carteira nacional de habilitação – CNH, dos </w:t>
            </w:r>
          </w:p>
          <w:p w14:paraId="77432DBC" w14:textId="77777777" w:rsidR="00203768" w:rsidRPr="001E78F5" w:rsidRDefault="00203768" w:rsidP="00812C24">
            <w:pPr>
              <w:jc w:val="center"/>
              <w:rPr>
                <w:sz w:val="18"/>
                <w:szCs w:val="18"/>
              </w:rPr>
            </w:pPr>
            <w:r w:rsidRPr="001E78F5">
              <w:rPr>
                <w:rFonts w:ascii="Arial" w:eastAsia="Arial" w:hAnsi="Arial" w:cs="Arial"/>
                <w:sz w:val="18"/>
                <w:szCs w:val="18"/>
              </w:rPr>
              <w:t xml:space="preserve">profissionais constantes do contrato. </w:t>
            </w:r>
          </w:p>
        </w:tc>
        <w:tc>
          <w:tcPr>
            <w:tcW w:w="2901" w:type="dxa"/>
            <w:tcBorders>
              <w:top w:val="double" w:sz="6" w:space="0" w:color="000000"/>
              <w:left w:val="double" w:sz="6" w:space="0" w:color="000000"/>
              <w:bottom w:val="double" w:sz="6" w:space="0" w:color="000000"/>
              <w:right w:val="double" w:sz="6" w:space="0" w:color="000000"/>
            </w:tcBorders>
            <w:vAlign w:val="center"/>
          </w:tcPr>
          <w:p w14:paraId="673E77EF" w14:textId="77777777" w:rsidR="00203768" w:rsidRPr="001E78F5" w:rsidRDefault="00203768" w:rsidP="00812C24">
            <w:pPr>
              <w:ind w:left="21" w:right="2"/>
              <w:jc w:val="center"/>
              <w:rPr>
                <w:sz w:val="18"/>
                <w:szCs w:val="18"/>
              </w:rPr>
            </w:pPr>
            <w:r w:rsidRPr="001E78F5">
              <w:rPr>
                <w:rFonts w:ascii="Arial" w:eastAsia="Arial" w:hAnsi="Arial" w:cs="Arial"/>
                <w:sz w:val="18"/>
                <w:szCs w:val="18"/>
              </w:rPr>
              <w:t xml:space="preserve">Aplicação de penalidades à contratada. </w:t>
            </w:r>
          </w:p>
        </w:tc>
      </w:tr>
    </w:tbl>
    <w:tbl>
      <w:tblPr>
        <w:tblStyle w:val="TableGrid"/>
        <w:tblpPr w:vertAnchor="page" w:horzAnchor="page" w:tblpX="1104" w:tblpY="6816"/>
        <w:tblOverlap w:val="never"/>
        <w:tblW w:w="9700" w:type="dxa"/>
        <w:tblInd w:w="0" w:type="dxa"/>
        <w:tblCellMar>
          <w:top w:w="34" w:type="dxa"/>
          <w:left w:w="29" w:type="dxa"/>
          <w:right w:w="115" w:type="dxa"/>
        </w:tblCellMar>
        <w:tblLook w:val="04A0" w:firstRow="1" w:lastRow="0" w:firstColumn="1" w:lastColumn="0" w:noHBand="0" w:noVBand="1"/>
      </w:tblPr>
      <w:tblGrid>
        <w:gridCol w:w="499"/>
        <w:gridCol w:w="9201"/>
      </w:tblGrid>
      <w:tr w:rsidR="00203768" w:rsidRPr="001E78F5" w14:paraId="58F626D0" w14:textId="77777777" w:rsidTr="002A1878">
        <w:trPr>
          <w:trHeight w:val="453"/>
        </w:trPr>
        <w:tc>
          <w:tcPr>
            <w:tcW w:w="499" w:type="dxa"/>
            <w:tcBorders>
              <w:top w:val="single" w:sz="17" w:space="0" w:color="000000"/>
              <w:left w:val="nil"/>
              <w:bottom w:val="nil"/>
              <w:right w:val="nil"/>
            </w:tcBorders>
            <w:shd w:val="clear" w:color="auto" w:fill="BFBFBF"/>
          </w:tcPr>
          <w:p w14:paraId="3137BFE8" w14:textId="77777777" w:rsidR="00203768" w:rsidRPr="001E78F5" w:rsidRDefault="00203768" w:rsidP="002A1878">
            <w:pPr>
              <w:rPr>
                <w:sz w:val="18"/>
                <w:szCs w:val="18"/>
              </w:rPr>
            </w:pPr>
            <w:r w:rsidRPr="001E78F5">
              <w:rPr>
                <w:rFonts w:ascii="Arial" w:eastAsia="Arial" w:hAnsi="Arial" w:cs="Arial"/>
                <w:b/>
                <w:sz w:val="18"/>
                <w:szCs w:val="18"/>
              </w:rPr>
              <w:t xml:space="preserve">4 </w:t>
            </w:r>
          </w:p>
        </w:tc>
        <w:tc>
          <w:tcPr>
            <w:tcW w:w="9201" w:type="dxa"/>
            <w:tcBorders>
              <w:top w:val="single" w:sz="17" w:space="0" w:color="000000"/>
              <w:left w:val="nil"/>
              <w:bottom w:val="nil"/>
              <w:right w:val="nil"/>
            </w:tcBorders>
            <w:shd w:val="clear" w:color="auto" w:fill="BFBFBF"/>
          </w:tcPr>
          <w:p w14:paraId="42C9F62E" w14:textId="77777777" w:rsidR="00203768" w:rsidRPr="001E78F5" w:rsidRDefault="00203768" w:rsidP="002A1878">
            <w:pPr>
              <w:ind w:left="67"/>
              <w:rPr>
                <w:sz w:val="18"/>
                <w:szCs w:val="18"/>
              </w:rPr>
            </w:pPr>
            <w:r w:rsidRPr="001E78F5">
              <w:rPr>
                <w:rFonts w:ascii="Arial" w:eastAsia="Arial" w:hAnsi="Arial" w:cs="Arial"/>
                <w:b/>
                <w:sz w:val="18"/>
                <w:szCs w:val="18"/>
              </w:rPr>
              <w:t xml:space="preserve">DESCRIÇÃO DAS PROBABILIDADES E IMPACTOS </w:t>
            </w:r>
          </w:p>
        </w:tc>
      </w:tr>
    </w:tbl>
    <w:p w14:paraId="763BED2D" w14:textId="77777777" w:rsidR="00203768" w:rsidRPr="001E78F5" w:rsidRDefault="00203768" w:rsidP="00203768">
      <w:pPr>
        <w:spacing w:after="0"/>
        <w:ind w:left="10" w:right="447" w:hanging="10"/>
        <w:jc w:val="right"/>
        <w:rPr>
          <w:sz w:val="18"/>
          <w:szCs w:val="18"/>
        </w:rPr>
      </w:pPr>
      <w:r w:rsidRPr="001E78F5">
        <w:rPr>
          <w:rFonts w:ascii="Arial" w:eastAsia="Arial" w:hAnsi="Arial" w:cs="Arial"/>
          <w:b/>
          <w:sz w:val="18"/>
          <w:szCs w:val="18"/>
        </w:rPr>
        <w:t xml:space="preserve">Tabela 5.2 - </w:t>
      </w:r>
      <w:r w:rsidRPr="001E78F5">
        <w:rPr>
          <w:rFonts w:ascii="Arial" w:eastAsia="Arial" w:hAnsi="Arial" w:cs="Arial"/>
          <w:sz w:val="18"/>
          <w:szCs w:val="18"/>
        </w:rPr>
        <w:t xml:space="preserve">Avaliação do impacto. </w:t>
      </w:r>
    </w:p>
    <w:tbl>
      <w:tblPr>
        <w:tblStyle w:val="TableGrid"/>
        <w:tblW w:w="9738" w:type="dxa"/>
        <w:tblInd w:w="-71" w:type="dxa"/>
        <w:tblCellMar>
          <w:left w:w="109" w:type="dxa"/>
          <w:right w:w="52" w:type="dxa"/>
        </w:tblCellMar>
        <w:tblLook w:val="04A0" w:firstRow="1" w:lastRow="0" w:firstColumn="1" w:lastColumn="0" w:noHBand="0" w:noVBand="1"/>
      </w:tblPr>
      <w:tblGrid>
        <w:gridCol w:w="2598"/>
        <w:gridCol w:w="7140"/>
      </w:tblGrid>
      <w:tr w:rsidR="00203768" w:rsidRPr="001E78F5" w14:paraId="62F75A2E" w14:textId="77777777">
        <w:trPr>
          <w:trHeight w:val="533"/>
        </w:trPr>
        <w:tc>
          <w:tcPr>
            <w:tcW w:w="2598" w:type="dxa"/>
            <w:tcBorders>
              <w:top w:val="double" w:sz="12" w:space="0" w:color="000000"/>
              <w:left w:val="double" w:sz="12" w:space="0" w:color="000000"/>
              <w:bottom w:val="double" w:sz="12" w:space="0" w:color="000000"/>
              <w:right w:val="double" w:sz="12" w:space="0" w:color="000000"/>
            </w:tcBorders>
            <w:shd w:val="clear" w:color="auto" w:fill="BFBFBF"/>
            <w:vAlign w:val="center"/>
          </w:tcPr>
          <w:p w14:paraId="7406BB99" w14:textId="77777777" w:rsidR="00203768" w:rsidRPr="001E78F5" w:rsidRDefault="00203768" w:rsidP="002A1878">
            <w:pPr>
              <w:ind w:right="71"/>
              <w:jc w:val="center"/>
              <w:rPr>
                <w:sz w:val="18"/>
                <w:szCs w:val="18"/>
              </w:rPr>
            </w:pPr>
            <w:r w:rsidRPr="001E78F5">
              <w:rPr>
                <w:rFonts w:ascii="Arial" w:eastAsia="Arial" w:hAnsi="Arial" w:cs="Arial"/>
                <w:b/>
                <w:sz w:val="18"/>
                <w:szCs w:val="18"/>
              </w:rPr>
              <w:t>Impacto</w:t>
            </w:r>
            <w:r w:rsidRPr="001E78F5">
              <w:rPr>
                <w:rFonts w:ascii="Arial" w:eastAsia="Arial" w:hAnsi="Arial" w:cs="Arial"/>
                <w:sz w:val="18"/>
                <w:szCs w:val="18"/>
              </w:rPr>
              <w:t xml:space="preserve"> </w:t>
            </w:r>
          </w:p>
        </w:tc>
        <w:tc>
          <w:tcPr>
            <w:tcW w:w="7140" w:type="dxa"/>
            <w:tcBorders>
              <w:top w:val="double" w:sz="12" w:space="0" w:color="000000"/>
              <w:left w:val="double" w:sz="12" w:space="0" w:color="000000"/>
              <w:bottom w:val="double" w:sz="12" w:space="0" w:color="000000"/>
              <w:right w:val="double" w:sz="12" w:space="0" w:color="000000"/>
            </w:tcBorders>
            <w:shd w:val="clear" w:color="auto" w:fill="BFBFBF"/>
            <w:vAlign w:val="center"/>
          </w:tcPr>
          <w:p w14:paraId="4157DE48" w14:textId="77777777" w:rsidR="00203768" w:rsidRPr="001E78F5" w:rsidRDefault="00203768" w:rsidP="002A1878">
            <w:pPr>
              <w:ind w:right="51"/>
              <w:jc w:val="center"/>
              <w:rPr>
                <w:sz w:val="18"/>
                <w:szCs w:val="18"/>
              </w:rPr>
            </w:pPr>
            <w:r w:rsidRPr="001E78F5">
              <w:rPr>
                <w:rFonts w:ascii="Arial" w:eastAsia="Arial" w:hAnsi="Arial" w:cs="Arial"/>
                <w:b/>
                <w:sz w:val="18"/>
                <w:szCs w:val="18"/>
              </w:rPr>
              <w:t>OBSERVAÇÕES</w:t>
            </w:r>
            <w:r w:rsidRPr="001E78F5">
              <w:rPr>
                <w:rFonts w:ascii="Arial" w:eastAsia="Arial" w:hAnsi="Arial" w:cs="Arial"/>
                <w:sz w:val="18"/>
                <w:szCs w:val="18"/>
              </w:rPr>
              <w:t xml:space="preserve"> </w:t>
            </w:r>
          </w:p>
        </w:tc>
      </w:tr>
      <w:tr w:rsidR="00203768" w:rsidRPr="001E78F5" w14:paraId="30619161" w14:textId="77777777">
        <w:trPr>
          <w:trHeight w:val="777"/>
        </w:trPr>
        <w:tc>
          <w:tcPr>
            <w:tcW w:w="2598" w:type="dxa"/>
            <w:tcBorders>
              <w:top w:val="double" w:sz="12" w:space="0" w:color="000000"/>
              <w:left w:val="double" w:sz="12" w:space="0" w:color="000000"/>
              <w:bottom w:val="double" w:sz="12" w:space="0" w:color="000000"/>
              <w:right w:val="double" w:sz="12" w:space="0" w:color="000000"/>
            </w:tcBorders>
            <w:vAlign w:val="center"/>
          </w:tcPr>
          <w:p w14:paraId="464B7160" w14:textId="77777777" w:rsidR="00203768" w:rsidRPr="001E78F5" w:rsidRDefault="00203768" w:rsidP="002A1878">
            <w:pPr>
              <w:ind w:right="68"/>
              <w:jc w:val="center"/>
              <w:rPr>
                <w:sz w:val="18"/>
                <w:szCs w:val="18"/>
              </w:rPr>
            </w:pPr>
            <w:r w:rsidRPr="001E78F5">
              <w:rPr>
                <w:rFonts w:ascii="Arial" w:eastAsia="Arial" w:hAnsi="Arial" w:cs="Arial"/>
                <w:sz w:val="18"/>
                <w:szCs w:val="18"/>
              </w:rPr>
              <w:t xml:space="preserve">Muito grande </w:t>
            </w:r>
          </w:p>
        </w:tc>
        <w:tc>
          <w:tcPr>
            <w:tcW w:w="7140" w:type="dxa"/>
            <w:tcBorders>
              <w:top w:val="double" w:sz="12" w:space="0" w:color="000000"/>
              <w:left w:val="double" w:sz="12" w:space="0" w:color="000000"/>
              <w:bottom w:val="double" w:sz="12" w:space="0" w:color="000000"/>
              <w:right w:val="double" w:sz="12" w:space="0" w:color="000000"/>
            </w:tcBorders>
            <w:vAlign w:val="center"/>
          </w:tcPr>
          <w:p w14:paraId="57494179" w14:textId="77777777" w:rsidR="00203768" w:rsidRPr="001E78F5" w:rsidRDefault="00203768" w:rsidP="002A1878">
            <w:pPr>
              <w:jc w:val="both"/>
              <w:rPr>
                <w:sz w:val="18"/>
                <w:szCs w:val="18"/>
              </w:rPr>
            </w:pPr>
            <w:r w:rsidRPr="001E78F5">
              <w:rPr>
                <w:rFonts w:ascii="Arial" w:eastAsia="Arial" w:hAnsi="Arial" w:cs="Arial"/>
                <w:sz w:val="18"/>
                <w:szCs w:val="18"/>
              </w:rPr>
              <w:t xml:space="preserve">Perda do recurso orçamentário; má aplicação de recursos públicos; desabamento da edificação; risco de morte ou lesões graves. </w:t>
            </w:r>
          </w:p>
        </w:tc>
      </w:tr>
      <w:tr w:rsidR="00203768" w14:paraId="41159383" w14:textId="77777777">
        <w:trPr>
          <w:trHeight w:val="715"/>
        </w:trPr>
        <w:tc>
          <w:tcPr>
            <w:tcW w:w="2598" w:type="dxa"/>
            <w:tcBorders>
              <w:top w:val="double" w:sz="12" w:space="0" w:color="000000"/>
              <w:left w:val="double" w:sz="12" w:space="0" w:color="000000"/>
              <w:bottom w:val="double" w:sz="12" w:space="0" w:color="000000"/>
              <w:right w:val="double" w:sz="12" w:space="0" w:color="000000"/>
            </w:tcBorders>
            <w:vAlign w:val="center"/>
          </w:tcPr>
          <w:p w14:paraId="2A130896" w14:textId="77777777" w:rsidR="00203768" w:rsidRPr="001E78F5" w:rsidRDefault="00203768" w:rsidP="002A1878">
            <w:pPr>
              <w:ind w:right="67"/>
              <w:jc w:val="center"/>
              <w:rPr>
                <w:sz w:val="18"/>
                <w:szCs w:val="18"/>
              </w:rPr>
            </w:pPr>
            <w:r w:rsidRPr="001E78F5">
              <w:rPr>
                <w:rFonts w:ascii="Arial" w:eastAsia="Arial" w:hAnsi="Arial" w:cs="Arial"/>
                <w:sz w:val="18"/>
                <w:szCs w:val="18"/>
              </w:rPr>
              <w:t xml:space="preserve">Grande </w:t>
            </w:r>
          </w:p>
        </w:tc>
        <w:tc>
          <w:tcPr>
            <w:tcW w:w="7140" w:type="dxa"/>
            <w:tcBorders>
              <w:top w:val="double" w:sz="12" w:space="0" w:color="000000"/>
              <w:left w:val="double" w:sz="12" w:space="0" w:color="000000"/>
              <w:bottom w:val="double" w:sz="12" w:space="0" w:color="000000"/>
              <w:right w:val="double" w:sz="12" w:space="0" w:color="000000"/>
            </w:tcBorders>
            <w:vAlign w:val="center"/>
          </w:tcPr>
          <w:p w14:paraId="373D2DDF" w14:textId="77777777" w:rsidR="00203768" w:rsidRPr="001E78F5" w:rsidRDefault="00203768" w:rsidP="002A1878">
            <w:pPr>
              <w:jc w:val="both"/>
              <w:rPr>
                <w:sz w:val="18"/>
                <w:szCs w:val="18"/>
              </w:rPr>
            </w:pPr>
            <w:r w:rsidRPr="001E78F5">
              <w:rPr>
                <w:rFonts w:ascii="Arial" w:eastAsia="Arial" w:hAnsi="Arial" w:cs="Arial"/>
                <w:sz w:val="18"/>
                <w:szCs w:val="18"/>
              </w:rPr>
              <w:t xml:space="preserve">Perda do processo licitatório; degradação crítica da edificação, falhas graves em equipamentos e materiais no momento de sua utilização. </w:t>
            </w:r>
          </w:p>
        </w:tc>
      </w:tr>
      <w:tr w:rsidR="00203768" w14:paraId="0A7664F4" w14:textId="77777777">
        <w:trPr>
          <w:trHeight w:val="711"/>
        </w:trPr>
        <w:tc>
          <w:tcPr>
            <w:tcW w:w="2598" w:type="dxa"/>
            <w:tcBorders>
              <w:top w:val="double" w:sz="12" w:space="0" w:color="000000"/>
              <w:left w:val="double" w:sz="12" w:space="0" w:color="000000"/>
              <w:bottom w:val="double" w:sz="12" w:space="0" w:color="000000"/>
              <w:right w:val="double" w:sz="12" w:space="0" w:color="000000"/>
            </w:tcBorders>
            <w:vAlign w:val="center"/>
          </w:tcPr>
          <w:p w14:paraId="73C8D7B6" w14:textId="77777777" w:rsidR="00203768" w:rsidRPr="001E78F5" w:rsidRDefault="00203768" w:rsidP="002A1878">
            <w:pPr>
              <w:ind w:right="67"/>
              <w:jc w:val="center"/>
              <w:rPr>
                <w:sz w:val="18"/>
                <w:szCs w:val="18"/>
              </w:rPr>
            </w:pPr>
            <w:r w:rsidRPr="001E78F5">
              <w:rPr>
                <w:rFonts w:ascii="Arial" w:eastAsia="Arial" w:hAnsi="Arial" w:cs="Arial"/>
                <w:sz w:val="18"/>
                <w:szCs w:val="18"/>
              </w:rPr>
              <w:t xml:space="preserve">Moderado </w:t>
            </w:r>
          </w:p>
        </w:tc>
        <w:tc>
          <w:tcPr>
            <w:tcW w:w="7140" w:type="dxa"/>
            <w:tcBorders>
              <w:top w:val="double" w:sz="12" w:space="0" w:color="000000"/>
              <w:left w:val="double" w:sz="12" w:space="0" w:color="000000"/>
              <w:bottom w:val="double" w:sz="12" w:space="0" w:color="000000"/>
              <w:right w:val="double" w:sz="12" w:space="0" w:color="000000"/>
            </w:tcBorders>
            <w:vAlign w:val="center"/>
          </w:tcPr>
          <w:p w14:paraId="7B085A20" w14:textId="77777777" w:rsidR="00203768" w:rsidRPr="001E78F5" w:rsidRDefault="00203768" w:rsidP="002A1878">
            <w:pPr>
              <w:jc w:val="both"/>
              <w:rPr>
                <w:sz w:val="18"/>
                <w:szCs w:val="18"/>
              </w:rPr>
            </w:pPr>
            <w:r w:rsidRPr="001E78F5">
              <w:rPr>
                <w:rFonts w:ascii="Arial" w:eastAsia="Arial" w:hAnsi="Arial" w:cs="Arial"/>
                <w:sz w:val="18"/>
                <w:szCs w:val="18"/>
              </w:rPr>
              <w:t xml:space="preserve">Degradação moderada da edificação ou falhas contornáveis de alguns equipamentos e materiais, prejudicando a prestação eficaz do serviço. </w:t>
            </w:r>
          </w:p>
        </w:tc>
      </w:tr>
      <w:tr w:rsidR="00203768" w14:paraId="69D5B776" w14:textId="77777777">
        <w:trPr>
          <w:trHeight w:val="711"/>
        </w:trPr>
        <w:tc>
          <w:tcPr>
            <w:tcW w:w="2598" w:type="dxa"/>
            <w:tcBorders>
              <w:top w:val="double" w:sz="12" w:space="0" w:color="000000"/>
              <w:left w:val="double" w:sz="12" w:space="0" w:color="000000"/>
              <w:bottom w:val="double" w:sz="12" w:space="0" w:color="000000"/>
              <w:right w:val="double" w:sz="12" w:space="0" w:color="000000"/>
            </w:tcBorders>
            <w:vAlign w:val="center"/>
          </w:tcPr>
          <w:p w14:paraId="7B0BAAB2" w14:textId="77777777" w:rsidR="00203768" w:rsidRPr="001E78F5" w:rsidRDefault="00203768" w:rsidP="002A1878">
            <w:pPr>
              <w:ind w:right="72"/>
              <w:jc w:val="center"/>
              <w:rPr>
                <w:sz w:val="18"/>
                <w:szCs w:val="18"/>
              </w:rPr>
            </w:pPr>
            <w:r w:rsidRPr="001E78F5">
              <w:rPr>
                <w:rFonts w:ascii="Arial" w:eastAsia="Arial" w:hAnsi="Arial" w:cs="Arial"/>
                <w:sz w:val="18"/>
                <w:szCs w:val="18"/>
              </w:rPr>
              <w:t xml:space="preserve">Pequeno </w:t>
            </w:r>
          </w:p>
        </w:tc>
        <w:tc>
          <w:tcPr>
            <w:tcW w:w="7140" w:type="dxa"/>
            <w:tcBorders>
              <w:top w:val="double" w:sz="12" w:space="0" w:color="000000"/>
              <w:left w:val="double" w:sz="12" w:space="0" w:color="000000"/>
              <w:bottom w:val="double" w:sz="12" w:space="0" w:color="000000"/>
              <w:right w:val="double" w:sz="12" w:space="0" w:color="000000"/>
            </w:tcBorders>
            <w:vAlign w:val="center"/>
          </w:tcPr>
          <w:p w14:paraId="09A06880" w14:textId="77777777" w:rsidR="00203768" w:rsidRPr="001E78F5" w:rsidRDefault="00203768" w:rsidP="002A1878">
            <w:pPr>
              <w:jc w:val="both"/>
              <w:rPr>
                <w:sz w:val="18"/>
                <w:szCs w:val="18"/>
              </w:rPr>
            </w:pPr>
            <w:r w:rsidRPr="001E78F5">
              <w:rPr>
                <w:rFonts w:ascii="Arial" w:eastAsia="Arial" w:hAnsi="Arial" w:cs="Arial"/>
                <w:sz w:val="18"/>
                <w:szCs w:val="18"/>
              </w:rPr>
              <w:t xml:space="preserve">Degradação pequena da edificação, sem prejuízos à prestação dos serviços e sem lesões. </w:t>
            </w:r>
          </w:p>
        </w:tc>
      </w:tr>
      <w:tr w:rsidR="00203768" w14:paraId="76DB41FA" w14:textId="77777777">
        <w:trPr>
          <w:trHeight w:val="566"/>
        </w:trPr>
        <w:tc>
          <w:tcPr>
            <w:tcW w:w="2598" w:type="dxa"/>
            <w:tcBorders>
              <w:top w:val="double" w:sz="12" w:space="0" w:color="000000"/>
              <w:left w:val="double" w:sz="12" w:space="0" w:color="000000"/>
              <w:bottom w:val="double" w:sz="12" w:space="0" w:color="000000"/>
              <w:right w:val="double" w:sz="12" w:space="0" w:color="000000"/>
            </w:tcBorders>
            <w:vAlign w:val="center"/>
          </w:tcPr>
          <w:p w14:paraId="46EC1637" w14:textId="77777777" w:rsidR="00203768" w:rsidRPr="001E78F5" w:rsidRDefault="00203768" w:rsidP="002A1878">
            <w:pPr>
              <w:ind w:right="68"/>
              <w:jc w:val="center"/>
              <w:rPr>
                <w:sz w:val="18"/>
                <w:szCs w:val="18"/>
              </w:rPr>
            </w:pPr>
            <w:r w:rsidRPr="001E78F5">
              <w:rPr>
                <w:rFonts w:ascii="Arial" w:eastAsia="Arial" w:hAnsi="Arial" w:cs="Arial"/>
                <w:sz w:val="18"/>
                <w:szCs w:val="18"/>
              </w:rPr>
              <w:t xml:space="preserve">Muito pequeno </w:t>
            </w:r>
          </w:p>
        </w:tc>
        <w:tc>
          <w:tcPr>
            <w:tcW w:w="7140" w:type="dxa"/>
            <w:tcBorders>
              <w:top w:val="double" w:sz="12" w:space="0" w:color="000000"/>
              <w:left w:val="double" w:sz="12" w:space="0" w:color="000000"/>
              <w:bottom w:val="double" w:sz="12" w:space="0" w:color="000000"/>
              <w:right w:val="double" w:sz="12" w:space="0" w:color="000000"/>
            </w:tcBorders>
            <w:vAlign w:val="center"/>
          </w:tcPr>
          <w:p w14:paraId="6A1D087B" w14:textId="77777777" w:rsidR="00203768" w:rsidRPr="001E78F5" w:rsidRDefault="00203768" w:rsidP="002A1878">
            <w:pPr>
              <w:rPr>
                <w:sz w:val="18"/>
                <w:szCs w:val="18"/>
              </w:rPr>
            </w:pPr>
            <w:r w:rsidRPr="001E78F5">
              <w:rPr>
                <w:rFonts w:ascii="Arial" w:eastAsia="Arial" w:hAnsi="Arial" w:cs="Arial"/>
                <w:sz w:val="18"/>
                <w:szCs w:val="18"/>
              </w:rPr>
              <w:t xml:space="preserve">Não degrada a edificação; ameaças de menor potencial lesivo. </w:t>
            </w:r>
          </w:p>
        </w:tc>
      </w:tr>
    </w:tbl>
    <w:p w14:paraId="547F1838" w14:textId="77777777" w:rsidR="00203768" w:rsidRDefault="00203768" w:rsidP="00203768">
      <w:pPr>
        <w:spacing w:after="0"/>
      </w:pPr>
      <w:r>
        <w:rPr>
          <w:rFonts w:ascii="Arial" w:eastAsia="Arial" w:hAnsi="Arial" w:cs="Arial"/>
          <w:sz w:val="24"/>
        </w:rPr>
        <w:t xml:space="preserve"> </w:t>
      </w:r>
    </w:p>
    <w:p w14:paraId="2AD0F4B0" w14:textId="77777777" w:rsidR="00203768" w:rsidRDefault="00203768" w:rsidP="00203768">
      <w:pPr>
        <w:sectPr w:rsidR="00203768" w:rsidSect="00203768">
          <w:headerReference w:type="even" r:id="rId25"/>
          <w:footerReference w:type="even" r:id="rId26"/>
          <w:footerReference w:type="default" r:id="rId27"/>
          <w:headerReference w:type="first" r:id="rId28"/>
          <w:footerReference w:type="first" r:id="rId29"/>
          <w:footnotePr>
            <w:numRestart w:val="eachPage"/>
          </w:footnotePr>
          <w:pgSz w:w="11904" w:h="16838"/>
          <w:pgMar w:top="1971" w:right="3949" w:bottom="1404" w:left="1133" w:header="227" w:footer="54" w:gutter="0"/>
          <w:cols w:space="720"/>
        </w:sectPr>
      </w:pPr>
    </w:p>
    <w:p w14:paraId="2D47BD56" w14:textId="77777777" w:rsidR="00203768" w:rsidRPr="001E78F5" w:rsidRDefault="00203768" w:rsidP="00203768">
      <w:pPr>
        <w:spacing w:after="177"/>
        <w:rPr>
          <w:sz w:val="18"/>
          <w:szCs w:val="18"/>
        </w:rPr>
      </w:pPr>
      <w:r>
        <w:rPr>
          <w:rFonts w:ascii="Arial" w:eastAsia="Arial" w:hAnsi="Arial" w:cs="Arial"/>
          <w:sz w:val="2"/>
        </w:rPr>
        <w:lastRenderedPageBreak/>
        <w:t xml:space="preserve"> </w:t>
      </w:r>
    </w:p>
    <w:tbl>
      <w:tblPr>
        <w:tblStyle w:val="TableGrid"/>
        <w:tblW w:w="9700" w:type="dxa"/>
        <w:tblInd w:w="-29" w:type="dxa"/>
        <w:tblCellMar>
          <w:top w:w="34" w:type="dxa"/>
          <w:right w:w="115" w:type="dxa"/>
        </w:tblCellMar>
        <w:tblLook w:val="04A0" w:firstRow="1" w:lastRow="0" w:firstColumn="1" w:lastColumn="0" w:noHBand="0" w:noVBand="1"/>
      </w:tblPr>
      <w:tblGrid>
        <w:gridCol w:w="595"/>
        <w:gridCol w:w="9105"/>
      </w:tblGrid>
      <w:tr w:rsidR="00203768" w:rsidRPr="001E78F5" w14:paraId="68C960B0" w14:textId="77777777">
        <w:trPr>
          <w:trHeight w:val="454"/>
        </w:trPr>
        <w:tc>
          <w:tcPr>
            <w:tcW w:w="595" w:type="dxa"/>
            <w:tcBorders>
              <w:top w:val="single" w:sz="17" w:space="0" w:color="000000"/>
              <w:left w:val="nil"/>
              <w:bottom w:val="nil"/>
              <w:right w:val="nil"/>
            </w:tcBorders>
            <w:shd w:val="clear" w:color="auto" w:fill="BFBFBF"/>
          </w:tcPr>
          <w:p w14:paraId="343744F7" w14:textId="77777777" w:rsidR="00203768" w:rsidRPr="001E78F5" w:rsidRDefault="00203768" w:rsidP="002A1878">
            <w:pPr>
              <w:ind w:left="29"/>
              <w:rPr>
                <w:sz w:val="18"/>
                <w:szCs w:val="18"/>
              </w:rPr>
            </w:pPr>
            <w:r w:rsidRPr="001E78F5">
              <w:rPr>
                <w:rFonts w:ascii="Arial" w:eastAsia="Arial" w:hAnsi="Arial" w:cs="Arial"/>
                <w:b/>
                <w:sz w:val="18"/>
                <w:szCs w:val="18"/>
              </w:rPr>
              <w:t xml:space="preserve">5 </w:t>
            </w:r>
          </w:p>
        </w:tc>
        <w:tc>
          <w:tcPr>
            <w:tcW w:w="9105" w:type="dxa"/>
            <w:tcBorders>
              <w:top w:val="single" w:sz="17" w:space="0" w:color="000000"/>
              <w:left w:val="nil"/>
              <w:bottom w:val="nil"/>
              <w:right w:val="nil"/>
            </w:tcBorders>
            <w:shd w:val="clear" w:color="auto" w:fill="BFBFBF"/>
          </w:tcPr>
          <w:p w14:paraId="475D7E76" w14:textId="77777777" w:rsidR="00203768" w:rsidRPr="001E78F5" w:rsidRDefault="00203768" w:rsidP="002A1878">
            <w:pPr>
              <w:rPr>
                <w:sz w:val="18"/>
                <w:szCs w:val="18"/>
              </w:rPr>
            </w:pPr>
            <w:r w:rsidRPr="001E78F5">
              <w:rPr>
                <w:rFonts w:ascii="Arial" w:eastAsia="Arial" w:hAnsi="Arial" w:cs="Arial"/>
                <w:b/>
                <w:sz w:val="18"/>
                <w:szCs w:val="18"/>
              </w:rPr>
              <w:t xml:space="preserve">ANÁLISE QUALITATIVA DOS RISCOS </w:t>
            </w:r>
          </w:p>
        </w:tc>
      </w:tr>
    </w:tbl>
    <w:p w14:paraId="108F2864" w14:textId="77777777" w:rsidR="00203768" w:rsidRPr="001E78F5" w:rsidRDefault="00203768" w:rsidP="00203768">
      <w:pPr>
        <w:spacing w:after="0"/>
        <w:ind w:right="11"/>
        <w:jc w:val="right"/>
        <w:rPr>
          <w:sz w:val="18"/>
          <w:szCs w:val="18"/>
        </w:rPr>
      </w:pPr>
      <w:r w:rsidRPr="001E78F5">
        <w:rPr>
          <w:rFonts w:ascii="Arial" w:eastAsia="Arial" w:hAnsi="Arial" w:cs="Arial"/>
          <w:b/>
          <w:sz w:val="18"/>
          <w:szCs w:val="18"/>
        </w:rPr>
        <w:t xml:space="preserve"> </w:t>
      </w:r>
    </w:p>
    <w:tbl>
      <w:tblPr>
        <w:tblStyle w:val="TableGrid"/>
        <w:tblW w:w="9865" w:type="dxa"/>
        <w:tblInd w:w="-114" w:type="dxa"/>
        <w:tblCellMar>
          <w:top w:w="28" w:type="dxa"/>
          <w:left w:w="104" w:type="dxa"/>
          <w:right w:w="44" w:type="dxa"/>
        </w:tblCellMar>
        <w:tblLook w:val="04A0" w:firstRow="1" w:lastRow="0" w:firstColumn="1" w:lastColumn="0" w:noHBand="0" w:noVBand="1"/>
      </w:tblPr>
      <w:tblGrid>
        <w:gridCol w:w="951"/>
        <w:gridCol w:w="911"/>
        <w:gridCol w:w="4723"/>
        <w:gridCol w:w="3280"/>
      </w:tblGrid>
      <w:tr w:rsidR="00203768" w:rsidRPr="001E78F5" w14:paraId="1A535DCD" w14:textId="77777777">
        <w:trPr>
          <w:trHeight w:val="540"/>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vAlign w:val="center"/>
          </w:tcPr>
          <w:p w14:paraId="5F0D3FBF" w14:textId="675BAA35" w:rsidR="00203768" w:rsidRPr="001E78F5" w:rsidRDefault="00203768" w:rsidP="002A1878">
            <w:pPr>
              <w:ind w:left="5"/>
              <w:rPr>
                <w:sz w:val="18"/>
                <w:szCs w:val="18"/>
              </w:rPr>
            </w:pPr>
            <w:r w:rsidRPr="001E78F5">
              <w:rPr>
                <w:rFonts w:ascii="Arial" w:eastAsia="Arial" w:hAnsi="Arial" w:cs="Arial"/>
                <w:b/>
                <w:sz w:val="18"/>
                <w:szCs w:val="18"/>
              </w:rPr>
              <w:t xml:space="preserve">RISCO </w:t>
            </w:r>
            <w:r w:rsidR="00F13138" w:rsidRPr="001E78F5">
              <w:rPr>
                <w:rFonts w:ascii="Arial" w:eastAsia="Arial" w:hAnsi="Arial" w:cs="Arial"/>
                <w:b/>
                <w:sz w:val="18"/>
                <w:szCs w:val="18"/>
              </w:rPr>
              <w:t>14</w:t>
            </w:r>
            <w:r w:rsidRPr="001E78F5">
              <w:rPr>
                <w:rFonts w:ascii="Arial" w:eastAsia="Arial" w:hAnsi="Arial" w:cs="Arial"/>
                <w:b/>
                <w:sz w:val="18"/>
                <w:szCs w:val="18"/>
              </w:rPr>
              <w:t>.1.1</w:t>
            </w:r>
            <w:r w:rsidR="00F13138" w:rsidRPr="001E78F5">
              <w:rPr>
                <w:rFonts w:ascii="Arial" w:eastAsia="Arial" w:hAnsi="Arial" w:cs="Arial"/>
                <w:b/>
                <w:sz w:val="18"/>
                <w:szCs w:val="18"/>
              </w:rPr>
              <w:t>.a</w:t>
            </w:r>
            <w:r w:rsidRPr="001E78F5">
              <w:rPr>
                <w:rFonts w:ascii="Arial" w:eastAsia="Arial" w:hAnsi="Arial" w:cs="Arial"/>
                <w:b/>
                <w:sz w:val="18"/>
                <w:szCs w:val="18"/>
              </w:rPr>
              <w:t xml:space="preserve"> EQUÍVOCOS NA DESCRIÇÃO DO OBJETO</w:t>
            </w:r>
            <w:r w:rsidRPr="001E78F5">
              <w:rPr>
                <w:rFonts w:ascii="Arial" w:eastAsia="Arial" w:hAnsi="Arial" w:cs="Arial"/>
                <w:sz w:val="18"/>
                <w:szCs w:val="18"/>
              </w:rPr>
              <w:t xml:space="preserve"> </w:t>
            </w:r>
          </w:p>
        </w:tc>
      </w:tr>
      <w:tr w:rsidR="00203768" w:rsidRPr="001E78F5" w14:paraId="47EF9ACC" w14:textId="77777777">
        <w:trPr>
          <w:trHeight w:val="860"/>
        </w:trPr>
        <w:tc>
          <w:tcPr>
            <w:tcW w:w="9865" w:type="dxa"/>
            <w:gridSpan w:val="4"/>
            <w:tcBorders>
              <w:top w:val="double" w:sz="4" w:space="0" w:color="000000"/>
              <w:left w:val="double" w:sz="4" w:space="0" w:color="000000"/>
              <w:bottom w:val="double" w:sz="4" w:space="0" w:color="000000"/>
              <w:right w:val="double" w:sz="4" w:space="0" w:color="000000"/>
            </w:tcBorders>
          </w:tcPr>
          <w:p w14:paraId="0B424C08" w14:textId="77777777" w:rsidR="00203768" w:rsidRPr="001E78F5" w:rsidRDefault="00203768" w:rsidP="002A1878">
            <w:pPr>
              <w:spacing w:after="17"/>
              <w:ind w:left="5"/>
              <w:rPr>
                <w:sz w:val="18"/>
                <w:szCs w:val="18"/>
              </w:rPr>
            </w:pPr>
            <w:r w:rsidRPr="001E78F5">
              <w:rPr>
                <w:rFonts w:ascii="Arial" w:eastAsia="Arial" w:hAnsi="Arial" w:cs="Arial"/>
                <w:sz w:val="18"/>
                <w:szCs w:val="18"/>
              </w:rPr>
              <w:t xml:space="preserve">(X) PLANEJAMENTO DA CONTRATAÇÃO </w:t>
            </w:r>
          </w:p>
          <w:p w14:paraId="096B781F" w14:textId="77777777" w:rsidR="00203768" w:rsidRPr="001E78F5" w:rsidRDefault="00203768" w:rsidP="002A1878">
            <w:pPr>
              <w:spacing w:after="17"/>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SELEÇÃO DO FORNECEDOR </w:t>
            </w:r>
          </w:p>
          <w:p w14:paraId="7AEBECFD" w14:textId="77777777" w:rsidR="00203768" w:rsidRPr="001E78F5" w:rsidRDefault="00203768" w:rsidP="002A1878">
            <w:pPr>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CONTRATAÇÃO </w:t>
            </w:r>
          </w:p>
        </w:tc>
      </w:tr>
      <w:tr w:rsidR="00203768" w:rsidRPr="001E78F5" w14:paraId="4B85D38C" w14:textId="77777777">
        <w:trPr>
          <w:trHeight w:val="303"/>
        </w:trPr>
        <w:tc>
          <w:tcPr>
            <w:tcW w:w="1862" w:type="dxa"/>
            <w:gridSpan w:val="2"/>
            <w:tcBorders>
              <w:top w:val="double" w:sz="4" w:space="0" w:color="000000"/>
              <w:left w:val="double" w:sz="4" w:space="0" w:color="000000"/>
              <w:bottom w:val="double" w:sz="4" w:space="0" w:color="000000"/>
              <w:right w:val="double" w:sz="4" w:space="0" w:color="000000"/>
            </w:tcBorders>
          </w:tcPr>
          <w:p w14:paraId="4E126BBC" w14:textId="77777777" w:rsidR="00203768" w:rsidRPr="001E78F5" w:rsidRDefault="00203768" w:rsidP="002A1878">
            <w:pPr>
              <w:ind w:left="5"/>
              <w:jc w:val="both"/>
              <w:rPr>
                <w:sz w:val="18"/>
                <w:szCs w:val="18"/>
              </w:rPr>
            </w:pPr>
            <w:r w:rsidRPr="001E78F5">
              <w:rPr>
                <w:rFonts w:ascii="Arial" w:eastAsia="Arial" w:hAnsi="Arial" w:cs="Arial"/>
                <w:b/>
                <w:sz w:val="18"/>
                <w:szCs w:val="18"/>
              </w:rPr>
              <w:t>PROBABILIDADE</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33BBED28" w14:textId="77777777" w:rsidR="00203768" w:rsidRPr="001E78F5" w:rsidRDefault="00203768" w:rsidP="002A1878">
            <w:pPr>
              <w:ind w:right="73"/>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ALTA (   ) MÉDIA ( X ) BAIXA </w:t>
            </w:r>
          </w:p>
        </w:tc>
      </w:tr>
      <w:tr w:rsidR="00203768" w:rsidRPr="001E78F5" w14:paraId="390579C1" w14:textId="77777777">
        <w:trPr>
          <w:trHeight w:val="308"/>
        </w:trPr>
        <w:tc>
          <w:tcPr>
            <w:tcW w:w="1862" w:type="dxa"/>
            <w:gridSpan w:val="2"/>
            <w:tcBorders>
              <w:top w:val="double" w:sz="4" w:space="0" w:color="000000"/>
              <w:left w:val="double" w:sz="4" w:space="0" w:color="000000"/>
              <w:bottom w:val="double" w:sz="4" w:space="0" w:color="000000"/>
              <w:right w:val="double" w:sz="4" w:space="0" w:color="000000"/>
            </w:tcBorders>
          </w:tcPr>
          <w:p w14:paraId="68118EA7" w14:textId="77777777" w:rsidR="00203768" w:rsidRPr="001E78F5" w:rsidRDefault="00203768" w:rsidP="002A1878">
            <w:pPr>
              <w:ind w:right="68"/>
              <w:jc w:val="center"/>
              <w:rPr>
                <w:sz w:val="18"/>
                <w:szCs w:val="18"/>
              </w:rPr>
            </w:pPr>
            <w:r w:rsidRPr="001E78F5">
              <w:rPr>
                <w:rFonts w:ascii="Arial" w:eastAsia="Arial" w:hAnsi="Arial" w:cs="Arial"/>
                <w:b/>
                <w:sz w:val="18"/>
                <w:szCs w:val="18"/>
              </w:rPr>
              <w:t>IMPACTO</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049A92FC" w14:textId="77777777" w:rsidR="00203768" w:rsidRPr="001E78F5" w:rsidRDefault="00203768" w:rsidP="002A1878">
            <w:pPr>
              <w:ind w:right="83"/>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MUITO GRANDE ( X ) GRANDE (   ) MODERADO (   ) PEQUENO (   ) MUITO PEQUENO </w:t>
            </w:r>
          </w:p>
        </w:tc>
      </w:tr>
      <w:tr w:rsidR="00203768" w:rsidRPr="001E78F5" w14:paraId="44342931" w14:textId="77777777">
        <w:trPr>
          <w:trHeight w:val="305"/>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221CC166" w14:textId="77777777" w:rsidR="00203768" w:rsidRPr="001E78F5" w:rsidRDefault="00203768" w:rsidP="002A1878">
            <w:pPr>
              <w:ind w:right="69"/>
              <w:jc w:val="center"/>
              <w:rPr>
                <w:sz w:val="18"/>
                <w:szCs w:val="18"/>
              </w:rPr>
            </w:pPr>
            <w:r w:rsidRPr="001E78F5">
              <w:rPr>
                <w:rFonts w:ascii="Arial" w:eastAsia="Arial" w:hAnsi="Arial" w:cs="Arial"/>
                <w:b/>
                <w:sz w:val="18"/>
                <w:szCs w:val="18"/>
              </w:rPr>
              <w:t>DANO – CONSEQUÊNCIA</w:t>
            </w:r>
            <w:r w:rsidRPr="001E78F5">
              <w:rPr>
                <w:rFonts w:ascii="Arial" w:eastAsia="Arial" w:hAnsi="Arial" w:cs="Arial"/>
                <w:sz w:val="18"/>
                <w:szCs w:val="18"/>
              </w:rPr>
              <w:t xml:space="preserve"> </w:t>
            </w:r>
          </w:p>
        </w:tc>
      </w:tr>
      <w:tr w:rsidR="00203768" w:rsidRPr="001E78F5" w14:paraId="7B8975A2" w14:textId="77777777">
        <w:trPr>
          <w:trHeight w:val="280"/>
        </w:trPr>
        <w:tc>
          <w:tcPr>
            <w:tcW w:w="951" w:type="dxa"/>
            <w:tcBorders>
              <w:top w:val="double" w:sz="4" w:space="0" w:color="000000"/>
              <w:left w:val="double" w:sz="4" w:space="0" w:color="000000"/>
              <w:bottom w:val="double" w:sz="4" w:space="0" w:color="000000"/>
              <w:right w:val="double" w:sz="4" w:space="0" w:color="000000"/>
            </w:tcBorders>
          </w:tcPr>
          <w:p w14:paraId="201D0D0D"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158A73CE" w14:textId="77777777" w:rsidR="00203768" w:rsidRPr="001E78F5" w:rsidRDefault="00203768" w:rsidP="002A1878">
            <w:pPr>
              <w:rPr>
                <w:sz w:val="18"/>
                <w:szCs w:val="18"/>
              </w:rPr>
            </w:pPr>
            <w:r w:rsidRPr="001E78F5">
              <w:rPr>
                <w:rFonts w:ascii="Arial" w:eastAsia="Arial" w:hAnsi="Arial" w:cs="Arial"/>
                <w:sz w:val="18"/>
                <w:szCs w:val="18"/>
              </w:rPr>
              <w:t xml:space="preserve">Atraso na realização da contratação pleiteada. </w:t>
            </w:r>
          </w:p>
        </w:tc>
      </w:tr>
      <w:tr w:rsidR="00203768" w:rsidRPr="001E78F5" w14:paraId="4940E6CF" w14:textId="77777777">
        <w:trPr>
          <w:trHeight w:val="284"/>
        </w:trPr>
        <w:tc>
          <w:tcPr>
            <w:tcW w:w="951" w:type="dxa"/>
            <w:tcBorders>
              <w:top w:val="double" w:sz="4" w:space="0" w:color="000000"/>
              <w:left w:val="double" w:sz="4" w:space="0" w:color="000000"/>
              <w:bottom w:val="double" w:sz="4" w:space="0" w:color="000000"/>
              <w:right w:val="double" w:sz="4" w:space="0" w:color="000000"/>
            </w:tcBorders>
          </w:tcPr>
          <w:p w14:paraId="6372B2D9"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8915" w:type="dxa"/>
            <w:gridSpan w:val="3"/>
            <w:tcBorders>
              <w:top w:val="double" w:sz="4" w:space="0" w:color="000000"/>
              <w:left w:val="double" w:sz="4" w:space="0" w:color="000000"/>
              <w:bottom w:val="double" w:sz="4" w:space="0" w:color="000000"/>
              <w:right w:val="double" w:sz="4" w:space="0" w:color="000000"/>
            </w:tcBorders>
          </w:tcPr>
          <w:p w14:paraId="4244175B" w14:textId="77777777" w:rsidR="00203768" w:rsidRPr="001E78F5" w:rsidRDefault="00203768" w:rsidP="002A1878">
            <w:pPr>
              <w:rPr>
                <w:sz w:val="18"/>
                <w:szCs w:val="18"/>
              </w:rPr>
            </w:pPr>
            <w:r w:rsidRPr="001E78F5">
              <w:rPr>
                <w:rFonts w:ascii="Arial" w:eastAsia="Arial" w:hAnsi="Arial" w:cs="Arial"/>
                <w:sz w:val="18"/>
                <w:szCs w:val="18"/>
              </w:rPr>
              <w:t xml:space="preserve">Descontinuidade na prestação dos serviços. </w:t>
            </w:r>
          </w:p>
        </w:tc>
      </w:tr>
      <w:tr w:rsidR="00203768" w:rsidRPr="001E78F5" w14:paraId="2BE985E7" w14:textId="77777777">
        <w:trPr>
          <w:trHeight w:val="305"/>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59E36A7D" w14:textId="77777777" w:rsidR="00203768" w:rsidRPr="001E78F5" w:rsidRDefault="00203768" w:rsidP="002A1878">
            <w:pPr>
              <w:ind w:right="76"/>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04792EB5" w14:textId="77777777" w:rsidR="00203768" w:rsidRPr="001E78F5" w:rsidRDefault="00203768" w:rsidP="002A1878">
            <w:pPr>
              <w:ind w:right="84"/>
              <w:jc w:val="center"/>
              <w:rPr>
                <w:sz w:val="18"/>
                <w:szCs w:val="18"/>
              </w:rPr>
            </w:pPr>
            <w:r w:rsidRPr="001E78F5">
              <w:rPr>
                <w:rFonts w:ascii="Arial" w:eastAsia="Arial" w:hAnsi="Arial" w:cs="Arial"/>
                <w:b/>
                <w:sz w:val="18"/>
                <w:szCs w:val="18"/>
              </w:rPr>
              <w:t>AÇÃO PREVENTIVA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38017B72"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0F293DD8" w14:textId="77777777">
        <w:trPr>
          <w:trHeight w:val="286"/>
        </w:trPr>
        <w:tc>
          <w:tcPr>
            <w:tcW w:w="951" w:type="dxa"/>
            <w:tcBorders>
              <w:top w:val="double" w:sz="4" w:space="0" w:color="000000"/>
              <w:left w:val="double" w:sz="4" w:space="0" w:color="000000"/>
              <w:bottom w:val="double" w:sz="4" w:space="0" w:color="000000"/>
              <w:right w:val="double" w:sz="4" w:space="0" w:color="000000"/>
            </w:tcBorders>
          </w:tcPr>
          <w:p w14:paraId="38C2BF51"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tcPr>
          <w:p w14:paraId="22325C72" w14:textId="77777777" w:rsidR="00203768" w:rsidRPr="001E78F5" w:rsidRDefault="00203768" w:rsidP="002A1878">
            <w:pPr>
              <w:rPr>
                <w:sz w:val="18"/>
                <w:szCs w:val="18"/>
              </w:rPr>
            </w:pPr>
            <w:r w:rsidRPr="001E78F5">
              <w:rPr>
                <w:rFonts w:ascii="Arial" w:eastAsia="Arial" w:hAnsi="Arial" w:cs="Arial"/>
                <w:sz w:val="18"/>
                <w:szCs w:val="18"/>
              </w:rPr>
              <w:t xml:space="preserve">Realização de pesquisa intensa no mercado. </w:t>
            </w:r>
          </w:p>
        </w:tc>
        <w:tc>
          <w:tcPr>
            <w:tcW w:w="3280" w:type="dxa"/>
            <w:tcBorders>
              <w:top w:val="double" w:sz="4" w:space="0" w:color="000000"/>
              <w:left w:val="double" w:sz="4" w:space="0" w:color="000000"/>
              <w:bottom w:val="double" w:sz="4" w:space="0" w:color="000000"/>
              <w:right w:val="double" w:sz="4" w:space="0" w:color="000000"/>
            </w:tcBorders>
          </w:tcPr>
          <w:p w14:paraId="011148FA" w14:textId="77777777" w:rsidR="00203768" w:rsidRPr="001E78F5" w:rsidRDefault="00203768" w:rsidP="002A1878">
            <w:pPr>
              <w:ind w:right="74"/>
              <w:jc w:val="center"/>
              <w:rPr>
                <w:sz w:val="18"/>
                <w:szCs w:val="18"/>
              </w:rPr>
            </w:pPr>
            <w:r w:rsidRPr="001E78F5">
              <w:rPr>
                <w:rFonts w:ascii="Arial" w:eastAsia="Arial" w:hAnsi="Arial" w:cs="Arial"/>
                <w:sz w:val="18"/>
                <w:szCs w:val="18"/>
              </w:rPr>
              <w:t xml:space="preserve">Integrante Requisitante </w:t>
            </w:r>
          </w:p>
        </w:tc>
      </w:tr>
      <w:tr w:rsidR="00203768" w:rsidRPr="001E78F5" w14:paraId="3E5E754A" w14:textId="77777777">
        <w:trPr>
          <w:trHeight w:val="300"/>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3C364297" w14:textId="77777777" w:rsidR="00203768" w:rsidRPr="001E78F5" w:rsidRDefault="00203768" w:rsidP="002A1878">
            <w:pPr>
              <w:ind w:right="76"/>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08A565E6" w14:textId="77777777" w:rsidR="00203768" w:rsidRPr="001E78F5" w:rsidRDefault="00203768" w:rsidP="002A1878">
            <w:pPr>
              <w:ind w:right="75"/>
              <w:jc w:val="center"/>
              <w:rPr>
                <w:sz w:val="18"/>
                <w:szCs w:val="18"/>
              </w:rPr>
            </w:pPr>
            <w:r w:rsidRPr="001E78F5">
              <w:rPr>
                <w:rFonts w:ascii="Arial" w:eastAsia="Arial" w:hAnsi="Arial" w:cs="Arial"/>
                <w:b/>
                <w:sz w:val="18"/>
                <w:szCs w:val="18"/>
              </w:rPr>
              <w:t>AÇÃO DE CONTINGÊNCIA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4C42EBD7"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5290ADAC" w14:textId="77777777">
        <w:trPr>
          <w:trHeight w:val="284"/>
        </w:trPr>
        <w:tc>
          <w:tcPr>
            <w:tcW w:w="951" w:type="dxa"/>
            <w:tcBorders>
              <w:top w:val="double" w:sz="4" w:space="0" w:color="000000"/>
              <w:left w:val="double" w:sz="4" w:space="0" w:color="000000"/>
              <w:bottom w:val="double" w:sz="4" w:space="0" w:color="000000"/>
              <w:right w:val="double" w:sz="4" w:space="0" w:color="000000"/>
            </w:tcBorders>
          </w:tcPr>
          <w:p w14:paraId="48C67E16"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tcPr>
          <w:p w14:paraId="01DFE28B" w14:textId="77777777" w:rsidR="00203768" w:rsidRPr="001E78F5" w:rsidRDefault="00203768" w:rsidP="002A1878">
            <w:pPr>
              <w:rPr>
                <w:sz w:val="18"/>
                <w:szCs w:val="18"/>
              </w:rPr>
            </w:pPr>
            <w:r w:rsidRPr="001E78F5">
              <w:rPr>
                <w:rFonts w:ascii="Arial" w:eastAsia="Arial" w:hAnsi="Arial" w:cs="Arial"/>
                <w:sz w:val="18"/>
                <w:szCs w:val="18"/>
              </w:rPr>
              <w:t xml:space="preserve">Análise das impugnações dos Editais para as devidas corretivas. </w:t>
            </w:r>
          </w:p>
        </w:tc>
        <w:tc>
          <w:tcPr>
            <w:tcW w:w="3280" w:type="dxa"/>
            <w:vMerge w:val="restart"/>
            <w:tcBorders>
              <w:top w:val="double" w:sz="4" w:space="0" w:color="000000"/>
              <w:left w:val="double" w:sz="4" w:space="0" w:color="000000"/>
              <w:bottom w:val="double" w:sz="4" w:space="0" w:color="000000"/>
              <w:right w:val="double" w:sz="4" w:space="0" w:color="000000"/>
            </w:tcBorders>
            <w:vAlign w:val="center"/>
          </w:tcPr>
          <w:p w14:paraId="0502AC17" w14:textId="77777777" w:rsidR="00203768" w:rsidRPr="001E78F5" w:rsidRDefault="00203768" w:rsidP="002A1878">
            <w:pPr>
              <w:ind w:right="74"/>
              <w:jc w:val="center"/>
              <w:rPr>
                <w:sz w:val="18"/>
                <w:szCs w:val="18"/>
              </w:rPr>
            </w:pPr>
            <w:r w:rsidRPr="001E78F5">
              <w:rPr>
                <w:rFonts w:ascii="Arial" w:eastAsia="Arial" w:hAnsi="Arial" w:cs="Arial"/>
                <w:sz w:val="18"/>
                <w:szCs w:val="18"/>
              </w:rPr>
              <w:t xml:space="preserve">Integrante Requisitante </w:t>
            </w:r>
          </w:p>
        </w:tc>
      </w:tr>
      <w:tr w:rsidR="00203768" w:rsidRPr="001E78F5" w14:paraId="68AA4968" w14:textId="77777777">
        <w:trPr>
          <w:trHeight w:val="284"/>
        </w:trPr>
        <w:tc>
          <w:tcPr>
            <w:tcW w:w="951" w:type="dxa"/>
            <w:tcBorders>
              <w:top w:val="double" w:sz="4" w:space="0" w:color="000000"/>
              <w:left w:val="double" w:sz="4" w:space="0" w:color="000000"/>
              <w:bottom w:val="double" w:sz="4" w:space="0" w:color="000000"/>
              <w:right w:val="double" w:sz="4" w:space="0" w:color="000000"/>
            </w:tcBorders>
          </w:tcPr>
          <w:p w14:paraId="13637C9D"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5635" w:type="dxa"/>
            <w:gridSpan w:val="2"/>
            <w:tcBorders>
              <w:top w:val="double" w:sz="4" w:space="0" w:color="000000"/>
              <w:left w:val="double" w:sz="4" w:space="0" w:color="000000"/>
              <w:bottom w:val="double" w:sz="4" w:space="0" w:color="000000"/>
              <w:right w:val="double" w:sz="4" w:space="0" w:color="000000"/>
            </w:tcBorders>
          </w:tcPr>
          <w:p w14:paraId="6AB0551F" w14:textId="77777777" w:rsidR="00203768" w:rsidRPr="001E78F5" w:rsidRDefault="00203768" w:rsidP="002A1878">
            <w:pPr>
              <w:rPr>
                <w:sz w:val="18"/>
                <w:szCs w:val="18"/>
              </w:rPr>
            </w:pPr>
            <w:r w:rsidRPr="001E78F5">
              <w:rPr>
                <w:rFonts w:ascii="Arial" w:eastAsia="Arial" w:hAnsi="Arial" w:cs="Arial"/>
                <w:sz w:val="18"/>
                <w:szCs w:val="18"/>
              </w:rPr>
              <w:t xml:space="preserve">Pesquisa no mercado. </w:t>
            </w:r>
          </w:p>
        </w:tc>
        <w:tc>
          <w:tcPr>
            <w:tcW w:w="0" w:type="auto"/>
            <w:vMerge/>
            <w:tcBorders>
              <w:top w:val="nil"/>
              <w:left w:val="double" w:sz="4" w:space="0" w:color="000000"/>
              <w:bottom w:val="double" w:sz="4" w:space="0" w:color="000000"/>
              <w:right w:val="double" w:sz="4" w:space="0" w:color="000000"/>
            </w:tcBorders>
          </w:tcPr>
          <w:p w14:paraId="09BE680C" w14:textId="77777777" w:rsidR="00203768" w:rsidRPr="001E78F5" w:rsidRDefault="00203768" w:rsidP="002A1878">
            <w:pPr>
              <w:rPr>
                <w:sz w:val="18"/>
                <w:szCs w:val="18"/>
              </w:rPr>
            </w:pPr>
          </w:p>
        </w:tc>
      </w:tr>
      <w:tr w:rsidR="00203768" w:rsidRPr="001E78F5" w14:paraId="0D00A19B" w14:textId="77777777">
        <w:trPr>
          <w:trHeight w:val="305"/>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67CF0BB2" w14:textId="77777777" w:rsidR="00203768" w:rsidRPr="001E78F5" w:rsidRDefault="00203768" w:rsidP="002A1878">
            <w:pPr>
              <w:ind w:right="68"/>
              <w:jc w:val="center"/>
              <w:rPr>
                <w:sz w:val="18"/>
                <w:szCs w:val="18"/>
              </w:rPr>
            </w:pPr>
            <w:r w:rsidRPr="001E78F5">
              <w:rPr>
                <w:rFonts w:ascii="Arial" w:eastAsia="Arial" w:hAnsi="Arial" w:cs="Arial"/>
                <w:b/>
                <w:sz w:val="18"/>
                <w:szCs w:val="18"/>
              </w:rPr>
              <w:t>CAUSAS (FONTE + VULNERABILIDADES)</w:t>
            </w:r>
            <w:r w:rsidRPr="001E78F5">
              <w:rPr>
                <w:rFonts w:ascii="Arial" w:eastAsia="Arial" w:hAnsi="Arial" w:cs="Arial"/>
                <w:sz w:val="18"/>
                <w:szCs w:val="18"/>
              </w:rPr>
              <w:t xml:space="preserve"> </w:t>
            </w:r>
          </w:p>
        </w:tc>
      </w:tr>
      <w:tr w:rsidR="00203768" w:rsidRPr="001E78F5" w14:paraId="69991B28" w14:textId="77777777">
        <w:trPr>
          <w:trHeight w:val="280"/>
        </w:trPr>
        <w:tc>
          <w:tcPr>
            <w:tcW w:w="951" w:type="dxa"/>
            <w:tcBorders>
              <w:top w:val="double" w:sz="4" w:space="0" w:color="000000"/>
              <w:left w:val="double" w:sz="4" w:space="0" w:color="000000"/>
              <w:bottom w:val="double" w:sz="4" w:space="0" w:color="000000"/>
              <w:right w:val="double" w:sz="4" w:space="0" w:color="000000"/>
            </w:tcBorders>
          </w:tcPr>
          <w:p w14:paraId="6C446709"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1731B929" w14:textId="77777777" w:rsidR="00203768" w:rsidRPr="001E78F5" w:rsidRDefault="00203768" w:rsidP="002A1878">
            <w:pPr>
              <w:rPr>
                <w:sz w:val="18"/>
                <w:szCs w:val="18"/>
              </w:rPr>
            </w:pPr>
            <w:r w:rsidRPr="001E78F5">
              <w:rPr>
                <w:rFonts w:ascii="Arial" w:eastAsia="Arial" w:hAnsi="Arial" w:cs="Arial"/>
                <w:sz w:val="18"/>
                <w:szCs w:val="18"/>
              </w:rPr>
              <w:t xml:space="preserve">Pessoal - Não observância das exigências mínimas (normativos e leis) para prestação do serviço. </w:t>
            </w:r>
          </w:p>
        </w:tc>
      </w:tr>
      <w:tr w:rsidR="00203768" w:rsidRPr="001E78F5" w14:paraId="50C35BC4" w14:textId="77777777">
        <w:trPr>
          <w:trHeight w:val="288"/>
        </w:trPr>
        <w:tc>
          <w:tcPr>
            <w:tcW w:w="951" w:type="dxa"/>
            <w:tcBorders>
              <w:top w:val="double" w:sz="4" w:space="0" w:color="000000"/>
              <w:left w:val="double" w:sz="4" w:space="0" w:color="000000"/>
              <w:bottom w:val="double" w:sz="4" w:space="0" w:color="000000"/>
              <w:right w:val="double" w:sz="4" w:space="0" w:color="000000"/>
            </w:tcBorders>
          </w:tcPr>
          <w:p w14:paraId="31B3AF64"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8915" w:type="dxa"/>
            <w:gridSpan w:val="3"/>
            <w:tcBorders>
              <w:top w:val="double" w:sz="4" w:space="0" w:color="000000"/>
              <w:left w:val="double" w:sz="4" w:space="0" w:color="000000"/>
              <w:bottom w:val="double" w:sz="4" w:space="0" w:color="000000"/>
              <w:right w:val="double" w:sz="4" w:space="0" w:color="000000"/>
            </w:tcBorders>
          </w:tcPr>
          <w:p w14:paraId="555C4B58" w14:textId="77777777" w:rsidR="00203768" w:rsidRPr="001E78F5" w:rsidRDefault="00203768" w:rsidP="002A1878">
            <w:pPr>
              <w:rPr>
                <w:sz w:val="18"/>
                <w:szCs w:val="18"/>
              </w:rPr>
            </w:pPr>
            <w:r w:rsidRPr="001E78F5">
              <w:rPr>
                <w:rFonts w:ascii="Arial" w:eastAsia="Arial" w:hAnsi="Arial" w:cs="Arial"/>
                <w:sz w:val="18"/>
                <w:szCs w:val="18"/>
              </w:rPr>
              <w:t xml:space="preserve">Pessoal - Ausência de pesquisa no mercado potencial das melhores práticas e preços praticados. </w:t>
            </w:r>
          </w:p>
        </w:tc>
      </w:tr>
    </w:tbl>
    <w:p w14:paraId="71A43E26" w14:textId="77777777" w:rsidR="00203768" w:rsidRPr="001E78F5" w:rsidRDefault="00203768" w:rsidP="00203768">
      <w:pPr>
        <w:spacing w:after="0"/>
        <w:ind w:left="1417"/>
        <w:rPr>
          <w:sz w:val="18"/>
          <w:szCs w:val="18"/>
        </w:rPr>
      </w:pPr>
      <w:r w:rsidRPr="001E78F5">
        <w:rPr>
          <w:rFonts w:ascii="Arial" w:eastAsia="Arial" w:hAnsi="Arial" w:cs="Arial"/>
          <w:b/>
          <w:sz w:val="18"/>
          <w:szCs w:val="18"/>
        </w:rPr>
        <w:t xml:space="preserve"> </w:t>
      </w:r>
    </w:p>
    <w:tbl>
      <w:tblPr>
        <w:tblStyle w:val="TableGrid"/>
        <w:tblW w:w="9865" w:type="dxa"/>
        <w:tblInd w:w="-114" w:type="dxa"/>
        <w:tblCellMar>
          <w:top w:w="28" w:type="dxa"/>
          <w:left w:w="104" w:type="dxa"/>
          <w:right w:w="44" w:type="dxa"/>
        </w:tblCellMar>
        <w:tblLook w:val="04A0" w:firstRow="1" w:lastRow="0" w:firstColumn="1" w:lastColumn="0" w:noHBand="0" w:noVBand="1"/>
      </w:tblPr>
      <w:tblGrid>
        <w:gridCol w:w="951"/>
        <w:gridCol w:w="911"/>
        <w:gridCol w:w="4723"/>
        <w:gridCol w:w="3280"/>
      </w:tblGrid>
      <w:tr w:rsidR="00203768" w:rsidRPr="001E78F5" w14:paraId="73E7A317" w14:textId="77777777">
        <w:trPr>
          <w:trHeight w:val="540"/>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vAlign w:val="center"/>
          </w:tcPr>
          <w:p w14:paraId="44F130BD" w14:textId="2636C94E" w:rsidR="00203768" w:rsidRPr="001E78F5" w:rsidRDefault="00203768" w:rsidP="002A1878">
            <w:pPr>
              <w:ind w:left="5"/>
              <w:rPr>
                <w:sz w:val="18"/>
                <w:szCs w:val="18"/>
              </w:rPr>
            </w:pPr>
            <w:r w:rsidRPr="001E78F5">
              <w:rPr>
                <w:rFonts w:ascii="Arial" w:eastAsia="Arial" w:hAnsi="Arial" w:cs="Arial"/>
                <w:b/>
                <w:sz w:val="18"/>
                <w:szCs w:val="18"/>
              </w:rPr>
              <w:t xml:space="preserve">RISCO </w:t>
            </w:r>
            <w:r w:rsidR="00F13138" w:rsidRPr="001E78F5">
              <w:rPr>
                <w:rFonts w:ascii="Arial" w:eastAsia="Arial" w:hAnsi="Arial" w:cs="Arial"/>
                <w:b/>
                <w:sz w:val="18"/>
                <w:szCs w:val="18"/>
              </w:rPr>
              <w:t xml:space="preserve">14.1.1.b </w:t>
            </w:r>
            <w:r w:rsidRPr="001E78F5">
              <w:rPr>
                <w:rFonts w:ascii="Arial" w:eastAsia="Arial" w:hAnsi="Arial" w:cs="Arial"/>
                <w:b/>
                <w:sz w:val="18"/>
                <w:szCs w:val="18"/>
              </w:rPr>
              <w:t>ELABORAÇÃO FALHA DA ESTIMATIVA</w:t>
            </w:r>
            <w:r w:rsidRPr="001E78F5">
              <w:rPr>
                <w:rFonts w:ascii="Arial" w:eastAsia="Arial" w:hAnsi="Arial" w:cs="Arial"/>
                <w:sz w:val="18"/>
                <w:szCs w:val="18"/>
              </w:rPr>
              <w:t xml:space="preserve"> </w:t>
            </w:r>
          </w:p>
        </w:tc>
      </w:tr>
      <w:tr w:rsidR="00203768" w:rsidRPr="001E78F5" w14:paraId="64396F73" w14:textId="77777777">
        <w:trPr>
          <w:trHeight w:val="861"/>
        </w:trPr>
        <w:tc>
          <w:tcPr>
            <w:tcW w:w="9865" w:type="dxa"/>
            <w:gridSpan w:val="4"/>
            <w:tcBorders>
              <w:top w:val="double" w:sz="4" w:space="0" w:color="000000"/>
              <w:left w:val="double" w:sz="4" w:space="0" w:color="000000"/>
              <w:bottom w:val="double" w:sz="4" w:space="0" w:color="000000"/>
              <w:right w:val="double" w:sz="4" w:space="0" w:color="000000"/>
            </w:tcBorders>
          </w:tcPr>
          <w:p w14:paraId="1868A0CB" w14:textId="77777777" w:rsidR="00203768" w:rsidRPr="001E78F5" w:rsidRDefault="00203768" w:rsidP="002A1878">
            <w:pPr>
              <w:spacing w:after="17"/>
              <w:ind w:left="5"/>
              <w:rPr>
                <w:sz w:val="18"/>
                <w:szCs w:val="18"/>
              </w:rPr>
            </w:pPr>
            <w:r w:rsidRPr="001E78F5">
              <w:rPr>
                <w:rFonts w:ascii="Arial" w:eastAsia="Arial" w:hAnsi="Arial" w:cs="Arial"/>
                <w:sz w:val="18"/>
                <w:szCs w:val="18"/>
              </w:rPr>
              <w:t xml:space="preserve">(X) PLANEJAMENTO DA CONTRATAÇÃO </w:t>
            </w:r>
          </w:p>
          <w:p w14:paraId="00ED53E8" w14:textId="77777777" w:rsidR="00203768" w:rsidRPr="001E78F5" w:rsidRDefault="00203768" w:rsidP="002A1878">
            <w:pPr>
              <w:spacing w:after="17"/>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SELEÇÃO DO FORNECEDOR </w:t>
            </w:r>
          </w:p>
          <w:p w14:paraId="2BB89BB0" w14:textId="77777777" w:rsidR="00203768" w:rsidRPr="001E78F5" w:rsidRDefault="00203768" w:rsidP="002A1878">
            <w:pPr>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CONTRATAÇÃO </w:t>
            </w:r>
          </w:p>
        </w:tc>
      </w:tr>
      <w:tr w:rsidR="00203768" w:rsidRPr="001E78F5" w14:paraId="12A2893D" w14:textId="77777777">
        <w:trPr>
          <w:trHeight w:val="302"/>
        </w:trPr>
        <w:tc>
          <w:tcPr>
            <w:tcW w:w="1862" w:type="dxa"/>
            <w:gridSpan w:val="2"/>
            <w:tcBorders>
              <w:top w:val="double" w:sz="4" w:space="0" w:color="000000"/>
              <w:left w:val="double" w:sz="4" w:space="0" w:color="000000"/>
              <w:bottom w:val="double" w:sz="4" w:space="0" w:color="000000"/>
              <w:right w:val="double" w:sz="4" w:space="0" w:color="000000"/>
            </w:tcBorders>
          </w:tcPr>
          <w:p w14:paraId="0A75832F" w14:textId="77777777" w:rsidR="00203768" w:rsidRPr="001E78F5" w:rsidRDefault="00203768" w:rsidP="002A1878">
            <w:pPr>
              <w:ind w:left="5"/>
              <w:jc w:val="both"/>
              <w:rPr>
                <w:sz w:val="18"/>
                <w:szCs w:val="18"/>
              </w:rPr>
            </w:pPr>
            <w:r w:rsidRPr="001E78F5">
              <w:rPr>
                <w:rFonts w:ascii="Arial" w:eastAsia="Arial" w:hAnsi="Arial" w:cs="Arial"/>
                <w:b/>
                <w:sz w:val="18"/>
                <w:szCs w:val="18"/>
              </w:rPr>
              <w:t>PROBABILIDADE</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59364930" w14:textId="77777777" w:rsidR="00203768" w:rsidRPr="001E78F5" w:rsidRDefault="00203768" w:rsidP="002A1878">
            <w:pPr>
              <w:ind w:right="74"/>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ALTA (  ) MÉDIA ( X ) BAIXA </w:t>
            </w:r>
          </w:p>
        </w:tc>
      </w:tr>
      <w:tr w:rsidR="00203768" w:rsidRPr="001E78F5" w14:paraId="3C9111EE" w14:textId="77777777">
        <w:trPr>
          <w:trHeight w:val="308"/>
        </w:trPr>
        <w:tc>
          <w:tcPr>
            <w:tcW w:w="1862" w:type="dxa"/>
            <w:gridSpan w:val="2"/>
            <w:tcBorders>
              <w:top w:val="double" w:sz="4" w:space="0" w:color="000000"/>
              <w:left w:val="double" w:sz="4" w:space="0" w:color="000000"/>
              <w:bottom w:val="double" w:sz="4" w:space="0" w:color="000000"/>
              <w:right w:val="double" w:sz="4" w:space="0" w:color="000000"/>
            </w:tcBorders>
          </w:tcPr>
          <w:p w14:paraId="007791A0" w14:textId="77777777" w:rsidR="00203768" w:rsidRPr="001E78F5" w:rsidRDefault="00203768" w:rsidP="002A1878">
            <w:pPr>
              <w:ind w:right="68"/>
              <w:jc w:val="center"/>
              <w:rPr>
                <w:sz w:val="18"/>
                <w:szCs w:val="18"/>
              </w:rPr>
            </w:pPr>
            <w:r w:rsidRPr="001E78F5">
              <w:rPr>
                <w:rFonts w:ascii="Arial" w:eastAsia="Arial" w:hAnsi="Arial" w:cs="Arial"/>
                <w:b/>
                <w:sz w:val="18"/>
                <w:szCs w:val="18"/>
              </w:rPr>
              <w:t>IMPACTO</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061A5DE7" w14:textId="77777777" w:rsidR="00203768" w:rsidRPr="001E78F5" w:rsidRDefault="00203768" w:rsidP="002A1878">
            <w:pPr>
              <w:ind w:right="83"/>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MUITO GRANDE ( X ) GRANDE (   ) MODERADO (   ) PEQUENO (   ) MUITO PEQUENO </w:t>
            </w:r>
          </w:p>
        </w:tc>
      </w:tr>
      <w:tr w:rsidR="00203768" w:rsidRPr="001E78F5" w14:paraId="033E27B7" w14:textId="77777777">
        <w:trPr>
          <w:trHeight w:val="300"/>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2469A07A" w14:textId="77777777" w:rsidR="00203768" w:rsidRPr="001E78F5" w:rsidRDefault="00203768" w:rsidP="002A1878">
            <w:pPr>
              <w:ind w:right="69"/>
              <w:jc w:val="center"/>
              <w:rPr>
                <w:sz w:val="18"/>
                <w:szCs w:val="18"/>
              </w:rPr>
            </w:pPr>
            <w:r w:rsidRPr="001E78F5">
              <w:rPr>
                <w:rFonts w:ascii="Arial" w:eastAsia="Arial" w:hAnsi="Arial" w:cs="Arial"/>
                <w:b/>
                <w:sz w:val="18"/>
                <w:szCs w:val="18"/>
              </w:rPr>
              <w:t>DANO – CONSEQUÊNCIA</w:t>
            </w:r>
            <w:r w:rsidRPr="001E78F5">
              <w:rPr>
                <w:rFonts w:ascii="Arial" w:eastAsia="Arial" w:hAnsi="Arial" w:cs="Arial"/>
                <w:sz w:val="18"/>
                <w:szCs w:val="18"/>
              </w:rPr>
              <w:t xml:space="preserve"> </w:t>
            </w:r>
          </w:p>
        </w:tc>
      </w:tr>
      <w:tr w:rsidR="00203768" w:rsidRPr="001E78F5" w14:paraId="71A50DD2" w14:textId="77777777">
        <w:trPr>
          <w:trHeight w:val="284"/>
        </w:trPr>
        <w:tc>
          <w:tcPr>
            <w:tcW w:w="951" w:type="dxa"/>
            <w:tcBorders>
              <w:top w:val="double" w:sz="4" w:space="0" w:color="000000"/>
              <w:left w:val="double" w:sz="4" w:space="0" w:color="000000"/>
              <w:bottom w:val="double" w:sz="4" w:space="0" w:color="000000"/>
              <w:right w:val="double" w:sz="4" w:space="0" w:color="000000"/>
            </w:tcBorders>
          </w:tcPr>
          <w:p w14:paraId="02863E39"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730DC0A9" w14:textId="77777777" w:rsidR="00203768" w:rsidRPr="001E78F5" w:rsidRDefault="00203768" w:rsidP="002A1878">
            <w:pPr>
              <w:rPr>
                <w:sz w:val="18"/>
                <w:szCs w:val="18"/>
              </w:rPr>
            </w:pPr>
            <w:r w:rsidRPr="001E78F5">
              <w:rPr>
                <w:rFonts w:ascii="Arial" w:eastAsia="Arial" w:hAnsi="Arial" w:cs="Arial"/>
                <w:sz w:val="18"/>
                <w:szCs w:val="18"/>
              </w:rPr>
              <w:t xml:space="preserve">Atraso na realização da contratação pleiteada. </w:t>
            </w:r>
          </w:p>
        </w:tc>
      </w:tr>
      <w:tr w:rsidR="00203768" w:rsidRPr="001E78F5" w14:paraId="3A8AC0C3" w14:textId="77777777">
        <w:trPr>
          <w:trHeight w:val="283"/>
        </w:trPr>
        <w:tc>
          <w:tcPr>
            <w:tcW w:w="951" w:type="dxa"/>
            <w:tcBorders>
              <w:top w:val="double" w:sz="4" w:space="0" w:color="000000"/>
              <w:left w:val="double" w:sz="4" w:space="0" w:color="000000"/>
              <w:bottom w:val="double" w:sz="4" w:space="0" w:color="000000"/>
              <w:right w:val="double" w:sz="4" w:space="0" w:color="000000"/>
            </w:tcBorders>
          </w:tcPr>
          <w:p w14:paraId="6410225B"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8915" w:type="dxa"/>
            <w:gridSpan w:val="3"/>
            <w:tcBorders>
              <w:top w:val="double" w:sz="4" w:space="0" w:color="000000"/>
              <w:left w:val="double" w:sz="4" w:space="0" w:color="000000"/>
              <w:bottom w:val="double" w:sz="4" w:space="0" w:color="000000"/>
              <w:right w:val="double" w:sz="4" w:space="0" w:color="000000"/>
            </w:tcBorders>
          </w:tcPr>
          <w:p w14:paraId="5A02DAA5" w14:textId="77777777" w:rsidR="00203768" w:rsidRPr="001E78F5" w:rsidRDefault="00203768" w:rsidP="002A1878">
            <w:pPr>
              <w:rPr>
                <w:sz w:val="18"/>
                <w:szCs w:val="18"/>
              </w:rPr>
            </w:pPr>
            <w:r w:rsidRPr="001E78F5">
              <w:rPr>
                <w:rFonts w:ascii="Arial" w:eastAsia="Arial" w:hAnsi="Arial" w:cs="Arial"/>
                <w:sz w:val="18"/>
                <w:szCs w:val="18"/>
              </w:rPr>
              <w:t xml:space="preserve">Contratação superfaturada. </w:t>
            </w:r>
          </w:p>
        </w:tc>
      </w:tr>
      <w:tr w:rsidR="00203768" w:rsidRPr="001E78F5" w14:paraId="6C465B12" w14:textId="77777777">
        <w:trPr>
          <w:trHeight w:val="284"/>
        </w:trPr>
        <w:tc>
          <w:tcPr>
            <w:tcW w:w="951" w:type="dxa"/>
            <w:tcBorders>
              <w:top w:val="double" w:sz="4" w:space="0" w:color="000000"/>
              <w:left w:val="double" w:sz="4" w:space="0" w:color="000000"/>
              <w:bottom w:val="double" w:sz="4" w:space="0" w:color="000000"/>
              <w:right w:val="double" w:sz="4" w:space="0" w:color="000000"/>
            </w:tcBorders>
          </w:tcPr>
          <w:p w14:paraId="7811C3FD"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3 </w:t>
            </w:r>
          </w:p>
        </w:tc>
        <w:tc>
          <w:tcPr>
            <w:tcW w:w="8915" w:type="dxa"/>
            <w:gridSpan w:val="3"/>
            <w:tcBorders>
              <w:top w:val="double" w:sz="4" w:space="0" w:color="000000"/>
              <w:left w:val="double" w:sz="4" w:space="0" w:color="000000"/>
              <w:bottom w:val="double" w:sz="4" w:space="0" w:color="000000"/>
              <w:right w:val="double" w:sz="4" w:space="0" w:color="000000"/>
            </w:tcBorders>
          </w:tcPr>
          <w:p w14:paraId="5C98C83B" w14:textId="77777777" w:rsidR="00203768" w:rsidRPr="001E78F5" w:rsidRDefault="00203768" w:rsidP="002A1878">
            <w:pPr>
              <w:rPr>
                <w:sz w:val="18"/>
                <w:szCs w:val="18"/>
              </w:rPr>
            </w:pPr>
            <w:r w:rsidRPr="001E78F5">
              <w:rPr>
                <w:rFonts w:ascii="Arial" w:eastAsia="Arial" w:hAnsi="Arial" w:cs="Arial"/>
                <w:sz w:val="18"/>
                <w:szCs w:val="18"/>
              </w:rPr>
              <w:t xml:space="preserve">Atraso na realização da elaboração da estimativa. </w:t>
            </w:r>
          </w:p>
        </w:tc>
      </w:tr>
      <w:tr w:rsidR="00203768" w:rsidRPr="001E78F5" w14:paraId="152AEE94" w14:textId="77777777">
        <w:trPr>
          <w:trHeight w:val="284"/>
        </w:trPr>
        <w:tc>
          <w:tcPr>
            <w:tcW w:w="951" w:type="dxa"/>
            <w:tcBorders>
              <w:top w:val="double" w:sz="4" w:space="0" w:color="000000"/>
              <w:left w:val="double" w:sz="4" w:space="0" w:color="000000"/>
              <w:bottom w:val="double" w:sz="4" w:space="0" w:color="000000"/>
              <w:right w:val="double" w:sz="4" w:space="0" w:color="000000"/>
            </w:tcBorders>
          </w:tcPr>
          <w:p w14:paraId="6220A0FF"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4 </w:t>
            </w:r>
          </w:p>
        </w:tc>
        <w:tc>
          <w:tcPr>
            <w:tcW w:w="8915" w:type="dxa"/>
            <w:gridSpan w:val="3"/>
            <w:tcBorders>
              <w:top w:val="double" w:sz="4" w:space="0" w:color="000000"/>
              <w:left w:val="double" w:sz="4" w:space="0" w:color="000000"/>
              <w:bottom w:val="double" w:sz="4" w:space="0" w:color="000000"/>
              <w:right w:val="double" w:sz="4" w:space="0" w:color="000000"/>
            </w:tcBorders>
          </w:tcPr>
          <w:p w14:paraId="18CD405D" w14:textId="77777777" w:rsidR="00203768" w:rsidRPr="001E78F5" w:rsidRDefault="00203768" w:rsidP="002A1878">
            <w:pPr>
              <w:rPr>
                <w:sz w:val="18"/>
                <w:szCs w:val="18"/>
              </w:rPr>
            </w:pPr>
            <w:r w:rsidRPr="001E78F5">
              <w:rPr>
                <w:rFonts w:ascii="Arial" w:eastAsia="Arial" w:hAnsi="Arial" w:cs="Arial"/>
                <w:sz w:val="18"/>
                <w:szCs w:val="18"/>
              </w:rPr>
              <w:t xml:space="preserve">Descumprimento de exigências normativas e/ou legais. </w:t>
            </w:r>
          </w:p>
        </w:tc>
      </w:tr>
      <w:tr w:rsidR="00203768" w:rsidRPr="001E78F5" w14:paraId="6486D61D" w14:textId="77777777">
        <w:trPr>
          <w:trHeight w:val="300"/>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2B0F5F7C" w14:textId="77777777" w:rsidR="00203768" w:rsidRPr="001E78F5" w:rsidRDefault="00203768" w:rsidP="002A1878">
            <w:pPr>
              <w:ind w:right="76"/>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07CEE8F9" w14:textId="77777777" w:rsidR="00203768" w:rsidRPr="001E78F5" w:rsidRDefault="00203768" w:rsidP="002A1878">
            <w:pPr>
              <w:ind w:right="84"/>
              <w:jc w:val="center"/>
              <w:rPr>
                <w:sz w:val="18"/>
                <w:szCs w:val="18"/>
              </w:rPr>
            </w:pPr>
            <w:r w:rsidRPr="001E78F5">
              <w:rPr>
                <w:rFonts w:ascii="Arial" w:eastAsia="Arial" w:hAnsi="Arial" w:cs="Arial"/>
                <w:b/>
                <w:sz w:val="18"/>
                <w:szCs w:val="18"/>
              </w:rPr>
              <w:t>AÇÃO PREVENTIVA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27CC5287"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6BDAC508" w14:textId="77777777">
        <w:trPr>
          <w:trHeight w:val="793"/>
        </w:trPr>
        <w:tc>
          <w:tcPr>
            <w:tcW w:w="951" w:type="dxa"/>
            <w:tcBorders>
              <w:top w:val="double" w:sz="4" w:space="0" w:color="000000"/>
              <w:left w:val="double" w:sz="4" w:space="0" w:color="000000"/>
              <w:bottom w:val="double" w:sz="4" w:space="0" w:color="000000"/>
              <w:right w:val="double" w:sz="4" w:space="0" w:color="000000"/>
            </w:tcBorders>
            <w:vAlign w:val="center"/>
          </w:tcPr>
          <w:p w14:paraId="23D104E8" w14:textId="77777777" w:rsidR="00203768" w:rsidRPr="001E78F5" w:rsidRDefault="00203768" w:rsidP="002A1878">
            <w:pPr>
              <w:ind w:right="69"/>
              <w:jc w:val="center"/>
              <w:rPr>
                <w:sz w:val="18"/>
                <w:szCs w:val="18"/>
              </w:rPr>
            </w:pPr>
            <w:r w:rsidRPr="001E78F5">
              <w:rPr>
                <w:rFonts w:ascii="Arial" w:eastAsia="Arial" w:hAnsi="Arial" w:cs="Arial"/>
                <w:sz w:val="18"/>
                <w:szCs w:val="18"/>
              </w:rPr>
              <w:lastRenderedPageBreak/>
              <w:t xml:space="preserve">1 </w:t>
            </w:r>
          </w:p>
        </w:tc>
        <w:tc>
          <w:tcPr>
            <w:tcW w:w="5635" w:type="dxa"/>
            <w:gridSpan w:val="2"/>
            <w:tcBorders>
              <w:top w:val="double" w:sz="4" w:space="0" w:color="000000"/>
              <w:left w:val="double" w:sz="4" w:space="0" w:color="000000"/>
              <w:bottom w:val="double" w:sz="4" w:space="0" w:color="000000"/>
              <w:right w:val="double" w:sz="4" w:space="0" w:color="000000"/>
            </w:tcBorders>
          </w:tcPr>
          <w:p w14:paraId="24B6011D" w14:textId="77777777" w:rsidR="00203768" w:rsidRPr="001E78F5" w:rsidRDefault="00203768" w:rsidP="002A1878">
            <w:pPr>
              <w:ind w:right="76"/>
              <w:jc w:val="both"/>
              <w:rPr>
                <w:sz w:val="18"/>
                <w:szCs w:val="18"/>
              </w:rPr>
            </w:pPr>
            <w:r w:rsidRPr="001E78F5">
              <w:rPr>
                <w:rFonts w:ascii="Arial" w:eastAsia="Arial" w:hAnsi="Arial" w:cs="Arial"/>
                <w:sz w:val="18"/>
                <w:szCs w:val="18"/>
              </w:rPr>
              <w:t xml:space="preserve">Emprego de metodologia para elaboração de orçamento complexo com emprego de pesquisa, análise e estudo de preços praticados no mercado. </w:t>
            </w:r>
          </w:p>
        </w:tc>
        <w:tc>
          <w:tcPr>
            <w:tcW w:w="3280" w:type="dxa"/>
            <w:vMerge w:val="restart"/>
            <w:tcBorders>
              <w:top w:val="double" w:sz="4" w:space="0" w:color="000000"/>
              <w:left w:val="double" w:sz="4" w:space="0" w:color="000000"/>
              <w:bottom w:val="double" w:sz="4" w:space="0" w:color="000000"/>
              <w:right w:val="double" w:sz="4" w:space="0" w:color="000000"/>
            </w:tcBorders>
            <w:vAlign w:val="center"/>
          </w:tcPr>
          <w:p w14:paraId="75557E4A" w14:textId="77777777" w:rsidR="00203768" w:rsidRPr="001E78F5" w:rsidRDefault="00203768" w:rsidP="002A1878">
            <w:pPr>
              <w:ind w:right="65"/>
              <w:jc w:val="center"/>
              <w:rPr>
                <w:sz w:val="18"/>
                <w:szCs w:val="18"/>
              </w:rPr>
            </w:pPr>
            <w:r w:rsidRPr="001E78F5">
              <w:rPr>
                <w:rFonts w:ascii="Arial" w:eastAsia="Arial" w:hAnsi="Arial" w:cs="Arial"/>
                <w:sz w:val="18"/>
                <w:szCs w:val="18"/>
              </w:rPr>
              <w:t xml:space="preserve">Integrante Requisitante </w:t>
            </w:r>
          </w:p>
        </w:tc>
      </w:tr>
      <w:tr w:rsidR="00203768" w:rsidRPr="001E78F5" w14:paraId="1FE7A482" w14:textId="77777777">
        <w:trPr>
          <w:trHeight w:val="534"/>
        </w:trPr>
        <w:tc>
          <w:tcPr>
            <w:tcW w:w="951" w:type="dxa"/>
            <w:tcBorders>
              <w:top w:val="double" w:sz="4" w:space="0" w:color="000000"/>
              <w:left w:val="double" w:sz="4" w:space="0" w:color="000000"/>
              <w:bottom w:val="double" w:sz="4" w:space="0" w:color="000000"/>
              <w:right w:val="double" w:sz="4" w:space="0" w:color="000000"/>
            </w:tcBorders>
            <w:vAlign w:val="center"/>
          </w:tcPr>
          <w:p w14:paraId="42C5B054"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5635" w:type="dxa"/>
            <w:gridSpan w:val="2"/>
            <w:tcBorders>
              <w:top w:val="double" w:sz="4" w:space="0" w:color="000000"/>
              <w:left w:val="double" w:sz="4" w:space="0" w:color="000000"/>
              <w:bottom w:val="double" w:sz="4" w:space="0" w:color="000000"/>
              <w:right w:val="double" w:sz="4" w:space="0" w:color="000000"/>
            </w:tcBorders>
          </w:tcPr>
          <w:p w14:paraId="350A5A10" w14:textId="77777777" w:rsidR="00203768" w:rsidRPr="001E78F5" w:rsidRDefault="00203768" w:rsidP="002A1878">
            <w:pPr>
              <w:jc w:val="both"/>
              <w:rPr>
                <w:sz w:val="18"/>
                <w:szCs w:val="18"/>
              </w:rPr>
            </w:pPr>
            <w:r w:rsidRPr="001E78F5">
              <w:rPr>
                <w:rFonts w:ascii="Arial" w:eastAsia="Arial" w:hAnsi="Arial" w:cs="Arial"/>
                <w:sz w:val="18"/>
                <w:szCs w:val="18"/>
              </w:rPr>
              <w:t xml:space="preserve">Constar preços públicos na estimativa de produtos e serviços a serem contratados. </w:t>
            </w:r>
          </w:p>
        </w:tc>
        <w:tc>
          <w:tcPr>
            <w:tcW w:w="0" w:type="auto"/>
            <w:vMerge/>
            <w:tcBorders>
              <w:top w:val="nil"/>
              <w:left w:val="double" w:sz="4" w:space="0" w:color="000000"/>
              <w:bottom w:val="double" w:sz="4" w:space="0" w:color="000000"/>
              <w:right w:val="double" w:sz="4" w:space="0" w:color="000000"/>
            </w:tcBorders>
          </w:tcPr>
          <w:p w14:paraId="692DDF97" w14:textId="77777777" w:rsidR="00203768" w:rsidRPr="001E78F5" w:rsidRDefault="00203768" w:rsidP="002A1878">
            <w:pPr>
              <w:rPr>
                <w:sz w:val="18"/>
                <w:szCs w:val="18"/>
              </w:rPr>
            </w:pPr>
          </w:p>
        </w:tc>
      </w:tr>
      <w:tr w:rsidR="00203768" w:rsidRPr="001E78F5" w14:paraId="78985428" w14:textId="77777777">
        <w:trPr>
          <w:trHeight w:val="305"/>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149EE459" w14:textId="77777777" w:rsidR="00203768" w:rsidRPr="001E78F5" w:rsidRDefault="00203768" w:rsidP="002A1878">
            <w:pPr>
              <w:ind w:right="76"/>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2EAAEAFF" w14:textId="77777777" w:rsidR="00203768" w:rsidRPr="001E78F5" w:rsidRDefault="00203768" w:rsidP="002A1878">
            <w:pPr>
              <w:ind w:right="75"/>
              <w:jc w:val="center"/>
              <w:rPr>
                <w:sz w:val="18"/>
                <w:szCs w:val="18"/>
              </w:rPr>
            </w:pPr>
            <w:r w:rsidRPr="001E78F5">
              <w:rPr>
                <w:rFonts w:ascii="Arial" w:eastAsia="Arial" w:hAnsi="Arial" w:cs="Arial"/>
                <w:b/>
                <w:sz w:val="18"/>
                <w:szCs w:val="18"/>
              </w:rPr>
              <w:t>AÇÃO DE CONTINGÊNCIA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6E06091B"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4F1CB6BD" w14:textId="77777777">
        <w:trPr>
          <w:trHeight w:val="280"/>
        </w:trPr>
        <w:tc>
          <w:tcPr>
            <w:tcW w:w="951" w:type="dxa"/>
            <w:tcBorders>
              <w:top w:val="double" w:sz="4" w:space="0" w:color="000000"/>
              <w:left w:val="double" w:sz="4" w:space="0" w:color="000000"/>
              <w:bottom w:val="double" w:sz="4" w:space="0" w:color="000000"/>
              <w:right w:val="double" w:sz="4" w:space="0" w:color="000000"/>
            </w:tcBorders>
          </w:tcPr>
          <w:p w14:paraId="06E16C69"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tcPr>
          <w:p w14:paraId="11089E96" w14:textId="77777777" w:rsidR="00203768" w:rsidRPr="001E78F5" w:rsidRDefault="00203768" w:rsidP="002A1878">
            <w:pPr>
              <w:rPr>
                <w:sz w:val="18"/>
                <w:szCs w:val="18"/>
              </w:rPr>
            </w:pPr>
            <w:r w:rsidRPr="001E78F5">
              <w:rPr>
                <w:rFonts w:ascii="Arial" w:eastAsia="Arial" w:hAnsi="Arial" w:cs="Arial"/>
                <w:sz w:val="18"/>
                <w:szCs w:val="18"/>
              </w:rPr>
              <w:t xml:space="preserve">Análise das impugnações dos Editais e as devidas corretivas. </w:t>
            </w:r>
          </w:p>
        </w:tc>
        <w:tc>
          <w:tcPr>
            <w:tcW w:w="3280" w:type="dxa"/>
            <w:vMerge w:val="restart"/>
            <w:tcBorders>
              <w:top w:val="double" w:sz="4" w:space="0" w:color="000000"/>
              <w:left w:val="double" w:sz="4" w:space="0" w:color="000000"/>
              <w:bottom w:val="double" w:sz="4" w:space="0" w:color="000000"/>
              <w:right w:val="double" w:sz="4" w:space="0" w:color="000000"/>
            </w:tcBorders>
            <w:vAlign w:val="center"/>
          </w:tcPr>
          <w:p w14:paraId="12B89AF0" w14:textId="77777777" w:rsidR="00203768" w:rsidRPr="001E78F5" w:rsidRDefault="00203768" w:rsidP="002A1878">
            <w:pPr>
              <w:ind w:right="74"/>
              <w:jc w:val="center"/>
              <w:rPr>
                <w:sz w:val="18"/>
                <w:szCs w:val="18"/>
              </w:rPr>
            </w:pPr>
            <w:r w:rsidRPr="001E78F5">
              <w:rPr>
                <w:rFonts w:ascii="Arial" w:eastAsia="Arial" w:hAnsi="Arial" w:cs="Arial"/>
                <w:sz w:val="18"/>
                <w:szCs w:val="18"/>
              </w:rPr>
              <w:t xml:space="preserve">Integrante Requisitante </w:t>
            </w:r>
          </w:p>
        </w:tc>
      </w:tr>
      <w:tr w:rsidR="00203768" w:rsidRPr="001E78F5" w14:paraId="169D5FE6" w14:textId="77777777">
        <w:trPr>
          <w:trHeight w:val="284"/>
        </w:trPr>
        <w:tc>
          <w:tcPr>
            <w:tcW w:w="951" w:type="dxa"/>
            <w:tcBorders>
              <w:top w:val="double" w:sz="4" w:space="0" w:color="000000"/>
              <w:left w:val="double" w:sz="4" w:space="0" w:color="000000"/>
              <w:bottom w:val="double" w:sz="4" w:space="0" w:color="000000"/>
              <w:right w:val="double" w:sz="4" w:space="0" w:color="000000"/>
            </w:tcBorders>
          </w:tcPr>
          <w:p w14:paraId="1B9B4A6D"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5635" w:type="dxa"/>
            <w:gridSpan w:val="2"/>
            <w:tcBorders>
              <w:top w:val="double" w:sz="4" w:space="0" w:color="000000"/>
              <w:left w:val="double" w:sz="4" w:space="0" w:color="000000"/>
              <w:bottom w:val="double" w:sz="4" w:space="0" w:color="000000"/>
              <w:right w:val="double" w:sz="4" w:space="0" w:color="000000"/>
            </w:tcBorders>
          </w:tcPr>
          <w:p w14:paraId="2F83024D" w14:textId="77777777" w:rsidR="00203768" w:rsidRPr="001E78F5" w:rsidRDefault="00203768" w:rsidP="002A1878">
            <w:pPr>
              <w:rPr>
                <w:sz w:val="18"/>
                <w:szCs w:val="18"/>
              </w:rPr>
            </w:pPr>
            <w:r w:rsidRPr="001E78F5">
              <w:rPr>
                <w:rFonts w:ascii="Arial" w:eastAsia="Arial" w:hAnsi="Arial" w:cs="Arial"/>
                <w:sz w:val="18"/>
                <w:szCs w:val="18"/>
              </w:rPr>
              <w:t xml:space="preserve">Reelaboração do orçamento. </w:t>
            </w:r>
          </w:p>
        </w:tc>
        <w:tc>
          <w:tcPr>
            <w:tcW w:w="0" w:type="auto"/>
            <w:vMerge/>
            <w:tcBorders>
              <w:top w:val="nil"/>
              <w:left w:val="double" w:sz="4" w:space="0" w:color="000000"/>
              <w:bottom w:val="double" w:sz="4" w:space="0" w:color="000000"/>
              <w:right w:val="double" w:sz="4" w:space="0" w:color="000000"/>
            </w:tcBorders>
          </w:tcPr>
          <w:p w14:paraId="4FFC217C" w14:textId="77777777" w:rsidR="00203768" w:rsidRPr="001E78F5" w:rsidRDefault="00203768" w:rsidP="002A1878">
            <w:pPr>
              <w:rPr>
                <w:sz w:val="18"/>
                <w:szCs w:val="18"/>
              </w:rPr>
            </w:pPr>
          </w:p>
        </w:tc>
      </w:tr>
      <w:tr w:rsidR="00203768" w:rsidRPr="001E78F5" w14:paraId="516FAA99" w14:textId="77777777">
        <w:trPr>
          <w:trHeight w:val="305"/>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2E74C9D5" w14:textId="77777777" w:rsidR="00203768" w:rsidRPr="001E78F5" w:rsidRDefault="00203768" w:rsidP="002A1878">
            <w:pPr>
              <w:ind w:right="65"/>
              <w:jc w:val="center"/>
              <w:rPr>
                <w:sz w:val="18"/>
                <w:szCs w:val="18"/>
              </w:rPr>
            </w:pPr>
            <w:r w:rsidRPr="001E78F5">
              <w:rPr>
                <w:rFonts w:ascii="Arial" w:eastAsia="Arial" w:hAnsi="Arial" w:cs="Arial"/>
                <w:b/>
                <w:sz w:val="18"/>
                <w:szCs w:val="18"/>
              </w:rPr>
              <w:t>CAUSAS (FONTE + VULNERABILIDADES)</w:t>
            </w:r>
            <w:r w:rsidRPr="001E78F5">
              <w:rPr>
                <w:rFonts w:ascii="Arial" w:eastAsia="Arial" w:hAnsi="Arial" w:cs="Arial"/>
                <w:sz w:val="18"/>
                <w:szCs w:val="18"/>
              </w:rPr>
              <w:t xml:space="preserve"> </w:t>
            </w:r>
          </w:p>
        </w:tc>
      </w:tr>
      <w:tr w:rsidR="00203768" w:rsidRPr="001E78F5" w14:paraId="1FB3B921" w14:textId="77777777">
        <w:trPr>
          <w:trHeight w:val="285"/>
        </w:trPr>
        <w:tc>
          <w:tcPr>
            <w:tcW w:w="951" w:type="dxa"/>
            <w:tcBorders>
              <w:top w:val="double" w:sz="4" w:space="0" w:color="000000"/>
              <w:left w:val="double" w:sz="4" w:space="0" w:color="000000"/>
              <w:bottom w:val="double" w:sz="4" w:space="0" w:color="000000"/>
              <w:right w:val="double" w:sz="4" w:space="0" w:color="000000"/>
            </w:tcBorders>
          </w:tcPr>
          <w:p w14:paraId="43F08E97"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7E9B1CFB" w14:textId="77777777" w:rsidR="00203768" w:rsidRPr="001E78F5" w:rsidRDefault="00203768" w:rsidP="002A1878">
            <w:pPr>
              <w:rPr>
                <w:sz w:val="18"/>
                <w:szCs w:val="18"/>
              </w:rPr>
            </w:pPr>
            <w:r w:rsidRPr="001E78F5">
              <w:rPr>
                <w:rFonts w:ascii="Arial" w:eastAsia="Arial" w:hAnsi="Arial" w:cs="Arial"/>
                <w:sz w:val="18"/>
                <w:szCs w:val="18"/>
              </w:rPr>
              <w:t xml:space="preserve">Pessoal – Emprego incorreto da metodologia de construção de orçamento complexo. </w:t>
            </w:r>
          </w:p>
        </w:tc>
      </w:tr>
      <w:tr w:rsidR="00203768" w:rsidRPr="001E78F5" w14:paraId="1B7B5A51" w14:textId="77777777">
        <w:trPr>
          <w:trHeight w:val="283"/>
        </w:trPr>
        <w:tc>
          <w:tcPr>
            <w:tcW w:w="951" w:type="dxa"/>
            <w:tcBorders>
              <w:top w:val="double" w:sz="4" w:space="0" w:color="000000"/>
              <w:left w:val="double" w:sz="4" w:space="0" w:color="000000"/>
              <w:bottom w:val="double" w:sz="4" w:space="0" w:color="000000"/>
              <w:right w:val="double" w:sz="4" w:space="0" w:color="000000"/>
            </w:tcBorders>
          </w:tcPr>
          <w:p w14:paraId="4CD1E8DA"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8915" w:type="dxa"/>
            <w:gridSpan w:val="3"/>
            <w:tcBorders>
              <w:top w:val="double" w:sz="4" w:space="0" w:color="000000"/>
              <w:left w:val="double" w:sz="4" w:space="0" w:color="000000"/>
              <w:bottom w:val="double" w:sz="4" w:space="0" w:color="000000"/>
              <w:right w:val="double" w:sz="4" w:space="0" w:color="000000"/>
            </w:tcBorders>
          </w:tcPr>
          <w:p w14:paraId="2BDEC013" w14:textId="77777777" w:rsidR="00203768" w:rsidRPr="001E78F5" w:rsidRDefault="00203768" w:rsidP="002A1878">
            <w:pPr>
              <w:rPr>
                <w:sz w:val="18"/>
                <w:szCs w:val="18"/>
              </w:rPr>
            </w:pPr>
            <w:r w:rsidRPr="001E78F5">
              <w:rPr>
                <w:rFonts w:ascii="Arial" w:eastAsia="Arial" w:hAnsi="Arial" w:cs="Arial"/>
                <w:sz w:val="18"/>
                <w:szCs w:val="18"/>
              </w:rPr>
              <w:t xml:space="preserve">Processo - Ausência de preços públicos e pesquisa de preços. </w:t>
            </w:r>
          </w:p>
        </w:tc>
      </w:tr>
    </w:tbl>
    <w:p w14:paraId="66449EDA" w14:textId="77777777" w:rsidR="00203768" w:rsidRPr="001E78F5" w:rsidRDefault="00203768" w:rsidP="00203768">
      <w:pPr>
        <w:spacing w:after="0"/>
        <w:jc w:val="right"/>
        <w:rPr>
          <w:sz w:val="18"/>
          <w:szCs w:val="18"/>
        </w:rPr>
      </w:pPr>
      <w:r w:rsidRPr="001E78F5">
        <w:rPr>
          <w:rFonts w:ascii="Arial" w:eastAsia="Arial" w:hAnsi="Arial" w:cs="Arial"/>
          <w:sz w:val="18"/>
          <w:szCs w:val="18"/>
        </w:rPr>
        <w:t xml:space="preserve"> </w:t>
      </w:r>
    </w:p>
    <w:tbl>
      <w:tblPr>
        <w:tblStyle w:val="TableGrid"/>
        <w:tblW w:w="9865" w:type="dxa"/>
        <w:tblInd w:w="-114" w:type="dxa"/>
        <w:tblCellMar>
          <w:top w:w="28" w:type="dxa"/>
          <w:left w:w="105" w:type="dxa"/>
          <w:right w:w="44" w:type="dxa"/>
        </w:tblCellMar>
        <w:tblLook w:val="04A0" w:firstRow="1" w:lastRow="0" w:firstColumn="1" w:lastColumn="0" w:noHBand="0" w:noVBand="1"/>
      </w:tblPr>
      <w:tblGrid>
        <w:gridCol w:w="806"/>
        <w:gridCol w:w="1056"/>
        <w:gridCol w:w="4722"/>
        <w:gridCol w:w="3281"/>
      </w:tblGrid>
      <w:tr w:rsidR="00203768" w:rsidRPr="001E78F5" w14:paraId="18A6C736" w14:textId="77777777">
        <w:trPr>
          <w:trHeight w:val="542"/>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vAlign w:val="center"/>
          </w:tcPr>
          <w:p w14:paraId="718F11B2" w14:textId="080D475A" w:rsidR="00203768" w:rsidRPr="001E78F5" w:rsidRDefault="00203768" w:rsidP="002A1878">
            <w:pPr>
              <w:ind w:left="4"/>
              <w:rPr>
                <w:sz w:val="18"/>
                <w:szCs w:val="18"/>
              </w:rPr>
            </w:pPr>
            <w:r w:rsidRPr="001E78F5">
              <w:rPr>
                <w:rFonts w:ascii="Arial" w:eastAsia="Arial" w:hAnsi="Arial" w:cs="Arial"/>
                <w:b/>
                <w:sz w:val="18"/>
                <w:szCs w:val="18"/>
              </w:rPr>
              <w:t xml:space="preserve">RISCO </w:t>
            </w:r>
            <w:r w:rsidR="00F13138" w:rsidRPr="001E78F5">
              <w:rPr>
                <w:rFonts w:ascii="Arial" w:eastAsia="Arial" w:hAnsi="Arial" w:cs="Arial"/>
                <w:b/>
                <w:sz w:val="18"/>
                <w:szCs w:val="18"/>
              </w:rPr>
              <w:t xml:space="preserve">14.1.1.c </w:t>
            </w:r>
            <w:r w:rsidRPr="001E78F5">
              <w:rPr>
                <w:rFonts w:ascii="Arial" w:eastAsia="Arial" w:hAnsi="Arial" w:cs="Arial"/>
                <w:b/>
                <w:sz w:val="18"/>
                <w:szCs w:val="18"/>
              </w:rPr>
              <w:t>ERROS MATERIAIS/FORMAIS NO TERMO DE REFERÊNCIA</w:t>
            </w:r>
            <w:r w:rsidRPr="001E78F5">
              <w:rPr>
                <w:rFonts w:ascii="Arial" w:eastAsia="Arial" w:hAnsi="Arial" w:cs="Arial"/>
                <w:sz w:val="18"/>
                <w:szCs w:val="18"/>
              </w:rPr>
              <w:t xml:space="preserve"> </w:t>
            </w:r>
          </w:p>
        </w:tc>
      </w:tr>
      <w:tr w:rsidR="00203768" w:rsidRPr="001E78F5" w14:paraId="711BA48A" w14:textId="77777777">
        <w:trPr>
          <w:trHeight w:val="856"/>
        </w:trPr>
        <w:tc>
          <w:tcPr>
            <w:tcW w:w="9865" w:type="dxa"/>
            <w:gridSpan w:val="4"/>
            <w:tcBorders>
              <w:top w:val="double" w:sz="4" w:space="0" w:color="000000"/>
              <w:left w:val="double" w:sz="4" w:space="0" w:color="000000"/>
              <w:bottom w:val="double" w:sz="4" w:space="0" w:color="000000"/>
              <w:right w:val="double" w:sz="4" w:space="0" w:color="000000"/>
            </w:tcBorders>
          </w:tcPr>
          <w:p w14:paraId="51352BAC" w14:textId="77777777" w:rsidR="00203768" w:rsidRPr="001E78F5" w:rsidRDefault="00203768" w:rsidP="002A1878">
            <w:pPr>
              <w:spacing w:after="17"/>
              <w:ind w:left="4"/>
              <w:rPr>
                <w:sz w:val="18"/>
                <w:szCs w:val="18"/>
              </w:rPr>
            </w:pPr>
            <w:r w:rsidRPr="001E78F5">
              <w:rPr>
                <w:rFonts w:ascii="Arial" w:eastAsia="Arial" w:hAnsi="Arial" w:cs="Arial"/>
                <w:sz w:val="18"/>
                <w:szCs w:val="18"/>
              </w:rPr>
              <w:t xml:space="preserve">(X) PLANEJAMENTO DA CONTRATAÇÃO </w:t>
            </w:r>
          </w:p>
          <w:p w14:paraId="7FD94324" w14:textId="77777777" w:rsidR="00203768" w:rsidRPr="001E78F5" w:rsidRDefault="00203768" w:rsidP="002A1878">
            <w:pPr>
              <w:spacing w:after="21"/>
              <w:ind w:left="4"/>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SELEÇÃO DO FORNECEDOR </w:t>
            </w:r>
          </w:p>
          <w:p w14:paraId="4CF1BE3A" w14:textId="77777777" w:rsidR="00203768" w:rsidRPr="001E78F5" w:rsidRDefault="00203768" w:rsidP="002A1878">
            <w:pPr>
              <w:ind w:left="4"/>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CONTRATAÇÃO </w:t>
            </w:r>
          </w:p>
        </w:tc>
      </w:tr>
      <w:tr w:rsidR="00203768" w:rsidRPr="001E78F5" w14:paraId="51122D46" w14:textId="77777777">
        <w:trPr>
          <w:trHeight w:val="307"/>
        </w:trPr>
        <w:tc>
          <w:tcPr>
            <w:tcW w:w="1862" w:type="dxa"/>
            <w:gridSpan w:val="2"/>
            <w:tcBorders>
              <w:top w:val="double" w:sz="4" w:space="0" w:color="000000"/>
              <w:left w:val="double" w:sz="4" w:space="0" w:color="000000"/>
              <w:bottom w:val="double" w:sz="4" w:space="0" w:color="000000"/>
              <w:right w:val="double" w:sz="4" w:space="0" w:color="000000"/>
            </w:tcBorders>
          </w:tcPr>
          <w:p w14:paraId="4C842A6F" w14:textId="77777777" w:rsidR="00203768" w:rsidRPr="001E78F5" w:rsidRDefault="00203768" w:rsidP="002A1878">
            <w:pPr>
              <w:ind w:left="4"/>
              <w:jc w:val="both"/>
              <w:rPr>
                <w:sz w:val="18"/>
                <w:szCs w:val="18"/>
              </w:rPr>
            </w:pPr>
            <w:r w:rsidRPr="001E78F5">
              <w:rPr>
                <w:rFonts w:ascii="Arial" w:eastAsia="Arial" w:hAnsi="Arial" w:cs="Arial"/>
                <w:b/>
                <w:sz w:val="18"/>
                <w:szCs w:val="18"/>
              </w:rPr>
              <w:t>PROBABILIDADE</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055CB82C" w14:textId="77777777" w:rsidR="00203768" w:rsidRPr="001E78F5" w:rsidRDefault="00203768" w:rsidP="002A1878">
            <w:pPr>
              <w:ind w:right="74"/>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ALTA (   ) MÉDIA ( X ) BAIXA </w:t>
            </w:r>
          </w:p>
        </w:tc>
      </w:tr>
      <w:tr w:rsidR="00203768" w:rsidRPr="001E78F5" w14:paraId="098B2779" w14:textId="77777777">
        <w:trPr>
          <w:trHeight w:val="306"/>
        </w:trPr>
        <w:tc>
          <w:tcPr>
            <w:tcW w:w="1862" w:type="dxa"/>
            <w:gridSpan w:val="2"/>
            <w:tcBorders>
              <w:top w:val="double" w:sz="4" w:space="0" w:color="000000"/>
              <w:left w:val="double" w:sz="4" w:space="0" w:color="000000"/>
              <w:bottom w:val="double" w:sz="4" w:space="0" w:color="000000"/>
              <w:right w:val="double" w:sz="4" w:space="0" w:color="000000"/>
            </w:tcBorders>
          </w:tcPr>
          <w:p w14:paraId="415FC699" w14:textId="77777777" w:rsidR="00203768" w:rsidRPr="001E78F5" w:rsidRDefault="00203768" w:rsidP="002A1878">
            <w:pPr>
              <w:ind w:right="68"/>
              <w:jc w:val="center"/>
              <w:rPr>
                <w:sz w:val="18"/>
                <w:szCs w:val="18"/>
              </w:rPr>
            </w:pPr>
            <w:r w:rsidRPr="001E78F5">
              <w:rPr>
                <w:rFonts w:ascii="Arial" w:eastAsia="Arial" w:hAnsi="Arial" w:cs="Arial"/>
                <w:b/>
                <w:sz w:val="18"/>
                <w:szCs w:val="18"/>
              </w:rPr>
              <w:t>IMPACTO</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1252B234" w14:textId="77777777" w:rsidR="00203768" w:rsidRPr="001E78F5" w:rsidRDefault="00203768" w:rsidP="002A1878">
            <w:pPr>
              <w:ind w:right="84"/>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MUITO GRANDE (   ) GRANDE ( X ) MODERADO (   ) PEQUENO (   ) MUITO PEQUENO </w:t>
            </w:r>
          </w:p>
        </w:tc>
      </w:tr>
      <w:tr w:rsidR="00203768" w:rsidRPr="001E78F5" w14:paraId="59B9ADFD" w14:textId="77777777">
        <w:trPr>
          <w:trHeight w:val="302"/>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3A75F15F" w14:textId="77777777" w:rsidR="00203768" w:rsidRPr="001E78F5" w:rsidRDefault="00203768" w:rsidP="002A1878">
            <w:pPr>
              <w:ind w:right="70"/>
              <w:jc w:val="center"/>
              <w:rPr>
                <w:sz w:val="18"/>
                <w:szCs w:val="18"/>
              </w:rPr>
            </w:pPr>
            <w:r w:rsidRPr="001E78F5">
              <w:rPr>
                <w:rFonts w:ascii="Arial" w:eastAsia="Arial" w:hAnsi="Arial" w:cs="Arial"/>
                <w:b/>
                <w:sz w:val="18"/>
                <w:szCs w:val="18"/>
              </w:rPr>
              <w:t>DANO – CONSEQUÊNCIA</w:t>
            </w:r>
            <w:r w:rsidRPr="001E78F5">
              <w:rPr>
                <w:rFonts w:ascii="Arial" w:eastAsia="Arial" w:hAnsi="Arial" w:cs="Arial"/>
                <w:sz w:val="18"/>
                <w:szCs w:val="18"/>
              </w:rPr>
              <w:t xml:space="preserve"> </w:t>
            </w:r>
          </w:p>
        </w:tc>
      </w:tr>
      <w:tr w:rsidR="00203768" w:rsidRPr="001E78F5" w14:paraId="4DEE3926" w14:textId="77777777">
        <w:trPr>
          <w:trHeight w:val="285"/>
        </w:trPr>
        <w:tc>
          <w:tcPr>
            <w:tcW w:w="806" w:type="dxa"/>
            <w:tcBorders>
              <w:top w:val="double" w:sz="4" w:space="0" w:color="000000"/>
              <w:left w:val="double" w:sz="4" w:space="0" w:color="000000"/>
              <w:bottom w:val="double" w:sz="4" w:space="0" w:color="000000"/>
              <w:right w:val="double" w:sz="4" w:space="0" w:color="000000"/>
            </w:tcBorders>
          </w:tcPr>
          <w:p w14:paraId="4354B301" w14:textId="77777777" w:rsidR="00203768" w:rsidRPr="001E78F5" w:rsidRDefault="00203768" w:rsidP="002A1878">
            <w:pPr>
              <w:ind w:right="68"/>
              <w:jc w:val="center"/>
              <w:rPr>
                <w:sz w:val="18"/>
                <w:szCs w:val="18"/>
              </w:rPr>
            </w:pPr>
            <w:r w:rsidRPr="001E78F5">
              <w:rPr>
                <w:rFonts w:ascii="Arial" w:eastAsia="Arial" w:hAnsi="Arial" w:cs="Arial"/>
                <w:sz w:val="18"/>
                <w:szCs w:val="18"/>
              </w:rPr>
              <w:t xml:space="preserve">1 </w:t>
            </w:r>
          </w:p>
        </w:tc>
        <w:tc>
          <w:tcPr>
            <w:tcW w:w="9059" w:type="dxa"/>
            <w:gridSpan w:val="3"/>
            <w:tcBorders>
              <w:top w:val="double" w:sz="4" w:space="0" w:color="000000"/>
              <w:left w:val="double" w:sz="4" w:space="0" w:color="000000"/>
              <w:bottom w:val="double" w:sz="4" w:space="0" w:color="000000"/>
              <w:right w:val="double" w:sz="4" w:space="0" w:color="000000"/>
            </w:tcBorders>
          </w:tcPr>
          <w:p w14:paraId="2363FD04" w14:textId="77777777" w:rsidR="00203768" w:rsidRPr="001E78F5" w:rsidRDefault="00203768" w:rsidP="002A1878">
            <w:pPr>
              <w:rPr>
                <w:sz w:val="18"/>
                <w:szCs w:val="18"/>
              </w:rPr>
            </w:pPr>
            <w:r w:rsidRPr="001E78F5">
              <w:rPr>
                <w:rFonts w:ascii="Arial" w:eastAsia="Arial" w:hAnsi="Arial" w:cs="Arial"/>
                <w:sz w:val="18"/>
                <w:szCs w:val="18"/>
              </w:rPr>
              <w:t xml:space="preserve">Retrabalho. </w:t>
            </w:r>
          </w:p>
        </w:tc>
      </w:tr>
      <w:tr w:rsidR="00203768" w:rsidRPr="001E78F5" w14:paraId="1EF1B1F8" w14:textId="77777777">
        <w:trPr>
          <w:trHeight w:val="284"/>
        </w:trPr>
        <w:tc>
          <w:tcPr>
            <w:tcW w:w="806" w:type="dxa"/>
            <w:tcBorders>
              <w:top w:val="double" w:sz="4" w:space="0" w:color="000000"/>
              <w:left w:val="double" w:sz="4" w:space="0" w:color="000000"/>
              <w:bottom w:val="double" w:sz="4" w:space="0" w:color="000000"/>
              <w:right w:val="double" w:sz="4" w:space="0" w:color="000000"/>
            </w:tcBorders>
          </w:tcPr>
          <w:p w14:paraId="47135792" w14:textId="77777777" w:rsidR="00203768" w:rsidRPr="001E78F5" w:rsidRDefault="00203768" w:rsidP="002A1878">
            <w:pPr>
              <w:ind w:right="68"/>
              <w:jc w:val="center"/>
              <w:rPr>
                <w:sz w:val="18"/>
                <w:szCs w:val="18"/>
              </w:rPr>
            </w:pPr>
            <w:r w:rsidRPr="001E78F5">
              <w:rPr>
                <w:rFonts w:ascii="Arial" w:eastAsia="Arial" w:hAnsi="Arial" w:cs="Arial"/>
                <w:sz w:val="18"/>
                <w:szCs w:val="18"/>
              </w:rPr>
              <w:t xml:space="preserve">2 </w:t>
            </w:r>
          </w:p>
        </w:tc>
        <w:tc>
          <w:tcPr>
            <w:tcW w:w="9059" w:type="dxa"/>
            <w:gridSpan w:val="3"/>
            <w:tcBorders>
              <w:top w:val="double" w:sz="4" w:space="0" w:color="000000"/>
              <w:left w:val="double" w:sz="4" w:space="0" w:color="000000"/>
              <w:bottom w:val="double" w:sz="4" w:space="0" w:color="000000"/>
              <w:right w:val="double" w:sz="4" w:space="0" w:color="000000"/>
            </w:tcBorders>
          </w:tcPr>
          <w:p w14:paraId="4C13640A" w14:textId="77777777" w:rsidR="00203768" w:rsidRPr="001E78F5" w:rsidRDefault="00203768" w:rsidP="002A1878">
            <w:pPr>
              <w:rPr>
                <w:sz w:val="18"/>
                <w:szCs w:val="18"/>
              </w:rPr>
            </w:pPr>
            <w:r w:rsidRPr="001E78F5">
              <w:rPr>
                <w:rFonts w:ascii="Arial" w:eastAsia="Arial" w:hAnsi="Arial" w:cs="Arial"/>
                <w:sz w:val="18"/>
                <w:szCs w:val="18"/>
              </w:rPr>
              <w:t xml:space="preserve">Atraso na realização da contratação pleiteada. </w:t>
            </w:r>
          </w:p>
        </w:tc>
      </w:tr>
      <w:tr w:rsidR="00203768" w:rsidRPr="001E78F5" w14:paraId="71C1179F" w14:textId="77777777">
        <w:trPr>
          <w:trHeight w:val="420"/>
        </w:trPr>
        <w:tc>
          <w:tcPr>
            <w:tcW w:w="806" w:type="dxa"/>
            <w:tcBorders>
              <w:top w:val="double" w:sz="4" w:space="0" w:color="000000"/>
              <w:left w:val="double" w:sz="4" w:space="0" w:color="000000"/>
              <w:bottom w:val="double" w:sz="4" w:space="0" w:color="000000"/>
              <w:right w:val="double" w:sz="4" w:space="0" w:color="000000"/>
            </w:tcBorders>
            <w:shd w:val="clear" w:color="auto" w:fill="BFBFBF"/>
          </w:tcPr>
          <w:p w14:paraId="394544DF" w14:textId="77777777" w:rsidR="00203768" w:rsidRPr="001E78F5" w:rsidRDefault="00203768" w:rsidP="002A1878">
            <w:pPr>
              <w:ind w:left="76"/>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779" w:type="dxa"/>
            <w:gridSpan w:val="2"/>
            <w:tcBorders>
              <w:top w:val="double" w:sz="4" w:space="0" w:color="000000"/>
              <w:left w:val="double" w:sz="4" w:space="0" w:color="000000"/>
              <w:bottom w:val="double" w:sz="4" w:space="0" w:color="000000"/>
              <w:right w:val="double" w:sz="4" w:space="0" w:color="000000"/>
            </w:tcBorders>
            <w:shd w:val="clear" w:color="auto" w:fill="BFBFBF"/>
          </w:tcPr>
          <w:p w14:paraId="316FE752" w14:textId="77777777" w:rsidR="00203768" w:rsidRPr="001E78F5" w:rsidRDefault="00203768" w:rsidP="002A1878">
            <w:pPr>
              <w:ind w:right="84"/>
              <w:jc w:val="center"/>
              <w:rPr>
                <w:sz w:val="18"/>
                <w:szCs w:val="18"/>
              </w:rPr>
            </w:pPr>
            <w:r w:rsidRPr="001E78F5">
              <w:rPr>
                <w:rFonts w:ascii="Arial" w:eastAsia="Arial" w:hAnsi="Arial" w:cs="Arial"/>
                <w:b/>
                <w:sz w:val="18"/>
                <w:szCs w:val="18"/>
              </w:rPr>
              <w:t>AÇÃO PREVENTIVA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2D09F322" w14:textId="77777777" w:rsidR="00203768" w:rsidRPr="001E78F5" w:rsidRDefault="00203768" w:rsidP="002A1878">
            <w:pPr>
              <w:ind w:right="79"/>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56CAA552" w14:textId="77777777">
        <w:trPr>
          <w:trHeight w:val="539"/>
        </w:trPr>
        <w:tc>
          <w:tcPr>
            <w:tcW w:w="806" w:type="dxa"/>
            <w:tcBorders>
              <w:top w:val="double" w:sz="4" w:space="0" w:color="000000"/>
              <w:left w:val="double" w:sz="4" w:space="0" w:color="000000"/>
              <w:bottom w:val="double" w:sz="4" w:space="0" w:color="000000"/>
              <w:right w:val="double" w:sz="4" w:space="0" w:color="000000"/>
            </w:tcBorders>
            <w:vAlign w:val="center"/>
          </w:tcPr>
          <w:p w14:paraId="17B4186A" w14:textId="77777777" w:rsidR="00203768" w:rsidRPr="001E78F5" w:rsidRDefault="00203768" w:rsidP="002A1878">
            <w:pPr>
              <w:ind w:right="68"/>
              <w:jc w:val="center"/>
              <w:rPr>
                <w:sz w:val="18"/>
                <w:szCs w:val="18"/>
              </w:rPr>
            </w:pPr>
            <w:r w:rsidRPr="001E78F5">
              <w:rPr>
                <w:rFonts w:ascii="Arial" w:eastAsia="Arial" w:hAnsi="Arial" w:cs="Arial"/>
                <w:sz w:val="18"/>
                <w:szCs w:val="18"/>
              </w:rPr>
              <w:t xml:space="preserve">1 </w:t>
            </w:r>
          </w:p>
        </w:tc>
        <w:tc>
          <w:tcPr>
            <w:tcW w:w="5779" w:type="dxa"/>
            <w:gridSpan w:val="2"/>
            <w:tcBorders>
              <w:top w:val="double" w:sz="4" w:space="0" w:color="000000"/>
              <w:left w:val="double" w:sz="4" w:space="0" w:color="000000"/>
              <w:bottom w:val="double" w:sz="4" w:space="0" w:color="000000"/>
              <w:right w:val="double" w:sz="4" w:space="0" w:color="000000"/>
            </w:tcBorders>
          </w:tcPr>
          <w:p w14:paraId="7319527A" w14:textId="77777777" w:rsidR="00203768" w:rsidRPr="001E78F5" w:rsidRDefault="00203768" w:rsidP="002A1878">
            <w:pPr>
              <w:rPr>
                <w:sz w:val="18"/>
                <w:szCs w:val="18"/>
              </w:rPr>
            </w:pPr>
            <w:r w:rsidRPr="001E78F5">
              <w:rPr>
                <w:rFonts w:ascii="Arial" w:eastAsia="Arial" w:hAnsi="Arial" w:cs="Arial"/>
                <w:sz w:val="18"/>
                <w:szCs w:val="18"/>
              </w:rPr>
              <w:t xml:space="preserve">Garantir o cumprimento das normas legais e demais normativos para promover o correto atendimento à demanda de brigadistas no TCDF. </w:t>
            </w:r>
          </w:p>
        </w:tc>
        <w:tc>
          <w:tcPr>
            <w:tcW w:w="3280" w:type="dxa"/>
            <w:vMerge w:val="restart"/>
            <w:tcBorders>
              <w:top w:val="double" w:sz="4" w:space="0" w:color="000000"/>
              <w:left w:val="double" w:sz="4" w:space="0" w:color="000000"/>
              <w:bottom w:val="double" w:sz="4" w:space="0" w:color="000000"/>
              <w:right w:val="double" w:sz="4" w:space="0" w:color="000000"/>
            </w:tcBorders>
            <w:vAlign w:val="center"/>
          </w:tcPr>
          <w:p w14:paraId="2D7E0676" w14:textId="77777777" w:rsidR="00203768" w:rsidRPr="001E78F5" w:rsidRDefault="00203768" w:rsidP="002A1878">
            <w:pPr>
              <w:ind w:left="192" w:right="194"/>
              <w:jc w:val="center"/>
              <w:rPr>
                <w:sz w:val="18"/>
                <w:szCs w:val="18"/>
              </w:rPr>
            </w:pPr>
            <w:r w:rsidRPr="001E78F5">
              <w:rPr>
                <w:rFonts w:ascii="Arial" w:eastAsia="Arial" w:hAnsi="Arial" w:cs="Arial"/>
                <w:sz w:val="18"/>
                <w:szCs w:val="18"/>
              </w:rPr>
              <w:t xml:space="preserve">Integrante Requisitante Integrante Administrativo  </w:t>
            </w:r>
          </w:p>
        </w:tc>
      </w:tr>
      <w:tr w:rsidR="00203768" w:rsidRPr="001E78F5" w14:paraId="32B31DDD" w14:textId="77777777">
        <w:trPr>
          <w:trHeight w:val="789"/>
        </w:trPr>
        <w:tc>
          <w:tcPr>
            <w:tcW w:w="806" w:type="dxa"/>
            <w:tcBorders>
              <w:top w:val="double" w:sz="4" w:space="0" w:color="000000"/>
              <w:left w:val="double" w:sz="4" w:space="0" w:color="000000"/>
              <w:bottom w:val="double" w:sz="4" w:space="0" w:color="000000"/>
              <w:right w:val="double" w:sz="4" w:space="0" w:color="000000"/>
            </w:tcBorders>
            <w:vAlign w:val="center"/>
          </w:tcPr>
          <w:p w14:paraId="37352D6E" w14:textId="77777777" w:rsidR="00203768" w:rsidRPr="001E78F5" w:rsidRDefault="00203768" w:rsidP="002A1878">
            <w:pPr>
              <w:ind w:right="68"/>
              <w:jc w:val="center"/>
              <w:rPr>
                <w:sz w:val="18"/>
                <w:szCs w:val="18"/>
              </w:rPr>
            </w:pPr>
            <w:r w:rsidRPr="001E78F5">
              <w:rPr>
                <w:rFonts w:ascii="Arial" w:eastAsia="Arial" w:hAnsi="Arial" w:cs="Arial"/>
                <w:sz w:val="18"/>
                <w:szCs w:val="18"/>
              </w:rPr>
              <w:t xml:space="preserve">2 </w:t>
            </w:r>
          </w:p>
        </w:tc>
        <w:tc>
          <w:tcPr>
            <w:tcW w:w="5779" w:type="dxa"/>
            <w:gridSpan w:val="2"/>
            <w:tcBorders>
              <w:top w:val="double" w:sz="4" w:space="0" w:color="000000"/>
              <w:left w:val="double" w:sz="4" w:space="0" w:color="000000"/>
              <w:bottom w:val="double" w:sz="4" w:space="0" w:color="000000"/>
              <w:right w:val="double" w:sz="4" w:space="0" w:color="000000"/>
            </w:tcBorders>
          </w:tcPr>
          <w:p w14:paraId="0E1CAB5B" w14:textId="77777777" w:rsidR="00203768" w:rsidRPr="001E78F5" w:rsidRDefault="00203768" w:rsidP="002A1878">
            <w:pPr>
              <w:ind w:right="74"/>
              <w:jc w:val="both"/>
              <w:rPr>
                <w:sz w:val="18"/>
                <w:szCs w:val="18"/>
              </w:rPr>
            </w:pPr>
            <w:r w:rsidRPr="001E78F5">
              <w:rPr>
                <w:rFonts w:ascii="Arial" w:eastAsia="Arial" w:hAnsi="Arial" w:cs="Arial"/>
                <w:sz w:val="18"/>
                <w:szCs w:val="18"/>
              </w:rPr>
              <w:t xml:space="preserve">Interagir com os demais setores do TCDF na elaboração dos Termos de Referência e Projetos Básicos e demais documentos necessários ao processo. </w:t>
            </w:r>
          </w:p>
        </w:tc>
        <w:tc>
          <w:tcPr>
            <w:tcW w:w="0" w:type="auto"/>
            <w:vMerge/>
            <w:tcBorders>
              <w:top w:val="nil"/>
              <w:left w:val="double" w:sz="4" w:space="0" w:color="000000"/>
              <w:bottom w:val="double" w:sz="4" w:space="0" w:color="000000"/>
              <w:right w:val="double" w:sz="4" w:space="0" w:color="000000"/>
            </w:tcBorders>
          </w:tcPr>
          <w:p w14:paraId="7CE68617" w14:textId="77777777" w:rsidR="00203768" w:rsidRPr="001E78F5" w:rsidRDefault="00203768" w:rsidP="002A1878">
            <w:pPr>
              <w:rPr>
                <w:sz w:val="18"/>
                <w:szCs w:val="18"/>
              </w:rPr>
            </w:pPr>
          </w:p>
        </w:tc>
      </w:tr>
      <w:tr w:rsidR="00203768" w:rsidRPr="001E78F5" w14:paraId="6CB9736F" w14:textId="77777777">
        <w:trPr>
          <w:trHeight w:val="425"/>
        </w:trPr>
        <w:tc>
          <w:tcPr>
            <w:tcW w:w="806" w:type="dxa"/>
            <w:tcBorders>
              <w:top w:val="double" w:sz="4" w:space="0" w:color="000000"/>
              <w:left w:val="double" w:sz="4" w:space="0" w:color="000000"/>
              <w:bottom w:val="double" w:sz="4" w:space="0" w:color="000000"/>
              <w:right w:val="double" w:sz="4" w:space="0" w:color="000000"/>
            </w:tcBorders>
            <w:shd w:val="clear" w:color="auto" w:fill="BFBFBF"/>
          </w:tcPr>
          <w:p w14:paraId="1C8D645B" w14:textId="77777777" w:rsidR="00203768" w:rsidRPr="001E78F5" w:rsidRDefault="00203768" w:rsidP="002A1878">
            <w:pPr>
              <w:ind w:left="76"/>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779" w:type="dxa"/>
            <w:gridSpan w:val="2"/>
            <w:tcBorders>
              <w:top w:val="double" w:sz="4" w:space="0" w:color="000000"/>
              <w:left w:val="double" w:sz="4" w:space="0" w:color="000000"/>
              <w:bottom w:val="double" w:sz="4" w:space="0" w:color="000000"/>
              <w:right w:val="double" w:sz="4" w:space="0" w:color="000000"/>
            </w:tcBorders>
            <w:shd w:val="clear" w:color="auto" w:fill="BFBFBF"/>
          </w:tcPr>
          <w:p w14:paraId="774FABF4" w14:textId="77777777" w:rsidR="00203768" w:rsidRPr="001E78F5" w:rsidRDefault="00203768" w:rsidP="002A1878">
            <w:pPr>
              <w:ind w:right="75"/>
              <w:jc w:val="center"/>
              <w:rPr>
                <w:sz w:val="18"/>
                <w:szCs w:val="18"/>
              </w:rPr>
            </w:pPr>
            <w:r w:rsidRPr="001E78F5">
              <w:rPr>
                <w:rFonts w:ascii="Arial" w:eastAsia="Arial" w:hAnsi="Arial" w:cs="Arial"/>
                <w:b/>
                <w:sz w:val="18"/>
                <w:szCs w:val="18"/>
              </w:rPr>
              <w:t>AÇÃO DE CONTINGÊNCIA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4684B8FC" w14:textId="77777777" w:rsidR="00203768" w:rsidRPr="001E78F5" w:rsidRDefault="00203768" w:rsidP="002A1878">
            <w:pPr>
              <w:ind w:right="79"/>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7B821A13" w14:textId="77777777">
        <w:trPr>
          <w:trHeight w:val="283"/>
        </w:trPr>
        <w:tc>
          <w:tcPr>
            <w:tcW w:w="806" w:type="dxa"/>
            <w:tcBorders>
              <w:top w:val="double" w:sz="4" w:space="0" w:color="000000"/>
              <w:left w:val="double" w:sz="4" w:space="0" w:color="000000"/>
              <w:bottom w:val="double" w:sz="4" w:space="0" w:color="000000"/>
              <w:right w:val="double" w:sz="4" w:space="0" w:color="000000"/>
            </w:tcBorders>
          </w:tcPr>
          <w:p w14:paraId="218E6C00" w14:textId="77777777" w:rsidR="00203768" w:rsidRPr="001E78F5" w:rsidRDefault="00203768" w:rsidP="002A1878">
            <w:pPr>
              <w:ind w:right="68"/>
              <w:jc w:val="center"/>
              <w:rPr>
                <w:sz w:val="18"/>
                <w:szCs w:val="18"/>
              </w:rPr>
            </w:pPr>
            <w:r w:rsidRPr="001E78F5">
              <w:rPr>
                <w:rFonts w:ascii="Arial" w:eastAsia="Arial" w:hAnsi="Arial" w:cs="Arial"/>
                <w:sz w:val="18"/>
                <w:szCs w:val="18"/>
              </w:rPr>
              <w:t xml:space="preserve">1 </w:t>
            </w:r>
          </w:p>
        </w:tc>
        <w:tc>
          <w:tcPr>
            <w:tcW w:w="5779" w:type="dxa"/>
            <w:gridSpan w:val="2"/>
            <w:tcBorders>
              <w:top w:val="double" w:sz="4" w:space="0" w:color="000000"/>
              <w:left w:val="double" w:sz="4" w:space="0" w:color="000000"/>
              <w:bottom w:val="double" w:sz="4" w:space="0" w:color="000000"/>
              <w:right w:val="double" w:sz="4" w:space="0" w:color="000000"/>
            </w:tcBorders>
          </w:tcPr>
          <w:p w14:paraId="6FD20D72" w14:textId="77777777" w:rsidR="00203768" w:rsidRPr="001E78F5" w:rsidRDefault="00203768" w:rsidP="002A1878">
            <w:pPr>
              <w:rPr>
                <w:sz w:val="18"/>
                <w:szCs w:val="18"/>
              </w:rPr>
            </w:pPr>
            <w:r w:rsidRPr="001E78F5">
              <w:rPr>
                <w:rFonts w:ascii="Arial" w:eastAsia="Arial" w:hAnsi="Arial" w:cs="Arial"/>
                <w:sz w:val="18"/>
                <w:szCs w:val="18"/>
              </w:rPr>
              <w:t xml:space="preserve">Análise das impugnações dos Editais e as devidas corretivas. </w:t>
            </w:r>
          </w:p>
        </w:tc>
        <w:tc>
          <w:tcPr>
            <w:tcW w:w="3280" w:type="dxa"/>
            <w:tcBorders>
              <w:top w:val="double" w:sz="4" w:space="0" w:color="000000"/>
              <w:left w:val="double" w:sz="4" w:space="0" w:color="000000"/>
              <w:bottom w:val="double" w:sz="4" w:space="0" w:color="000000"/>
              <w:right w:val="double" w:sz="4" w:space="0" w:color="000000"/>
            </w:tcBorders>
          </w:tcPr>
          <w:p w14:paraId="685AB942" w14:textId="77777777" w:rsidR="00203768" w:rsidRPr="001E78F5" w:rsidRDefault="00203768" w:rsidP="002A1878">
            <w:pPr>
              <w:ind w:right="75"/>
              <w:jc w:val="center"/>
              <w:rPr>
                <w:sz w:val="18"/>
                <w:szCs w:val="18"/>
              </w:rPr>
            </w:pPr>
            <w:r w:rsidRPr="001E78F5">
              <w:rPr>
                <w:rFonts w:ascii="Arial" w:eastAsia="Arial" w:hAnsi="Arial" w:cs="Arial"/>
                <w:sz w:val="18"/>
                <w:szCs w:val="18"/>
              </w:rPr>
              <w:t xml:space="preserve">Integrante Requisitante </w:t>
            </w:r>
          </w:p>
        </w:tc>
      </w:tr>
      <w:tr w:rsidR="00203768" w:rsidRPr="001E78F5" w14:paraId="36303ED4" w14:textId="77777777">
        <w:trPr>
          <w:trHeight w:val="302"/>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492F49D5" w14:textId="77777777" w:rsidR="00203768" w:rsidRPr="001E78F5" w:rsidRDefault="00203768" w:rsidP="002A1878">
            <w:pPr>
              <w:ind w:right="68"/>
              <w:jc w:val="center"/>
              <w:rPr>
                <w:sz w:val="18"/>
                <w:szCs w:val="18"/>
              </w:rPr>
            </w:pPr>
            <w:r w:rsidRPr="001E78F5">
              <w:rPr>
                <w:rFonts w:ascii="Arial" w:eastAsia="Arial" w:hAnsi="Arial" w:cs="Arial"/>
                <w:b/>
                <w:sz w:val="18"/>
                <w:szCs w:val="18"/>
              </w:rPr>
              <w:t>CAUSAS (FONTE + VULNERABILIDADES)</w:t>
            </w:r>
            <w:r w:rsidRPr="001E78F5">
              <w:rPr>
                <w:rFonts w:ascii="Arial" w:eastAsia="Arial" w:hAnsi="Arial" w:cs="Arial"/>
                <w:sz w:val="18"/>
                <w:szCs w:val="18"/>
              </w:rPr>
              <w:t xml:space="preserve"> </w:t>
            </w:r>
          </w:p>
        </w:tc>
      </w:tr>
      <w:tr w:rsidR="00203768" w:rsidRPr="001E78F5" w14:paraId="75F2CFF2" w14:textId="77777777">
        <w:trPr>
          <w:trHeight w:val="308"/>
        </w:trPr>
        <w:tc>
          <w:tcPr>
            <w:tcW w:w="806" w:type="dxa"/>
            <w:tcBorders>
              <w:top w:val="double" w:sz="4" w:space="0" w:color="000000"/>
              <w:left w:val="double" w:sz="4" w:space="0" w:color="000000"/>
              <w:bottom w:val="double" w:sz="4" w:space="0" w:color="000000"/>
              <w:right w:val="double" w:sz="4" w:space="0" w:color="000000"/>
            </w:tcBorders>
          </w:tcPr>
          <w:p w14:paraId="73E72BAC"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9059" w:type="dxa"/>
            <w:gridSpan w:val="3"/>
            <w:tcBorders>
              <w:top w:val="double" w:sz="4" w:space="0" w:color="000000"/>
              <w:left w:val="double" w:sz="4" w:space="0" w:color="000000"/>
              <w:bottom w:val="double" w:sz="4" w:space="0" w:color="000000"/>
              <w:right w:val="double" w:sz="4" w:space="0" w:color="000000"/>
            </w:tcBorders>
          </w:tcPr>
          <w:p w14:paraId="06834B77" w14:textId="77777777" w:rsidR="00203768" w:rsidRPr="001E78F5" w:rsidRDefault="00203768" w:rsidP="002A1878">
            <w:pPr>
              <w:rPr>
                <w:sz w:val="18"/>
                <w:szCs w:val="18"/>
              </w:rPr>
            </w:pPr>
            <w:r w:rsidRPr="001E78F5">
              <w:rPr>
                <w:rFonts w:ascii="Arial" w:eastAsia="Arial" w:hAnsi="Arial" w:cs="Arial"/>
                <w:sz w:val="18"/>
                <w:szCs w:val="18"/>
              </w:rPr>
              <w:t xml:space="preserve">Pessoal - Não atendimento à estrutura formalizada dos documentos. </w:t>
            </w:r>
          </w:p>
        </w:tc>
      </w:tr>
      <w:tr w:rsidR="00203768" w:rsidRPr="001E78F5" w14:paraId="50EA0084" w14:textId="77777777">
        <w:trPr>
          <w:trHeight w:val="303"/>
        </w:trPr>
        <w:tc>
          <w:tcPr>
            <w:tcW w:w="806" w:type="dxa"/>
            <w:tcBorders>
              <w:top w:val="double" w:sz="4" w:space="0" w:color="000000"/>
              <w:left w:val="double" w:sz="4" w:space="0" w:color="000000"/>
              <w:bottom w:val="double" w:sz="4" w:space="0" w:color="000000"/>
              <w:right w:val="double" w:sz="4" w:space="0" w:color="000000"/>
            </w:tcBorders>
          </w:tcPr>
          <w:p w14:paraId="7F206E32"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9059" w:type="dxa"/>
            <w:gridSpan w:val="3"/>
            <w:tcBorders>
              <w:top w:val="double" w:sz="4" w:space="0" w:color="000000"/>
              <w:left w:val="double" w:sz="4" w:space="0" w:color="000000"/>
              <w:bottom w:val="double" w:sz="4" w:space="0" w:color="000000"/>
              <w:right w:val="double" w:sz="4" w:space="0" w:color="000000"/>
            </w:tcBorders>
          </w:tcPr>
          <w:p w14:paraId="1A307AF6" w14:textId="77777777" w:rsidR="00203768" w:rsidRPr="001E78F5" w:rsidRDefault="00203768" w:rsidP="002A1878">
            <w:pPr>
              <w:rPr>
                <w:sz w:val="18"/>
                <w:szCs w:val="18"/>
              </w:rPr>
            </w:pPr>
            <w:r w:rsidRPr="001E78F5">
              <w:rPr>
                <w:rFonts w:ascii="Arial" w:eastAsia="Arial" w:hAnsi="Arial" w:cs="Arial"/>
                <w:sz w:val="18"/>
                <w:szCs w:val="18"/>
              </w:rPr>
              <w:t xml:space="preserve">Processo - Elaboração do Termo de Referência e Projeto Básico sem interação com outros setores. </w:t>
            </w:r>
          </w:p>
        </w:tc>
      </w:tr>
    </w:tbl>
    <w:p w14:paraId="3C2296EE" w14:textId="77777777" w:rsidR="00203768" w:rsidRPr="001E78F5" w:rsidRDefault="00203768" w:rsidP="00203768">
      <w:pPr>
        <w:spacing w:after="0"/>
        <w:ind w:left="4816"/>
        <w:jc w:val="both"/>
        <w:rPr>
          <w:sz w:val="18"/>
          <w:szCs w:val="18"/>
        </w:rPr>
      </w:pPr>
      <w:r w:rsidRPr="001E78F5">
        <w:rPr>
          <w:rFonts w:ascii="Arial" w:eastAsia="Arial" w:hAnsi="Arial" w:cs="Arial"/>
          <w:sz w:val="18"/>
          <w:szCs w:val="18"/>
        </w:rPr>
        <w:t xml:space="preserve"> </w:t>
      </w:r>
    </w:p>
    <w:p w14:paraId="1604ED2C" w14:textId="77777777" w:rsidR="00203768" w:rsidRPr="001E78F5" w:rsidRDefault="00203768" w:rsidP="00203768">
      <w:pPr>
        <w:spacing w:after="0"/>
        <w:ind w:left="4816"/>
        <w:jc w:val="both"/>
        <w:rPr>
          <w:sz w:val="18"/>
          <w:szCs w:val="18"/>
        </w:rPr>
      </w:pPr>
      <w:r w:rsidRPr="001E78F5">
        <w:rPr>
          <w:rFonts w:ascii="Arial" w:eastAsia="Arial" w:hAnsi="Arial" w:cs="Arial"/>
          <w:sz w:val="18"/>
          <w:szCs w:val="18"/>
        </w:rPr>
        <w:t xml:space="preserve"> </w:t>
      </w:r>
    </w:p>
    <w:tbl>
      <w:tblPr>
        <w:tblStyle w:val="TableGrid"/>
        <w:tblW w:w="9865" w:type="dxa"/>
        <w:tblInd w:w="-114" w:type="dxa"/>
        <w:tblCellMar>
          <w:top w:w="28" w:type="dxa"/>
          <w:left w:w="104" w:type="dxa"/>
          <w:right w:w="44" w:type="dxa"/>
        </w:tblCellMar>
        <w:tblLook w:val="04A0" w:firstRow="1" w:lastRow="0" w:firstColumn="1" w:lastColumn="0" w:noHBand="0" w:noVBand="1"/>
      </w:tblPr>
      <w:tblGrid>
        <w:gridCol w:w="951"/>
        <w:gridCol w:w="911"/>
        <w:gridCol w:w="4723"/>
        <w:gridCol w:w="3280"/>
      </w:tblGrid>
      <w:tr w:rsidR="00203768" w:rsidRPr="001E78F5" w14:paraId="11588F2B" w14:textId="77777777">
        <w:trPr>
          <w:trHeight w:val="542"/>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vAlign w:val="center"/>
          </w:tcPr>
          <w:p w14:paraId="560B7A1D" w14:textId="4F10E39C" w:rsidR="00203768" w:rsidRPr="001E78F5" w:rsidRDefault="00203768" w:rsidP="002A1878">
            <w:pPr>
              <w:ind w:left="5"/>
              <w:rPr>
                <w:sz w:val="18"/>
                <w:szCs w:val="18"/>
              </w:rPr>
            </w:pPr>
            <w:r w:rsidRPr="001E78F5">
              <w:rPr>
                <w:rFonts w:ascii="Arial" w:eastAsia="Arial" w:hAnsi="Arial" w:cs="Arial"/>
                <w:b/>
                <w:sz w:val="18"/>
                <w:szCs w:val="18"/>
              </w:rPr>
              <w:t xml:space="preserve">RISCO </w:t>
            </w:r>
            <w:r w:rsidR="00F13138" w:rsidRPr="001E78F5">
              <w:rPr>
                <w:rFonts w:ascii="Arial" w:eastAsia="Arial" w:hAnsi="Arial" w:cs="Arial"/>
                <w:b/>
                <w:sz w:val="18"/>
                <w:szCs w:val="18"/>
              </w:rPr>
              <w:t xml:space="preserve">14.1.2.a </w:t>
            </w:r>
            <w:r w:rsidRPr="001E78F5">
              <w:rPr>
                <w:rFonts w:ascii="Arial" w:eastAsia="Arial" w:hAnsi="Arial" w:cs="Arial"/>
                <w:b/>
                <w:sz w:val="18"/>
                <w:szCs w:val="18"/>
              </w:rPr>
              <w:t>MOROSIDADE NO PROCESSO LICITATÓRIO</w:t>
            </w:r>
            <w:r w:rsidRPr="001E78F5">
              <w:rPr>
                <w:rFonts w:ascii="Arial" w:eastAsia="Arial" w:hAnsi="Arial" w:cs="Arial"/>
                <w:sz w:val="18"/>
                <w:szCs w:val="18"/>
              </w:rPr>
              <w:t xml:space="preserve"> </w:t>
            </w:r>
          </w:p>
        </w:tc>
      </w:tr>
      <w:tr w:rsidR="00203768" w:rsidRPr="001E78F5" w14:paraId="5D542635" w14:textId="77777777">
        <w:trPr>
          <w:trHeight w:val="856"/>
        </w:trPr>
        <w:tc>
          <w:tcPr>
            <w:tcW w:w="9865" w:type="dxa"/>
            <w:gridSpan w:val="4"/>
            <w:tcBorders>
              <w:top w:val="double" w:sz="4" w:space="0" w:color="000000"/>
              <w:left w:val="double" w:sz="4" w:space="0" w:color="000000"/>
              <w:bottom w:val="double" w:sz="4" w:space="0" w:color="000000"/>
              <w:right w:val="double" w:sz="4" w:space="0" w:color="000000"/>
            </w:tcBorders>
          </w:tcPr>
          <w:p w14:paraId="0D7915ED" w14:textId="77777777" w:rsidR="00203768" w:rsidRPr="001E78F5" w:rsidRDefault="00203768" w:rsidP="002A1878">
            <w:pPr>
              <w:spacing w:after="22"/>
              <w:ind w:left="5"/>
              <w:rPr>
                <w:sz w:val="18"/>
                <w:szCs w:val="18"/>
              </w:rPr>
            </w:pPr>
            <w:proofErr w:type="gramStart"/>
            <w:r w:rsidRPr="001E78F5">
              <w:rPr>
                <w:rFonts w:ascii="Arial" w:eastAsia="Arial" w:hAnsi="Arial" w:cs="Arial"/>
                <w:sz w:val="18"/>
                <w:szCs w:val="18"/>
              </w:rPr>
              <w:lastRenderedPageBreak/>
              <w:t>(  )</w:t>
            </w:r>
            <w:proofErr w:type="gramEnd"/>
            <w:r w:rsidRPr="001E78F5">
              <w:rPr>
                <w:rFonts w:ascii="Arial" w:eastAsia="Arial" w:hAnsi="Arial" w:cs="Arial"/>
                <w:sz w:val="18"/>
                <w:szCs w:val="18"/>
              </w:rPr>
              <w:t xml:space="preserve"> PLANEJAMENTO DA CONTRATAÇÃO </w:t>
            </w:r>
          </w:p>
          <w:p w14:paraId="794AEC80" w14:textId="77777777" w:rsidR="00203768" w:rsidRPr="001E78F5" w:rsidRDefault="00203768" w:rsidP="002A1878">
            <w:pPr>
              <w:spacing w:after="17"/>
              <w:ind w:left="5"/>
              <w:rPr>
                <w:sz w:val="18"/>
                <w:szCs w:val="18"/>
              </w:rPr>
            </w:pPr>
            <w:r w:rsidRPr="001E78F5">
              <w:rPr>
                <w:rFonts w:ascii="Arial" w:eastAsia="Arial" w:hAnsi="Arial" w:cs="Arial"/>
                <w:sz w:val="18"/>
                <w:szCs w:val="18"/>
              </w:rPr>
              <w:t xml:space="preserve">(X) SELEÇÃO DO FORNECEDOR </w:t>
            </w:r>
          </w:p>
          <w:p w14:paraId="4A5FEEAC" w14:textId="77777777" w:rsidR="00203768" w:rsidRPr="001E78F5" w:rsidRDefault="00203768" w:rsidP="002A1878">
            <w:pPr>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CONTRATAÇÃO </w:t>
            </w:r>
          </w:p>
        </w:tc>
      </w:tr>
      <w:tr w:rsidR="00203768" w:rsidRPr="001E78F5" w14:paraId="5FDDEE35" w14:textId="77777777">
        <w:trPr>
          <w:trHeight w:val="307"/>
        </w:trPr>
        <w:tc>
          <w:tcPr>
            <w:tcW w:w="1862" w:type="dxa"/>
            <w:gridSpan w:val="2"/>
            <w:tcBorders>
              <w:top w:val="double" w:sz="4" w:space="0" w:color="000000"/>
              <w:left w:val="double" w:sz="4" w:space="0" w:color="000000"/>
              <w:bottom w:val="double" w:sz="4" w:space="0" w:color="000000"/>
              <w:right w:val="double" w:sz="4" w:space="0" w:color="000000"/>
            </w:tcBorders>
          </w:tcPr>
          <w:p w14:paraId="004AA469" w14:textId="77777777" w:rsidR="00203768" w:rsidRPr="001E78F5" w:rsidRDefault="00203768" w:rsidP="002A1878">
            <w:pPr>
              <w:ind w:left="5"/>
              <w:jc w:val="both"/>
              <w:rPr>
                <w:sz w:val="18"/>
                <w:szCs w:val="18"/>
              </w:rPr>
            </w:pPr>
            <w:r w:rsidRPr="001E78F5">
              <w:rPr>
                <w:rFonts w:ascii="Arial" w:eastAsia="Arial" w:hAnsi="Arial" w:cs="Arial"/>
                <w:b/>
                <w:sz w:val="18"/>
                <w:szCs w:val="18"/>
              </w:rPr>
              <w:t>PROBABILIDADE</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4A920BDD" w14:textId="77777777" w:rsidR="00203768" w:rsidRPr="001E78F5" w:rsidRDefault="00203768" w:rsidP="002A1878">
            <w:pPr>
              <w:ind w:right="73"/>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ALTA (   ) MÉDIA ( X ) BAIXA </w:t>
            </w:r>
          </w:p>
        </w:tc>
      </w:tr>
      <w:tr w:rsidR="00203768" w:rsidRPr="001E78F5" w14:paraId="7A4A321A" w14:textId="77777777">
        <w:trPr>
          <w:trHeight w:val="308"/>
        </w:trPr>
        <w:tc>
          <w:tcPr>
            <w:tcW w:w="1862" w:type="dxa"/>
            <w:gridSpan w:val="2"/>
            <w:tcBorders>
              <w:top w:val="double" w:sz="4" w:space="0" w:color="000000"/>
              <w:left w:val="double" w:sz="4" w:space="0" w:color="000000"/>
              <w:bottom w:val="double" w:sz="4" w:space="0" w:color="000000"/>
              <w:right w:val="double" w:sz="4" w:space="0" w:color="000000"/>
            </w:tcBorders>
          </w:tcPr>
          <w:p w14:paraId="60085612" w14:textId="77777777" w:rsidR="00203768" w:rsidRPr="001E78F5" w:rsidRDefault="00203768" w:rsidP="002A1878">
            <w:pPr>
              <w:ind w:right="68"/>
              <w:jc w:val="center"/>
              <w:rPr>
                <w:sz w:val="18"/>
                <w:szCs w:val="18"/>
              </w:rPr>
            </w:pPr>
            <w:r w:rsidRPr="001E78F5">
              <w:rPr>
                <w:rFonts w:ascii="Arial" w:eastAsia="Arial" w:hAnsi="Arial" w:cs="Arial"/>
                <w:b/>
                <w:sz w:val="18"/>
                <w:szCs w:val="18"/>
              </w:rPr>
              <w:t>IMPACTO</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3ADAE32E" w14:textId="77777777" w:rsidR="00203768" w:rsidRPr="001E78F5" w:rsidRDefault="00203768" w:rsidP="002A1878">
            <w:pPr>
              <w:ind w:right="83"/>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MUITO GRANDE (   ) GRANDE ( X ) MODERADO (   ) PEQUENO (   ) MUITO PEQUENO </w:t>
            </w:r>
          </w:p>
        </w:tc>
      </w:tr>
      <w:tr w:rsidR="00203768" w:rsidRPr="001E78F5" w14:paraId="082DAA9D" w14:textId="77777777">
        <w:trPr>
          <w:trHeight w:val="300"/>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0B70F9D9" w14:textId="77777777" w:rsidR="00203768" w:rsidRPr="001E78F5" w:rsidRDefault="00203768" w:rsidP="002A1878">
            <w:pPr>
              <w:ind w:right="69"/>
              <w:jc w:val="center"/>
              <w:rPr>
                <w:sz w:val="18"/>
                <w:szCs w:val="18"/>
              </w:rPr>
            </w:pPr>
            <w:r w:rsidRPr="001E78F5">
              <w:rPr>
                <w:rFonts w:ascii="Arial" w:eastAsia="Arial" w:hAnsi="Arial" w:cs="Arial"/>
                <w:b/>
                <w:sz w:val="18"/>
                <w:szCs w:val="18"/>
              </w:rPr>
              <w:t>DANO – CONSEQUÊNCIA</w:t>
            </w:r>
            <w:r w:rsidRPr="001E78F5">
              <w:rPr>
                <w:rFonts w:ascii="Arial" w:eastAsia="Arial" w:hAnsi="Arial" w:cs="Arial"/>
                <w:sz w:val="18"/>
                <w:szCs w:val="18"/>
              </w:rPr>
              <w:t xml:space="preserve"> </w:t>
            </w:r>
          </w:p>
        </w:tc>
      </w:tr>
      <w:tr w:rsidR="00203768" w:rsidRPr="001E78F5" w14:paraId="43D90ED8" w14:textId="77777777">
        <w:trPr>
          <w:trHeight w:val="310"/>
        </w:trPr>
        <w:tc>
          <w:tcPr>
            <w:tcW w:w="951" w:type="dxa"/>
            <w:tcBorders>
              <w:top w:val="double" w:sz="4" w:space="0" w:color="000000"/>
              <w:left w:val="double" w:sz="4" w:space="0" w:color="000000"/>
              <w:bottom w:val="double" w:sz="4" w:space="0" w:color="000000"/>
              <w:right w:val="double" w:sz="4" w:space="0" w:color="000000"/>
            </w:tcBorders>
          </w:tcPr>
          <w:p w14:paraId="5AF70607"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51AF0ED6" w14:textId="77777777" w:rsidR="00203768" w:rsidRPr="001E78F5" w:rsidRDefault="00203768" w:rsidP="002A1878">
            <w:pPr>
              <w:rPr>
                <w:sz w:val="18"/>
                <w:szCs w:val="18"/>
              </w:rPr>
            </w:pPr>
            <w:r w:rsidRPr="001E78F5">
              <w:rPr>
                <w:rFonts w:ascii="Arial" w:eastAsia="Arial" w:hAnsi="Arial" w:cs="Arial"/>
                <w:sz w:val="18"/>
                <w:szCs w:val="18"/>
              </w:rPr>
              <w:t xml:space="preserve">Atraso na realização da contratação pleiteada. </w:t>
            </w:r>
          </w:p>
        </w:tc>
      </w:tr>
      <w:tr w:rsidR="00203768" w:rsidRPr="001E78F5" w14:paraId="5E7C3465" w14:textId="77777777">
        <w:trPr>
          <w:trHeight w:val="425"/>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791B4BE8" w14:textId="77777777" w:rsidR="00203768" w:rsidRPr="001E78F5" w:rsidRDefault="00203768" w:rsidP="002A1878">
            <w:pPr>
              <w:ind w:right="76"/>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273C0283" w14:textId="77777777" w:rsidR="00203768" w:rsidRPr="001E78F5" w:rsidRDefault="00203768" w:rsidP="002A1878">
            <w:pPr>
              <w:ind w:right="84"/>
              <w:jc w:val="center"/>
              <w:rPr>
                <w:sz w:val="18"/>
                <w:szCs w:val="18"/>
              </w:rPr>
            </w:pPr>
            <w:r w:rsidRPr="001E78F5">
              <w:rPr>
                <w:rFonts w:ascii="Arial" w:eastAsia="Arial" w:hAnsi="Arial" w:cs="Arial"/>
                <w:b/>
                <w:sz w:val="18"/>
                <w:szCs w:val="18"/>
              </w:rPr>
              <w:t>AÇÃO PREVENTIVA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44391F8D"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33AEE329" w14:textId="77777777">
        <w:trPr>
          <w:trHeight w:val="534"/>
        </w:trPr>
        <w:tc>
          <w:tcPr>
            <w:tcW w:w="951" w:type="dxa"/>
            <w:tcBorders>
              <w:top w:val="double" w:sz="4" w:space="0" w:color="000000"/>
              <w:left w:val="double" w:sz="4" w:space="0" w:color="000000"/>
              <w:bottom w:val="double" w:sz="4" w:space="0" w:color="000000"/>
              <w:right w:val="double" w:sz="4" w:space="0" w:color="000000"/>
            </w:tcBorders>
          </w:tcPr>
          <w:p w14:paraId="5DF2EE2A"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tcPr>
          <w:p w14:paraId="4BA7BB8A" w14:textId="77777777" w:rsidR="00203768" w:rsidRPr="001E78F5" w:rsidRDefault="00203768" w:rsidP="002A1878">
            <w:pPr>
              <w:jc w:val="both"/>
              <w:rPr>
                <w:sz w:val="18"/>
                <w:szCs w:val="18"/>
              </w:rPr>
            </w:pPr>
            <w:r w:rsidRPr="001E78F5">
              <w:rPr>
                <w:rFonts w:ascii="Arial" w:eastAsia="Arial" w:hAnsi="Arial" w:cs="Arial"/>
                <w:sz w:val="18"/>
                <w:szCs w:val="18"/>
              </w:rPr>
              <w:t xml:space="preserve">Acionar as áreas envolvidas na contratação quando se verificar demora demasiada em determinada fase. </w:t>
            </w:r>
          </w:p>
        </w:tc>
        <w:tc>
          <w:tcPr>
            <w:tcW w:w="3280" w:type="dxa"/>
            <w:tcBorders>
              <w:top w:val="double" w:sz="4" w:space="0" w:color="000000"/>
              <w:left w:val="double" w:sz="4" w:space="0" w:color="000000"/>
              <w:bottom w:val="double" w:sz="4" w:space="0" w:color="000000"/>
              <w:right w:val="double" w:sz="4" w:space="0" w:color="000000"/>
            </w:tcBorders>
          </w:tcPr>
          <w:p w14:paraId="7CD287C1" w14:textId="77777777" w:rsidR="00203768" w:rsidRPr="001E78F5" w:rsidRDefault="00203768" w:rsidP="002A1878">
            <w:pPr>
              <w:jc w:val="center"/>
              <w:rPr>
                <w:sz w:val="18"/>
                <w:szCs w:val="18"/>
              </w:rPr>
            </w:pPr>
            <w:r w:rsidRPr="001E78F5">
              <w:rPr>
                <w:rFonts w:ascii="Arial" w:eastAsia="Arial" w:hAnsi="Arial" w:cs="Arial"/>
                <w:sz w:val="18"/>
                <w:szCs w:val="18"/>
              </w:rPr>
              <w:t xml:space="preserve">Ocupantes de cargos com poder de decisão. </w:t>
            </w:r>
          </w:p>
        </w:tc>
      </w:tr>
      <w:tr w:rsidR="00203768" w:rsidRPr="001E78F5" w14:paraId="71E420F8" w14:textId="77777777">
        <w:trPr>
          <w:trHeight w:val="533"/>
        </w:trPr>
        <w:tc>
          <w:tcPr>
            <w:tcW w:w="951" w:type="dxa"/>
            <w:tcBorders>
              <w:top w:val="double" w:sz="4" w:space="0" w:color="000000"/>
              <w:left w:val="double" w:sz="4" w:space="0" w:color="000000"/>
              <w:bottom w:val="double" w:sz="4" w:space="0" w:color="000000"/>
              <w:right w:val="double" w:sz="4" w:space="0" w:color="000000"/>
            </w:tcBorders>
          </w:tcPr>
          <w:p w14:paraId="574D7309"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5635" w:type="dxa"/>
            <w:gridSpan w:val="2"/>
            <w:tcBorders>
              <w:top w:val="double" w:sz="4" w:space="0" w:color="000000"/>
              <w:left w:val="double" w:sz="4" w:space="0" w:color="000000"/>
              <w:bottom w:val="double" w:sz="4" w:space="0" w:color="000000"/>
              <w:right w:val="double" w:sz="4" w:space="0" w:color="000000"/>
            </w:tcBorders>
          </w:tcPr>
          <w:p w14:paraId="514303A0" w14:textId="77777777" w:rsidR="00203768" w:rsidRPr="001E78F5" w:rsidRDefault="00203768" w:rsidP="002A1878">
            <w:pPr>
              <w:rPr>
                <w:sz w:val="18"/>
                <w:szCs w:val="18"/>
              </w:rPr>
            </w:pPr>
            <w:r w:rsidRPr="001E78F5">
              <w:rPr>
                <w:rFonts w:ascii="Arial" w:eastAsia="Arial" w:hAnsi="Arial" w:cs="Arial"/>
                <w:sz w:val="18"/>
                <w:szCs w:val="18"/>
              </w:rPr>
              <w:t xml:space="preserve">Estabelecer normativamente os prazos para a entrega de documentos. </w:t>
            </w:r>
          </w:p>
        </w:tc>
        <w:tc>
          <w:tcPr>
            <w:tcW w:w="3280" w:type="dxa"/>
            <w:vMerge w:val="restart"/>
            <w:tcBorders>
              <w:top w:val="double" w:sz="4" w:space="0" w:color="000000"/>
              <w:left w:val="double" w:sz="4" w:space="0" w:color="000000"/>
              <w:bottom w:val="double" w:sz="4" w:space="0" w:color="000000"/>
              <w:right w:val="double" w:sz="4" w:space="0" w:color="000000"/>
            </w:tcBorders>
            <w:vAlign w:val="center"/>
          </w:tcPr>
          <w:p w14:paraId="12EEE56C" w14:textId="77777777" w:rsidR="00203768" w:rsidRPr="001E78F5" w:rsidRDefault="00203768" w:rsidP="002A1878">
            <w:pPr>
              <w:ind w:left="193" w:right="194"/>
              <w:jc w:val="center"/>
              <w:rPr>
                <w:sz w:val="18"/>
                <w:szCs w:val="18"/>
              </w:rPr>
            </w:pPr>
            <w:r w:rsidRPr="001E78F5">
              <w:rPr>
                <w:rFonts w:ascii="Arial" w:eastAsia="Arial" w:hAnsi="Arial" w:cs="Arial"/>
                <w:sz w:val="18"/>
                <w:szCs w:val="18"/>
              </w:rPr>
              <w:t xml:space="preserve">Integrante Requisitante Integrante Administrativo </w:t>
            </w:r>
          </w:p>
        </w:tc>
      </w:tr>
      <w:tr w:rsidR="00203768" w:rsidRPr="001E78F5" w14:paraId="44B1F27D" w14:textId="77777777">
        <w:trPr>
          <w:trHeight w:val="287"/>
        </w:trPr>
        <w:tc>
          <w:tcPr>
            <w:tcW w:w="951" w:type="dxa"/>
            <w:tcBorders>
              <w:top w:val="double" w:sz="4" w:space="0" w:color="000000"/>
              <w:left w:val="double" w:sz="4" w:space="0" w:color="000000"/>
              <w:bottom w:val="double" w:sz="4" w:space="0" w:color="000000"/>
              <w:right w:val="double" w:sz="4" w:space="0" w:color="000000"/>
            </w:tcBorders>
          </w:tcPr>
          <w:p w14:paraId="57D1C7E6"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3 </w:t>
            </w:r>
          </w:p>
        </w:tc>
        <w:tc>
          <w:tcPr>
            <w:tcW w:w="5635" w:type="dxa"/>
            <w:gridSpan w:val="2"/>
            <w:tcBorders>
              <w:top w:val="double" w:sz="4" w:space="0" w:color="000000"/>
              <w:left w:val="double" w:sz="4" w:space="0" w:color="000000"/>
              <w:bottom w:val="double" w:sz="4" w:space="0" w:color="000000"/>
              <w:right w:val="double" w:sz="4" w:space="0" w:color="000000"/>
            </w:tcBorders>
          </w:tcPr>
          <w:p w14:paraId="25EE9B7F" w14:textId="63E8B3D3" w:rsidR="00203768" w:rsidRPr="001E78F5" w:rsidRDefault="00203768" w:rsidP="002A1878">
            <w:pPr>
              <w:rPr>
                <w:sz w:val="18"/>
                <w:szCs w:val="18"/>
              </w:rPr>
            </w:pPr>
            <w:r w:rsidRPr="001E78F5">
              <w:rPr>
                <w:rFonts w:ascii="Arial" w:eastAsia="Arial" w:hAnsi="Arial" w:cs="Arial"/>
                <w:sz w:val="18"/>
                <w:szCs w:val="18"/>
              </w:rPr>
              <w:t xml:space="preserve">Cumprir a Lei nº </w:t>
            </w:r>
            <w:r w:rsidR="00BE30BD" w:rsidRPr="001E78F5">
              <w:rPr>
                <w:rFonts w:ascii="Arial" w:eastAsia="Arial" w:hAnsi="Arial" w:cs="Arial"/>
                <w:sz w:val="18"/>
                <w:szCs w:val="18"/>
              </w:rPr>
              <w:t>14.133</w:t>
            </w:r>
            <w:r w:rsidRPr="001E78F5">
              <w:rPr>
                <w:rFonts w:ascii="Arial" w:eastAsia="Arial" w:hAnsi="Arial" w:cs="Arial"/>
                <w:sz w:val="18"/>
                <w:szCs w:val="18"/>
              </w:rPr>
              <w:t>/</w:t>
            </w:r>
            <w:r w:rsidR="00BE30BD" w:rsidRPr="001E78F5">
              <w:rPr>
                <w:rFonts w:ascii="Arial" w:eastAsia="Arial" w:hAnsi="Arial" w:cs="Arial"/>
                <w:sz w:val="18"/>
                <w:szCs w:val="18"/>
              </w:rPr>
              <w:t>2021</w:t>
            </w:r>
            <w:r w:rsidRPr="001E78F5">
              <w:rPr>
                <w:rFonts w:ascii="Arial" w:eastAsia="Arial" w:hAnsi="Arial" w:cs="Arial"/>
                <w:sz w:val="18"/>
                <w:szCs w:val="18"/>
              </w:rPr>
              <w:t xml:space="preserve"> e a IN nº 05/2017. </w:t>
            </w:r>
          </w:p>
        </w:tc>
        <w:tc>
          <w:tcPr>
            <w:tcW w:w="0" w:type="auto"/>
            <w:vMerge/>
            <w:tcBorders>
              <w:top w:val="nil"/>
              <w:left w:val="double" w:sz="4" w:space="0" w:color="000000"/>
              <w:bottom w:val="double" w:sz="4" w:space="0" w:color="000000"/>
              <w:right w:val="double" w:sz="4" w:space="0" w:color="000000"/>
            </w:tcBorders>
          </w:tcPr>
          <w:p w14:paraId="4DD021EA" w14:textId="77777777" w:rsidR="00203768" w:rsidRPr="001E78F5" w:rsidRDefault="00203768" w:rsidP="002A1878">
            <w:pPr>
              <w:rPr>
                <w:sz w:val="18"/>
                <w:szCs w:val="18"/>
              </w:rPr>
            </w:pPr>
          </w:p>
        </w:tc>
      </w:tr>
      <w:tr w:rsidR="00203768" w:rsidRPr="001E78F5" w14:paraId="36B53C21" w14:textId="77777777">
        <w:trPr>
          <w:trHeight w:val="423"/>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79B06F23" w14:textId="77777777" w:rsidR="00203768" w:rsidRPr="001E78F5" w:rsidRDefault="00203768" w:rsidP="002A1878">
            <w:pPr>
              <w:ind w:right="76"/>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00A487BB" w14:textId="77777777" w:rsidR="00203768" w:rsidRPr="001E78F5" w:rsidRDefault="00203768" w:rsidP="002A1878">
            <w:pPr>
              <w:ind w:right="75"/>
              <w:jc w:val="center"/>
              <w:rPr>
                <w:sz w:val="18"/>
                <w:szCs w:val="18"/>
              </w:rPr>
            </w:pPr>
            <w:r w:rsidRPr="001E78F5">
              <w:rPr>
                <w:rFonts w:ascii="Arial" w:eastAsia="Arial" w:hAnsi="Arial" w:cs="Arial"/>
                <w:b/>
                <w:sz w:val="18"/>
                <w:szCs w:val="18"/>
              </w:rPr>
              <w:t>AÇÃO DE CONTINGÊNCIA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42F7C7B5"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6387551E" w14:textId="77777777">
        <w:trPr>
          <w:trHeight w:val="538"/>
        </w:trPr>
        <w:tc>
          <w:tcPr>
            <w:tcW w:w="951" w:type="dxa"/>
            <w:tcBorders>
              <w:top w:val="double" w:sz="4" w:space="0" w:color="000000"/>
              <w:left w:val="double" w:sz="4" w:space="0" w:color="000000"/>
              <w:bottom w:val="double" w:sz="4" w:space="0" w:color="000000"/>
              <w:right w:val="double" w:sz="4" w:space="0" w:color="000000"/>
            </w:tcBorders>
            <w:vAlign w:val="center"/>
          </w:tcPr>
          <w:p w14:paraId="61D086F7"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vAlign w:val="center"/>
          </w:tcPr>
          <w:p w14:paraId="17D6AECA" w14:textId="77777777" w:rsidR="00203768" w:rsidRPr="001E78F5" w:rsidRDefault="00203768" w:rsidP="002A1878">
            <w:pPr>
              <w:rPr>
                <w:sz w:val="18"/>
                <w:szCs w:val="18"/>
              </w:rPr>
            </w:pPr>
            <w:r w:rsidRPr="001E78F5">
              <w:rPr>
                <w:rFonts w:ascii="Arial" w:eastAsia="Arial" w:hAnsi="Arial" w:cs="Arial"/>
                <w:sz w:val="18"/>
                <w:szCs w:val="18"/>
              </w:rPr>
              <w:t xml:space="preserve">Atender com celeridade as demandas da Licitação. </w:t>
            </w:r>
          </w:p>
        </w:tc>
        <w:tc>
          <w:tcPr>
            <w:tcW w:w="3280" w:type="dxa"/>
            <w:tcBorders>
              <w:top w:val="double" w:sz="4" w:space="0" w:color="000000"/>
              <w:left w:val="double" w:sz="4" w:space="0" w:color="000000"/>
              <w:bottom w:val="double" w:sz="4" w:space="0" w:color="000000"/>
              <w:right w:val="double" w:sz="4" w:space="0" w:color="000000"/>
            </w:tcBorders>
          </w:tcPr>
          <w:p w14:paraId="21FC34EE" w14:textId="77777777" w:rsidR="00203768" w:rsidRPr="001E78F5" w:rsidRDefault="00203768" w:rsidP="002A1878">
            <w:pPr>
              <w:ind w:left="193" w:right="146"/>
              <w:jc w:val="center"/>
              <w:rPr>
                <w:sz w:val="18"/>
                <w:szCs w:val="18"/>
              </w:rPr>
            </w:pPr>
            <w:r w:rsidRPr="001E78F5">
              <w:rPr>
                <w:rFonts w:ascii="Arial" w:eastAsia="Arial" w:hAnsi="Arial" w:cs="Arial"/>
                <w:sz w:val="18"/>
                <w:szCs w:val="18"/>
              </w:rPr>
              <w:t xml:space="preserve">Integrante </w:t>
            </w:r>
            <w:proofErr w:type="gramStart"/>
            <w:r w:rsidRPr="001E78F5">
              <w:rPr>
                <w:rFonts w:ascii="Arial" w:eastAsia="Arial" w:hAnsi="Arial" w:cs="Arial"/>
                <w:sz w:val="18"/>
                <w:szCs w:val="18"/>
              </w:rPr>
              <w:t>Requisitante  Integrante</w:t>
            </w:r>
            <w:proofErr w:type="gramEnd"/>
            <w:r w:rsidRPr="001E78F5">
              <w:rPr>
                <w:rFonts w:ascii="Arial" w:eastAsia="Arial" w:hAnsi="Arial" w:cs="Arial"/>
                <w:sz w:val="18"/>
                <w:szCs w:val="18"/>
              </w:rPr>
              <w:t xml:space="preserve"> Administrativo </w:t>
            </w:r>
          </w:p>
        </w:tc>
      </w:tr>
      <w:tr w:rsidR="00203768" w:rsidRPr="001E78F5" w14:paraId="7F2F6651" w14:textId="77777777">
        <w:trPr>
          <w:trHeight w:val="302"/>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59D944C0" w14:textId="77777777" w:rsidR="00203768" w:rsidRPr="001E78F5" w:rsidRDefault="00203768" w:rsidP="002A1878">
            <w:pPr>
              <w:ind w:right="68"/>
              <w:jc w:val="center"/>
              <w:rPr>
                <w:sz w:val="18"/>
                <w:szCs w:val="18"/>
              </w:rPr>
            </w:pPr>
            <w:r w:rsidRPr="001E78F5">
              <w:rPr>
                <w:rFonts w:ascii="Arial" w:eastAsia="Arial" w:hAnsi="Arial" w:cs="Arial"/>
                <w:b/>
                <w:sz w:val="18"/>
                <w:szCs w:val="18"/>
              </w:rPr>
              <w:t>CAUSAS (FONTE + VULNERABILIDADES)</w:t>
            </w:r>
            <w:r w:rsidRPr="001E78F5">
              <w:rPr>
                <w:rFonts w:ascii="Arial" w:eastAsia="Arial" w:hAnsi="Arial" w:cs="Arial"/>
                <w:sz w:val="18"/>
                <w:szCs w:val="18"/>
              </w:rPr>
              <w:t xml:space="preserve"> </w:t>
            </w:r>
          </w:p>
        </w:tc>
      </w:tr>
      <w:tr w:rsidR="00203768" w:rsidRPr="001E78F5" w14:paraId="7D63283D" w14:textId="77777777">
        <w:trPr>
          <w:trHeight w:val="284"/>
        </w:trPr>
        <w:tc>
          <w:tcPr>
            <w:tcW w:w="951" w:type="dxa"/>
            <w:tcBorders>
              <w:top w:val="double" w:sz="4" w:space="0" w:color="000000"/>
              <w:left w:val="double" w:sz="4" w:space="0" w:color="000000"/>
              <w:bottom w:val="double" w:sz="4" w:space="0" w:color="000000"/>
              <w:right w:val="double" w:sz="4" w:space="0" w:color="000000"/>
            </w:tcBorders>
          </w:tcPr>
          <w:p w14:paraId="58753932"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2420121A" w14:textId="77777777" w:rsidR="00203768" w:rsidRPr="001E78F5" w:rsidRDefault="00203768" w:rsidP="002A1878">
            <w:pPr>
              <w:rPr>
                <w:sz w:val="18"/>
                <w:szCs w:val="18"/>
              </w:rPr>
            </w:pPr>
            <w:r w:rsidRPr="001E78F5">
              <w:rPr>
                <w:rFonts w:ascii="Arial" w:eastAsia="Arial" w:hAnsi="Arial" w:cs="Arial"/>
                <w:sz w:val="18"/>
                <w:szCs w:val="18"/>
              </w:rPr>
              <w:t xml:space="preserve">Processo - Ausência de definição de prazos na fase externa do processo administrativo de contratação. </w:t>
            </w:r>
          </w:p>
        </w:tc>
      </w:tr>
      <w:tr w:rsidR="00203768" w:rsidRPr="001E78F5" w14:paraId="7F166879" w14:textId="77777777">
        <w:trPr>
          <w:trHeight w:val="283"/>
        </w:trPr>
        <w:tc>
          <w:tcPr>
            <w:tcW w:w="951" w:type="dxa"/>
            <w:tcBorders>
              <w:top w:val="double" w:sz="4" w:space="0" w:color="000000"/>
              <w:left w:val="double" w:sz="4" w:space="0" w:color="000000"/>
              <w:bottom w:val="double" w:sz="4" w:space="0" w:color="000000"/>
              <w:right w:val="double" w:sz="4" w:space="0" w:color="000000"/>
            </w:tcBorders>
          </w:tcPr>
          <w:p w14:paraId="600BA039"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8915" w:type="dxa"/>
            <w:gridSpan w:val="3"/>
            <w:tcBorders>
              <w:top w:val="double" w:sz="4" w:space="0" w:color="000000"/>
              <w:left w:val="double" w:sz="4" w:space="0" w:color="000000"/>
              <w:bottom w:val="double" w:sz="4" w:space="0" w:color="000000"/>
              <w:right w:val="double" w:sz="4" w:space="0" w:color="000000"/>
            </w:tcBorders>
          </w:tcPr>
          <w:p w14:paraId="390E927C" w14:textId="77777777" w:rsidR="00203768" w:rsidRPr="001E78F5" w:rsidRDefault="00203768" w:rsidP="002A1878">
            <w:pPr>
              <w:rPr>
                <w:sz w:val="18"/>
                <w:szCs w:val="18"/>
              </w:rPr>
            </w:pPr>
            <w:r w:rsidRPr="001E78F5">
              <w:rPr>
                <w:rFonts w:ascii="Arial" w:eastAsia="Arial" w:hAnsi="Arial" w:cs="Arial"/>
                <w:sz w:val="18"/>
                <w:szCs w:val="18"/>
              </w:rPr>
              <w:t xml:space="preserve">Processo - Ausência de </w:t>
            </w:r>
            <w:proofErr w:type="spellStart"/>
            <w:r w:rsidRPr="001E78F5">
              <w:rPr>
                <w:rFonts w:ascii="Arial" w:eastAsia="Arial" w:hAnsi="Arial" w:cs="Arial"/>
                <w:sz w:val="18"/>
                <w:szCs w:val="18"/>
              </w:rPr>
              <w:t>fluxogramação</w:t>
            </w:r>
            <w:proofErr w:type="spellEnd"/>
            <w:r w:rsidRPr="001E78F5">
              <w:rPr>
                <w:rFonts w:ascii="Arial" w:eastAsia="Arial" w:hAnsi="Arial" w:cs="Arial"/>
                <w:sz w:val="18"/>
                <w:szCs w:val="18"/>
              </w:rPr>
              <w:t xml:space="preserve"> dos processos de contratação. </w:t>
            </w:r>
          </w:p>
        </w:tc>
      </w:tr>
    </w:tbl>
    <w:p w14:paraId="19B2EA76" w14:textId="77777777" w:rsidR="00203768" w:rsidRPr="001E78F5" w:rsidRDefault="00203768" w:rsidP="00203768">
      <w:pPr>
        <w:spacing w:after="0"/>
        <w:ind w:left="4816"/>
        <w:jc w:val="both"/>
        <w:rPr>
          <w:sz w:val="18"/>
          <w:szCs w:val="18"/>
        </w:rPr>
      </w:pPr>
      <w:r w:rsidRPr="001E78F5">
        <w:rPr>
          <w:rFonts w:ascii="Arial" w:eastAsia="Arial" w:hAnsi="Arial" w:cs="Arial"/>
          <w:sz w:val="18"/>
          <w:szCs w:val="18"/>
        </w:rPr>
        <w:t xml:space="preserve"> </w:t>
      </w:r>
    </w:p>
    <w:p w14:paraId="7FD9781F" w14:textId="77777777" w:rsidR="00203768" w:rsidRPr="001E78F5" w:rsidRDefault="00203768" w:rsidP="00203768">
      <w:pPr>
        <w:spacing w:after="0"/>
        <w:ind w:left="4816"/>
        <w:jc w:val="both"/>
        <w:rPr>
          <w:sz w:val="18"/>
          <w:szCs w:val="18"/>
        </w:rPr>
      </w:pPr>
      <w:r w:rsidRPr="001E78F5">
        <w:rPr>
          <w:rFonts w:ascii="Arial" w:eastAsia="Arial" w:hAnsi="Arial" w:cs="Arial"/>
          <w:sz w:val="18"/>
          <w:szCs w:val="18"/>
        </w:rPr>
        <w:t xml:space="preserve"> </w:t>
      </w:r>
    </w:p>
    <w:tbl>
      <w:tblPr>
        <w:tblStyle w:val="TableGrid"/>
        <w:tblW w:w="9865" w:type="dxa"/>
        <w:tblInd w:w="-114" w:type="dxa"/>
        <w:tblCellMar>
          <w:top w:w="28" w:type="dxa"/>
          <w:left w:w="104" w:type="dxa"/>
          <w:right w:w="44" w:type="dxa"/>
        </w:tblCellMar>
        <w:tblLook w:val="04A0" w:firstRow="1" w:lastRow="0" w:firstColumn="1" w:lastColumn="0" w:noHBand="0" w:noVBand="1"/>
      </w:tblPr>
      <w:tblGrid>
        <w:gridCol w:w="951"/>
        <w:gridCol w:w="911"/>
        <w:gridCol w:w="4723"/>
        <w:gridCol w:w="3280"/>
      </w:tblGrid>
      <w:tr w:rsidR="00203768" w:rsidRPr="001E78F5" w14:paraId="04DE8142" w14:textId="77777777">
        <w:trPr>
          <w:trHeight w:val="542"/>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vAlign w:val="center"/>
          </w:tcPr>
          <w:p w14:paraId="54E2337F" w14:textId="63699C76" w:rsidR="00203768" w:rsidRPr="001E78F5" w:rsidRDefault="00203768" w:rsidP="002A1878">
            <w:pPr>
              <w:ind w:left="5"/>
              <w:rPr>
                <w:sz w:val="18"/>
                <w:szCs w:val="18"/>
              </w:rPr>
            </w:pPr>
            <w:r w:rsidRPr="001E78F5">
              <w:rPr>
                <w:rFonts w:ascii="Arial" w:eastAsia="Arial" w:hAnsi="Arial" w:cs="Arial"/>
                <w:b/>
                <w:sz w:val="18"/>
                <w:szCs w:val="18"/>
              </w:rPr>
              <w:t xml:space="preserve">RISCO </w:t>
            </w:r>
            <w:r w:rsidR="00F13138" w:rsidRPr="001E78F5">
              <w:rPr>
                <w:rFonts w:ascii="Arial" w:eastAsia="Arial" w:hAnsi="Arial" w:cs="Arial"/>
                <w:b/>
                <w:sz w:val="18"/>
                <w:szCs w:val="18"/>
              </w:rPr>
              <w:t>14.1.2.b</w:t>
            </w:r>
            <w:r w:rsidRPr="001E78F5">
              <w:rPr>
                <w:rFonts w:ascii="Arial" w:eastAsia="Arial" w:hAnsi="Arial" w:cs="Arial"/>
                <w:b/>
                <w:sz w:val="18"/>
                <w:szCs w:val="18"/>
              </w:rPr>
              <w:t>. IMPROPRIEDADES NO PROCESSO LICITATÓRIO</w:t>
            </w:r>
            <w:r w:rsidRPr="001E78F5">
              <w:rPr>
                <w:rFonts w:ascii="Arial" w:eastAsia="Arial" w:hAnsi="Arial" w:cs="Arial"/>
                <w:sz w:val="18"/>
                <w:szCs w:val="18"/>
              </w:rPr>
              <w:t xml:space="preserve"> </w:t>
            </w:r>
          </w:p>
        </w:tc>
      </w:tr>
      <w:tr w:rsidR="00203768" w:rsidRPr="001E78F5" w14:paraId="05F52C5C" w14:textId="77777777">
        <w:trPr>
          <w:trHeight w:val="856"/>
        </w:trPr>
        <w:tc>
          <w:tcPr>
            <w:tcW w:w="9865" w:type="dxa"/>
            <w:gridSpan w:val="4"/>
            <w:tcBorders>
              <w:top w:val="double" w:sz="4" w:space="0" w:color="000000"/>
              <w:left w:val="double" w:sz="4" w:space="0" w:color="000000"/>
              <w:bottom w:val="double" w:sz="4" w:space="0" w:color="000000"/>
              <w:right w:val="double" w:sz="4" w:space="0" w:color="000000"/>
            </w:tcBorders>
          </w:tcPr>
          <w:p w14:paraId="67116697" w14:textId="77777777" w:rsidR="00203768" w:rsidRPr="001E78F5" w:rsidRDefault="00203768" w:rsidP="002A1878">
            <w:pPr>
              <w:spacing w:after="17"/>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PLANEJAMENTO DA CONTRATAÇÃO </w:t>
            </w:r>
          </w:p>
          <w:p w14:paraId="21998FBD" w14:textId="77777777" w:rsidR="00203768" w:rsidRPr="001E78F5" w:rsidRDefault="00203768" w:rsidP="002A1878">
            <w:pPr>
              <w:spacing w:after="21"/>
              <w:ind w:left="5"/>
              <w:rPr>
                <w:sz w:val="18"/>
                <w:szCs w:val="18"/>
              </w:rPr>
            </w:pPr>
            <w:r w:rsidRPr="001E78F5">
              <w:rPr>
                <w:rFonts w:ascii="Arial" w:eastAsia="Arial" w:hAnsi="Arial" w:cs="Arial"/>
                <w:sz w:val="18"/>
                <w:szCs w:val="18"/>
              </w:rPr>
              <w:t xml:space="preserve">(X) SELEÇÃO DO FORNECEDOR </w:t>
            </w:r>
          </w:p>
          <w:p w14:paraId="1B2C1A2F" w14:textId="77777777" w:rsidR="00203768" w:rsidRPr="001E78F5" w:rsidRDefault="00203768" w:rsidP="002A1878">
            <w:pPr>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CONTRATAÇÃO </w:t>
            </w:r>
          </w:p>
        </w:tc>
      </w:tr>
      <w:tr w:rsidR="00203768" w:rsidRPr="001E78F5" w14:paraId="696ACAFF" w14:textId="77777777">
        <w:trPr>
          <w:trHeight w:val="307"/>
        </w:trPr>
        <w:tc>
          <w:tcPr>
            <w:tcW w:w="1862" w:type="dxa"/>
            <w:gridSpan w:val="2"/>
            <w:tcBorders>
              <w:top w:val="double" w:sz="4" w:space="0" w:color="000000"/>
              <w:left w:val="double" w:sz="4" w:space="0" w:color="000000"/>
              <w:bottom w:val="double" w:sz="4" w:space="0" w:color="000000"/>
              <w:right w:val="double" w:sz="4" w:space="0" w:color="000000"/>
            </w:tcBorders>
          </w:tcPr>
          <w:p w14:paraId="29B36A23" w14:textId="77777777" w:rsidR="00203768" w:rsidRPr="001E78F5" w:rsidRDefault="00203768" w:rsidP="002A1878">
            <w:pPr>
              <w:ind w:left="5"/>
              <w:jc w:val="both"/>
              <w:rPr>
                <w:sz w:val="18"/>
                <w:szCs w:val="18"/>
              </w:rPr>
            </w:pPr>
            <w:r w:rsidRPr="001E78F5">
              <w:rPr>
                <w:rFonts w:ascii="Arial" w:eastAsia="Arial" w:hAnsi="Arial" w:cs="Arial"/>
                <w:b/>
                <w:sz w:val="18"/>
                <w:szCs w:val="18"/>
              </w:rPr>
              <w:t>PROBABILIDADE</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62FB9AB4" w14:textId="77777777" w:rsidR="00203768" w:rsidRPr="001E78F5" w:rsidRDefault="00203768" w:rsidP="002A1878">
            <w:pPr>
              <w:ind w:right="73"/>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ALTA (   ) MÉDIA ( X ) BAIXA </w:t>
            </w:r>
          </w:p>
        </w:tc>
      </w:tr>
      <w:tr w:rsidR="00203768" w:rsidRPr="001E78F5" w14:paraId="20EE4D5E" w14:textId="77777777">
        <w:trPr>
          <w:trHeight w:val="306"/>
        </w:trPr>
        <w:tc>
          <w:tcPr>
            <w:tcW w:w="1862" w:type="dxa"/>
            <w:gridSpan w:val="2"/>
            <w:tcBorders>
              <w:top w:val="double" w:sz="4" w:space="0" w:color="000000"/>
              <w:left w:val="double" w:sz="4" w:space="0" w:color="000000"/>
              <w:bottom w:val="double" w:sz="4" w:space="0" w:color="000000"/>
              <w:right w:val="double" w:sz="4" w:space="0" w:color="000000"/>
            </w:tcBorders>
          </w:tcPr>
          <w:p w14:paraId="40FA9026" w14:textId="77777777" w:rsidR="00203768" w:rsidRPr="001E78F5" w:rsidRDefault="00203768" w:rsidP="002A1878">
            <w:pPr>
              <w:ind w:right="68"/>
              <w:jc w:val="center"/>
              <w:rPr>
                <w:sz w:val="18"/>
                <w:szCs w:val="18"/>
              </w:rPr>
            </w:pPr>
            <w:r w:rsidRPr="001E78F5">
              <w:rPr>
                <w:rFonts w:ascii="Arial" w:eastAsia="Arial" w:hAnsi="Arial" w:cs="Arial"/>
                <w:b/>
                <w:sz w:val="18"/>
                <w:szCs w:val="18"/>
              </w:rPr>
              <w:t>IMPACTO</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6778D0C7" w14:textId="77777777" w:rsidR="00203768" w:rsidRPr="001E78F5" w:rsidRDefault="00203768" w:rsidP="002A1878">
            <w:pPr>
              <w:ind w:right="83"/>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MUITO GRANDE (   ) GRANDE ( X ) MODERADO (   ) PEQUENO (   ) MUITO PEQUENO </w:t>
            </w:r>
          </w:p>
        </w:tc>
      </w:tr>
      <w:tr w:rsidR="00203768" w:rsidRPr="001E78F5" w14:paraId="2DE8006C" w14:textId="77777777">
        <w:trPr>
          <w:trHeight w:val="302"/>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711AD847" w14:textId="77777777" w:rsidR="00203768" w:rsidRPr="001E78F5" w:rsidRDefault="00203768" w:rsidP="002A1878">
            <w:pPr>
              <w:ind w:right="69"/>
              <w:jc w:val="center"/>
              <w:rPr>
                <w:sz w:val="18"/>
                <w:szCs w:val="18"/>
              </w:rPr>
            </w:pPr>
            <w:r w:rsidRPr="001E78F5">
              <w:rPr>
                <w:rFonts w:ascii="Arial" w:eastAsia="Arial" w:hAnsi="Arial" w:cs="Arial"/>
                <w:b/>
                <w:sz w:val="18"/>
                <w:szCs w:val="18"/>
              </w:rPr>
              <w:t>DANO – CONSEQUÊNCIA</w:t>
            </w:r>
            <w:r w:rsidRPr="001E78F5">
              <w:rPr>
                <w:rFonts w:ascii="Arial" w:eastAsia="Arial" w:hAnsi="Arial" w:cs="Arial"/>
                <w:sz w:val="18"/>
                <w:szCs w:val="18"/>
              </w:rPr>
              <w:t xml:space="preserve"> </w:t>
            </w:r>
          </w:p>
        </w:tc>
      </w:tr>
      <w:tr w:rsidR="00203768" w:rsidRPr="001E78F5" w14:paraId="49551EDA" w14:textId="77777777">
        <w:trPr>
          <w:trHeight w:val="286"/>
        </w:trPr>
        <w:tc>
          <w:tcPr>
            <w:tcW w:w="951" w:type="dxa"/>
            <w:tcBorders>
              <w:top w:val="double" w:sz="4" w:space="0" w:color="000000"/>
              <w:left w:val="double" w:sz="4" w:space="0" w:color="000000"/>
              <w:bottom w:val="double" w:sz="4" w:space="0" w:color="000000"/>
              <w:right w:val="double" w:sz="4" w:space="0" w:color="000000"/>
            </w:tcBorders>
          </w:tcPr>
          <w:p w14:paraId="386506FA"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16C97333" w14:textId="77777777" w:rsidR="00203768" w:rsidRPr="001E78F5" w:rsidRDefault="00203768" w:rsidP="002A1878">
            <w:pPr>
              <w:rPr>
                <w:sz w:val="18"/>
                <w:szCs w:val="18"/>
              </w:rPr>
            </w:pPr>
            <w:r w:rsidRPr="001E78F5">
              <w:rPr>
                <w:rFonts w:ascii="Arial" w:eastAsia="Arial" w:hAnsi="Arial" w:cs="Arial"/>
                <w:sz w:val="18"/>
                <w:szCs w:val="18"/>
              </w:rPr>
              <w:t xml:space="preserve">Retrabalho e atraso na realização da contratação pleiteada. </w:t>
            </w:r>
          </w:p>
        </w:tc>
      </w:tr>
      <w:tr w:rsidR="00203768" w:rsidRPr="001E78F5" w14:paraId="29AA56C7" w14:textId="77777777">
        <w:trPr>
          <w:trHeight w:val="305"/>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618D7B4B" w14:textId="77777777" w:rsidR="00203768" w:rsidRPr="001E78F5" w:rsidRDefault="00203768" w:rsidP="002A1878">
            <w:pPr>
              <w:ind w:right="76"/>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0BBFCDE2" w14:textId="77777777" w:rsidR="00203768" w:rsidRPr="001E78F5" w:rsidRDefault="00203768" w:rsidP="002A1878">
            <w:pPr>
              <w:ind w:right="84"/>
              <w:jc w:val="center"/>
              <w:rPr>
                <w:sz w:val="18"/>
                <w:szCs w:val="18"/>
              </w:rPr>
            </w:pPr>
            <w:r w:rsidRPr="001E78F5">
              <w:rPr>
                <w:rFonts w:ascii="Arial" w:eastAsia="Arial" w:hAnsi="Arial" w:cs="Arial"/>
                <w:b/>
                <w:sz w:val="18"/>
                <w:szCs w:val="18"/>
              </w:rPr>
              <w:t>AÇÃO PREVENTIVA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5849FE37"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145B509C" w14:textId="77777777">
        <w:trPr>
          <w:trHeight w:val="534"/>
        </w:trPr>
        <w:tc>
          <w:tcPr>
            <w:tcW w:w="951" w:type="dxa"/>
            <w:tcBorders>
              <w:top w:val="double" w:sz="4" w:space="0" w:color="000000"/>
              <w:left w:val="double" w:sz="4" w:space="0" w:color="000000"/>
              <w:bottom w:val="double" w:sz="4" w:space="0" w:color="000000"/>
              <w:right w:val="double" w:sz="4" w:space="0" w:color="000000"/>
            </w:tcBorders>
            <w:vAlign w:val="center"/>
          </w:tcPr>
          <w:p w14:paraId="06CFDF1F"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tcPr>
          <w:p w14:paraId="6FAF5F08" w14:textId="77777777" w:rsidR="00203768" w:rsidRPr="001E78F5" w:rsidRDefault="00203768" w:rsidP="002A1878">
            <w:pPr>
              <w:jc w:val="both"/>
              <w:rPr>
                <w:sz w:val="18"/>
                <w:szCs w:val="18"/>
              </w:rPr>
            </w:pPr>
            <w:r w:rsidRPr="001E78F5">
              <w:rPr>
                <w:rFonts w:ascii="Arial" w:eastAsia="Arial" w:hAnsi="Arial" w:cs="Arial"/>
                <w:sz w:val="18"/>
                <w:szCs w:val="18"/>
              </w:rPr>
              <w:t xml:space="preserve">Seguir a legislação relacionada às contratações em geral e às contratações de serviços de mão de obra terceirizada. </w:t>
            </w:r>
          </w:p>
        </w:tc>
        <w:tc>
          <w:tcPr>
            <w:tcW w:w="3280" w:type="dxa"/>
            <w:tcBorders>
              <w:top w:val="double" w:sz="4" w:space="0" w:color="000000"/>
              <w:left w:val="double" w:sz="4" w:space="0" w:color="000000"/>
              <w:bottom w:val="double" w:sz="4" w:space="0" w:color="000000"/>
              <w:right w:val="double" w:sz="4" w:space="0" w:color="000000"/>
            </w:tcBorders>
          </w:tcPr>
          <w:p w14:paraId="35DDADA5" w14:textId="77777777" w:rsidR="00203768" w:rsidRPr="001E78F5" w:rsidRDefault="00203768" w:rsidP="002A1878">
            <w:pPr>
              <w:ind w:left="193" w:right="194"/>
              <w:jc w:val="center"/>
              <w:rPr>
                <w:sz w:val="18"/>
                <w:szCs w:val="18"/>
              </w:rPr>
            </w:pPr>
            <w:r w:rsidRPr="001E78F5">
              <w:rPr>
                <w:rFonts w:ascii="Arial" w:eastAsia="Arial" w:hAnsi="Arial" w:cs="Arial"/>
                <w:sz w:val="18"/>
                <w:szCs w:val="18"/>
              </w:rPr>
              <w:t xml:space="preserve">Integrante Requisitante Integrante Administrativo </w:t>
            </w:r>
          </w:p>
        </w:tc>
      </w:tr>
      <w:tr w:rsidR="00203768" w:rsidRPr="001E78F5" w14:paraId="0880433E" w14:textId="77777777">
        <w:trPr>
          <w:trHeight w:val="283"/>
        </w:trPr>
        <w:tc>
          <w:tcPr>
            <w:tcW w:w="951" w:type="dxa"/>
            <w:tcBorders>
              <w:top w:val="double" w:sz="4" w:space="0" w:color="000000"/>
              <w:left w:val="double" w:sz="4" w:space="0" w:color="000000"/>
              <w:bottom w:val="double" w:sz="4" w:space="0" w:color="000000"/>
              <w:right w:val="double" w:sz="4" w:space="0" w:color="000000"/>
            </w:tcBorders>
          </w:tcPr>
          <w:p w14:paraId="0E3036F5"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5635" w:type="dxa"/>
            <w:gridSpan w:val="2"/>
            <w:tcBorders>
              <w:top w:val="double" w:sz="4" w:space="0" w:color="000000"/>
              <w:left w:val="double" w:sz="4" w:space="0" w:color="000000"/>
              <w:bottom w:val="double" w:sz="4" w:space="0" w:color="000000"/>
              <w:right w:val="double" w:sz="4" w:space="0" w:color="000000"/>
            </w:tcBorders>
          </w:tcPr>
          <w:p w14:paraId="6AB91703" w14:textId="77777777" w:rsidR="00203768" w:rsidRPr="001E78F5" w:rsidRDefault="00203768" w:rsidP="002A1878">
            <w:pPr>
              <w:rPr>
                <w:sz w:val="18"/>
                <w:szCs w:val="18"/>
              </w:rPr>
            </w:pPr>
            <w:r w:rsidRPr="001E78F5">
              <w:rPr>
                <w:rFonts w:ascii="Arial" w:eastAsia="Arial" w:hAnsi="Arial" w:cs="Arial"/>
                <w:sz w:val="18"/>
                <w:szCs w:val="18"/>
              </w:rPr>
              <w:t xml:space="preserve">Atender as recomendações do Controle Interno. </w:t>
            </w:r>
          </w:p>
        </w:tc>
        <w:tc>
          <w:tcPr>
            <w:tcW w:w="3280" w:type="dxa"/>
            <w:tcBorders>
              <w:top w:val="double" w:sz="4" w:space="0" w:color="000000"/>
              <w:left w:val="double" w:sz="4" w:space="0" w:color="000000"/>
              <w:bottom w:val="double" w:sz="4" w:space="0" w:color="000000"/>
              <w:right w:val="double" w:sz="4" w:space="0" w:color="000000"/>
            </w:tcBorders>
          </w:tcPr>
          <w:p w14:paraId="59B4CF44" w14:textId="77777777" w:rsidR="00203768" w:rsidRPr="001E78F5" w:rsidRDefault="00203768" w:rsidP="002A1878">
            <w:pPr>
              <w:ind w:right="74"/>
              <w:jc w:val="center"/>
              <w:rPr>
                <w:sz w:val="18"/>
                <w:szCs w:val="18"/>
              </w:rPr>
            </w:pPr>
            <w:r w:rsidRPr="001E78F5">
              <w:rPr>
                <w:rFonts w:ascii="Arial" w:eastAsia="Arial" w:hAnsi="Arial" w:cs="Arial"/>
                <w:sz w:val="18"/>
                <w:szCs w:val="18"/>
              </w:rPr>
              <w:t xml:space="preserve">Integrante Requisitante </w:t>
            </w:r>
          </w:p>
        </w:tc>
      </w:tr>
      <w:tr w:rsidR="00203768" w:rsidRPr="001E78F5" w14:paraId="20696A39" w14:textId="77777777">
        <w:trPr>
          <w:trHeight w:val="537"/>
        </w:trPr>
        <w:tc>
          <w:tcPr>
            <w:tcW w:w="951" w:type="dxa"/>
            <w:tcBorders>
              <w:top w:val="double" w:sz="4" w:space="0" w:color="000000"/>
              <w:left w:val="double" w:sz="4" w:space="0" w:color="000000"/>
              <w:bottom w:val="double" w:sz="4" w:space="0" w:color="000000"/>
              <w:right w:val="double" w:sz="4" w:space="0" w:color="000000"/>
            </w:tcBorders>
            <w:vAlign w:val="center"/>
          </w:tcPr>
          <w:p w14:paraId="3BA04557"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3 </w:t>
            </w:r>
          </w:p>
        </w:tc>
        <w:tc>
          <w:tcPr>
            <w:tcW w:w="5635" w:type="dxa"/>
            <w:gridSpan w:val="2"/>
            <w:tcBorders>
              <w:top w:val="double" w:sz="4" w:space="0" w:color="000000"/>
              <w:left w:val="double" w:sz="4" w:space="0" w:color="000000"/>
              <w:bottom w:val="double" w:sz="4" w:space="0" w:color="000000"/>
              <w:right w:val="double" w:sz="4" w:space="0" w:color="000000"/>
            </w:tcBorders>
          </w:tcPr>
          <w:p w14:paraId="0E90EDB4" w14:textId="77777777" w:rsidR="00203768" w:rsidRPr="001E78F5" w:rsidRDefault="00203768" w:rsidP="002A1878">
            <w:pPr>
              <w:jc w:val="both"/>
              <w:rPr>
                <w:sz w:val="18"/>
                <w:szCs w:val="18"/>
              </w:rPr>
            </w:pPr>
            <w:r w:rsidRPr="001E78F5">
              <w:rPr>
                <w:rFonts w:ascii="Arial" w:eastAsia="Arial" w:hAnsi="Arial" w:cs="Arial"/>
                <w:sz w:val="18"/>
                <w:szCs w:val="18"/>
              </w:rPr>
              <w:t xml:space="preserve">Agir com transparência e velar pela aplicação dos princípios norteadores da Administração Pública. </w:t>
            </w:r>
          </w:p>
        </w:tc>
        <w:tc>
          <w:tcPr>
            <w:tcW w:w="3280" w:type="dxa"/>
            <w:tcBorders>
              <w:top w:val="double" w:sz="4" w:space="0" w:color="000000"/>
              <w:left w:val="double" w:sz="4" w:space="0" w:color="000000"/>
              <w:bottom w:val="double" w:sz="4" w:space="0" w:color="000000"/>
              <w:right w:val="double" w:sz="4" w:space="0" w:color="000000"/>
            </w:tcBorders>
          </w:tcPr>
          <w:p w14:paraId="68FBD6B9" w14:textId="77777777" w:rsidR="00203768" w:rsidRPr="001E78F5" w:rsidRDefault="00203768" w:rsidP="002A1878">
            <w:pPr>
              <w:ind w:left="193" w:right="194"/>
              <w:jc w:val="center"/>
              <w:rPr>
                <w:sz w:val="18"/>
                <w:szCs w:val="18"/>
              </w:rPr>
            </w:pPr>
            <w:r w:rsidRPr="001E78F5">
              <w:rPr>
                <w:rFonts w:ascii="Arial" w:eastAsia="Arial" w:hAnsi="Arial" w:cs="Arial"/>
                <w:sz w:val="18"/>
                <w:szCs w:val="18"/>
              </w:rPr>
              <w:t xml:space="preserve">Integrante Requisitante Integrante Administrativo </w:t>
            </w:r>
          </w:p>
        </w:tc>
      </w:tr>
      <w:tr w:rsidR="00203768" w:rsidRPr="001E78F5" w14:paraId="7085F979" w14:textId="77777777">
        <w:trPr>
          <w:trHeight w:val="302"/>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071CDF95" w14:textId="77777777" w:rsidR="00203768" w:rsidRPr="001E78F5" w:rsidRDefault="00203768" w:rsidP="002A1878">
            <w:pPr>
              <w:ind w:right="76"/>
              <w:jc w:val="center"/>
              <w:rPr>
                <w:sz w:val="18"/>
                <w:szCs w:val="18"/>
              </w:rPr>
            </w:pPr>
            <w:r w:rsidRPr="001E78F5">
              <w:rPr>
                <w:rFonts w:ascii="Arial" w:eastAsia="Arial" w:hAnsi="Arial" w:cs="Arial"/>
                <w:b/>
                <w:sz w:val="18"/>
                <w:szCs w:val="18"/>
              </w:rPr>
              <w:lastRenderedPageBreak/>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79BA068E" w14:textId="77777777" w:rsidR="00203768" w:rsidRPr="001E78F5" w:rsidRDefault="00203768" w:rsidP="002A1878">
            <w:pPr>
              <w:ind w:right="75"/>
              <w:jc w:val="center"/>
              <w:rPr>
                <w:sz w:val="18"/>
                <w:szCs w:val="18"/>
              </w:rPr>
            </w:pPr>
            <w:r w:rsidRPr="001E78F5">
              <w:rPr>
                <w:rFonts w:ascii="Arial" w:eastAsia="Arial" w:hAnsi="Arial" w:cs="Arial"/>
                <w:b/>
                <w:sz w:val="18"/>
                <w:szCs w:val="18"/>
              </w:rPr>
              <w:t>AÇÃO DE CONTINGÊNCIA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709A74F6"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39553323" w14:textId="77777777">
        <w:trPr>
          <w:trHeight w:val="538"/>
        </w:trPr>
        <w:tc>
          <w:tcPr>
            <w:tcW w:w="951" w:type="dxa"/>
            <w:tcBorders>
              <w:top w:val="double" w:sz="4" w:space="0" w:color="000000"/>
              <w:left w:val="double" w:sz="4" w:space="0" w:color="000000"/>
              <w:bottom w:val="double" w:sz="4" w:space="0" w:color="000000"/>
              <w:right w:val="double" w:sz="4" w:space="0" w:color="000000"/>
            </w:tcBorders>
            <w:vAlign w:val="center"/>
          </w:tcPr>
          <w:p w14:paraId="5EC09DC0"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vAlign w:val="center"/>
          </w:tcPr>
          <w:p w14:paraId="1E70C643" w14:textId="77777777" w:rsidR="00203768" w:rsidRPr="001E78F5" w:rsidRDefault="00203768" w:rsidP="002A1878">
            <w:pPr>
              <w:rPr>
                <w:sz w:val="18"/>
                <w:szCs w:val="18"/>
              </w:rPr>
            </w:pPr>
            <w:r w:rsidRPr="001E78F5">
              <w:rPr>
                <w:rFonts w:ascii="Arial" w:eastAsia="Arial" w:hAnsi="Arial" w:cs="Arial"/>
                <w:sz w:val="18"/>
                <w:szCs w:val="18"/>
              </w:rPr>
              <w:t xml:space="preserve">Atender com celeridade as demandas da Licitação. </w:t>
            </w:r>
          </w:p>
        </w:tc>
        <w:tc>
          <w:tcPr>
            <w:tcW w:w="3280" w:type="dxa"/>
            <w:tcBorders>
              <w:top w:val="double" w:sz="4" w:space="0" w:color="000000"/>
              <w:left w:val="double" w:sz="4" w:space="0" w:color="000000"/>
              <w:bottom w:val="double" w:sz="4" w:space="0" w:color="000000"/>
              <w:right w:val="double" w:sz="4" w:space="0" w:color="000000"/>
            </w:tcBorders>
          </w:tcPr>
          <w:p w14:paraId="6772C750" w14:textId="77777777" w:rsidR="00203768" w:rsidRPr="001E78F5" w:rsidRDefault="00203768" w:rsidP="002A1878">
            <w:pPr>
              <w:ind w:left="193" w:right="146"/>
              <w:jc w:val="center"/>
              <w:rPr>
                <w:sz w:val="18"/>
                <w:szCs w:val="18"/>
              </w:rPr>
            </w:pPr>
            <w:r w:rsidRPr="001E78F5">
              <w:rPr>
                <w:rFonts w:ascii="Arial" w:eastAsia="Arial" w:hAnsi="Arial" w:cs="Arial"/>
                <w:sz w:val="18"/>
                <w:szCs w:val="18"/>
              </w:rPr>
              <w:t xml:space="preserve">Integrante </w:t>
            </w:r>
            <w:proofErr w:type="gramStart"/>
            <w:r w:rsidRPr="001E78F5">
              <w:rPr>
                <w:rFonts w:ascii="Arial" w:eastAsia="Arial" w:hAnsi="Arial" w:cs="Arial"/>
                <w:sz w:val="18"/>
                <w:szCs w:val="18"/>
              </w:rPr>
              <w:t>Requisitante  Integrante</w:t>
            </w:r>
            <w:proofErr w:type="gramEnd"/>
            <w:r w:rsidRPr="001E78F5">
              <w:rPr>
                <w:rFonts w:ascii="Arial" w:eastAsia="Arial" w:hAnsi="Arial" w:cs="Arial"/>
                <w:sz w:val="18"/>
                <w:szCs w:val="18"/>
              </w:rPr>
              <w:t xml:space="preserve"> Administrativo </w:t>
            </w:r>
          </w:p>
        </w:tc>
      </w:tr>
      <w:tr w:rsidR="00203768" w:rsidRPr="001E78F5" w14:paraId="154FD91A" w14:textId="77777777">
        <w:trPr>
          <w:trHeight w:val="302"/>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14978ED9" w14:textId="77777777" w:rsidR="00203768" w:rsidRPr="001E78F5" w:rsidRDefault="00203768" w:rsidP="002A1878">
            <w:pPr>
              <w:ind w:right="65"/>
              <w:jc w:val="center"/>
              <w:rPr>
                <w:sz w:val="18"/>
                <w:szCs w:val="18"/>
              </w:rPr>
            </w:pPr>
            <w:r w:rsidRPr="001E78F5">
              <w:rPr>
                <w:rFonts w:ascii="Arial" w:eastAsia="Arial" w:hAnsi="Arial" w:cs="Arial"/>
                <w:b/>
                <w:sz w:val="18"/>
                <w:szCs w:val="18"/>
              </w:rPr>
              <w:t>CAUSAS (FONTE + VULNERABILIDADES)</w:t>
            </w:r>
            <w:r w:rsidRPr="001E78F5">
              <w:rPr>
                <w:rFonts w:ascii="Arial" w:eastAsia="Arial" w:hAnsi="Arial" w:cs="Arial"/>
                <w:sz w:val="18"/>
                <w:szCs w:val="18"/>
              </w:rPr>
              <w:t xml:space="preserve"> </w:t>
            </w:r>
          </w:p>
        </w:tc>
      </w:tr>
      <w:tr w:rsidR="00203768" w:rsidRPr="001E78F5" w14:paraId="33F41858" w14:textId="77777777">
        <w:trPr>
          <w:trHeight w:val="534"/>
        </w:trPr>
        <w:tc>
          <w:tcPr>
            <w:tcW w:w="951" w:type="dxa"/>
            <w:tcBorders>
              <w:top w:val="double" w:sz="4" w:space="0" w:color="000000"/>
              <w:left w:val="double" w:sz="4" w:space="0" w:color="000000"/>
              <w:bottom w:val="double" w:sz="4" w:space="0" w:color="000000"/>
              <w:right w:val="double" w:sz="4" w:space="0" w:color="000000"/>
            </w:tcBorders>
          </w:tcPr>
          <w:p w14:paraId="33486BC0"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7C5A6C27" w14:textId="77777777" w:rsidR="00203768" w:rsidRPr="001E78F5" w:rsidRDefault="00203768" w:rsidP="002A1878">
            <w:pPr>
              <w:rPr>
                <w:sz w:val="18"/>
                <w:szCs w:val="18"/>
              </w:rPr>
            </w:pPr>
            <w:r w:rsidRPr="001E78F5">
              <w:rPr>
                <w:rFonts w:ascii="Arial" w:eastAsia="Arial" w:hAnsi="Arial" w:cs="Arial"/>
                <w:sz w:val="18"/>
                <w:szCs w:val="18"/>
              </w:rPr>
              <w:t xml:space="preserve">Pessoal - Inobservância das legislações e princípios relacionados às contratações de serviços de mão de obra terceirizada. </w:t>
            </w:r>
          </w:p>
        </w:tc>
      </w:tr>
      <w:tr w:rsidR="00203768" w:rsidRPr="001E78F5" w14:paraId="76F57433" w14:textId="77777777">
        <w:trPr>
          <w:trHeight w:val="284"/>
        </w:trPr>
        <w:tc>
          <w:tcPr>
            <w:tcW w:w="951" w:type="dxa"/>
            <w:tcBorders>
              <w:top w:val="double" w:sz="4" w:space="0" w:color="000000"/>
              <w:left w:val="double" w:sz="4" w:space="0" w:color="000000"/>
              <w:bottom w:val="double" w:sz="4" w:space="0" w:color="000000"/>
              <w:right w:val="double" w:sz="4" w:space="0" w:color="000000"/>
            </w:tcBorders>
          </w:tcPr>
          <w:p w14:paraId="3656AB55"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8915" w:type="dxa"/>
            <w:gridSpan w:val="3"/>
            <w:tcBorders>
              <w:top w:val="double" w:sz="4" w:space="0" w:color="000000"/>
              <w:left w:val="double" w:sz="4" w:space="0" w:color="000000"/>
              <w:bottom w:val="double" w:sz="4" w:space="0" w:color="000000"/>
              <w:right w:val="double" w:sz="4" w:space="0" w:color="000000"/>
            </w:tcBorders>
          </w:tcPr>
          <w:p w14:paraId="35F79AAB" w14:textId="77777777" w:rsidR="00203768" w:rsidRPr="001E78F5" w:rsidRDefault="00203768" w:rsidP="002A1878">
            <w:pPr>
              <w:rPr>
                <w:sz w:val="18"/>
                <w:szCs w:val="18"/>
              </w:rPr>
            </w:pPr>
            <w:r w:rsidRPr="001E78F5">
              <w:rPr>
                <w:rFonts w:ascii="Arial" w:eastAsia="Arial" w:hAnsi="Arial" w:cs="Arial"/>
                <w:sz w:val="18"/>
                <w:szCs w:val="18"/>
              </w:rPr>
              <w:t xml:space="preserve">Processo - Falta de controle das recomendações do Controle Interno. </w:t>
            </w:r>
          </w:p>
        </w:tc>
      </w:tr>
    </w:tbl>
    <w:p w14:paraId="4177BFD0" w14:textId="77777777" w:rsidR="00203768" w:rsidRPr="001E78F5" w:rsidRDefault="00203768" w:rsidP="00203768">
      <w:pPr>
        <w:spacing w:after="0"/>
        <w:ind w:left="4816"/>
        <w:jc w:val="both"/>
        <w:rPr>
          <w:sz w:val="18"/>
          <w:szCs w:val="18"/>
        </w:rPr>
      </w:pPr>
      <w:r w:rsidRPr="001E78F5">
        <w:rPr>
          <w:rFonts w:ascii="Arial" w:eastAsia="Arial" w:hAnsi="Arial" w:cs="Arial"/>
          <w:sz w:val="18"/>
          <w:szCs w:val="18"/>
        </w:rPr>
        <w:t xml:space="preserve"> </w:t>
      </w:r>
    </w:p>
    <w:tbl>
      <w:tblPr>
        <w:tblStyle w:val="TableGrid"/>
        <w:tblW w:w="9865" w:type="dxa"/>
        <w:tblInd w:w="-114" w:type="dxa"/>
        <w:tblCellMar>
          <w:top w:w="28" w:type="dxa"/>
          <w:left w:w="104" w:type="dxa"/>
          <w:right w:w="44" w:type="dxa"/>
        </w:tblCellMar>
        <w:tblLook w:val="04A0" w:firstRow="1" w:lastRow="0" w:firstColumn="1" w:lastColumn="0" w:noHBand="0" w:noVBand="1"/>
      </w:tblPr>
      <w:tblGrid>
        <w:gridCol w:w="951"/>
        <w:gridCol w:w="911"/>
        <w:gridCol w:w="4723"/>
        <w:gridCol w:w="3280"/>
      </w:tblGrid>
      <w:tr w:rsidR="00203768" w:rsidRPr="001E78F5" w14:paraId="53DCFDB5" w14:textId="77777777">
        <w:trPr>
          <w:trHeight w:val="425"/>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2A066EFF" w14:textId="2029B793" w:rsidR="00203768" w:rsidRPr="001E78F5" w:rsidRDefault="00203768" w:rsidP="002A1878">
            <w:pPr>
              <w:ind w:left="5"/>
              <w:rPr>
                <w:sz w:val="18"/>
                <w:szCs w:val="18"/>
              </w:rPr>
            </w:pPr>
            <w:r w:rsidRPr="001E78F5">
              <w:rPr>
                <w:rFonts w:ascii="Arial" w:eastAsia="Arial" w:hAnsi="Arial" w:cs="Arial"/>
                <w:b/>
                <w:sz w:val="18"/>
                <w:szCs w:val="18"/>
              </w:rPr>
              <w:t xml:space="preserve">RISCO </w:t>
            </w:r>
            <w:r w:rsidR="00F13138" w:rsidRPr="001E78F5">
              <w:rPr>
                <w:rFonts w:ascii="Arial" w:eastAsia="Arial" w:hAnsi="Arial" w:cs="Arial"/>
                <w:b/>
                <w:sz w:val="18"/>
                <w:szCs w:val="18"/>
              </w:rPr>
              <w:t xml:space="preserve">14.1.2.c </w:t>
            </w:r>
            <w:r w:rsidRPr="001E78F5">
              <w:rPr>
                <w:rFonts w:ascii="Arial" w:eastAsia="Arial" w:hAnsi="Arial" w:cs="Arial"/>
                <w:b/>
                <w:sz w:val="18"/>
                <w:szCs w:val="18"/>
              </w:rPr>
              <w:t>FRACASSO NO PROCESSO LICITATÓRIO</w:t>
            </w:r>
            <w:r w:rsidRPr="001E78F5">
              <w:rPr>
                <w:rFonts w:ascii="Arial" w:eastAsia="Arial" w:hAnsi="Arial" w:cs="Arial"/>
                <w:sz w:val="18"/>
                <w:szCs w:val="18"/>
              </w:rPr>
              <w:t xml:space="preserve"> </w:t>
            </w:r>
          </w:p>
        </w:tc>
      </w:tr>
      <w:tr w:rsidR="00203768" w:rsidRPr="001E78F5" w14:paraId="7A1F4020" w14:textId="77777777">
        <w:trPr>
          <w:trHeight w:val="856"/>
        </w:trPr>
        <w:tc>
          <w:tcPr>
            <w:tcW w:w="9865" w:type="dxa"/>
            <w:gridSpan w:val="4"/>
            <w:tcBorders>
              <w:top w:val="double" w:sz="4" w:space="0" w:color="000000"/>
              <w:left w:val="double" w:sz="4" w:space="0" w:color="000000"/>
              <w:bottom w:val="double" w:sz="4" w:space="0" w:color="000000"/>
              <w:right w:val="double" w:sz="4" w:space="0" w:color="000000"/>
            </w:tcBorders>
          </w:tcPr>
          <w:p w14:paraId="5FFDF71F" w14:textId="77777777" w:rsidR="00203768" w:rsidRPr="001E78F5" w:rsidRDefault="00203768" w:rsidP="002A1878">
            <w:pPr>
              <w:spacing w:after="17"/>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PLANEJAMENTO DA CONTRATAÇÃO </w:t>
            </w:r>
          </w:p>
          <w:p w14:paraId="2CFE4F75" w14:textId="77777777" w:rsidR="00203768" w:rsidRPr="001E78F5" w:rsidRDefault="00203768" w:rsidP="002A1878">
            <w:pPr>
              <w:spacing w:after="21"/>
              <w:ind w:left="5"/>
              <w:rPr>
                <w:sz w:val="18"/>
                <w:szCs w:val="18"/>
              </w:rPr>
            </w:pPr>
            <w:r w:rsidRPr="001E78F5">
              <w:rPr>
                <w:rFonts w:ascii="Arial" w:eastAsia="Arial" w:hAnsi="Arial" w:cs="Arial"/>
                <w:sz w:val="18"/>
                <w:szCs w:val="18"/>
              </w:rPr>
              <w:t xml:space="preserve">(X) SELEÇÃO DO FORNECEDOR </w:t>
            </w:r>
          </w:p>
          <w:p w14:paraId="333B0443" w14:textId="77777777" w:rsidR="00203768" w:rsidRPr="001E78F5" w:rsidRDefault="00203768" w:rsidP="002A1878">
            <w:pPr>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CONTRATAÇÃO </w:t>
            </w:r>
          </w:p>
        </w:tc>
      </w:tr>
      <w:tr w:rsidR="00203768" w:rsidRPr="001E78F5" w14:paraId="68EA3347" w14:textId="77777777">
        <w:trPr>
          <w:trHeight w:val="308"/>
        </w:trPr>
        <w:tc>
          <w:tcPr>
            <w:tcW w:w="1862" w:type="dxa"/>
            <w:gridSpan w:val="2"/>
            <w:tcBorders>
              <w:top w:val="double" w:sz="4" w:space="0" w:color="000000"/>
              <w:left w:val="double" w:sz="4" w:space="0" w:color="000000"/>
              <w:bottom w:val="double" w:sz="4" w:space="0" w:color="000000"/>
              <w:right w:val="double" w:sz="4" w:space="0" w:color="000000"/>
            </w:tcBorders>
          </w:tcPr>
          <w:p w14:paraId="1BEBF7E6" w14:textId="77777777" w:rsidR="00203768" w:rsidRPr="001E78F5" w:rsidRDefault="00203768" w:rsidP="002A1878">
            <w:pPr>
              <w:ind w:left="5"/>
              <w:jc w:val="both"/>
              <w:rPr>
                <w:sz w:val="18"/>
                <w:szCs w:val="18"/>
              </w:rPr>
            </w:pPr>
            <w:r w:rsidRPr="001E78F5">
              <w:rPr>
                <w:rFonts w:ascii="Arial" w:eastAsia="Arial" w:hAnsi="Arial" w:cs="Arial"/>
                <w:b/>
                <w:sz w:val="18"/>
                <w:szCs w:val="18"/>
              </w:rPr>
              <w:t>PROBABILIDADE</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4691F82A" w14:textId="77777777" w:rsidR="00203768" w:rsidRPr="001E78F5" w:rsidRDefault="00203768" w:rsidP="002A1878">
            <w:pPr>
              <w:ind w:right="73"/>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ALTA (   ) MÉDIA ( X ) BAIXA </w:t>
            </w:r>
          </w:p>
        </w:tc>
      </w:tr>
      <w:tr w:rsidR="00203768" w:rsidRPr="001E78F5" w14:paraId="3A09EAAD" w14:textId="77777777">
        <w:trPr>
          <w:trHeight w:val="306"/>
        </w:trPr>
        <w:tc>
          <w:tcPr>
            <w:tcW w:w="1862" w:type="dxa"/>
            <w:gridSpan w:val="2"/>
            <w:tcBorders>
              <w:top w:val="double" w:sz="4" w:space="0" w:color="000000"/>
              <w:left w:val="double" w:sz="4" w:space="0" w:color="000000"/>
              <w:bottom w:val="double" w:sz="4" w:space="0" w:color="000000"/>
              <w:right w:val="double" w:sz="4" w:space="0" w:color="000000"/>
            </w:tcBorders>
          </w:tcPr>
          <w:p w14:paraId="7BBE2AB1" w14:textId="77777777" w:rsidR="00203768" w:rsidRPr="001E78F5" w:rsidRDefault="00203768" w:rsidP="002A1878">
            <w:pPr>
              <w:ind w:right="68"/>
              <w:jc w:val="center"/>
              <w:rPr>
                <w:sz w:val="18"/>
                <w:szCs w:val="18"/>
              </w:rPr>
            </w:pPr>
            <w:r w:rsidRPr="001E78F5">
              <w:rPr>
                <w:rFonts w:ascii="Arial" w:eastAsia="Arial" w:hAnsi="Arial" w:cs="Arial"/>
                <w:b/>
                <w:sz w:val="18"/>
                <w:szCs w:val="18"/>
              </w:rPr>
              <w:t>IMPACTO</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4978CAD3" w14:textId="77777777" w:rsidR="00203768" w:rsidRPr="001E78F5" w:rsidRDefault="00203768" w:rsidP="002A1878">
            <w:pPr>
              <w:ind w:right="78"/>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MUITO GRANDE ( X ) GRANDE (  ) MODERADO (   ) PEQUENO (   ) MUITO PEQUENO </w:t>
            </w:r>
          </w:p>
        </w:tc>
      </w:tr>
      <w:tr w:rsidR="00203768" w:rsidRPr="001E78F5" w14:paraId="334B7830" w14:textId="77777777">
        <w:trPr>
          <w:trHeight w:val="302"/>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297CC983" w14:textId="77777777" w:rsidR="00203768" w:rsidRPr="001E78F5" w:rsidRDefault="00203768" w:rsidP="002A1878">
            <w:pPr>
              <w:ind w:right="69"/>
              <w:jc w:val="center"/>
              <w:rPr>
                <w:sz w:val="18"/>
                <w:szCs w:val="18"/>
              </w:rPr>
            </w:pPr>
            <w:r w:rsidRPr="001E78F5">
              <w:rPr>
                <w:rFonts w:ascii="Arial" w:eastAsia="Arial" w:hAnsi="Arial" w:cs="Arial"/>
                <w:b/>
                <w:sz w:val="18"/>
                <w:szCs w:val="18"/>
              </w:rPr>
              <w:t>DANO – CONSEQUÊNCIA</w:t>
            </w:r>
            <w:r w:rsidRPr="001E78F5">
              <w:rPr>
                <w:rFonts w:ascii="Arial" w:eastAsia="Arial" w:hAnsi="Arial" w:cs="Arial"/>
                <w:sz w:val="18"/>
                <w:szCs w:val="18"/>
              </w:rPr>
              <w:t xml:space="preserve"> </w:t>
            </w:r>
          </w:p>
        </w:tc>
      </w:tr>
      <w:tr w:rsidR="00203768" w:rsidRPr="001E78F5" w14:paraId="6ADC3784" w14:textId="77777777">
        <w:trPr>
          <w:trHeight w:val="284"/>
        </w:trPr>
        <w:tc>
          <w:tcPr>
            <w:tcW w:w="951" w:type="dxa"/>
            <w:tcBorders>
              <w:top w:val="double" w:sz="4" w:space="0" w:color="000000"/>
              <w:left w:val="double" w:sz="4" w:space="0" w:color="000000"/>
              <w:bottom w:val="double" w:sz="4" w:space="0" w:color="000000"/>
              <w:right w:val="double" w:sz="4" w:space="0" w:color="000000"/>
            </w:tcBorders>
          </w:tcPr>
          <w:p w14:paraId="714E9BDB"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6FBE1944" w14:textId="77777777" w:rsidR="00203768" w:rsidRPr="001E78F5" w:rsidRDefault="00203768" w:rsidP="002A1878">
            <w:pPr>
              <w:rPr>
                <w:sz w:val="18"/>
                <w:szCs w:val="18"/>
              </w:rPr>
            </w:pPr>
            <w:r w:rsidRPr="001E78F5">
              <w:rPr>
                <w:rFonts w:ascii="Arial" w:eastAsia="Arial" w:hAnsi="Arial" w:cs="Arial"/>
                <w:sz w:val="18"/>
                <w:szCs w:val="18"/>
              </w:rPr>
              <w:t xml:space="preserve">Retrabalho para novo procedimento licitatório. </w:t>
            </w:r>
          </w:p>
        </w:tc>
      </w:tr>
      <w:tr w:rsidR="00203768" w:rsidRPr="001E78F5" w14:paraId="765CFBF5" w14:textId="77777777">
        <w:trPr>
          <w:trHeight w:val="284"/>
        </w:trPr>
        <w:tc>
          <w:tcPr>
            <w:tcW w:w="951" w:type="dxa"/>
            <w:tcBorders>
              <w:top w:val="double" w:sz="4" w:space="0" w:color="000000"/>
              <w:left w:val="double" w:sz="4" w:space="0" w:color="000000"/>
              <w:bottom w:val="double" w:sz="4" w:space="0" w:color="000000"/>
              <w:right w:val="double" w:sz="4" w:space="0" w:color="000000"/>
            </w:tcBorders>
          </w:tcPr>
          <w:p w14:paraId="1D4ABFDC"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8915" w:type="dxa"/>
            <w:gridSpan w:val="3"/>
            <w:tcBorders>
              <w:top w:val="double" w:sz="4" w:space="0" w:color="000000"/>
              <w:left w:val="double" w:sz="4" w:space="0" w:color="000000"/>
              <w:bottom w:val="double" w:sz="4" w:space="0" w:color="000000"/>
              <w:right w:val="double" w:sz="4" w:space="0" w:color="000000"/>
            </w:tcBorders>
          </w:tcPr>
          <w:p w14:paraId="57AF2CF8" w14:textId="77777777" w:rsidR="00203768" w:rsidRPr="001E78F5" w:rsidRDefault="00203768" w:rsidP="002A1878">
            <w:pPr>
              <w:rPr>
                <w:sz w:val="18"/>
                <w:szCs w:val="18"/>
              </w:rPr>
            </w:pPr>
            <w:r w:rsidRPr="001E78F5">
              <w:rPr>
                <w:rFonts w:ascii="Arial" w:eastAsia="Arial" w:hAnsi="Arial" w:cs="Arial"/>
                <w:sz w:val="18"/>
                <w:szCs w:val="18"/>
              </w:rPr>
              <w:t xml:space="preserve">Revogação do processo de contratação pleiteada. </w:t>
            </w:r>
          </w:p>
        </w:tc>
      </w:tr>
      <w:tr w:rsidR="00203768" w:rsidRPr="001E78F5" w14:paraId="19943D28" w14:textId="77777777">
        <w:trPr>
          <w:trHeight w:val="300"/>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683AEC59" w14:textId="77777777" w:rsidR="00203768" w:rsidRPr="001E78F5" w:rsidRDefault="00203768" w:rsidP="002A1878">
            <w:pPr>
              <w:ind w:right="76"/>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378A0666" w14:textId="77777777" w:rsidR="00203768" w:rsidRPr="001E78F5" w:rsidRDefault="00203768" w:rsidP="002A1878">
            <w:pPr>
              <w:ind w:right="84"/>
              <w:jc w:val="center"/>
              <w:rPr>
                <w:sz w:val="18"/>
                <w:szCs w:val="18"/>
              </w:rPr>
            </w:pPr>
            <w:r w:rsidRPr="001E78F5">
              <w:rPr>
                <w:rFonts w:ascii="Arial" w:eastAsia="Arial" w:hAnsi="Arial" w:cs="Arial"/>
                <w:b/>
                <w:sz w:val="18"/>
                <w:szCs w:val="18"/>
              </w:rPr>
              <w:t>AÇÃO PREVENTIVA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45243864"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31698E9B" w14:textId="77777777">
        <w:trPr>
          <w:trHeight w:val="539"/>
        </w:trPr>
        <w:tc>
          <w:tcPr>
            <w:tcW w:w="951" w:type="dxa"/>
            <w:tcBorders>
              <w:top w:val="double" w:sz="4" w:space="0" w:color="000000"/>
              <w:left w:val="double" w:sz="4" w:space="0" w:color="000000"/>
              <w:bottom w:val="double" w:sz="4" w:space="0" w:color="000000"/>
              <w:right w:val="double" w:sz="4" w:space="0" w:color="000000"/>
            </w:tcBorders>
            <w:vAlign w:val="center"/>
          </w:tcPr>
          <w:p w14:paraId="66FADF6D"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tcPr>
          <w:p w14:paraId="415A45C5" w14:textId="77777777" w:rsidR="00203768" w:rsidRPr="001E78F5" w:rsidRDefault="00203768" w:rsidP="002A1878">
            <w:pPr>
              <w:jc w:val="both"/>
              <w:rPr>
                <w:sz w:val="18"/>
                <w:szCs w:val="18"/>
              </w:rPr>
            </w:pPr>
            <w:r w:rsidRPr="001E78F5">
              <w:rPr>
                <w:rFonts w:ascii="Arial" w:eastAsia="Arial" w:hAnsi="Arial" w:cs="Arial"/>
                <w:sz w:val="18"/>
                <w:szCs w:val="18"/>
              </w:rPr>
              <w:t xml:space="preserve">Seguir a legislação relacionada às contratações em geral e contratações de serviços de mão de obra terceirizada. </w:t>
            </w:r>
          </w:p>
        </w:tc>
        <w:tc>
          <w:tcPr>
            <w:tcW w:w="3280" w:type="dxa"/>
            <w:tcBorders>
              <w:top w:val="double" w:sz="4" w:space="0" w:color="000000"/>
              <w:left w:val="double" w:sz="4" w:space="0" w:color="000000"/>
              <w:bottom w:val="double" w:sz="4" w:space="0" w:color="000000"/>
              <w:right w:val="double" w:sz="4" w:space="0" w:color="000000"/>
            </w:tcBorders>
          </w:tcPr>
          <w:p w14:paraId="3F3362FE" w14:textId="77777777" w:rsidR="00203768" w:rsidRPr="001E78F5" w:rsidRDefault="00203768" w:rsidP="002A1878">
            <w:pPr>
              <w:ind w:left="313" w:right="314"/>
              <w:jc w:val="center"/>
              <w:rPr>
                <w:sz w:val="18"/>
                <w:szCs w:val="18"/>
              </w:rPr>
            </w:pPr>
            <w:r w:rsidRPr="001E78F5">
              <w:rPr>
                <w:rFonts w:ascii="Arial" w:eastAsia="Arial" w:hAnsi="Arial" w:cs="Arial"/>
                <w:sz w:val="18"/>
                <w:szCs w:val="18"/>
              </w:rPr>
              <w:t xml:space="preserve">Integrante Requisitante Integrante Administrativo </w:t>
            </w:r>
          </w:p>
        </w:tc>
      </w:tr>
      <w:tr w:rsidR="00203768" w:rsidRPr="001E78F5" w14:paraId="55B69D08" w14:textId="77777777">
        <w:trPr>
          <w:trHeight w:val="533"/>
        </w:trPr>
        <w:tc>
          <w:tcPr>
            <w:tcW w:w="951" w:type="dxa"/>
            <w:tcBorders>
              <w:top w:val="double" w:sz="4" w:space="0" w:color="000000"/>
              <w:left w:val="double" w:sz="4" w:space="0" w:color="000000"/>
              <w:bottom w:val="double" w:sz="4" w:space="0" w:color="000000"/>
              <w:right w:val="double" w:sz="4" w:space="0" w:color="000000"/>
            </w:tcBorders>
            <w:vAlign w:val="center"/>
          </w:tcPr>
          <w:p w14:paraId="39908C1A"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5635" w:type="dxa"/>
            <w:gridSpan w:val="2"/>
            <w:tcBorders>
              <w:top w:val="double" w:sz="4" w:space="0" w:color="000000"/>
              <w:left w:val="double" w:sz="4" w:space="0" w:color="000000"/>
              <w:bottom w:val="double" w:sz="4" w:space="0" w:color="000000"/>
              <w:right w:val="double" w:sz="4" w:space="0" w:color="000000"/>
            </w:tcBorders>
          </w:tcPr>
          <w:p w14:paraId="795B9955" w14:textId="77777777" w:rsidR="00203768" w:rsidRPr="001E78F5" w:rsidRDefault="00203768" w:rsidP="002A1878">
            <w:pPr>
              <w:jc w:val="both"/>
              <w:rPr>
                <w:sz w:val="18"/>
                <w:szCs w:val="18"/>
              </w:rPr>
            </w:pPr>
            <w:r w:rsidRPr="001E78F5">
              <w:rPr>
                <w:rFonts w:ascii="Arial" w:eastAsia="Arial" w:hAnsi="Arial" w:cs="Arial"/>
                <w:sz w:val="18"/>
                <w:szCs w:val="18"/>
              </w:rPr>
              <w:t xml:space="preserve">Proceder à especificação dos itens de forma que a maior quantidade possível de licitantes possa participar do certame. </w:t>
            </w:r>
          </w:p>
        </w:tc>
        <w:tc>
          <w:tcPr>
            <w:tcW w:w="3280" w:type="dxa"/>
            <w:tcBorders>
              <w:top w:val="double" w:sz="4" w:space="0" w:color="000000"/>
              <w:left w:val="double" w:sz="4" w:space="0" w:color="000000"/>
              <w:bottom w:val="double" w:sz="4" w:space="0" w:color="000000"/>
              <w:right w:val="double" w:sz="4" w:space="0" w:color="000000"/>
            </w:tcBorders>
            <w:vAlign w:val="center"/>
          </w:tcPr>
          <w:p w14:paraId="4A16548E" w14:textId="77777777" w:rsidR="00203768" w:rsidRPr="001E78F5" w:rsidRDefault="00203768" w:rsidP="002A1878">
            <w:pPr>
              <w:ind w:right="65"/>
              <w:jc w:val="center"/>
              <w:rPr>
                <w:sz w:val="18"/>
                <w:szCs w:val="18"/>
              </w:rPr>
            </w:pPr>
            <w:r w:rsidRPr="001E78F5">
              <w:rPr>
                <w:rFonts w:ascii="Arial" w:eastAsia="Arial" w:hAnsi="Arial" w:cs="Arial"/>
                <w:sz w:val="18"/>
                <w:szCs w:val="18"/>
              </w:rPr>
              <w:t xml:space="preserve">Integrante Requisitante </w:t>
            </w:r>
          </w:p>
        </w:tc>
      </w:tr>
      <w:tr w:rsidR="00203768" w:rsidRPr="001E78F5" w14:paraId="4CC1FE5C" w14:textId="77777777">
        <w:trPr>
          <w:trHeight w:val="539"/>
        </w:trPr>
        <w:tc>
          <w:tcPr>
            <w:tcW w:w="951" w:type="dxa"/>
            <w:tcBorders>
              <w:top w:val="double" w:sz="4" w:space="0" w:color="000000"/>
              <w:left w:val="double" w:sz="4" w:space="0" w:color="000000"/>
              <w:bottom w:val="double" w:sz="4" w:space="0" w:color="000000"/>
              <w:right w:val="double" w:sz="4" w:space="0" w:color="000000"/>
            </w:tcBorders>
            <w:vAlign w:val="center"/>
          </w:tcPr>
          <w:p w14:paraId="59B326C1"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3 </w:t>
            </w:r>
          </w:p>
        </w:tc>
        <w:tc>
          <w:tcPr>
            <w:tcW w:w="5635" w:type="dxa"/>
            <w:gridSpan w:val="2"/>
            <w:tcBorders>
              <w:top w:val="double" w:sz="4" w:space="0" w:color="000000"/>
              <w:left w:val="double" w:sz="4" w:space="0" w:color="000000"/>
              <w:bottom w:val="double" w:sz="4" w:space="0" w:color="000000"/>
              <w:right w:val="double" w:sz="4" w:space="0" w:color="000000"/>
            </w:tcBorders>
          </w:tcPr>
          <w:p w14:paraId="48E294B4" w14:textId="77777777" w:rsidR="00203768" w:rsidRPr="001E78F5" w:rsidRDefault="00203768" w:rsidP="002A1878">
            <w:pPr>
              <w:jc w:val="both"/>
              <w:rPr>
                <w:sz w:val="18"/>
                <w:szCs w:val="18"/>
              </w:rPr>
            </w:pPr>
            <w:r w:rsidRPr="001E78F5">
              <w:rPr>
                <w:rFonts w:ascii="Arial" w:eastAsia="Arial" w:hAnsi="Arial" w:cs="Arial"/>
                <w:sz w:val="18"/>
                <w:szCs w:val="18"/>
              </w:rPr>
              <w:t xml:space="preserve">Seguir o trâmite administrativo para aprovação de documentos referentes à contratação.  </w:t>
            </w:r>
          </w:p>
        </w:tc>
        <w:tc>
          <w:tcPr>
            <w:tcW w:w="3280" w:type="dxa"/>
            <w:tcBorders>
              <w:top w:val="double" w:sz="4" w:space="0" w:color="000000"/>
              <w:left w:val="double" w:sz="4" w:space="0" w:color="000000"/>
              <w:bottom w:val="double" w:sz="4" w:space="0" w:color="000000"/>
              <w:right w:val="double" w:sz="4" w:space="0" w:color="000000"/>
            </w:tcBorders>
          </w:tcPr>
          <w:p w14:paraId="376F8805" w14:textId="77777777" w:rsidR="00203768" w:rsidRPr="001E78F5" w:rsidRDefault="00203768" w:rsidP="002A1878">
            <w:pPr>
              <w:ind w:left="313" w:right="314"/>
              <w:jc w:val="center"/>
              <w:rPr>
                <w:sz w:val="18"/>
                <w:szCs w:val="18"/>
              </w:rPr>
            </w:pPr>
            <w:r w:rsidRPr="001E78F5">
              <w:rPr>
                <w:rFonts w:ascii="Arial" w:eastAsia="Arial" w:hAnsi="Arial" w:cs="Arial"/>
                <w:sz w:val="18"/>
                <w:szCs w:val="18"/>
              </w:rPr>
              <w:t xml:space="preserve">Integrante Requisitante Integrante Administrativo </w:t>
            </w:r>
          </w:p>
        </w:tc>
      </w:tr>
      <w:tr w:rsidR="00203768" w:rsidRPr="001E78F5" w14:paraId="7EBD3C9D" w14:textId="77777777">
        <w:trPr>
          <w:trHeight w:val="300"/>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4947E165" w14:textId="77777777" w:rsidR="00203768" w:rsidRPr="001E78F5" w:rsidRDefault="00203768" w:rsidP="002A1878">
            <w:pPr>
              <w:ind w:right="76"/>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659EAE97" w14:textId="77777777" w:rsidR="00203768" w:rsidRPr="001E78F5" w:rsidRDefault="00203768" w:rsidP="002A1878">
            <w:pPr>
              <w:ind w:right="75"/>
              <w:jc w:val="center"/>
              <w:rPr>
                <w:sz w:val="18"/>
                <w:szCs w:val="18"/>
              </w:rPr>
            </w:pPr>
            <w:r w:rsidRPr="001E78F5">
              <w:rPr>
                <w:rFonts w:ascii="Arial" w:eastAsia="Arial" w:hAnsi="Arial" w:cs="Arial"/>
                <w:b/>
                <w:sz w:val="18"/>
                <w:szCs w:val="18"/>
              </w:rPr>
              <w:t>AÇÃO DE CONTINGÊNCIA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139CBAF6"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7D70E3C1" w14:textId="77777777">
        <w:trPr>
          <w:trHeight w:val="539"/>
        </w:trPr>
        <w:tc>
          <w:tcPr>
            <w:tcW w:w="951" w:type="dxa"/>
            <w:tcBorders>
              <w:top w:val="double" w:sz="4" w:space="0" w:color="000000"/>
              <w:left w:val="double" w:sz="4" w:space="0" w:color="000000"/>
              <w:bottom w:val="double" w:sz="4" w:space="0" w:color="000000"/>
              <w:right w:val="double" w:sz="4" w:space="0" w:color="000000"/>
            </w:tcBorders>
            <w:vAlign w:val="center"/>
          </w:tcPr>
          <w:p w14:paraId="3CCB5DA7"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vAlign w:val="center"/>
          </w:tcPr>
          <w:p w14:paraId="60D4AB01" w14:textId="77777777" w:rsidR="00203768" w:rsidRPr="001E78F5" w:rsidRDefault="00203768" w:rsidP="002A1878">
            <w:pPr>
              <w:rPr>
                <w:sz w:val="18"/>
                <w:szCs w:val="18"/>
              </w:rPr>
            </w:pPr>
            <w:r w:rsidRPr="001E78F5">
              <w:rPr>
                <w:rFonts w:ascii="Arial" w:eastAsia="Arial" w:hAnsi="Arial" w:cs="Arial"/>
                <w:sz w:val="18"/>
                <w:szCs w:val="18"/>
              </w:rPr>
              <w:t xml:space="preserve">Atender com celeridade as demandas da Licitação. </w:t>
            </w:r>
          </w:p>
        </w:tc>
        <w:tc>
          <w:tcPr>
            <w:tcW w:w="3280" w:type="dxa"/>
            <w:tcBorders>
              <w:top w:val="double" w:sz="4" w:space="0" w:color="000000"/>
              <w:left w:val="double" w:sz="4" w:space="0" w:color="000000"/>
              <w:bottom w:val="double" w:sz="4" w:space="0" w:color="000000"/>
              <w:right w:val="double" w:sz="4" w:space="0" w:color="000000"/>
            </w:tcBorders>
          </w:tcPr>
          <w:p w14:paraId="59B12F50" w14:textId="77777777" w:rsidR="00203768" w:rsidRPr="001E78F5" w:rsidRDefault="00203768" w:rsidP="002A1878">
            <w:pPr>
              <w:ind w:left="193" w:right="146"/>
              <w:jc w:val="center"/>
              <w:rPr>
                <w:sz w:val="18"/>
                <w:szCs w:val="18"/>
              </w:rPr>
            </w:pPr>
            <w:r w:rsidRPr="001E78F5">
              <w:rPr>
                <w:rFonts w:ascii="Arial" w:eastAsia="Arial" w:hAnsi="Arial" w:cs="Arial"/>
                <w:sz w:val="18"/>
                <w:szCs w:val="18"/>
              </w:rPr>
              <w:t xml:space="preserve">Integrante </w:t>
            </w:r>
            <w:proofErr w:type="gramStart"/>
            <w:r w:rsidRPr="001E78F5">
              <w:rPr>
                <w:rFonts w:ascii="Arial" w:eastAsia="Arial" w:hAnsi="Arial" w:cs="Arial"/>
                <w:sz w:val="18"/>
                <w:szCs w:val="18"/>
              </w:rPr>
              <w:t>Requisitante  Integrante</w:t>
            </w:r>
            <w:proofErr w:type="gramEnd"/>
            <w:r w:rsidRPr="001E78F5">
              <w:rPr>
                <w:rFonts w:ascii="Arial" w:eastAsia="Arial" w:hAnsi="Arial" w:cs="Arial"/>
                <w:sz w:val="18"/>
                <w:szCs w:val="18"/>
              </w:rPr>
              <w:t xml:space="preserve"> Administrativo </w:t>
            </w:r>
          </w:p>
        </w:tc>
      </w:tr>
      <w:tr w:rsidR="00203768" w:rsidRPr="001E78F5" w14:paraId="307D18E7" w14:textId="77777777">
        <w:trPr>
          <w:trHeight w:val="534"/>
        </w:trPr>
        <w:tc>
          <w:tcPr>
            <w:tcW w:w="951" w:type="dxa"/>
            <w:tcBorders>
              <w:top w:val="double" w:sz="4" w:space="0" w:color="000000"/>
              <w:left w:val="double" w:sz="4" w:space="0" w:color="000000"/>
              <w:bottom w:val="double" w:sz="4" w:space="0" w:color="000000"/>
              <w:right w:val="double" w:sz="4" w:space="0" w:color="000000"/>
            </w:tcBorders>
            <w:vAlign w:val="center"/>
          </w:tcPr>
          <w:p w14:paraId="6EDE5F31"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5635" w:type="dxa"/>
            <w:gridSpan w:val="2"/>
            <w:tcBorders>
              <w:top w:val="double" w:sz="4" w:space="0" w:color="000000"/>
              <w:left w:val="double" w:sz="4" w:space="0" w:color="000000"/>
              <w:bottom w:val="double" w:sz="4" w:space="0" w:color="000000"/>
              <w:right w:val="double" w:sz="4" w:space="0" w:color="000000"/>
            </w:tcBorders>
          </w:tcPr>
          <w:p w14:paraId="63F6D335" w14:textId="77777777" w:rsidR="00203768" w:rsidRPr="001E78F5" w:rsidRDefault="00203768" w:rsidP="002A1878">
            <w:pPr>
              <w:jc w:val="both"/>
              <w:rPr>
                <w:sz w:val="18"/>
                <w:szCs w:val="18"/>
              </w:rPr>
            </w:pPr>
            <w:r w:rsidRPr="001E78F5">
              <w:rPr>
                <w:rFonts w:ascii="Arial" w:eastAsia="Arial" w:hAnsi="Arial" w:cs="Arial"/>
                <w:sz w:val="18"/>
                <w:szCs w:val="18"/>
              </w:rPr>
              <w:t xml:space="preserve">Correção da documentação pertinente, estimativa e outros documentos necessários ao processo. </w:t>
            </w:r>
          </w:p>
        </w:tc>
        <w:tc>
          <w:tcPr>
            <w:tcW w:w="3280" w:type="dxa"/>
            <w:tcBorders>
              <w:top w:val="double" w:sz="4" w:space="0" w:color="000000"/>
              <w:left w:val="double" w:sz="4" w:space="0" w:color="000000"/>
              <w:bottom w:val="double" w:sz="4" w:space="0" w:color="000000"/>
              <w:right w:val="double" w:sz="4" w:space="0" w:color="000000"/>
            </w:tcBorders>
          </w:tcPr>
          <w:p w14:paraId="0F119490" w14:textId="77777777" w:rsidR="00203768" w:rsidRPr="001E78F5" w:rsidRDefault="00203768" w:rsidP="002A1878">
            <w:pPr>
              <w:ind w:left="193" w:right="146"/>
              <w:jc w:val="center"/>
              <w:rPr>
                <w:sz w:val="18"/>
                <w:szCs w:val="18"/>
              </w:rPr>
            </w:pPr>
            <w:r w:rsidRPr="001E78F5">
              <w:rPr>
                <w:rFonts w:ascii="Arial" w:eastAsia="Arial" w:hAnsi="Arial" w:cs="Arial"/>
                <w:sz w:val="18"/>
                <w:szCs w:val="18"/>
              </w:rPr>
              <w:t xml:space="preserve">Integrante </w:t>
            </w:r>
            <w:proofErr w:type="gramStart"/>
            <w:r w:rsidRPr="001E78F5">
              <w:rPr>
                <w:rFonts w:ascii="Arial" w:eastAsia="Arial" w:hAnsi="Arial" w:cs="Arial"/>
                <w:sz w:val="18"/>
                <w:szCs w:val="18"/>
              </w:rPr>
              <w:t>Requisitante  Integrante</w:t>
            </w:r>
            <w:proofErr w:type="gramEnd"/>
            <w:r w:rsidRPr="001E78F5">
              <w:rPr>
                <w:rFonts w:ascii="Arial" w:eastAsia="Arial" w:hAnsi="Arial" w:cs="Arial"/>
                <w:sz w:val="18"/>
                <w:szCs w:val="18"/>
              </w:rPr>
              <w:t xml:space="preserve"> Administrativo </w:t>
            </w:r>
          </w:p>
        </w:tc>
      </w:tr>
      <w:tr w:rsidR="00203768" w:rsidRPr="001E78F5" w14:paraId="598F5357" w14:textId="77777777">
        <w:trPr>
          <w:trHeight w:val="305"/>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4A311F6C" w14:textId="77777777" w:rsidR="00203768" w:rsidRPr="001E78F5" w:rsidRDefault="00203768" w:rsidP="002A1878">
            <w:pPr>
              <w:ind w:right="68"/>
              <w:jc w:val="center"/>
              <w:rPr>
                <w:sz w:val="18"/>
                <w:szCs w:val="18"/>
              </w:rPr>
            </w:pPr>
            <w:r w:rsidRPr="001E78F5">
              <w:rPr>
                <w:rFonts w:ascii="Arial" w:eastAsia="Arial" w:hAnsi="Arial" w:cs="Arial"/>
                <w:b/>
                <w:sz w:val="18"/>
                <w:szCs w:val="18"/>
              </w:rPr>
              <w:t>CAUSAS (FONTE + VULNERABILIDADES)</w:t>
            </w:r>
            <w:r w:rsidRPr="001E78F5">
              <w:rPr>
                <w:rFonts w:ascii="Arial" w:eastAsia="Arial" w:hAnsi="Arial" w:cs="Arial"/>
                <w:sz w:val="18"/>
                <w:szCs w:val="18"/>
              </w:rPr>
              <w:t xml:space="preserve"> </w:t>
            </w:r>
          </w:p>
        </w:tc>
      </w:tr>
      <w:tr w:rsidR="00203768" w:rsidRPr="001E78F5" w14:paraId="60FBF3A3" w14:textId="77777777">
        <w:trPr>
          <w:trHeight w:val="304"/>
        </w:trPr>
        <w:tc>
          <w:tcPr>
            <w:tcW w:w="951" w:type="dxa"/>
            <w:tcBorders>
              <w:top w:val="double" w:sz="4" w:space="0" w:color="000000"/>
              <w:left w:val="double" w:sz="4" w:space="0" w:color="000000"/>
              <w:bottom w:val="double" w:sz="4" w:space="0" w:color="000000"/>
              <w:right w:val="double" w:sz="4" w:space="0" w:color="000000"/>
            </w:tcBorders>
          </w:tcPr>
          <w:p w14:paraId="6A7D1A07"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5C5C6E2F" w14:textId="77777777" w:rsidR="00203768" w:rsidRPr="001E78F5" w:rsidRDefault="00203768" w:rsidP="002A1878">
            <w:pPr>
              <w:rPr>
                <w:sz w:val="18"/>
                <w:szCs w:val="18"/>
              </w:rPr>
            </w:pPr>
            <w:r w:rsidRPr="001E78F5">
              <w:rPr>
                <w:rFonts w:ascii="Arial" w:eastAsia="Arial" w:hAnsi="Arial" w:cs="Arial"/>
                <w:sz w:val="18"/>
                <w:szCs w:val="18"/>
              </w:rPr>
              <w:t xml:space="preserve">Pessoal - Inobservância de preços públicos e requisitos mínimos necessários. </w:t>
            </w:r>
          </w:p>
        </w:tc>
      </w:tr>
      <w:tr w:rsidR="00203768" w:rsidRPr="001E78F5" w14:paraId="255CB516" w14:textId="77777777">
        <w:trPr>
          <w:trHeight w:val="308"/>
        </w:trPr>
        <w:tc>
          <w:tcPr>
            <w:tcW w:w="951" w:type="dxa"/>
            <w:tcBorders>
              <w:top w:val="double" w:sz="4" w:space="0" w:color="000000"/>
              <w:left w:val="double" w:sz="4" w:space="0" w:color="000000"/>
              <w:bottom w:val="double" w:sz="4" w:space="0" w:color="000000"/>
              <w:right w:val="double" w:sz="4" w:space="0" w:color="000000"/>
            </w:tcBorders>
          </w:tcPr>
          <w:p w14:paraId="3CBEAA01"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8915" w:type="dxa"/>
            <w:gridSpan w:val="3"/>
            <w:tcBorders>
              <w:top w:val="double" w:sz="4" w:space="0" w:color="000000"/>
              <w:left w:val="double" w:sz="4" w:space="0" w:color="000000"/>
              <w:bottom w:val="double" w:sz="4" w:space="0" w:color="000000"/>
              <w:right w:val="double" w:sz="4" w:space="0" w:color="000000"/>
            </w:tcBorders>
          </w:tcPr>
          <w:p w14:paraId="798CB084" w14:textId="77777777" w:rsidR="00203768" w:rsidRPr="001E78F5" w:rsidRDefault="00203768" w:rsidP="002A1878">
            <w:pPr>
              <w:rPr>
                <w:sz w:val="18"/>
                <w:szCs w:val="18"/>
              </w:rPr>
            </w:pPr>
            <w:r w:rsidRPr="001E78F5">
              <w:rPr>
                <w:rFonts w:ascii="Arial" w:eastAsia="Arial" w:hAnsi="Arial" w:cs="Arial"/>
                <w:sz w:val="18"/>
                <w:szCs w:val="18"/>
              </w:rPr>
              <w:t xml:space="preserve">Pessoal - Especificações limitadas dos produtos e serviços do mercado. </w:t>
            </w:r>
          </w:p>
        </w:tc>
      </w:tr>
      <w:tr w:rsidR="00203768" w:rsidRPr="001E78F5" w14:paraId="7F280FFF" w14:textId="77777777">
        <w:trPr>
          <w:trHeight w:val="307"/>
        </w:trPr>
        <w:tc>
          <w:tcPr>
            <w:tcW w:w="951" w:type="dxa"/>
            <w:tcBorders>
              <w:top w:val="double" w:sz="4" w:space="0" w:color="000000"/>
              <w:left w:val="double" w:sz="4" w:space="0" w:color="000000"/>
              <w:bottom w:val="double" w:sz="4" w:space="0" w:color="000000"/>
              <w:right w:val="double" w:sz="4" w:space="0" w:color="000000"/>
            </w:tcBorders>
          </w:tcPr>
          <w:p w14:paraId="709BCDA7"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3 </w:t>
            </w:r>
          </w:p>
        </w:tc>
        <w:tc>
          <w:tcPr>
            <w:tcW w:w="8915" w:type="dxa"/>
            <w:gridSpan w:val="3"/>
            <w:tcBorders>
              <w:top w:val="double" w:sz="4" w:space="0" w:color="000000"/>
              <w:left w:val="double" w:sz="4" w:space="0" w:color="000000"/>
              <w:bottom w:val="double" w:sz="4" w:space="0" w:color="000000"/>
              <w:right w:val="double" w:sz="4" w:space="0" w:color="000000"/>
            </w:tcBorders>
          </w:tcPr>
          <w:p w14:paraId="242D7682" w14:textId="77777777" w:rsidR="00203768" w:rsidRPr="001E78F5" w:rsidRDefault="00203768" w:rsidP="002A1878">
            <w:pPr>
              <w:rPr>
                <w:sz w:val="18"/>
                <w:szCs w:val="18"/>
              </w:rPr>
            </w:pPr>
            <w:r w:rsidRPr="001E78F5">
              <w:rPr>
                <w:rFonts w:ascii="Arial" w:eastAsia="Arial" w:hAnsi="Arial" w:cs="Arial"/>
                <w:sz w:val="18"/>
                <w:szCs w:val="18"/>
              </w:rPr>
              <w:t xml:space="preserve">Pessoal - Documentação elaborada sem observância das normas. </w:t>
            </w:r>
          </w:p>
        </w:tc>
      </w:tr>
    </w:tbl>
    <w:p w14:paraId="3EFAA15F" w14:textId="77777777" w:rsidR="00203768" w:rsidRPr="001E78F5" w:rsidRDefault="00203768" w:rsidP="00203768">
      <w:pPr>
        <w:spacing w:after="0"/>
        <w:ind w:left="4816"/>
        <w:jc w:val="both"/>
        <w:rPr>
          <w:sz w:val="18"/>
          <w:szCs w:val="18"/>
        </w:rPr>
      </w:pPr>
      <w:r w:rsidRPr="001E78F5">
        <w:rPr>
          <w:rFonts w:ascii="Arial" w:eastAsia="Arial" w:hAnsi="Arial" w:cs="Arial"/>
          <w:sz w:val="18"/>
          <w:szCs w:val="18"/>
        </w:rPr>
        <w:t xml:space="preserve"> </w:t>
      </w:r>
    </w:p>
    <w:tbl>
      <w:tblPr>
        <w:tblStyle w:val="TableGrid"/>
        <w:tblW w:w="9865" w:type="dxa"/>
        <w:tblInd w:w="-114" w:type="dxa"/>
        <w:tblCellMar>
          <w:top w:w="29" w:type="dxa"/>
          <w:left w:w="104" w:type="dxa"/>
          <w:right w:w="44" w:type="dxa"/>
        </w:tblCellMar>
        <w:tblLook w:val="04A0" w:firstRow="1" w:lastRow="0" w:firstColumn="1" w:lastColumn="0" w:noHBand="0" w:noVBand="1"/>
      </w:tblPr>
      <w:tblGrid>
        <w:gridCol w:w="951"/>
        <w:gridCol w:w="911"/>
        <w:gridCol w:w="4723"/>
        <w:gridCol w:w="3280"/>
      </w:tblGrid>
      <w:tr w:rsidR="00203768" w:rsidRPr="001E78F5" w14:paraId="1561A3C8" w14:textId="77777777">
        <w:trPr>
          <w:trHeight w:val="541"/>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vAlign w:val="center"/>
          </w:tcPr>
          <w:p w14:paraId="300D9D8B" w14:textId="426ABDE6" w:rsidR="00203768" w:rsidRPr="001E78F5" w:rsidRDefault="00203768" w:rsidP="002A1878">
            <w:pPr>
              <w:ind w:left="5"/>
              <w:rPr>
                <w:sz w:val="18"/>
                <w:szCs w:val="18"/>
              </w:rPr>
            </w:pPr>
            <w:r w:rsidRPr="001E78F5">
              <w:rPr>
                <w:rFonts w:ascii="Arial" w:eastAsia="Arial" w:hAnsi="Arial" w:cs="Arial"/>
                <w:b/>
                <w:sz w:val="18"/>
                <w:szCs w:val="18"/>
              </w:rPr>
              <w:t xml:space="preserve">RISCO </w:t>
            </w:r>
            <w:r w:rsidR="00F13138" w:rsidRPr="001E78F5">
              <w:rPr>
                <w:rFonts w:ascii="Arial" w:eastAsia="Arial" w:hAnsi="Arial" w:cs="Arial"/>
                <w:b/>
                <w:sz w:val="18"/>
                <w:szCs w:val="18"/>
              </w:rPr>
              <w:t xml:space="preserve">14.1.3.a </w:t>
            </w:r>
            <w:r w:rsidRPr="001E78F5">
              <w:rPr>
                <w:rFonts w:ascii="Arial" w:eastAsia="Arial" w:hAnsi="Arial" w:cs="Arial"/>
                <w:b/>
                <w:sz w:val="18"/>
                <w:szCs w:val="18"/>
              </w:rPr>
              <w:t>NÃO ASSINATURA DO CONTRATO</w:t>
            </w:r>
            <w:r w:rsidRPr="001E78F5">
              <w:rPr>
                <w:rFonts w:ascii="Arial" w:eastAsia="Arial" w:hAnsi="Arial" w:cs="Arial"/>
                <w:sz w:val="18"/>
                <w:szCs w:val="18"/>
              </w:rPr>
              <w:t xml:space="preserve"> </w:t>
            </w:r>
          </w:p>
        </w:tc>
      </w:tr>
      <w:tr w:rsidR="00203768" w:rsidRPr="001E78F5" w14:paraId="49A3029A" w14:textId="77777777">
        <w:trPr>
          <w:trHeight w:val="860"/>
        </w:trPr>
        <w:tc>
          <w:tcPr>
            <w:tcW w:w="9865" w:type="dxa"/>
            <w:gridSpan w:val="4"/>
            <w:tcBorders>
              <w:top w:val="double" w:sz="4" w:space="0" w:color="000000"/>
              <w:left w:val="double" w:sz="4" w:space="0" w:color="000000"/>
              <w:bottom w:val="double" w:sz="4" w:space="0" w:color="000000"/>
              <w:right w:val="double" w:sz="4" w:space="0" w:color="000000"/>
            </w:tcBorders>
          </w:tcPr>
          <w:p w14:paraId="5DD4F1AB" w14:textId="77777777" w:rsidR="00203768" w:rsidRPr="001E78F5" w:rsidRDefault="00203768" w:rsidP="002A1878">
            <w:pPr>
              <w:spacing w:after="17"/>
              <w:ind w:left="5"/>
              <w:rPr>
                <w:sz w:val="18"/>
                <w:szCs w:val="18"/>
              </w:rPr>
            </w:pPr>
            <w:proofErr w:type="gramStart"/>
            <w:r w:rsidRPr="001E78F5">
              <w:rPr>
                <w:rFonts w:ascii="Arial" w:eastAsia="Arial" w:hAnsi="Arial" w:cs="Arial"/>
                <w:sz w:val="18"/>
                <w:szCs w:val="18"/>
              </w:rPr>
              <w:lastRenderedPageBreak/>
              <w:t>(  )</w:t>
            </w:r>
            <w:proofErr w:type="gramEnd"/>
            <w:r w:rsidRPr="001E78F5">
              <w:rPr>
                <w:rFonts w:ascii="Arial" w:eastAsia="Arial" w:hAnsi="Arial" w:cs="Arial"/>
                <w:sz w:val="18"/>
                <w:szCs w:val="18"/>
              </w:rPr>
              <w:t xml:space="preserve"> PLANEJAMENTO DA CONTRATAÇÃO </w:t>
            </w:r>
          </w:p>
          <w:p w14:paraId="4D4807EF" w14:textId="77777777" w:rsidR="00203768" w:rsidRPr="001E78F5" w:rsidRDefault="00203768" w:rsidP="002A1878">
            <w:pPr>
              <w:spacing w:after="17"/>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SELEÇÃO DO FORNECEDOR </w:t>
            </w:r>
          </w:p>
          <w:p w14:paraId="5F653B5B" w14:textId="77777777" w:rsidR="00203768" w:rsidRPr="001E78F5" w:rsidRDefault="00203768" w:rsidP="002A1878">
            <w:pPr>
              <w:ind w:left="5"/>
              <w:rPr>
                <w:sz w:val="18"/>
                <w:szCs w:val="18"/>
              </w:rPr>
            </w:pPr>
            <w:r w:rsidRPr="001E78F5">
              <w:rPr>
                <w:rFonts w:ascii="Arial" w:eastAsia="Arial" w:hAnsi="Arial" w:cs="Arial"/>
                <w:sz w:val="18"/>
                <w:szCs w:val="18"/>
              </w:rPr>
              <w:t xml:space="preserve">(X) CONTRATAÇÃO </w:t>
            </w:r>
          </w:p>
        </w:tc>
      </w:tr>
      <w:tr w:rsidR="00203768" w:rsidRPr="001E78F5" w14:paraId="2C8C7488" w14:textId="77777777">
        <w:trPr>
          <w:trHeight w:val="302"/>
        </w:trPr>
        <w:tc>
          <w:tcPr>
            <w:tcW w:w="1862" w:type="dxa"/>
            <w:gridSpan w:val="2"/>
            <w:tcBorders>
              <w:top w:val="double" w:sz="4" w:space="0" w:color="000000"/>
              <w:left w:val="double" w:sz="4" w:space="0" w:color="000000"/>
              <w:bottom w:val="double" w:sz="4" w:space="0" w:color="000000"/>
              <w:right w:val="double" w:sz="4" w:space="0" w:color="000000"/>
            </w:tcBorders>
          </w:tcPr>
          <w:p w14:paraId="0DA7A10B" w14:textId="77777777" w:rsidR="00203768" w:rsidRPr="001E78F5" w:rsidRDefault="00203768" w:rsidP="002A1878">
            <w:pPr>
              <w:ind w:left="5"/>
              <w:jc w:val="both"/>
              <w:rPr>
                <w:sz w:val="18"/>
                <w:szCs w:val="18"/>
              </w:rPr>
            </w:pPr>
            <w:r w:rsidRPr="001E78F5">
              <w:rPr>
                <w:rFonts w:ascii="Arial" w:eastAsia="Arial" w:hAnsi="Arial" w:cs="Arial"/>
                <w:b/>
                <w:sz w:val="18"/>
                <w:szCs w:val="18"/>
              </w:rPr>
              <w:t>PROBABILIDADE</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72D9E754" w14:textId="77777777" w:rsidR="00203768" w:rsidRPr="001E78F5" w:rsidRDefault="00203768" w:rsidP="002A1878">
            <w:pPr>
              <w:ind w:right="73"/>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ALTA (   ) MÉDIA ( X ) BAIXA </w:t>
            </w:r>
          </w:p>
        </w:tc>
      </w:tr>
      <w:tr w:rsidR="00203768" w:rsidRPr="001E78F5" w14:paraId="2EBACA66" w14:textId="77777777">
        <w:trPr>
          <w:trHeight w:val="308"/>
        </w:trPr>
        <w:tc>
          <w:tcPr>
            <w:tcW w:w="1862" w:type="dxa"/>
            <w:gridSpan w:val="2"/>
            <w:tcBorders>
              <w:top w:val="double" w:sz="4" w:space="0" w:color="000000"/>
              <w:left w:val="double" w:sz="4" w:space="0" w:color="000000"/>
              <w:bottom w:val="double" w:sz="4" w:space="0" w:color="000000"/>
              <w:right w:val="double" w:sz="4" w:space="0" w:color="000000"/>
            </w:tcBorders>
          </w:tcPr>
          <w:p w14:paraId="235F585B" w14:textId="77777777" w:rsidR="00203768" w:rsidRPr="001E78F5" w:rsidRDefault="00203768" w:rsidP="002A1878">
            <w:pPr>
              <w:ind w:right="68"/>
              <w:jc w:val="center"/>
              <w:rPr>
                <w:sz w:val="18"/>
                <w:szCs w:val="18"/>
              </w:rPr>
            </w:pPr>
            <w:r w:rsidRPr="001E78F5">
              <w:rPr>
                <w:rFonts w:ascii="Arial" w:eastAsia="Arial" w:hAnsi="Arial" w:cs="Arial"/>
                <w:b/>
                <w:sz w:val="18"/>
                <w:szCs w:val="18"/>
              </w:rPr>
              <w:t>IMPACTO</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1BCD5176" w14:textId="77777777" w:rsidR="00203768" w:rsidRPr="001E78F5" w:rsidRDefault="00203768" w:rsidP="002A1878">
            <w:pPr>
              <w:ind w:right="79"/>
              <w:jc w:val="center"/>
              <w:rPr>
                <w:sz w:val="18"/>
                <w:szCs w:val="18"/>
              </w:rPr>
            </w:pPr>
            <w:proofErr w:type="gramStart"/>
            <w:r w:rsidRPr="001E78F5">
              <w:rPr>
                <w:rFonts w:ascii="Arial" w:eastAsia="Arial" w:hAnsi="Arial" w:cs="Arial"/>
                <w:sz w:val="18"/>
                <w:szCs w:val="18"/>
              </w:rPr>
              <w:t>( X</w:t>
            </w:r>
            <w:proofErr w:type="gramEnd"/>
            <w:r w:rsidRPr="001E78F5">
              <w:rPr>
                <w:rFonts w:ascii="Arial" w:eastAsia="Arial" w:hAnsi="Arial" w:cs="Arial"/>
                <w:sz w:val="18"/>
                <w:szCs w:val="18"/>
              </w:rPr>
              <w:t xml:space="preserve"> ) MUITO GRANDE (  ) GRANDE (  ) MODERADO (   ) PEQUENO (   ) MUITO PEQUENO </w:t>
            </w:r>
          </w:p>
        </w:tc>
      </w:tr>
      <w:tr w:rsidR="00203768" w:rsidRPr="001E78F5" w14:paraId="6E16042E" w14:textId="77777777">
        <w:trPr>
          <w:trHeight w:val="425"/>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4EF37D2D" w14:textId="77777777" w:rsidR="00203768" w:rsidRPr="001E78F5" w:rsidRDefault="00203768" w:rsidP="002A1878">
            <w:pPr>
              <w:ind w:right="69"/>
              <w:jc w:val="center"/>
              <w:rPr>
                <w:sz w:val="18"/>
                <w:szCs w:val="18"/>
              </w:rPr>
            </w:pPr>
            <w:r w:rsidRPr="001E78F5">
              <w:rPr>
                <w:rFonts w:ascii="Arial" w:eastAsia="Arial" w:hAnsi="Arial" w:cs="Arial"/>
                <w:b/>
                <w:sz w:val="18"/>
                <w:szCs w:val="18"/>
              </w:rPr>
              <w:t>DANO – CONSEQUÊNCIA</w:t>
            </w:r>
            <w:r w:rsidRPr="001E78F5">
              <w:rPr>
                <w:rFonts w:ascii="Arial" w:eastAsia="Arial" w:hAnsi="Arial" w:cs="Arial"/>
                <w:sz w:val="18"/>
                <w:szCs w:val="18"/>
              </w:rPr>
              <w:t xml:space="preserve"> </w:t>
            </w:r>
          </w:p>
        </w:tc>
      </w:tr>
      <w:tr w:rsidR="00203768" w:rsidRPr="001E78F5" w14:paraId="6C0B0963" w14:textId="77777777">
        <w:trPr>
          <w:trHeight w:val="280"/>
        </w:trPr>
        <w:tc>
          <w:tcPr>
            <w:tcW w:w="951" w:type="dxa"/>
            <w:tcBorders>
              <w:top w:val="double" w:sz="4" w:space="0" w:color="000000"/>
              <w:left w:val="double" w:sz="4" w:space="0" w:color="000000"/>
              <w:bottom w:val="double" w:sz="4" w:space="0" w:color="000000"/>
              <w:right w:val="double" w:sz="4" w:space="0" w:color="000000"/>
            </w:tcBorders>
          </w:tcPr>
          <w:p w14:paraId="5DAB5AEF"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11CC7757" w14:textId="77777777" w:rsidR="00203768" w:rsidRPr="001E78F5" w:rsidRDefault="00203768" w:rsidP="002A1878">
            <w:pPr>
              <w:rPr>
                <w:sz w:val="18"/>
                <w:szCs w:val="18"/>
              </w:rPr>
            </w:pPr>
            <w:r w:rsidRPr="001E78F5">
              <w:rPr>
                <w:rFonts w:ascii="Arial" w:eastAsia="Arial" w:hAnsi="Arial" w:cs="Arial"/>
                <w:sz w:val="18"/>
                <w:szCs w:val="18"/>
              </w:rPr>
              <w:t xml:space="preserve">Atraso na realização da contratação pleiteada. </w:t>
            </w:r>
          </w:p>
        </w:tc>
      </w:tr>
      <w:tr w:rsidR="00203768" w:rsidRPr="001E78F5" w14:paraId="7362BACB" w14:textId="77777777">
        <w:trPr>
          <w:trHeight w:val="287"/>
        </w:trPr>
        <w:tc>
          <w:tcPr>
            <w:tcW w:w="951" w:type="dxa"/>
            <w:tcBorders>
              <w:top w:val="double" w:sz="4" w:space="0" w:color="000000"/>
              <w:left w:val="double" w:sz="4" w:space="0" w:color="000000"/>
              <w:bottom w:val="double" w:sz="4" w:space="0" w:color="000000"/>
              <w:right w:val="double" w:sz="4" w:space="0" w:color="000000"/>
            </w:tcBorders>
          </w:tcPr>
          <w:p w14:paraId="7E74116C"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8915" w:type="dxa"/>
            <w:gridSpan w:val="3"/>
            <w:tcBorders>
              <w:top w:val="double" w:sz="4" w:space="0" w:color="000000"/>
              <w:left w:val="double" w:sz="4" w:space="0" w:color="000000"/>
              <w:bottom w:val="double" w:sz="4" w:space="0" w:color="000000"/>
              <w:right w:val="double" w:sz="4" w:space="0" w:color="000000"/>
            </w:tcBorders>
          </w:tcPr>
          <w:p w14:paraId="45CD632E" w14:textId="77777777" w:rsidR="00203768" w:rsidRPr="001E78F5" w:rsidRDefault="00203768" w:rsidP="002A1878">
            <w:pPr>
              <w:rPr>
                <w:sz w:val="18"/>
                <w:szCs w:val="18"/>
              </w:rPr>
            </w:pPr>
            <w:r w:rsidRPr="001E78F5">
              <w:rPr>
                <w:rFonts w:ascii="Arial" w:eastAsia="Arial" w:hAnsi="Arial" w:cs="Arial"/>
                <w:sz w:val="18"/>
                <w:szCs w:val="18"/>
              </w:rPr>
              <w:t xml:space="preserve">Possível revogação da contratação. </w:t>
            </w:r>
          </w:p>
        </w:tc>
      </w:tr>
      <w:tr w:rsidR="00203768" w:rsidRPr="001E78F5" w14:paraId="0B1125A5" w14:textId="77777777">
        <w:trPr>
          <w:trHeight w:val="422"/>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2DA4EAD8" w14:textId="77777777" w:rsidR="00203768" w:rsidRPr="001E78F5" w:rsidRDefault="00203768" w:rsidP="002A1878">
            <w:pPr>
              <w:ind w:right="77"/>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2AD225EE" w14:textId="77777777" w:rsidR="00203768" w:rsidRPr="001E78F5" w:rsidRDefault="00203768" w:rsidP="002A1878">
            <w:pPr>
              <w:ind w:right="84"/>
              <w:jc w:val="center"/>
              <w:rPr>
                <w:sz w:val="18"/>
                <w:szCs w:val="18"/>
              </w:rPr>
            </w:pPr>
            <w:r w:rsidRPr="001E78F5">
              <w:rPr>
                <w:rFonts w:ascii="Arial" w:eastAsia="Arial" w:hAnsi="Arial" w:cs="Arial"/>
                <w:b/>
                <w:sz w:val="18"/>
                <w:szCs w:val="18"/>
              </w:rPr>
              <w:t>AÇÃO PREVENTIVA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5B05DD8C"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22B9C01A" w14:textId="77777777">
        <w:trPr>
          <w:trHeight w:val="563"/>
        </w:trPr>
        <w:tc>
          <w:tcPr>
            <w:tcW w:w="951" w:type="dxa"/>
            <w:tcBorders>
              <w:top w:val="double" w:sz="4" w:space="0" w:color="000000"/>
              <w:left w:val="double" w:sz="4" w:space="0" w:color="000000"/>
              <w:bottom w:val="double" w:sz="4" w:space="0" w:color="000000"/>
              <w:right w:val="double" w:sz="4" w:space="0" w:color="000000"/>
            </w:tcBorders>
            <w:vAlign w:val="center"/>
          </w:tcPr>
          <w:p w14:paraId="2BDDDFFE"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tcPr>
          <w:p w14:paraId="79E6DDD3" w14:textId="77777777" w:rsidR="00203768" w:rsidRPr="001E78F5" w:rsidRDefault="00203768" w:rsidP="002A1878">
            <w:pPr>
              <w:jc w:val="both"/>
              <w:rPr>
                <w:sz w:val="18"/>
                <w:szCs w:val="18"/>
              </w:rPr>
            </w:pPr>
            <w:r w:rsidRPr="001E78F5">
              <w:rPr>
                <w:rFonts w:ascii="Arial" w:eastAsia="Arial" w:hAnsi="Arial" w:cs="Arial"/>
                <w:sz w:val="18"/>
                <w:szCs w:val="18"/>
              </w:rPr>
              <w:t xml:space="preserve">Convocar o interessado para assinar o termo de contrato dentro do prazo e condições estabelecidas. </w:t>
            </w:r>
          </w:p>
        </w:tc>
        <w:tc>
          <w:tcPr>
            <w:tcW w:w="3280" w:type="dxa"/>
            <w:tcBorders>
              <w:top w:val="double" w:sz="4" w:space="0" w:color="000000"/>
              <w:left w:val="double" w:sz="4" w:space="0" w:color="000000"/>
              <w:bottom w:val="double" w:sz="4" w:space="0" w:color="000000"/>
              <w:right w:val="double" w:sz="4" w:space="0" w:color="000000"/>
            </w:tcBorders>
          </w:tcPr>
          <w:p w14:paraId="28D8DD97" w14:textId="77777777" w:rsidR="00203768" w:rsidRPr="001E78F5" w:rsidRDefault="00203768" w:rsidP="002A1878">
            <w:pPr>
              <w:jc w:val="center"/>
              <w:rPr>
                <w:sz w:val="18"/>
                <w:szCs w:val="18"/>
              </w:rPr>
            </w:pPr>
            <w:r w:rsidRPr="001E78F5">
              <w:rPr>
                <w:rFonts w:ascii="Arial" w:eastAsia="Arial" w:hAnsi="Arial" w:cs="Arial"/>
                <w:sz w:val="18"/>
                <w:szCs w:val="18"/>
              </w:rPr>
              <w:t xml:space="preserve">Ocupantes de cargos com poder de decisão </w:t>
            </w:r>
          </w:p>
        </w:tc>
      </w:tr>
      <w:tr w:rsidR="00203768" w:rsidRPr="001E78F5" w14:paraId="10DC4D4A" w14:textId="77777777">
        <w:trPr>
          <w:trHeight w:val="788"/>
        </w:trPr>
        <w:tc>
          <w:tcPr>
            <w:tcW w:w="951" w:type="dxa"/>
            <w:tcBorders>
              <w:top w:val="double" w:sz="4" w:space="0" w:color="000000"/>
              <w:left w:val="double" w:sz="4" w:space="0" w:color="000000"/>
              <w:bottom w:val="double" w:sz="4" w:space="0" w:color="000000"/>
              <w:right w:val="double" w:sz="4" w:space="0" w:color="000000"/>
            </w:tcBorders>
            <w:vAlign w:val="center"/>
          </w:tcPr>
          <w:p w14:paraId="4B0B5B8B"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5635" w:type="dxa"/>
            <w:gridSpan w:val="2"/>
            <w:tcBorders>
              <w:top w:val="double" w:sz="4" w:space="0" w:color="000000"/>
              <w:left w:val="double" w:sz="4" w:space="0" w:color="000000"/>
              <w:bottom w:val="double" w:sz="4" w:space="0" w:color="000000"/>
              <w:right w:val="double" w:sz="4" w:space="0" w:color="000000"/>
            </w:tcBorders>
            <w:vAlign w:val="center"/>
          </w:tcPr>
          <w:p w14:paraId="0DC3C2E2" w14:textId="77777777" w:rsidR="00203768" w:rsidRPr="001E78F5" w:rsidRDefault="00203768" w:rsidP="002A1878">
            <w:pPr>
              <w:jc w:val="both"/>
              <w:rPr>
                <w:sz w:val="18"/>
                <w:szCs w:val="18"/>
              </w:rPr>
            </w:pPr>
            <w:r w:rsidRPr="001E78F5">
              <w:rPr>
                <w:rFonts w:ascii="Arial" w:eastAsia="Arial" w:hAnsi="Arial" w:cs="Arial"/>
                <w:sz w:val="18"/>
                <w:szCs w:val="18"/>
              </w:rPr>
              <w:t xml:space="preserve">Elaborar e promover a gestão orçamentária e financeira por meio de um plano de despesas orçamentárias anuais.  </w:t>
            </w:r>
          </w:p>
        </w:tc>
        <w:tc>
          <w:tcPr>
            <w:tcW w:w="3280" w:type="dxa"/>
            <w:tcBorders>
              <w:top w:val="double" w:sz="4" w:space="0" w:color="000000"/>
              <w:left w:val="double" w:sz="4" w:space="0" w:color="000000"/>
              <w:bottom w:val="double" w:sz="4" w:space="0" w:color="000000"/>
              <w:right w:val="double" w:sz="4" w:space="0" w:color="000000"/>
            </w:tcBorders>
          </w:tcPr>
          <w:p w14:paraId="2A181458" w14:textId="77777777" w:rsidR="00203768" w:rsidRPr="001E78F5" w:rsidRDefault="00203768" w:rsidP="002A1878">
            <w:pPr>
              <w:spacing w:after="2" w:line="266" w:lineRule="auto"/>
              <w:jc w:val="center"/>
              <w:rPr>
                <w:sz w:val="18"/>
                <w:szCs w:val="18"/>
              </w:rPr>
            </w:pPr>
            <w:r w:rsidRPr="001E78F5">
              <w:rPr>
                <w:rFonts w:ascii="Arial" w:eastAsia="Arial" w:hAnsi="Arial" w:cs="Arial"/>
                <w:sz w:val="18"/>
                <w:szCs w:val="18"/>
              </w:rPr>
              <w:t xml:space="preserve">Ocupantes de cargos com poder de decisão  </w:t>
            </w:r>
          </w:p>
          <w:p w14:paraId="78D14F4E" w14:textId="77777777" w:rsidR="00203768" w:rsidRPr="001E78F5" w:rsidRDefault="00203768" w:rsidP="002A1878">
            <w:pPr>
              <w:ind w:right="74"/>
              <w:jc w:val="center"/>
              <w:rPr>
                <w:sz w:val="18"/>
                <w:szCs w:val="18"/>
              </w:rPr>
            </w:pPr>
            <w:r w:rsidRPr="001E78F5">
              <w:rPr>
                <w:rFonts w:ascii="Arial" w:eastAsia="Arial" w:hAnsi="Arial" w:cs="Arial"/>
                <w:sz w:val="18"/>
                <w:szCs w:val="18"/>
              </w:rPr>
              <w:t xml:space="preserve">Integrante Requisitante </w:t>
            </w:r>
          </w:p>
        </w:tc>
      </w:tr>
      <w:tr w:rsidR="00203768" w:rsidRPr="001E78F5" w14:paraId="0C929BEC" w14:textId="77777777">
        <w:trPr>
          <w:trHeight w:val="300"/>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6E8DBD5D" w14:textId="77777777" w:rsidR="00203768" w:rsidRPr="001E78F5" w:rsidRDefault="00203768" w:rsidP="002A1878">
            <w:pPr>
              <w:ind w:right="77"/>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4EA67C70" w14:textId="77777777" w:rsidR="00203768" w:rsidRPr="001E78F5" w:rsidRDefault="00203768" w:rsidP="002A1878">
            <w:pPr>
              <w:ind w:right="75"/>
              <w:jc w:val="center"/>
              <w:rPr>
                <w:sz w:val="18"/>
                <w:szCs w:val="18"/>
              </w:rPr>
            </w:pPr>
            <w:r w:rsidRPr="001E78F5">
              <w:rPr>
                <w:rFonts w:ascii="Arial" w:eastAsia="Arial" w:hAnsi="Arial" w:cs="Arial"/>
                <w:b/>
                <w:sz w:val="18"/>
                <w:szCs w:val="18"/>
              </w:rPr>
              <w:t>AÇÃO DE CONTINGÊNCIA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6400C501"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30C113EB" w14:textId="77777777">
        <w:trPr>
          <w:trHeight w:val="789"/>
        </w:trPr>
        <w:tc>
          <w:tcPr>
            <w:tcW w:w="951" w:type="dxa"/>
            <w:tcBorders>
              <w:top w:val="double" w:sz="4" w:space="0" w:color="000000"/>
              <w:left w:val="double" w:sz="4" w:space="0" w:color="000000"/>
              <w:bottom w:val="double" w:sz="4" w:space="0" w:color="000000"/>
              <w:right w:val="double" w:sz="4" w:space="0" w:color="000000"/>
            </w:tcBorders>
            <w:vAlign w:val="center"/>
          </w:tcPr>
          <w:p w14:paraId="6F745711"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tcPr>
          <w:p w14:paraId="5D3D1911" w14:textId="77777777" w:rsidR="00203768" w:rsidRPr="001E78F5" w:rsidRDefault="00203768" w:rsidP="002A1878">
            <w:pPr>
              <w:ind w:right="82"/>
              <w:jc w:val="both"/>
              <w:rPr>
                <w:sz w:val="18"/>
                <w:szCs w:val="18"/>
              </w:rPr>
            </w:pPr>
            <w:r w:rsidRPr="001E78F5">
              <w:rPr>
                <w:rFonts w:ascii="Arial" w:eastAsia="Arial" w:hAnsi="Arial" w:cs="Arial"/>
                <w:sz w:val="18"/>
                <w:szCs w:val="18"/>
              </w:rPr>
              <w:t xml:space="preserve">Convocar, dentro do prazo e condições estabelecidas, os licitantes remanescentes para manifestar o interesse e assinar o termo de contrato. </w:t>
            </w:r>
          </w:p>
        </w:tc>
        <w:tc>
          <w:tcPr>
            <w:tcW w:w="3280" w:type="dxa"/>
            <w:tcBorders>
              <w:top w:val="double" w:sz="4" w:space="0" w:color="000000"/>
              <w:left w:val="double" w:sz="4" w:space="0" w:color="000000"/>
              <w:bottom w:val="double" w:sz="4" w:space="0" w:color="000000"/>
              <w:right w:val="double" w:sz="4" w:space="0" w:color="000000"/>
            </w:tcBorders>
            <w:vAlign w:val="center"/>
          </w:tcPr>
          <w:p w14:paraId="0BF77E9D" w14:textId="77777777" w:rsidR="00203768" w:rsidRPr="001E78F5" w:rsidRDefault="00203768" w:rsidP="002A1878">
            <w:pPr>
              <w:jc w:val="center"/>
              <w:rPr>
                <w:sz w:val="18"/>
                <w:szCs w:val="18"/>
              </w:rPr>
            </w:pPr>
            <w:r w:rsidRPr="001E78F5">
              <w:rPr>
                <w:rFonts w:ascii="Arial" w:eastAsia="Arial" w:hAnsi="Arial" w:cs="Arial"/>
                <w:sz w:val="18"/>
                <w:szCs w:val="18"/>
              </w:rPr>
              <w:t xml:space="preserve">Ocupantes de cargos com poder de decisão </w:t>
            </w:r>
          </w:p>
        </w:tc>
      </w:tr>
      <w:tr w:rsidR="00203768" w:rsidRPr="001E78F5" w14:paraId="63B45337" w14:textId="77777777">
        <w:trPr>
          <w:trHeight w:val="539"/>
        </w:trPr>
        <w:tc>
          <w:tcPr>
            <w:tcW w:w="951" w:type="dxa"/>
            <w:tcBorders>
              <w:top w:val="double" w:sz="4" w:space="0" w:color="000000"/>
              <w:left w:val="double" w:sz="4" w:space="0" w:color="000000"/>
              <w:bottom w:val="double" w:sz="4" w:space="0" w:color="000000"/>
              <w:right w:val="double" w:sz="4" w:space="0" w:color="000000"/>
            </w:tcBorders>
            <w:vAlign w:val="center"/>
          </w:tcPr>
          <w:p w14:paraId="7A25F1C3"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5635" w:type="dxa"/>
            <w:gridSpan w:val="2"/>
            <w:tcBorders>
              <w:top w:val="double" w:sz="4" w:space="0" w:color="000000"/>
              <w:left w:val="double" w:sz="4" w:space="0" w:color="000000"/>
              <w:bottom w:val="double" w:sz="4" w:space="0" w:color="000000"/>
              <w:right w:val="double" w:sz="4" w:space="0" w:color="000000"/>
            </w:tcBorders>
          </w:tcPr>
          <w:p w14:paraId="1CB8CC6A" w14:textId="77777777" w:rsidR="00203768" w:rsidRPr="001E78F5" w:rsidRDefault="00203768" w:rsidP="002A1878">
            <w:pPr>
              <w:jc w:val="both"/>
              <w:rPr>
                <w:sz w:val="18"/>
                <w:szCs w:val="18"/>
              </w:rPr>
            </w:pPr>
            <w:r w:rsidRPr="001E78F5">
              <w:rPr>
                <w:rFonts w:ascii="Arial" w:eastAsia="Arial" w:hAnsi="Arial" w:cs="Arial"/>
                <w:sz w:val="18"/>
                <w:szCs w:val="18"/>
              </w:rPr>
              <w:t xml:space="preserve">Realizar a gestão orçamentária e financeira junta às instâncias necessárias para realização de despesas. </w:t>
            </w:r>
          </w:p>
        </w:tc>
        <w:tc>
          <w:tcPr>
            <w:tcW w:w="3280" w:type="dxa"/>
            <w:tcBorders>
              <w:top w:val="double" w:sz="4" w:space="0" w:color="000000"/>
              <w:left w:val="double" w:sz="4" w:space="0" w:color="000000"/>
              <w:bottom w:val="double" w:sz="4" w:space="0" w:color="000000"/>
              <w:right w:val="double" w:sz="4" w:space="0" w:color="000000"/>
            </w:tcBorders>
          </w:tcPr>
          <w:p w14:paraId="7886BAAC" w14:textId="77777777" w:rsidR="00203768" w:rsidRPr="001E78F5" w:rsidRDefault="00203768" w:rsidP="002A1878">
            <w:pPr>
              <w:jc w:val="center"/>
              <w:rPr>
                <w:sz w:val="18"/>
                <w:szCs w:val="18"/>
              </w:rPr>
            </w:pPr>
            <w:r w:rsidRPr="001E78F5">
              <w:rPr>
                <w:rFonts w:ascii="Arial" w:eastAsia="Arial" w:hAnsi="Arial" w:cs="Arial"/>
                <w:sz w:val="18"/>
                <w:szCs w:val="18"/>
              </w:rPr>
              <w:t xml:space="preserve">Ocupantes de cargos com poder de decisão </w:t>
            </w:r>
          </w:p>
        </w:tc>
      </w:tr>
      <w:tr w:rsidR="00203768" w:rsidRPr="001E78F5" w14:paraId="6D29ACC8" w14:textId="77777777">
        <w:trPr>
          <w:trHeight w:val="305"/>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17E95334" w14:textId="77777777" w:rsidR="00203768" w:rsidRPr="001E78F5" w:rsidRDefault="00203768" w:rsidP="002A1878">
            <w:pPr>
              <w:ind w:right="68"/>
              <w:jc w:val="center"/>
              <w:rPr>
                <w:sz w:val="18"/>
                <w:szCs w:val="18"/>
              </w:rPr>
            </w:pPr>
            <w:r w:rsidRPr="001E78F5">
              <w:rPr>
                <w:rFonts w:ascii="Arial" w:eastAsia="Arial" w:hAnsi="Arial" w:cs="Arial"/>
                <w:b/>
                <w:sz w:val="18"/>
                <w:szCs w:val="18"/>
              </w:rPr>
              <w:t>CAUSAS (FONTE + VULNERABILIDADES)</w:t>
            </w:r>
            <w:r w:rsidRPr="001E78F5">
              <w:rPr>
                <w:rFonts w:ascii="Arial" w:eastAsia="Arial" w:hAnsi="Arial" w:cs="Arial"/>
                <w:sz w:val="18"/>
                <w:szCs w:val="18"/>
              </w:rPr>
              <w:t xml:space="preserve"> </w:t>
            </w:r>
          </w:p>
        </w:tc>
      </w:tr>
      <w:tr w:rsidR="00203768" w:rsidRPr="001E78F5" w14:paraId="7C2ECA74" w14:textId="77777777">
        <w:trPr>
          <w:trHeight w:val="280"/>
        </w:trPr>
        <w:tc>
          <w:tcPr>
            <w:tcW w:w="951" w:type="dxa"/>
            <w:tcBorders>
              <w:top w:val="double" w:sz="4" w:space="0" w:color="000000"/>
              <w:left w:val="double" w:sz="4" w:space="0" w:color="000000"/>
              <w:bottom w:val="double" w:sz="4" w:space="0" w:color="000000"/>
              <w:right w:val="double" w:sz="4" w:space="0" w:color="000000"/>
            </w:tcBorders>
          </w:tcPr>
          <w:p w14:paraId="72D66C04"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26FABCEE" w14:textId="77777777" w:rsidR="00203768" w:rsidRPr="001E78F5" w:rsidRDefault="00203768" w:rsidP="002A1878">
            <w:pPr>
              <w:rPr>
                <w:sz w:val="18"/>
                <w:szCs w:val="18"/>
              </w:rPr>
            </w:pPr>
            <w:r w:rsidRPr="001E78F5">
              <w:rPr>
                <w:rFonts w:ascii="Arial" w:eastAsia="Arial" w:hAnsi="Arial" w:cs="Arial"/>
                <w:sz w:val="18"/>
                <w:szCs w:val="18"/>
              </w:rPr>
              <w:t xml:space="preserve">Fator externo - Desistência do fornecedor em atender as demandas. </w:t>
            </w:r>
          </w:p>
        </w:tc>
      </w:tr>
      <w:tr w:rsidR="00203768" w:rsidRPr="001E78F5" w14:paraId="200A054A" w14:textId="77777777">
        <w:trPr>
          <w:trHeight w:val="283"/>
        </w:trPr>
        <w:tc>
          <w:tcPr>
            <w:tcW w:w="951" w:type="dxa"/>
            <w:tcBorders>
              <w:top w:val="double" w:sz="4" w:space="0" w:color="000000"/>
              <w:left w:val="double" w:sz="4" w:space="0" w:color="000000"/>
              <w:bottom w:val="double" w:sz="4" w:space="0" w:color="000000"/>
              <w:right w:val="double" w:sz="4" w:space="0" w:color="000000"/>
            </w:tcBorders>
          </w:tcPr>
          <w:p w14:paraId="2A19B5BC"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8915" w:type="dxa"/>
            <w:gridSpan w:val="3"/>
            <w:tcBorders>
              <w:top w:val="double" w:sz="4" w:space="0" w:color="000000"/>
              <w:left w:val="double" w:sz="4" w:space="0" w:color="000000"/>
              <w:bottom w:val="double" w:sz="4" w:space="0" w:color="000000"/>
              <w:right w:val="double" w:sz="4" w:space="0" w:color="000000"/>
            </w:tcBorders>
          </w:tcPr>
          <w:p w14:paraId="375DAEDC" w14:textId="77777777" w:rsidR="00203768" w:rsidRPr="001E78F5" w:rsidRDefault="00203768" w:rsidP="002A1878">
            <w:pPr>
              <w:rPr>
                <w:sz w:val="18"/>
                <w:szCs w:val="18"/>
              </w:rPr>
            </w:pPr>
            <w:r w:rsidRPr="001E78F5">
              <w:rPr>
                <w:rFonts w:ascii="Arial" w:eastAsia="Arial" w:hAnsi="Arial" w:cs="Arial"/>
                <w:sz w:val="18"/>
                <w:szCs w:val="18"/>
              </w:rPr>
              <w:t xml:space="preserve">Fator externo - Falta de recurso orçamentário e financeiro para atendimento da contratação. </w:t>
            </w:r>
          </w:p>
        </w:tc>
      </w:tr>
    </w:tbl>
    <w:p w14:paraId="3B79B9C8" w14:textId="77777777" w:rsidR="00203768" w:rsidRPr="001E78F5" w:rsidRDefault="00203768" w:rsidP="00203768">
      <w:pPr>
        <w:spacing w:after="0"/>
        <w:ind w:left="4816"/>
        <w:jc w:val="both"/>
        <w:rPr>
          <w:sz w:val="18"/>
          <w:szCs w:val="18"/>
        </w:rPr>
      </w:pPr>
      <w:r w:rsidRPr="001E78F5">
        <w:rPr>
          <w:rFonts w:ascii="Arial" w:eastAsia="Arial" w:hAnsi="Arial" w:cs="Arial"/>
          <w:sz w:val="18"/>
          <w:szCs w:val="18"/>
        </w:rPr>
        <w:t xml:space="preserve"> </w:t>
      </w:r>
    </w:p>
    <w:tbl>
      <w:tblPr>
        <w:tblStyle w:val="TableGrid"/>
        <w:tblW w:w="9865" w:type="dxa"/>
        <w:tblInd w:w="-114" w:type="dxa"/>
        <w:tblCellMar>
          <w:top w:w="28" w:type="dxa"/>
          <w:left w:w="104" w:type="dxa"/>
          <w:right w:w="43" w:type="dxa"/>
        </w:tblCellMar>
        <w:tblLook w:val="04A0" w:firstRow="1" w:lastRow="0" w:firstColumn="1" w:lastColumn="0" w:noHBand="0" w:noVBand="1"/>
      </w:tblPr>
      <w:tblGrid>
        <w:gridCol w:w="951"/>
        <w:gridCol w:w="911"/>
        <w:gridCol w:w="4723"/>
        <w:gridCol w:w="3280"/>
      </w:tblGrid>
      <w:tr w:rsidR="00203768" w:rsidRPr="001E78F5" w14:paraId="695263B7" w14:textId="77777777">
        <w:trPr>
          <w:trHeight w:val="818"/>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vAlign w:val="center"/>
          </w:tcPr>
          <w:p w14:paraId="47D8F596" w14:textId="56D69F08" w:rsidR="00203768" w:rsidRPr="001E78F5" w:rsidRDefault="00203768" w:rsidP="002A1878">
            <w:pPr>
              <w:ind w:left="5"/>
              <w:rPr>
                <w:sz w:val="18"/>
                <w:szCs w:val="18"/>
              </w:rPr>
            </w:pPr>
            <w:r w:rsidRPr="001E78F5">
              <w:rPr>
                <w:rFonts w:ascii="Arial" w:eastAsia="Arial" w:hAnsi="Arial" w:cs="Arial"/>
                <w:b/>
                <w:sz w:val="18"/>
                <w:szCs w:val="18"/>
              </w:rPr>
              <w:t xml:space="preserve">RISCO </w:t>
            </w:r>
            <w:r w:rsidR="00F13138" w:rsidRPr="001E78F5">
              <w:rPr>
                <w:rFonts w:ascii="Arial" w:eastAsia="Arial" w:hAnsi="Arial" w:cs="Arial"/>
                <w:b/>
                <w:sz w:val="18"/>
                <w:szCs w:val="18"/>
              </w:rPr>
              <w:t>14.1.3.b</w:t>
            </w:r>
            <w:r w:rsidRPr="001E78F5">
              <w:rPr>
                <w:rFonts w:ascii="Arial" w:eastAsia="Arial" w:hAnsi="Arial" w:cs="Arial"/>
                <w:b/>
                <w:sz w:val="18"/>
                <w:szCs w:val="18"/>
              </w:rPr>
              <w:t xml:space="preserve"> ATRASO NO FORNECIMENTO DO OBJETO, NA PRESTAÇÃO DOS SERVIÇOS E/OU NO PAGAMENTO AOS FUNCIONÁRIOS</w:t>
            </w:r>
            <w:r w:rsidRPr="001E78F5">
              <w:rPr>
                <w:rFonts w:ascii="Arial" w:eastAsia="Arial" w:hAnsi="Arial" w:cs="Arial"/>
                <w:sz w:val="18"/>
                <w:szCs w:val="18"/>
              </w:rPr>
              <w:t xml:space="preserve"> </w:t>
            </w:r>
          </w:p>
        </w:tc>
      </w:tr>
      <w:tr w:rsidR="00203768" w:rsidRPr="001E78F5" w14:paraId="02A2B2F2" w14:textId="77777777">
        <w:trPr>
          <w:trHeight w:val="856"/>
        </w:trPr>
        <w:tc>
          <w:tcPr>
            <w:tcW w:w="9865" w:type="dxa"/>
            <w:gridSpan w:val="4"/>
            <w:tcBorders>
              <w:top w:val="double" w:sz="4" w:space="0" w:color="000000"/>
              <w:left w:val="double" w:sz="4" w:space="0" w:color="000000"/>
              <w:bottom w:val="double" w:sz="4" w:space="0" w:color="000000"/>
              <w:right w:val="double" w:sz="4" w:space="0" w:color="000000"/>
            </w:tcBorders>
          </w:tcPr>
          <w:p w14:paraId="18C856B9" w14:textId="77777777" w:rsidR="00203768" w:rsidRPr="001E78F5" w:rsidRDefault="00203768" w:rsidP="002A1878">
            <w:pPr>
              <w:spacing w:after="22"/>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PLANEJAMENTO DA CONTRATAÇÃO </w:t>
            </w:r>
          </w:p>
          <w:p w14:paraId="58B3B89E" w14:textId="77777777" w:rsidR="00203768" w:rsidRPr="001E78F5" w:rsidRDefault="00203768" w:rsidP="002A1878">
            <w:pPr>
              <w:spacing w:after="17"/>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SELEÇÃO DO FORNECEDOR </w:t>
            </w:r>
          </w:p>
          <w:p w14:paraId="01BE7532" w14:textId="77777777" w:rsidR="00203768" w:rsidRPr="001E78F5" w:rsidRDefault="00203768" w:rsidP="002A1878">
            <w:pPr>
              <w:ind w:left="5"/>
              <w:rPr>
                <w:sz w:val="18"/>
                <w:szCs w:val="18"/>
              </w:rPr>
            </w:pPr>
            <w:r w:rsidRPr="001E78F5">
              <w:rPr>
                <w:rFonts w:ascii="Arial" w:eastAsia="Arial" w:hAnsi="Arial" w:cs="Arial"/>
                <w:sz w:val="18"/>
                <w:szCs w:val="18"/>
              </w:rPr>
              <w:t xml:space="preserve">(X) CONTRATAÇÃO </w:t>
            </w:r>
          </w:p>
        </w:tc>
      </w:tr>
      <w:tr w:rsidR="00203768" w:rsidRPr="001E78F5" w14:paraId="7CBA63E7" w14:textId="77777777">
        <w:trPr>
          <w:trHeight w:val="308"/>
        </w:trPr>
        <w:tc>
          <w:tcPr>
            <w:tcW w:w="1862" w:type="dxa"/>
            <w:gridSpan w:val="2"/>
            <w:tcBorders>
              <w:top w:val="double" w:sz="4" w:space="0" w:color="000000"/>
              <w:left w:val="double" w:sz="4" w:space="0" w:color="000000"/>
              <w:bottom w:val="double" w:sz="4" w:space="0" w:color="000000"/>
              <w:right w:val="double" w:sz="4" w:space="0" w:color="000000"/>
            </w:tcBorders>
          </w:tcPr>
          <w:p w14:paraId="36B78EBC" w14:textId="77777777" w:rsidR="00203768" w:rsidRPr="001E78F5" w:rsidRDefault="00203768" w:rsidP="002A1878">
            <w:pPr>
              <w:ind w:left="5"/>
              <w:jc w:val="both"/>
              <w:rPr>
                <w:sz w:val="18"/>
                <w:szCs w:val="18"/>
              </w:rPr>
            </w:pPr>
            <w:r w:rsidRPr="001E78F5">
              <w:rPr>
                <w:rFonts w:ascii="Arial" w:eastAsia="Arial" w:hAnsi="Arial" w:cs="Arial"/>
                <w:b/>
                <w:sz w:val="18"/>
                <w:szCs w:val="18"/>
              </w:rPr>
              <w:t>PROBABILIDADE</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3AEBA233" w14:textId="77777777" w:rsidR="00203768" w:rsidRPr="001E78F5" w:rsidRDefault="00203768" w:rsidP="002A1878">
            <w:pPr>
              <w:ind w:right="74"/>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ALTA (  ) MÉDIA ( X ) BAIXA </w:t>
            </w:r>
          </w:p>
        </w:tc>
      </w:tr>
      <w:tr w:rsidR="00203768" w:rsidRPr="001E78F5" w14:paraId="143CA4AA" w14:textId="77777777">
        <w:trPr>
          <w:trHeight w:val="308"/>
        </w:trPr>
        <w:tc>
          <w:tcPr>
            <w:tcW w:w="1862" w:type="dxa"/>
            <w:gridSpan w:val="2"/>
            <w:tcBorders>
              <w:top w:val="double" w:sz="4" w:space="0" w:color="000000"/>
              <w:left w:val="double" w:sz="4" w:space="0" w:color="000000"/>
              <w:bottom w:val="double" w:sz="4" w:space="0" w:color="000000"/>
              <w:right w:val="double" w:sz="4" w:space="0" w:color="000000"/>
            </w:tcBorders>
          </w:tcPr>
          <w:p w14:paraId="15978BE8" w14:textId="77777777" w:rsidR="00203768" w:rsidRPr="001E78F5" w:rsidRDefault="00203768" w:rsidP="002A1878">
            <w:pPr>
              <w:ind w:right="68"/>
              <w:jc w:val="center"/>
              <w:rPr>
                <w:sz w:val="18"/>
                <w:szCs w:val="18"/>
              </w:rPr>
            </w:pPr>
            <w:r w:rsidRPr="001E78F5">
              <w:rPr>
                <w:rFonts w:ascii="Arial" w:eastAsia="Arial" w:hAnsi="Arial" w:cs="Arial"/>
                <w:b/>
                <w:sz w:val="18"/>
                <w:szCs w:val="18"/>
              </w:rPr>
              <w:t>IMPACTO</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71DF07D7" w14:textId="77777777" w:rsidR="00203768" w:rsidRPr="001E78F5" w:rsidRDefault="00203768" w:rsidP="002A1878">
            <w:pPr>
              <w:ind w:right="77"/>
              <w:jc w:val="center"/>
              <w:rPr>
                <w:sz w:val="18"/>
                <w:szCs w:val="18"/>
              </w:rPr>
            </w:pPr>
            <w:proofErr w:type="gramStart"/>
            <w:r w:rsidRPr="001E78F5">
              <w:rPr>
                <w:rFonts w:ascii="Arial" w:eastAsia="Arial" w:hAnsi="Arial" w:cs="Arial"/>
                <w:sz w:val="18"/>
                <w:szCs w:val="18"/>
              </w:rPr>
              <w:t>( X</w:t>
            </w:r>
            <w:proofErr w:type="gramEnd"/>
            <w:r w:rsidRPr="001E78F5">
              <w:rPr>
                <w:rFonts w:ascii="Arial" w:eastAsia="Arial" w:hAnsi="Arial" w:cs="Arial"/>
                <w:sz w:val="18"/>
                <w:szCs w:val="18"/>
              </w:rPr>
              <w:t xml:space="preserve"> ) MUITO GRANDE (   ) GRANDE () MODERADO (   ) PEQUENO (   ) MUITO PEQUENO </w:t>
            </w:r>
          </w:p>
        </w:tc>
      </w:tr>
      <w:tr w:rsidR="00203768" w:rsidRPr="001E78F5" w14:paraId="2A32CB5D" w14:textId="77777777">
        <w:trPr>
          <w:trHeight w:val="300"/>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7585D46A" w14:textId="77777777" w:rsidR="00203768" w:rsidRPr="001E78F5" w:rsidRDefault="00203768" w:rsidP="002A1878">
            <w:pPr>
              <w:ind w:right="69"/>
              <w:jc w:val="center"/>
              <w:rPr>
                <w:sz w:val="18"/>
                <w:szCs w:val="18"/>
              </w:rPr>
            </w:pPr>
            <w:r w:rsidRPr="001E78F5">
              <w:rPr>
                <w:rFonts w:ascii="Arial" w:eastAsia="Arial" w:hAnsi="Arial" w:cs="Arial"/>
                <w:b/>
                <w:sz w:val="18"/>
                <w:szCs w:val="18"/>
              </w:rPr>
              <w:t>DANO – CONSEQUÊNCIA</w:t>
            </w:r>
            <w:r w:rsidRPr="001E78F5">
              <w:rPr>
                <w:rFonts w:ascii="Arial" w:eastAsia="Arial" w:hAnsi="Arial" w:cs="Arial"/>
                <w:sz w:val="18"/>
                <w:szCs w:val="18"/>
              </w:rPr>
              <w:t xml:space="preserve"> </w:t>
            </w:r>
          </w:p>
        </w:tc>
      </w:tr>
      <w:tr w:rsidR="00203768" w:rsidRPr="001E78F5" w14:paraId="462A6714" w14:textId="77777777">
        <w:trPr>
          <w:trHeight w:val="284"/>
        </w:trPr>
        <w:tc>
          <w:tcPr>
            <w:tcW w:w="951" w:type="dxa"/>
            <w:tcBorders>
              <w:top w:val="double" w:sz="4" w:space="0" w:color="000000"/>
              <w:left w:val="double" w:sz="4" w:space="0" w:color="000000"/>
              <w:bottom w:val="double" w:sz="4" w:space="0" w:color="000000"/>
              <w:right w:val="double" w:sz="4" w:space="0" w:color="000000"/>
            </w:tcBorders>
          </w:tcPr>
          <w:p w14:paraId="79B07524"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018AD56D" w14:textId="77777777" w:rsidR="00203768" w:rsidRPr="001E78F5" w:rsidRDefault="00203768" w:rsidP="002A1878">
            <w:pPr>
              <w:rPr>
                <w:sz w:val="18"/>
                <w:szCs w:val="18"/>
              </w:rPr>
            </w:pPr>
            <w:r w:rsidRPr="001E78F5">
              <w:rPr>
                <w:rFonts w:ascii="Arial" w:eastAsia="Arial" w:hAnsi="Arial" w:cs="Arial"/>
                <w:sz w:val="18"/>
                <w:szCs w:val="18"/>
              </w:rPr>
              <w:t xml:space="preserve">Contratação com início postergado. </w:t>
            </w:r>
          </w:p>
        </w:tc>
      </w:tr>
      <w:tr w:rsidR="00203768" w:rsidRPr="001E78F5" w14:paraId="27546A13" w14:textId="77777777">
        <w:trPr>
          <w:trHeight w:val="283"/>
        </w:trPr>
        <w:tc>
          <w:tcPr>
            <w:tcW w:w="951" w:type="dxa"/>
            <w:tcBorders>
              <w:top w:val="double" w:sz="4" w:space="0" w:color="000000"/>
              <w:left w:val="double" w:sz="4" w:space="0" w:color="000000"/>
              <w:bottom w:val="double" w:sz="4" w:space="0" w:color="000000"/>
              <w:right w:val="double" w:sz="4" w:space="0" w:color="000000"/>
            </w:tcBorders>
          </w:tcPr>
          <w:p w14:paraId="63C131BF"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8915" w:type="dxa"/>
            <w:gridSpan w:val="3"/>
            <w:tcBorders>
              <w:top w:val="double" w:sz="4" w:space="0" w:color="000000"/>
              <w:left w:val="double" w:sz="4" w:space="0" w:color="000000"/>
              <w:bottom w:val="double" w:sz="4" w:space="0" w:color="000000"/>
              <w:right w:val="double" w:sz="4" w:space="0" w:color="000000"/>
            </w:tcBorders>
          </w:tcPr>
          <w:p w14:paraId="059E5CA2" w14:textId="77777777" w:rsidR="00203768" w:rsidRPr="001E78F5" w:rsidRDefault="00203768" w:rsidP="002A1878">
            <w:pPr>
              <w:rPr>
                <w:sz w:val="18"/>
                <w:szCs w:val="18"/>
              </w:rPr>
            </w:pPr>
            <w:r w:rsidRPr="001E78F5">
              <w:rPr>
                <w:rFonts w:ascii="Arial" w:eastAsia="Arial" w:hAnsi="Arial" w:cs="Arial"/>
                <w:sz w:val="18"/>
                <w:szCs w:val="18"/>
              </w:rPr>
              <w:t xml:space="preserve">Paralisação dos serviços. </w:t>
            </w:r>
          </w:p>
        </w:tc>
      </w:tr>
      <w:tr w:rsidR="00203768" w:rsidRPr="001E78F5" w14:paraId="76E88573" w14:textId="77777777">
        <w:trPr>
          <w:trHeight w:val="283"/>
        </w:trPr>
        <w:tc>
          <w:tcPr>
            <w:tcW w:w="951" w:type="dxa"/>
            <w:tcBorders>
              <w:top w:val="double" w:sz="4" w:space="0" w:color="000000"/>
              <w:left w:val="double" w:sz="4" w:space="0" w:color="000000"/>
              <w:bottom w:val="double" w:sz="4" w:space="0" w:color="000000"/>
              <w:right w:val="double" w:sz="4" w:space="0" w:color="000000"/>
            </w:tcBorders>
          </w:tcPr>
          <w:p w14:paraId="6C762FB8"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3 </w:t>
            </w:r>
          </w:p>
        </w:tc>
        <w:tc>
          <w:tcPr>
            <w:tcW w:w="8915" w:type="dxa"/>
            <w:gridSpan w:val="3"/>
            <w:tcBorders>
              <w:top w:val="double" w:sz="4" w:space="0" w:color="000000"/>
              <w:left w:val="double" w:sz="4" w:space="0" w:color="000000"/>
              <w:bottom w:val="double" w:sz="4" w:space="0" w:color="000000"/>
              <w:right w:val="double" w:sz="4" w:space="0" w:color="000000"/>
            </w:tcBorders>
          </w:tcPr>
          <w:p w14:paraId="0D11975D" w14:textId="77777777" w:rsidR="00203768" w:rsidRPr="001E78F5" w:rsidRDefault="00203768" w:rsidP="002A1878">
            <w:pPr>
              <w:rPr>
                <w:sz w:val="18"/>
                <w:szCs w:val="18"/>
              </w:rPr>
            </w:pPr>
            <w:r w:rsidRPr="001E78F5">
              <w:rPr>
                <w:rFonts w:ascii="Arial" w:eastAsia="Arial" w:hAnsi="Arial" w:cs="Arial"/>
                <w:sz w:val="18"/>
                <w:szCs w:val="18"/>
              </w:rPr>
              <w:t xml:space="preserve">Provimento extemporâneo dos setores demandantes. </w:t>
            </w:r>
          </w:p>
        </w:tc>
      </w:tr>
      <w:tr w:rsidR="00203768" w:rsidRPr="001E78F5" w14:paraId="3D38DE1E" w14:textId="77777777">
        <w:trPr>
          <w:trHeight w:val="285"/>
        </w:trPr>
        <w:tc>
          <w:tcPr>
            <w:tcW w:w="951" w:type="dxa"/>
            <w:tcBorders>
              <w:top w:val="double" w:sz="4" w:space="0" w:color="000000"/>
              <w:left w:val="double" w:sz="4" w:space="0" w:color="000000"/>
              <w:bottom w:val="double" w:sz="4" w:space="0" w:color="000000"/>
              <w:right w:val="double" w:sz="4" w:space="0" w:color="000000"/>
            </w:tcBorders>
          </w:tcPr>
          <w:p w14:paraId="51549598"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4 </w:t>
            </w:r>
          </w:p>
        </w:tc>
        <w:tc>
          <w:tcPr>
            <w:tcW w:w="8915" w:type="dxa"/>
            <w:gridSpan w:val="3"/>
            <w:tcBorders>
              <w:top w:val="double" w:sz="4" w:space="0" w:color="000000"/>
              <w:left w:val="double" w:sz="4" w:space="0" w:color="000000"/>
              <w:bottom w:val="double" w:sz="4" w:space="0" w:color="000000"/>
              <w:right w:val="double" w:sz="4" w:space="0" w:color="000000"/>
            </w:tcBorders>
          </w:tcPr>
          <w:p w14:paraId="34FBDC22" w14:textId="77777777" w:rsidR="00203768" w:rsidRPr="001E78F5" w:rsidRDefault="00203768" w:rsidP="002A1878">
            <w:pPr>
              <w:rPr>
                <w:sz w:val="18"/>
                <w:szCs w:val="18"/>
              </w:rPr>
            </w:pPr>
            <w:r w:rsidRPr="001E78F5">
              <w:rPr>
                <w:rFonts w:ascii="Arial" w:eastAsia="Arial" w:hAnsi="Arial" w:cs="Arial"/>
                <w:sz w:val="18"/>
                <w:szCs w:val="18"/>
              </w:rPr>
              <w:t xml:space="preserve">Impossibilidade de o fornecedor prestar os serviços no prazo estabelecido. </w:t>
            </w:r>
          </w:p>
        </w:tc>
      </w:tr>
      <w:tr w:rsidR="00203768" w:rsidRPr="001E78F5" w14:paraId="6D269455" w14:textId="77777777">
        <w:trPr>
          <w:trHeight w:val="420"/>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49ADEF9A" w14:textId="77777777" w:rsidR="00203768" w:rsidRPr="001E78F5" w:rsidRDefault="00203768" w:rsidP="002A1878">
            <w:pPr>
              <w:ind w:right="77"/>
              <w:jc w:val="center"/>
              <w:rPr>
                <w:sz w:val="18"/>
                <w:szCs w:val="18"/>
              </w:rPr>
            </w:pPr>
            <w:r w:rsidRPr="001E78F5">
              <w:rPr>
                <w:rFonts w:ascii="Arial" w:eastAsia="Arial" w:hAnsi="Arial" w:cs="Arial"/>
                <w:b/>
                <w:sz w:val="18"/>
                <w:szCs w:val="18"/>
              </w:rPr>
              <w:lastRenderedPageBreak/>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30CDC475" w14:textId="77777777" w:rsidR="00203768" w:rsidRPr="001E78F5" w:rsidRDefault="00203768" w:rsidP="002A1878">
            <w:pPr>
              <w:ind w:right="84"/>
              <w:jc w:val="center"/>
              <w:rPr>
                <w:sz w:val="18"/>
                <w:szCs w:val="18"/>
              </w:rPr>
            </w:pPr>
            <w:r w:rsidRPr="001E78F5">
              <w:rPr>
                <w:rFonts w:ascii="Arial" w:eastAsia="Arial" w:hAnsi="Arial" w:cs="Arial"/>
                <w:b/>
                <w:sz w:val="18"/>
                <w:szCs w:val="18"/>
              </w:rPr>
              <w:t>AÇÃO PREVENTIVA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60F68A5A"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6E3D3D34" w14:textId="77777777">
        <w:trPr>
          <w:trHeight w:val="284"/>
        </w:trPr>
        <w:tc>
          <w:tcPr>
            <w:tcW w:w="951" w:type="dxa"/>
            <w:tcBorders>
              <w:top w:val="double" w:sz="4" w:space="0" w:color="000000"/>
              <w:left w:val="double" w:sz="4" w:space="0" w:color="000000"/>
              <w:bottom w:val="double" w:sz="4" w:space="0" w:color="000000"/>
              <w:right w:val="double" w:sz="4" w:space="0" w:color="000000"/>
            </w:tcBorders>
          </w:tcPr>
          <w:p w14:paraId="7C156175"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tcPr>
          <w:p w14:paraId="5B48CAF3" w14:textId="77777777" w:rsidR="00203768" w:rsidRPr="001E78F5" w:rsidRDefault="00203768" w:rsidP="002A1878">
            <w:pPr>
              <w:rPr>
                <w:sz w:val="18"/>
                <w:szCs w:val="18"/>
              </w:rPr>
            </w:pPr>
            <w:r w:rsidRPr="001E78F5">
              <w:rPr>
                <w:rFonts w:ascii="Arial" w:eastAsia="Arial" w:hAnsi="Arial" w:cs="Arial"/>
                <w:sz w:val="18"/>
                <w:szCs w:val="18"/>
              </w:rPr>
              <w:t xml:space="preserve">Estabelecer um prazo razoável para início do serviço licitado. </w:t>
            </w:r>
          </w:p>
        </w:tc>
        <w:tc>
          <w:tcPr>
            <w:tcW w:w="3280" w:type="dxa"/>
            <w:tcBorders>
              <w:top w:val="double" w:sz="4" w:space="0" w:color="000000"/>
              <w:left w:val="double" w:sz="4" w:space="0" w:color="000000"/>
              <w:bottom w:val="double" w:sz="4" w:space="0" w:color="000000"/>
              <w:right w:val="double" w:sz="4" w:space="0" w:color="000000"/>
            </w:tcBorders>
          </w:tcPr>
          <w:p w14:paraId="129EB973" w14:textId="77777777" w:rsidR="00203768" w:rsidRPr="001E78F5" w:rsidRDefault="00203768" w:rsidP="002A1878">
            <w:pPr>
              <w:ind w:right="74"/>
              <w:jc w:val="center"/>
              <w:rPr>
                <w:sz w:val="18"/>
                <w:szCs w:val="18"/>
              </w:rPr>
            </w:pPr>
            <w:r w:rsidRPr="001E78F5">
              <w:rPr>
                <w:rFonts w:ascii="Arial" w:eastAsia="Arial" w:hAnsi="Arial" w:cs="Arial"/>
                <w:sz w:val="18"/>
                <w:szCs w:val="18"/>
              </w:rPr>
              <w:t xml:space="preserve">Integrante Requisitante </w:t>
            </w:r>
          </w:p>
        </w:tc>
      </w:tr>
      <w:tr w:rsidR="00203768" w:rsidRPr="001E78F5" w14:paraId="2815994E" w14:textId="77777777">
        <w:trPr>
          <w:trHeight w:val="787"/>
        </w:trPr>
        <w:tc>
          <w:tcPr>
            <w:tcW w:w="951" w:type="dxa"/>
            <w:tcBorders>
              <w:top w:val="double" w:sz="4" w:space="0" w:color="000000"/>
              <w:left w:val="double" w:sz="4" w:space="0" w:color="000000"/>
              <w:bottom w:val="double" w:sz="4" w:space="0" w:color="000000"/>
              <w:right w:val="double" w:sz="4" w:space="0" w:color="000000"/>
            </w:tcBorders>
            <w:vAlign w:val="center"/>
          </w:tcPr>
          <w:p w14:paraId="3E61D838"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5635" w:type="dxa"/>
            <w:gridSpan w:val="2"/>
            <w:tcBorders>
              <w:top w:val="double" w:sz="4" w:space="0" w:color="000000"/>
              <w:left w:val="double" w:sz="4" w:space="0" w:color="000000"/>
              <w:bottom w:val="double" w:sz="4" w:space="0" w:color="000000"/>
              <w:right w:val="double" w:sz="4" w:space="0" w:color="000000"/>
            </w:tcBorders>
            <w:vAlign w:val="center"/>
          </w:tcPr>
          <w:p w14:paraId="4AB0BE93" w14:textId="77777777" w:rsidR="00203768" w:rsidRPr="001E78F5" w:rsidRDefault="00203768" w:rsidP="002A1878">
            <w:pPr>
              <w:jc w:val="both"/>
              <w:rPr>
                <w:sz w:val="18"/>
                <w:szCs w:val="18"/>
              </w:rPr>
            </w:pPr>
            <w:r w:rsidRPr="001E78F5">
              <w:rPr>
                <w:rFonts w:ascii="Arial" w:eastAsia="Arial" w:hAnsi="Arial" w:cs="Arial"/>
                <w:sz w:val="18"/>
                <w:szCs w:val="18"/>
              </w:rPr>
              <w:t xml:space="preserve">Estabelecer penalizações por atrasos, na forma prevista no instrumento convocatório ou no contrato. </w:t>
            </w:r>
          </w:p>
        </w:tc>
        <w:tc>
          <w:tcPr>
            <w:tcW w:w="3280" w:type="dxa"/>
            <w:tcBorders>
              <w:top w:val="double" w:sz="4" w:space="0" w:color="000000"/>
              <w:left w:val="double" w:sz="4" w:space="0" w:color="000000"/>
              <w:bottom w:val="double" w:sz="4" w:space="0" w:color="000000"/>
              <w:right w:val="double" w:sz="4" w:space="0" w:color="000000"/>
            </w:tcBorders>
          </w:tcPr>
          <w:p w14:paraId="798BEC42" w14:textId="77777777" w:rsidR="00203768" w:rsidRPr="001E78F5" w:rsidRDefault="00203768" w:rsidP="002A1878">
            <w:pPr>
              <w:ind w:right="70"/>
              <w:jc w:val="center"/>
              <w:rPr>
                <w:sz w:val="18"/>
                <w:szCs w:val="18"/>
              </w:rPr>
            </w:pPr>
            <w:r w:rsidRPr="001E78F5">
              <w:rPr>
                <w:rFonts w:ascii="Arial" w:eastAsia="Arial" w:hAnsi="Arial" w:cs="Arial"/>
                <w:sz w:val="18"/>
                <w:szCs w:val="18"/>
              </w:rPr>
              <w:t xml:space="preserve">Integrante Administrativo </w:t>
            </w:r>
          </w:p>
          <w:p w14:paraId="07F39E89" w14:textId="77777777" w:rsidR="00203768" w:rsidRPr="001E78F5" w:rsidRDefault="00203768" w:rsidP="002A1878">
            <w:pPr>
              <w:jc w:val="center"/>
              <w:rPr>
                <w:sz w:val="18"/>
                <w:szCs w:val="18"/>
              </w:rPr>
            </w:pPr>
            <w:r w:rsidRPr="001E78F5">
              <w:rPr>
                <w:rFonts w:ascii="Arial" w:eastAsia="Arial" w:hAnsi="Arial" w:cs="Arial"/>
                <w:sz w:val="18"/>
                <w:szCs w:val="18"/>
              </w:rPr>
              <w:t xml:space="preserve">Ocupantes de cargos com poder de decisão </w:t>
            </w:r>
          </w:p>
        </w:tc>
      </w:tr>
      <w:tr w:rsidR="00203768" w:rsidRPr="001E78F5" w14:paraId="7EA41F04" w14:textId="77777777">
        <w:trPr>
          <w:trHeight w:val="538"/>
        </w:trPr>
        <w:tc>
          <w:tcPr>
            <w:tcW w:w="951" w:type="dxa"/>
            <w:tcBorders>
              <w:top w:val="double" w:sz="4" w:space="0" w:color="000000"/>
              <w:left w:val="double" w:sz="4" w:space="0" w:color="000000"/>
              <w:bottom w:val="double" w:sz="4" w:space="0" w:color="000000"/>
              <w:right w:val="double" w:sz="4" w:space="0" w:color="000000"/>
            </w:tcBorders>
            <w:vAlign w:val="center"/>
          </w:tcPr>
          <w:p w14:paraId="5FA70D44"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3 </w:t>
            </w:r>
          </w:p>
        </w:tc>
        <w:tc>
          <w:tcPr>
            <w:tcW w:w="5635" w:type="dxa"/>
            <w:gridSpan w:val="2"/>
            <w:tcBorders>
              <w:top w:val="double" w:sz="4" w:space="0" w:color="000000"/>
              <w:left w:val="double" w:sz="4" w:space="0" w:color="000000"/>
              <w:bottom w:val="double" w:sz="4" w:space="0" w:color="000000"/>
              <w:right w:val="double" w:sz="4" w:space="0" w:color="000000"/>
            </w:tcBorders>
          </w:tcPr>
          <w:p w14:paraId="26B4D1EE" w14:textId="77777777" w:rsidR="00203768" w:rsidRPr="001E78F5" w:rsidRDefault="00203768" w:rsidP="002A1878">
            <w:pPr>
              <w:jc w:val="both"/>
              <w:rPr>
                <w:sz w:val="18"/>
                <w:szCs w:val="18"/>
              </w:rPr>
            </w:pPr>
            <w:r w:rsidRPr="001E78F5">
              <w:rPr>
                <w:rFonts w:ascii="Arial" w:eastAsia="Arial" w:hAnsi="Arial" w:cs="Arial"/>
                <w:sz w:val="18"/>
                <w:szCs w:val="18"/>
              </w:rPr>
              <w:t xml:space="preserve">Planejar corretamente a estruturação da prestação dos serviços de segurança pessoal e vigilância patrimonial. </w:t>
            </w:r>
          </w:p>
        </w:tc>
        <w:tc>
          <w:tcPr>
            <w:tcW w:w="3280" w:type="dxa"/>
            <w:tcBorders>
              <w:top w:val="double" w:sz="4" w:space="0" w:color="000000"/>
              <w:left w:val="double" w:sz="4" w:space="0" w:color="000000"/>
              <w:bottom w:val="double" w:sz="4" w:space="0" w:color="000000"/>
              <w:right w:val="double" w:sz="4" w:space="0" w:color="000000"/>
            </w:tcBorders>
            <w:vAlign w:val="center"/>
          </w:tcPr>
          <w:p w14:paraId="01E66457" w14:textId="77777777" w:rsidR="00203768" w:rsidRPr="001E78F5" w:rsidRDefault="00203768" w:rsidP="002A1878">
            <w:pPr>
              <w:ind w:right="74"/>
              <w:jc w:val="center"/>
              <w:rPr>
                <w:sz w:val="18"/>
                <w:szCs w:val="18"/>
              </w:rPr>
            </w:pPr>
            <w:r w:rsidRPr="001E78F5">
              <w:rPr>
                <w:rFonts w:ascii="Arial" w:eastAsia="Arial" w:hAnsi="Arial" w:cs="Arial"/>
                <w:sz w:val="18"/>
                <w:szCs w:val="18"/>
              </w:rPr>
              <w:t xml:space="preserve">Integrante Requisitante </w:t>
            </w:r>
          </w:p>
        </w:tc>
      </w:tr>
      <w:tr w:rsidR="00203768" w:rsidRPr="001E78F5" w14:paraId="29DC74AC" w14:textId="77777777">
        <w:trPr>
          <w:trHeight w:val="422"/>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7946CC3F" w14:textId="77777777" w:rsidR="00203768" w:rsidRPr="001E78F5" w:rsidRDefault="00203768" w:rsidP="002A1878">
            <w:pPr>
              <w:ind w:right="78"/>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2C167E1B" w14:textId="77777777" w:rsidR="00203768" w:rsidRPr="001E78F5" w:rsidRDefault="00203768" w:rsidP="002A1878">
            <w:pPr>
              <w:ind w:right="77"/>
              <w:jc w:val="center"/>
              <w:rPr>
                <w:sz w:val="18"/>
                <w:szCs w:val="18"/>
              </w:rPr>
            </w:pPr>
            <w:r w:rsidRPr="001E78F5">
              <w:rPr>
                <w:rFonts w:ascii="Arial" w:eastAsia="Arial" w:hAnsi="Arial" w:cs="Arial"/>
                <w:b/>
                <w:sz w:val="18"/>
                <w:szCs w:val="18"/>
              </w:rPr>
              <w:t>AÇÃO DE CONTINGÊNCIA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75F096F7" w14:textId="77777777" w:rsidR="00203768" w:rsidRPr="001E78F5" w:rsidRDefault="00203768" w:rsidP="002A1878">
            <w:pPr>
              <w:ind w:right="79"/>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0BEB2F91" w14:textId="77777777">
        <w:trPr>
          <w:trHeight w:val="789"/>
        </w:trPr>
        <w:tc>
          <w:tcPr>
            <w:tcW w:w="951" w:type="dxa"/>
            <w:tcBorders>
              <w:top w:val="double" w:sz="4" w:space="0" w:color="000000"/>
              <w:left w:val="double" w:sz="4" w:space="0" w:color="000000"/>
              <w:bottom w:val="double" w:sz="4" w:space="0" w:color="000000"/>
              <w:right w:val="double" w:sz="4" w:space="0" w:color="000000"/>
            </w:tcBorders>
            <w:vAlign w:val="center"/>
          </w:tcPr>
          <w:p w14:paraId="0974B68A" w14:textId="77777777" w:rsidR="00203768" w:rsidRPr="001E78F5" w:rsidRDefault="00203768" w:rsidP="002A1878">
            <w:pPr>
              <w:ind w:right="70"/>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vAlign w:val="center"/>
          </w:tcPr>
          <w:p w14:paraId="5D8B8D9E" w14:textId="77777777" w:rsidR="00203768" w:rsidRPr="001E78F5" w:rsidRDefault="00203768" w:rsidP="002A1878">
            <w:pPr>
              <w:jc w:val="both"/>
              <w:rPr>
                <w:sz w:val="18"/>
                <w:szCs w:val="18"/>
              </w:rPr>
            </w:pPr>
            <w:r w:rsidRPr="001E78F5">
              <w:rPr>
                <w:rFonts w:ascii="Arial" w:eastAsia="Arial" w:hAnsi="Arial" w:cs="Arial"/>
                <w:sz w:val="18"/>
                <w:szCs w:val="18"/>
              </w:rPr>
              <w:t xml:space="preserve">Aplicar penalizações por atrasos, na forma prevista no instrumento convocatório e/ou no contrato. </w:t>
            </w:r>
          </w:p>
        </w:tc>
        <w:tc>
          <w:tcPr>
            <w:tcW w:w="3280" w:type="dxa"/>
            <w:tcBorders>
              <w:top w:val="double" w:sz="4" w:space="0" w:color="000000"/>
              <w:left w:val="double" w:sz="4" w:space="0" w:color="000000"/>
              <w:bottom w:val="double" w:sz="4" w:space="0" w:color="000000"/>
              <w:right w:val="double" w:sz="4" w:space="0" w:color="000000"/>
            </w:tcBorders>
          </w:tcPr>
          <w:p w14:paraId="4DC4DD29" w14:textId="77777777" w:rsidR="00203768" w:rsidRPr="001E78F5" w:rsidRDefault="00203768" w:rsidP="002A1878">
            <w:pPr>
              <w:ind w:right="75"/>
              <w:jc w:val="center"/>
              <w:rPr>
                <w:sz w:val="18"/>
                <w:szCs w:val="18"/>
              </w:rPr>
            </w:pPr>
            <w:r w:rsidRPr="001E78F5">
              <w:rPr>
                <w:rFonts w:ascii="Arial" w:eastAsia="Arial" w:hAnsi="Arial" w:cs="Arial"/>
                <w:sz w:val="18"/>
                <w:szCs w:val="18"/>
              </w:rPr>
              <w:t xml:space="preserve">Integrante Requisitante </w:t>
            </w:r>
          </w:p>
          <w:p w14:paraId="146543EA" w14:textId="77777777" w:rsidR="00203768" w:rsidRPr="001E78F5" w:rsidRDefault="00203768" w:rsidP="002A1878">
            <w:pPr>
              <w:jc w:val="center"/>
              <w:rPr>
                <w:sz w:val="18"/>
                <w:szCs w:val="18"/>
              </w:rPr>
            </w:pPr>
            <w:r w:rsidRPr="001E78F5">
              <w:rPr>
                <w:rFonts w:ascii="Arial" w:eastAsia="Arial" w:hAnsi="Arial" w:cs="Arial"/>
                <w:sz w:val="18"/>
                <w:szCs w:val="18"/>
              </w:rPr>
              <w:t xml:space="preserve">Ocupantes de cargos com poder de decisão. </w:t>
            </w:r>
          </w:p>
        </w:tc>
      </w:tr>
      <w:tr w:rsidR="00203768" w:rsidRPr="001E78F5" w14:paraId="313619D3" w14:textId="77777777">
        <w:trPr>
          <w:trHeight w:val="536"/>
        </w:trPr>
        <w:tc>
          <w:tcPr>
            <w:tcW w:w="951" w:type="dxa"/>
            <w:tcBorders>
              <w:top w:val="double" w:sz="4" w:space="0" w:color="000000"/>
              <w:left w:val="double" w:sz="4" w:space="0" w:color="000000"/>
              <w:bottom w:val="double" w:sz="4" w:space="0" w:color="000000"/>
              <w:right w:val="double" w:sz="4" w:space="0" w:color="000000"/>
            </w:tcBorders>
            <w:vAlign w:val="center"/>
          </w:tcPr>
          <w:p w14:paraId="588C930F" w14:textId="77777777" w:rsidR="00203768" w:rsidRPr="001E78F5" w:rsidRDefault="00203768" w:rsidP="002A1878">
            <w:pPr>
              <w:ind w:right="70"/>
              <w:jc w:val="center"/>
              <w:rPr>
                <w:sz w:val="18"/>
                <w:szCs w:val="18"/>
              </w:rPr>
            </w:pPr>
            <w:r w:rsidRPr="001E78F5">
              <w:rPr>
                <w:rFonts w:ascii="Arial" w:eastAsia="Arial" w:hAnsi="Arial" w:cs="Arial"/>
                <w:sz w:val="18"/>
                <w:szCs w:val="18"/>
              </w:rPr>
              <w:t xml:space="preserve">2 </w:t>
            </w:r>
          </w:p>
        </w:tc>
        <w:tc>
          <w:tcPr>
            <w:tcW w:w="5635" w:type="dxa"/>
            <w:gridSpan w:val="2"/>
            <w:tcBorders>
              <w:top w:val="double" w:sz="4" w:space="0" w:color="000000"/>
              <w:left w:val="double" w:sz="4" w:space="0" w:color="000000"/>
              <w:bottom w:val="double" w:sz="4" w:space="0" w:color="000000"/>
              <w:right w:val="double" w:sz="4" w:space="0" w:color="000000"/>
            </w:tcBorders>
          </w:tcPr>
          <w:p w14:paraId="23F287EF" w14:textId="77777777" w:rsidR="00203768" w:rsidRPr="001E78F5" w:rsidRDefault="00203768" w:rsidP="002A1878">
            <w:pPr>
              <w:jc w:val="both"/>
              <w:rPr>
                <w:sz w:val="18"/>
                <w:szCs w:val="18"/>
              </w:rPr>
            </w:pPr>
            <w:r w:rsidRPr="001E78F5">
              <w:rPr>
                <w:rFonts w:ascii="Arial" w:eastAsia="Arial" w:hAnsi="Arial" w:cs="Arial"/>
                <w:sz w:val="18"/>
                <w:szCs w:val="18"/>
              </w:rPr>
              <w:t xml:space="preserve">Efetivar ações junto aos fornecedores para entrega dos equipamentos e/ou início dos serviços dentro do prazo estabelecido. </w:t>
            </w:r>
          </w:p>
        </w:tc>
        <w:tc>
          <w:tcPr>
            <w:tcW w:w="3280" w:type="dxa"/>
            <w:tcBorders>
              <w:top w:val="double" w:sz="4" w:space="0" w:color="000000"/>
              <w:left w:val="double" w:sz="4" w:space="0" w:color="000000"/>
              <w:bottom w:val="double" w:sz="4" w:space="0" w:color="000000"/>
              <w:right w:val="double" w:sz="4" w:space="0" w:color="000000"/>
            </w:tcBorders>
            <w:vAlign w:val="center"/>
          </w:tcPr>
          <w:p w14:paraId="2A559B5D" w14:textId="77777777" w:rsidR="00203768" w:rsidRPr="001E78F5" w:rsidRDefault="00203768" w:rsidP="002A1878">
            <w:pPr>
              <w:ind w:right="75"/>
              <w:jc w:val="center"/>
              <w:rPr>
                <w:sz w:val="18"/>
                <w:szCs w:val="18"/>
              </w:rPr>
            </w:pPr>
            <w:r w:rsidRPr="001E78F5">
              <w:rPr>
                <w:rFonts w:ascii="Arial" w:eastAsia="Arial" w:hAnsi="Arial" w:cs="Arial"/>
                <w:sz w:val="18"/>
                <w:szCs w:val="18"/>
              </w:rPr>
              <w:t xml:space="preserve">Integrante Requisitante </w:t>
            </w:r>
          </w:p>
        </w:tc>
      </w:tr>
      <w:tr w:rsidR="00203768" w:rsidRPr="001E78F5" w14:paraId="101DB9F9" w14:textId="77777777">
        <w:trPr>
          <w:trHeight w:val="422"/>
        </w:trPr>
        <w:tc>
          <w:tcPr>
            <w:tcW w:w="951" w:type="dxa"/>
            <w:tcBorders>
              <w:top w:val="double" w:sz="4" w:space="0" w:color="000000"/>
              <w:left w:val="double" w:sz="4" w:space="0" w:color="000000"/>
              <w:bottom w:val="double" w:sz="4" w:space="0" w:color="000000"/>
              <w:right w:val="nil"/>
            </w:tcBorders>
            <w:shd w:val="clear" w:color="auto" w:fill="BFBFBF"/>
          </w:tcPr>
          <w:p w14:paraId="038981BB" w14:textId="77777777" w:rsidR="00203768" w:rsidRPr="001E78F5" w:rsidRDefault="00203768" w:rsidP="002A1878">
            <w:pPr>
              <w:rPr>
                <w:sz w:val="18"/>
                <w:szCs w:val="18"/>
              </w:rPr>
            </w:pPr>
          </w:p>
        </w:tc>
        <w:tc>
          <w:tcPr>
            <w:tcW w:w="8915" w:type="dxa"/>
            <w:gridSpan w:val="3"/>
            <w:tcBorders>
              <w:top w:val="double" w:sz="4" w:space="0" w:color="000000"/>
              <w:left w:val="nil"/>
              <w:bottom w:val="double" w:sz="4" w:space="0" w:color="000000"/>
              <w:right w:val="double" w:sz="4" w:space="0" w:color="000000"/>
            </w:tcBorders>
            <w:shd w:val="clear" w:color="auto" w:fill="BFBFBF"/>
          </w:tcPr>
          <w:p w14:paraId="4D42A0C0" w14:textId="77777777" w:rsidR="00203768" w:rsidRPr="001E78F5" w:rsidRDefault="00203768" w:rsidP="002A1878">
            <w:pPr>
              <w:ind w:left="1916"/>
              <w:rPr>
                <w:sz w:val="18"/>
                <w:szCs w:val="18"/>
              </w:rPr>
            </w:pPr>
            <w:r w:rsidRPr="001E78F5">
              <w:rPr>
                <w:rFonts w:ascii="Arial" w:eastAsia="Arial" w:hAnsi="Arial" w:cs="Arial"/>
                <w:b/>
                <w:sz w:val="18"/>
                <w:szCs w:val="18"/>
              </w:rPr>
              <w:t>CAUSAS (FONTE + VULNERABILIDADES)</w:t>
            </w:r>
            <w:r w:rsidRPr="001E78F5">
              <w:rPr>
                <w:rFonts w:ascii="Arial" w:eastAsia="Arial" w:hAnsi="Arial" w:cs="Arial"/>
                <w:sz w:val="18"/>
                <w:szCs w:val="18"/>
              </w:rPr>
              <w:t xml:space="preserve"> </w:t>
            </w:r>
          </w:p>
        </w:tc>
      </w:tr>
      <w:tr w:rsidR="00203768" w:rsidRPr="001E78F5" w14:paraId="6A897257" w14:textId="77777777">
        <w:trPr>
          <w:trHeight w:val="285"/>
        </w:trPr>
        <w:tc>
          <w:tcPr>
            <w:tcW w:w="951" w:type="dxa"/>
            <w:tcBorders>
              <w:top w:val="double" w:sz="4" w:space="0" w:color="000000"/>
              <w:left w:val="double" w:sz="4" w:space="0" w:color="000000"/>
              <w:bottom w:val="double" w:sz="4" w:space="0" w:color="000000"/>
              <w:right w:val="double" w:sz="4" w:space="0" w:color="000000"/>
            </w:tcBorders>
          </w:tcPr>
          <w:p w14:paraId="5F743F3A" w14:textId="77777777" w:rsidR="00203768" w:rsidRPr="001E78F5" w:rsidRDefault="00203768" w:rsidP="002A1878">
            <w:pPr>
              <w:ind w:right="70"/>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09AA6FA3" w14:textId="77777777" w:rsidR="00203768" w:rsidRPr="001E78F5" w:rsidRDefault="00203768" w:rsidP="002A1878">
            <w:pPr>
              <w:rPr>
                <w:sz w:val="18"/>
                <w:szCs w:val="18"/>
              </w:rPr>
            </w:pPr>
            <w:r w:rsidRPr="001E78F5">
              <w:rPr>
                <w:rFonts w:ascii="Arial" w:eastAsia="Arial" w:hAnsi="Arial" w:cs="Arial"/>
                <w:sz w:val="18"/>
                <w:szCs w:val="18"/>
              </w:rPr>
              <w:t xml:space="preserve">Processo - Falta de controle nos trâmites da contratação. </w:t>
            </w:r>
          </w:p>
        </w:tc>
      </w:tr>
      <w:tr w:rsidR="00203768" w:rsidRPr="001E78F5" w14:paraId="38C42268" w14:textId="77777777">
        <w:trPr>
          <w:trHeight w:val="283"/>
        </w:trPr>
        <w:tc>
          <w:tcPr>
            <w:tcW w:w="951" w:type="dxa"/>
            <w:tcBorders>
              <w:top w:val="double" w:sz="4" w:space="0" w:color="000000"/>
              <w:left w:val="double" w:sz="4" w:space="0" w:color="000000"/>
              <w:bottom w:val="double" w:sz="4" w:space="0" w:color="000000"/>
              <w:right w:val="double" w:sz="4" w:space="0" w:color="000000"/>
            </w:tcBorders>
          </w:tcPr>
          <w:p w14:paraId="35F4614D" w14:textId="77777777" w:rsidR="00203768" w:rsidRPr="001E78F5" w:rsidRDefault="00203768" w:rsidP="002A1878">
            <w:pPr>
              <w:ind w:right="70"/>
              <w:jc w:val="center"/>
              <w:rPr>
                <w:sz w:val="18"/>
                <w:szCs w:val="18"/>
              </w:rPr>
            </w:pPr>
            <w:r w:rsidRPr="001E78F5">
              <w:rPr>
                <w:rFonts w:ascii="Arial" w:eastAsia="Arial" w:hAnsi="Arial" w:cs="Arial"/>
                <w:sz w:val="18"/>
                <w:szCs w:val="18"/>
              </w:rPr>
              <w:t xml:space="preserve">2 </w:t>
            </w:r>
          </w:p>
        </w:tc>
        <w:tc>
          <w:tcPr>
            <w:tcW w:w="8915" w:type="dxa"/>
            <w:gridSpan w:val="3"/>
            <w:tcBorders>
              <w:top w:val="double" w:sz="4" w:space="0" w:color="000000"/>
              <w:left w:val="double" w:sz="4" w:space="0" w:color="000000"/>
              <w:bottom w:val="double" w:sz="4" w:space="0" w:color="000000"/>
              <w:right w:val="double" w:sz="4" w:space="0" w:color="000000"/>
            </w:tcBorders>
          </w:tcPr>
          <w:p w14:paraId="7B459DD0" w14:textId="77777777" w:rsidR="00203768" w:rsidRPr="001E78F5" w:rsidRDefault="00203768" w:rsidP="002A1878">
            <w:pPr>
              <w:rPr>
                <w:sz w:val="18"/>
                <w:szCs w:val="18"/>
              </w:rPr>
            </w:pPr>
            <w:r w:rsidRPr="001E78F5">
              <w:rPr>
                <w:rFonts w:ascii="Arial" w:eastAsia="Arial" w:hAnsi="Arial" w:cs="Arial"/>
                <w:sz w:val="18"/>
                <w:szCs w:val="18"/>
              </w:rPr>
              <w:t xml:space="preserve">Pessoal - Falta de controle na entrega dos produtos ou execução do serviço. </w:t>
            </w:r>
          </w:p>
        </w:tc>
      </w:tr>
      <w:tr w:rsidR="00203768" w:rsidRPr="001E78F5" w14:paraId="1D4B7589" w14:textId="77777777">
        <w:trPr>
          <w:trHeight w:val="283"/>
        </w:trPr>
        <w:tc>
          <w:tcPr>
            <w:tcW w:w="951" w:type="dxa"/>
            <w:tcBorders>
              <w:top w:val="double" w:sz="4" w:space="0" w:color="000000"/>
              <w:left w:val="double" w:sz="4" w:space="0" w:color="000000"/>
              <w:bottom w:val="double" w:sz="4" w:space="0" w:color="000000"/>
              <w:right w:val="double" w:sz="4" w:space="0" w:color="000000"/>
            </w:tcBorders>
          </w:tcPr>
          <w:p w14:paraId="5768D4B5" w14:textId="77777777" w:rsidR="00203768" w:rsidRPr="001E78F5" w:rsidRDefault="00203768" w:rsidP="002A1878">
            <w:pPr>
              <w:ind w:right="70"/>
              <w:jc w:val="center"/>
              <w:rPr>
                <w:sz w:val="18"/>
                <w:szCs w:val="18"/>
              </w:rPr>
            </w:pPr>
            <w:r w:rsidRPr="001E78F5">
              <w:rPr>
                <w:rFonts w:ascii="Arial" w:eastAsia="Arial" w:hAnsi="Arial" w:cs="Arial"/>
                <w:sz w:val="18"/>
                <w:szCs w:val="18"/>
              </w:rPr>
              <w:t xml:space="preserve">3 </w:t>
            </w:r>
          </w:p>
        </w:tc>
        <w:tc>
          <w:tcPr>
            <w:tcW w:w="8915" w:type="dxa"/>
            <w:gridSpan w:val="3"/>
            <w:tcBorders>
              <w:top w:val="double" w:sz="4" w:space="0" w:color="000000"/>
              <w:left w:val="double" w:sz="4" w:space="0" w:color="000000"/>
              <w:bottom w:val="double" w:sz="4" w:space="0" w:color="000000"/>
              <w:right w:val="double" w:sz="4" w:space="0" w:color="000000"/>
            </w:tcBorders>
          </w:tcPr>
          <w:p w14:paraId="6BB5174A" w14:textId="77777777" w:rsidR="00203768" w:rsidRPr="001E78F5" w:rsidRDefault="00203768" w:rsidP="002A1878">
            <w:pPr>
              <w:rPr>
                <w:sz w:val="18"/>
                <w:szCs w:val="18"/>
              </w:rPr>
            </w:pPr>
            <w:r w:rsidRPr="001E78F5">
              <w:rPr>
                <w:rFonts w:ascii="Arial" w:eastAsia="Arial" w:hAnsi="Arial" w:cs="Arial"/>
                <w:sz w:val="18"/>
                <w:szCs w:val="18"/>
              </w:rPr>
              <w:t xml:space="preserve">Processo - Falta de cronograma de contratação. </w:t>
            </w:r>
          </w:p>
        </w:tc>
      </w:tr>
    </w:tbl>
    <w:p w14:paraId="72E8C1CA" w14:textId="77777777" w:rsidR="00203768" w:rsidRPr="001E78F5" w:rsidRDefault="00203768" w:rsidP="00203768">
      <w:pPr>
        <w:spacing w:after="0"/>
        <w:ind w:left="4816"/>
        <w:jc w:val="both"/>
        <w:rPr>
          <w:sz w:val="18"/>
          <w:szCs w:val="18"/>
        </w:rPr>
      </w:pPr>
      <w:r w:rsidRPr="001E78F5">
        <w:rPr>
          <w:rFonts w:ascii="Arial" w:eastAsia="Arial" w:hAnsi="Arial" w:cs="Arial"/>
          <w:sz w:val="18"/>
          <w:szCs w:val="18"/>
        </w:rPr>
        <w:t xml:space="preserve"> </w:t>
      </w:r>
    </w:p>
    <w:p w14:paraId="665F44FD" w14:textId="77777777" w:rsidR="00203768" w:rsidRPr="001E78F5" w:rsidRDefault="00203768" w:rsidP="00203768">
      <w:pPr>
        <w:spacing w:after="0"/>
        <w:ind w:left="4816"/>
        <w:jc w:val="both"/>
        <w:rPr>
          <w:sz w:val="18"/>
          <w:szCs w:val="18"/>
        </w:rPr>
      </w:pPr>
      <w:r w:rsidRPr="001E78F5">
        <w:rPr>
          <w:rFonts w:ascii="Arial" w:eastAsia="Arial" w:hAnsi="Arial" w:cs="Arial"/>
          <w:sz w:val="18"/>
          <w:szCs w:val="18"/>
        </w:rPr>
        <w:t xml:space="preserve"> </w:t>
      </w:r>
    </w:p>
    <w:p w14:paraId="6FE6793F" w14:textId="77777777" w:rsidR="00203768" w:rsidRPr="001E78F5" w:rsidRDefault="00203768" w:rsidP="00203768">
      <w:pPr>
        <w:spacing w:after="0"/>
        <w:ind w:left="4816"/>
        <w:jc w:val="both"/>
        <w:rPr>
          <w:sz w:val="18"/>
          <w:szCs w:val="18"/>
        </w:rPr>
      </w:pPr>
      <w:r w:rsidRPr="001E78F5">
        <w:rPr>
          <w:rFonts w:ascii="Arial" w:eastAsia="Arial" w:hAnsi="Arial" w:cs="Arial"/>
          <w:sz w:val="18"/>
          <w:szCs w:val="18"/>
        </w:rPr>
        <w:t xml:space="preserve"> </w:t>
      </w:r>
    </w:p>
    <w:tbl>
      <w:tblPr>
        <w:tblStyle w:val="TableGrid"/>
        <w:tblW w:w="9865" w:type="dxa"/>
        <w:tblInd w:w="-114" w:type="dxa"/>
        <w:tblCellMar>
          <w:top w:w="28" w:type="dxa"/>
          <w:left w:w="104" w:type="dxa"/>
          <w:right w:w="44" w:type="dxa"/>
        </w:tblCellMar>
        <w:tblLook w:val="04A0" w:firstRow="1" w:lastRow="0" w:firstColumn="1" w:lastColumn="0" w:noHBand="0" w:noVBand="1"/>
      </w:tblPr>
      <w:tblGrid>
        <w:gridCol w:w="951"/>
        <w:gridCol w:w="911"/>
        <w:gridCol w:w="4723"/>
        <w:gridCol w:w="3280"/>
      </w:tblGrid>
      <w:tr w:rsidR="00203768" w:rsidRPr="001E78F5" w14:paraId="0DF19897" w14:textId="77777777">
        <w:trPr>
          <w:trHeight w:val="800"/>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vAlign w:val="center"/>
          </w:tcPr>
          <w:p w14:paraId="77C64FD5" w14:textId="43D29EFE" w:rsidR="00203768" w:rsidRPr="001E78F5" w:rsidRDefault="00203768" w:rsidP="002A1878">
            <w:pPr>
              <w:ind w:left="5"/>
              <w:rPr>
                <w:sz w:val="18"/>
                <w:szCs w:val="18"/>
              </w:rPr>
            </w:pPr>
            <w:r w:rsidRPr="001E78F5">
              <w:rPr>
                <w:rFonts w:ascii="Arial" w:eastAsia="Arial" w:hAnsi="Arial" w:cs="Arial"/>
                <w:b/>
                <w:sz w:val="18"/>
                <w:szCs w:val="18"/>
              </w:rPr>
              <w:t xml:space="preserve">RISCO </w:t>
            </w:r>
            <w:r w:rsidR="00F13138" w:rsidRPr="001E78F5">
              <w:rPr>
                <w:rFonts w:ascii="Arial" w:eastAsia="Arial" w:hAnsi="Arial" w:cs="Arial"/>
                <w:b/>
                <w:sz w:val="18"/>
                <w:szCs w:val="18"/>
              </w:rPr>
              <w:t>14.1.3.c</w:t>
            </w:r>
            <w:r w:rsidRPr="001E78F5">
              <w:rPr>
                <w:rFonts w:ascii="Arial" w:eastAsia="Arial" w:hAnsi="Arial" w:cs="Arial"/>
                <w:b/>
                <w:sz w:val="18"/>
                <w:szCs w:val="18"/>
              </w:rPr>
              <w:t>. VEÍCULOS / MATERIAIS NÃO CUMPREM AS ESPECIFICAÇÕES EDITALÍCIAS, TÉCNICAS E DEMAIS EXIGÊNCIAS NORMATIVAS</w:t>
            </w:r>
            <w:r w:rsidRPr="001E78F5">
              <w:rPr>
                <w:rFonts w:ascii="Arial" w:eastAsia="Arial" w:hAnsi="Arial" w:cs="Arial"/>
                <w:sz w:val="18"/>
                <w:szCs w:val="18"/>
              </w:rPr>
              <w:t xml:space="preserve"> </w:t>
            </w:r>
          </w:p>
        </w:tc>
      </w:tr>
      <w:tr w:rsidR="00203768" w:rsidRPr="001E78F5" w14:paraId="3F8DBC1A" w14:textId="77777777">
        <w:trPr>
          <w:trHeight w:val="856"/>
        </w:trPr>
        <w:tc>
          <w:tcPr>
            <w:tcW w:w="9865" w:type="dxa"/>
            <w:gridSpan w:val="4"/>
            <w:tcBorders>
              <w:top w:val="double" w:sz="4" w:space="0" w:color="000000"/>
              <w:left w:val="double" w:sz="4" w:space="0" w:color="000000"/>
              <w:bottom w:val="double" w:sz="4" w:space="0" w:color="000000"/>
              <w:right w:val="double" w:sz="4" w:space="0" w:color="000000"/>
            </w:tcBorders>
          </w:tcPr>
          <w:p w14:paraId="0877963A" w14:textId="77777777" w:rsidR="00203768" w:rsidRPr="001E78F5" w:rsidRDefault="00203768" w:rsidP="002A1878">
            <w:pPr>
              <w:spacing w:after="17"/>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PLANEJAMENTO DA CONTRATAÇÃO </w:t>
            </w:r>
          </w:p>
          <w:p w14:paraId="6ECAD97A" w14:textId="77777777" w:rsidR="00203768" w:rsidRPr="001E78F5" w:rsidRDefault="00203768" w:rsidP="002A1878">
            <w:pPr>
              <w:spacing w:after="21"/>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SELEÇÃO DO FORNECEDOR </w:t>
            </w:r>
          </w:p>
          <w:p w14:paraId="7706162D" w14:textId="77777777" w:rsidR="00203768" w:rsidRPr="001E78F5" w:rsidRDefault="00203768" w:rsidP="002A1878">
            <w:pPr>
              <w:ind w:left="5"/>
              <w:rPr>
                <w:sz w:val="18"/>
                <w:szCs w:val="18"/>
              </w:rPr>
            </w:pPr>
            <w:r w:rsidRPr="001E78F5">
              <w:rPr>
                <w:rFonts w:ascii="Arial" w:eastAsia="Arial" w:hAnsi="Arial" w:cs="Arial"/>
                <w:sz w:val="18"/>
                <w:szCs w:val="18"/>
              </w:rPr>
              <w:t xml:space="preserve">(X) CONTRATAÇÃO </w:t>
            </w:r>
          </w:p>
        </w:tc>
      </w:tr>
      <w:tr w:rsidR="00203768" w:rsidRPr="001E78F5" w14:paraId="2DF39B08" w14:textId="77777777">
        <w:trPr>
          <w:trHeight w:val="307"/>
        </w:trPr>
        <w:tc>
          <w:tcPr>
            <w:tcW w:w="1862" w:type="dxa"/>
            <w:gridSpan w:val="2"/>
            <w:tcBorders>
              <w:top w:val="double" w:sz="4" w:space="0" w:color="000000"/>
              <w:left w:val="double" w:sz="4" w:space="0" w:color="000000"/>
              <w:bottom w:val="double" w:sz="4" w:space="0" w:color="000000"/>
              <w:right w:val="double" w:sz="4" w:space="0" w:color="000000"/>
            </w:tcBorders>
          </w:tcPr>
          <w:p w14:paraId="3B75FFBF" w14:textId="77777777" w:rsidR="00203768" w:rsidRPr="001E78F5" w:rsidRDefault="00203768" w:rsidP="002A1878">
            <w:pPr>
              <w:ind w:left="5"/>
              <w:jc w:val="both"/>
              <w:rPr>
                <w:sz w:val="18"/>
                <w:szCs w:val="18"/>
              </w:rPr>
            </w:pPr>
            <w:r w:rsidRPr="001E78F5">
              <w:rPr>
                <w:rFonts w:ascii="Arial" w:eastAsia="Arial" w:hAnsi="Arial" w:cs="Arial"/>
                <w:b/>
                <w:sz w:val="18"/>
                <w:szCs w:val="18"/>
              </w:rPr>
              <w:t>PROBABILIDADE</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38E1151C" w14:textId="77777777" w:rsidR="00203768" w:rsidRPr="001E78F5" w:rsidRDefault="00203768" w:rsidP="002A1878">
            <w:pPr>
              <w:ind w:right="73"/>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ALTA (   ) MÉDIA ( X ) BAIXA </w:t>
            </w:r>
          </w:p>
        </w:tc>
      </w:tr>
      <w:tr w:rsidR="00203768" w:rsidRPr="001E78F5" w14:paraId="4107C412" w14:textId="77777777">
        <w:trPr>
          <w:trHeight w:val="304"/>
        </w:trPr>
        <w:tc>
          <w:tcPr>
            <w:tcW w:w="1862" w:type="dxa"/>
            <w:gridSpan w:val="2"/>
            <w:tcBorders>
              <w:top w:val="double" w:sz="4" w:space="0" w:color="000000"/>
              <w:left w:val="double" w:sz="4" w:space="0" w:color="000000"/>
              <w:bottom w:val="double" w:sz="4" w:space="0" w:color="000000"/>
              <w:right w:val="double" w:sz="4" w:space="0" w:color="000000"/>
            </w:tcBorders>
          </w:tcPr>
          <w:p w14:paraId="758F3CCC" w14:textId="77777777" w:rsidR="00203768" w:rsidRPr="001E78F5" w:rsidRDefault="00203768" w:rsidP="002A1878">
            <w:pPr>
              <w:ind w:right="68"/>
              <w:jc w:val="center"/>
              <w:rPr>
                <w:sz w:val="18"/>
                <w:szCs w:val="18"/>
              </w:rPr>
            </w:pPr>
            <w:r w:rsidRPr="001E78F5">
              <w:rPr>
                <w:rFonts w:ascii="Arial" w:eastAsia="Arial" w:hAnsi="Arial" w:cs="Arial"/>
                <w:b/>
                <w:sz w:val="18"/>
                <w:szCs w:val="18"/>
              </w:rPr>
              <w:t>IMPACTO</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131C5579" w14:textId="77777777" w:rsidR="00203768" w:rsidRPr="001E78F5" w:rsidRDefault="00203768" w:rsidP="002A1878">
            <w:pPr>
              <w:ind w:right="73"/>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MUITO GRANDE ( X ) GRANDE (  ) MODERADO (   ) PEQUENO (   ) MUITO PEQUENO </w:t>
            </w:r>
          </w:p>
        </w:tc>
      </w:tr>
      <w:tr w:rsidR="00203768" w:rsidRPr="001E78F5" w14:paraId="44730520" w14:textId="77777777">
        <w:trPr>
          <w:trHeight w:val="425"/>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61F9BA75" w14:textId="77777777" w:rsidR="00203768" w:rsidRPr="001E78F5" w:rsidRDefault="00203768" w:rsidP="002A1878">
            <w:pPr>
              <w:ind w:right="69"/>
              <w:jc w:val="center"/>
              <w:rPr>
                <w:sz w:val="18"/>
                <w:szCs w:val="18"/>
              </w:rPr>
            </w:pPr>
            <w:r w:rsidRPr="001E78F5">
              <w:rPr>
                <w:rFonts w:ascii="Arial" w:eastAsia="Arial" w:hAnsi="Arial" w:cs="Arial"/>
                <w:b/>
                <w:sz w:val="18"/>
                <w:szCs w:val="18"/>
              </w:rPr>
              <w:t>DANO – CONSEQUÊNCIA</w:t>
            </w:r>
            <w:r w:rsidRPr="001E78F5">
              <w:rPr>
                <w:rFonts w:ascii="Arial" w:eastAsia="Arial" w:hAnsi="Arial" w:cs="Arial"/>
                <w:sz w:val="18"/>
                <w:szCs w:val="18"/>
              </w:rPr>
              <w:t xml:space="preserve"> </w:t>
            </w:r>
          </w:p>
        </w:tc>
      </w:tr>
      <w:tr w:rsidR="00203768" w:rsidRPr="001E78F5" w14:paraId="629EEEBD" w14:textId="77777777">
        <w:trPr>
          <w:trHeight w:val="284"/>
        </w:trPr>
        <w:tc>
          <w:tcPr>
            <w:tcW w:w="951" w:type="dxa"/>
            <w:tcBorders>
              <w:top w:val="double" w:sz="4" w:space="0" w:color="000000"/>
              <w:left w:val="double" w:sz="4" w:space="0" w:color="000000"/>
              <w:bottom w:val="double" w:sz="4" w:space="0" w:color="000000"/>
              <w:right w:val="double" w:sz="4" w:space="0" w:color="000000"/>
            </w:tcBorders>
          </w:tcPr>
          <w:p w14:paraId="0B9888AD"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75C00579" w14:textId="77777777" w:rsidR="00203768" w:rsidRPr="001E78F5" w:rsidRDefault="00203768" w:rsidP="002A1878">
            <w:pPr>
              <w:rPr>
                <w:sz w:val="18"/>
                <w:szCs w:val="18"/>
              </w:rPr>
            </w:pPr>
            <w:r w:rsidRPr="001E78F5">
              <w:rPr>
                <w:rFonts w:ascii="Arial" w:eastAsia="Arial" w:hAnsi="Arial" w:cs="Arial"/>
                <w:sz w:val="18"/>
                <w:szCs w:val="18"/>
              </w:rPr>
              <w:t xml:space="preserve">Descumprimento do especificado no contrato. </w:t>
            </w:r>
          </w:p>
        </w:tc>
      </w:tr>
      <w:tr w:rsidR="00203768" w:rsidRPr="001E78F5" w14:paraId="05748771" w14:textId="77777777">
        <w:trPr>
          <w:trHeight w:val="282"/>
        </w:trPr>
        <w:tc>
          <w:tcPr>
            <w:tcW w:w="951" w:type="dxa"/>
            <w:tcBorders>
              <w:top w:val="double" w:sz="4" w:space="0" w:color="000000"/>
              <w:left w:val="double" w:sz="4" w:space="0" w:color="000000"/>
              <w:bottom w:val="double" w:sz="4" w:space="0" w:color="000000"/>
              <w:right w:val="double" w:sz="4" w:space="0" w:color="000000"/>
            </w:tcBorders>
          </w:tcPr>
          <w:p w14:paraId="0639A533"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8915" w:type="dxa"/>
            <w:gridSpan w:val="3"/>
            <w:tcBorders>
              <w:top w:val="double" w:sz="4" w:space="0" w:color="000000"/>
              <w:left w:val="double" w:sz="4" w:space="0" w:color="000000"/>
              <w:bottom w:val="double" w:sz="4" w:space="0" w:color="000000"/>
              <w:right w:val="double" w:sz="4" w:space="0" w:color="000000"/>
            </w:tcBorders>
          </w:tcPr>
          <w:p w14:paraId="6C835584" w14:textId="77777777" w:rsidR="00203768" w:rsidRPr="001E78F5" w:rsidRDefault="00203768" w:rsidP="002A1878">
            <w:pPr>
              <w:rPr>
                <w:sz w:val="18"/>
                <w:szCs w:val="18"/>
              </w:rPr>
            </w:pPr>
            <w:r w:rsidRPr="001E78F5">
              <w:rPr>
                <w:rFonts w:ascii="Arial" w:eastAsia="Arial" w:hAnsi="Arial" w:cs="Arial"/>
                <w:sz w:val="18"/>
                <w:szCs w:val="18"/>
              </w:rPr>
              <w:t xml:space="preserve">Risco de não haver correto atendimento na prestação dos serviços de transporte. </w:t>
            </w:r>
          </w:p>
        </w:tc>
      </w:tr>
      <w:tr w:rsidR="00203768" w:rsidRPr="001E78F5" w14:paraId="5A333C82" w14:textId="77777777">
        <w:trPr>
          <w:trHeight w:val="422"/>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627CAF79" w14:textId="77777777" w:rsidR="00203768" w:rsidRPr="001E78F5" w:rsidRDefault="00203768" w:rsidP="002A1878">
            <w:pPr>
              <w:ind w:right="76"/>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6464A25A" w14:textId="77777777" w:rsidR="00203768" w:rsidRPr="001E78F5" w:rsidRDefault="00203768" w:rsidP="002A1878">
            <w:pPr>
              <w:ind w:right="84"/>
              <w:jc w:val="center"/>
              <w:rPr>
                <w:sz w:val="18"/>
                <w:szCs w:val="18"/>
              </w:rPr>
            </w:pPr>
            <w:r w:rsidRPr="001E78F5">
              <w:rPr>
                <w:rFonts w:ascii="Arial" w:eastAsia="Arial" w:hAnsi="Arial" w:cs="Arial"/>
                <w:b/>
                <w:sz w:val="18"/>
                <w:szCs w:val="18"/>
              </w:rPr>
              <w:t>AÇÃO PREVENTIVA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03B53808"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1966FBF5" w14:textId="77777777">
        <w:trPr>
          <w:trHeight w:val="813"/>
        </w:trPr>
        <w:tc>
          <w:tcPr>
            <w:tcW w:w="951" w:type="dxa"/>
            <w:tcBorders>
              <w:top w:val="double" w:sz="4" w:space="0" w:color="000000"/>
              <w:left w:val="double" w:sz="4" w:space="0" w:color="000000"/>
              <w:bottom w:val="double" w:sz="4" w:space="0" w:color="000000"/>
              <w:right w:val="double" w:sz="4" w:space="0" w:color="000000"/>
            </w:tcBorders>
            <w:vAlign w:val="center"/>
          </w:tcPr>
          <w:p w14:paraId="7AA52A81"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vAlign w:val="center"/>
          </w:tcPr>
          <w:p w14:paraId="2D5C8A8E" w14:textId="77777777" w:rsidR="00203768" w:rsidRPr="001E78F5" w:rsidRDefault="00203768" w:rsidP="002A1878">
            <w:pPr>
              <w:rPr>
                <w:sz w:val="18"/>
                <w:szCs w:val="18"/>
              </w:rPr>
            </w:pPr>
            <w:r w:rsidRPr="001E78F5">
              <w:rPr>
                <w:rFonts w:ascii="Arial" w:eastAsia="Arial" w:hAnsi="Arial" w:cs="Arial"/>
                <w:sz w:val="18"/>
                <w:szCs w:val="18"/>
              </w:rPr>
              <w:t xml:space="preserve">Fiscalizar a entrega dos equipamentos e materiais. </w:t>
            </w:r>
          </w:p>
        </w:tc>
        <w:tc>
          <w:tcPr>
            <w:tcW w:w="3280" w:type="dxa"/>
            <w:tcBorders>
              <w:top w:val="double" w:sz="4" w:space="0" w:color="000000"/>
              <w:left w:val="double" w:sz="4" w:space="0" w:color="000000"/>
              <w:bottom w:val="double" w:sz="4" w:space="0" w:color="000000"/>
              <w:right w:val="double" w:sz="4" w:space="0" w:color="000000"/>
            </w:tcBorders>
          </w:tcPr>
          <w:p w14:paraId="523C2E72" w14:textId="77777777" w:rsidR="00203768" w:rsidRPr="001E78F5" w:rsidRDefault="00203768" w:rsidP="002A1878">
            <w:pPr>
              <w:spacing w:after="35"/>
              <w:ind w:right="13"/>
              <w:jc w:val="center"/>
              <w:rPr>
                <w:sz w:val="18"/>
                <w:szCs w:val="18"/>
              </w:rPr>
            </w:pPr>
            <w:r w:rsidRPr="001E78F5">
              <w:rPr>
                <w:rFonts w:ascii="Arial" w:eastAsia="Arial" w:hAnsi="Arial" w:cs="Arial"/>
                <w:sz w:val="18"/>
                <w:szCs w:val="18"/>
              </w:rPr>
              <w:t xml:space="preserve"> </w:t>
            </w:r>
          </w:p>
          <w:p w14:paraId="69CEA27A" w14:textId="77777777" w:rsidR="00203768" w:rsidRPr="001E78F5" w:rsidRDefault="00203768" w:rsidP="002A1878">
            <w:pPr>
              <w:ind w:right="74"/>
              <w:jc w:val="center"/>
              <w:rPr>
                <w:sz w:val="18"/>
                <w:szCs w:val="18"/>
              </w:rPr>
            </w:pPr>
            <w:r w:rsidRPr="001E78F5">
              <w:rPr>
                <w:rFonts w:ascii="Arial" w:eastAsia="Arial" w:hAnsi="Arial" w:cs="Arial"/>
                <w:sz w:val="18"/>
                <w:szCs w:val="18"/>
              </w:rPr>
              <w:t xml:space="preserve">Integrante Requisitante </w:t>
            </w:r>
          </w:p>
          <w:p w14:paraId="373C2512" w14:textId="77777777" w:rsidR="00203768" w:rsidRPr="001E78F5" w:rsidRDefault="00203768" w:rsidP="002A1878">
            <w:pPr>
              <w:ind w:left="3"/>
              <w:jc w:val="center"/>
              <w:rPr>
                <w:sz w:val="18"/>
                <w:szCs w:val="18"/>
              </w:rPr>
            </w:pPr>
            <w:r w:rsidRPr="001E78F5">
              <w:rPr>
                <w:rFonts w:ascii="Arial" w:eastAsia="Arial" w:hAnsi="Arial" w:cs="Arial"/>
                <w:sz w:val="18"/>
                <w:szCs w:val="18"/>
              </w:rPr>
              <w:t xml:space="preserve"> </w:t>
            </w:r>
          </w:p>
        </w:tc>
      </w:tr>
      <w:tr w:rsidR="00203768" w:rsidRPr="001E78F5" w14:paraId="440B35E1" w14:textId="77777777">
        <w:trPr>
          <w:trHeight w:val="656"/>
        </w:trPr>
        <w:tc>
          <w:tcPr>
            <w:tcW w:w="951" w:type="dxa"/>
            <w:tcBorders>
              <w:top w:val="double" w:sz="4" w:space="0" w:color="000000"/>
              <w:left w:val="double" w:sz="4" w:space="0" w:color="000000"/>
              <w:bottom w:val="double" w:sz="4" w:space="0" w:color="000000"/>
              <w:right w:val="double" w:sz="4" w:space="0" w:color="000000"/>
            </w:tcBorders>
            <w:vAlign w:val="center"/>
          </w:tcPr>
          <w:p w14:paraId="1EDCA65F"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5635" w:type="dxa"/>
            <w:gridSpan w:val="2"/>
            <w:tcBorders>
              <w:top w:val="double" w:sz="4" w:space="0" w:color="000000"/>
              <w:left w:val="double" w:sz="4" w:space="0" w:color="000000"/>
              <w:bottom w:val="double" w:sz="4" w:space="0" w:color="000000"/>
              <w:right w:val="double" w:sz="4" w:space="0" w:color="000000"/>
            </w:tcBorders>
          </w:tcPr>
          <w:p w14:paraId="11E73F1D" w14:textId="77777777" w:rsidR="00203768" w:rsidRPr="001E78F5" w:rsidRDefault="00203768" w:rsidP="002A1878">
            <w:pPr>
              <w:rPr>
                <w:sz w:val="18"/>
                <w:szCs w:val="18"/>
              </w:rPr>
            </w:pPr>
            <w:r w:rsidRPr="001E78F5">
              <w:rPr>
                <w:rFonts w:ascii="Arial" w:eastAsia="Arial" w:hAnsi="Arial" w:cs="Arial"/>
                <w:sz w:val="18"/>
                <w:szCs w:val="18"/>
              </w:rPr>
              <w:t xml:space="preserve">Fiscalizar o fornecimento de veículos e materiais quanto aos prazos e especificações estabelecidos em contrato. </w:t>
            </w:r>
          </w:p>
        </w:tc>
        <w:tc>
          <w:tcPr>
            <w:tcW w:w="3280" w:type="dxa"/>
            <w:tcBorders>
              <w:top w:val="double" w:sz="4" w:space="0" w:color="000000"/>
              <w:left w:val="double" w:sz="4" w:space="0" w:color="000000"/>
              <w:bottom w:val="double" w:sz="4" w:space="0" w:color="000000"/>
              <w:right w:val="double" w:sz="4" w:space="0" w:color="000000"/>
            </w:tcBorders>
            <w:vAlign w:val="center"/>
          </w:tcPr>
          <w:p w14:paraId="6F6D02A4" w14:textId="77777777" w:rsidR="00203768" w:rsidRPr="001E78F5" w:rsidRDefault="00203768" w:rsidP="002A1878">
            <w:pPr>
              <w:ind w:right="74"/>
              <w:jc w:val="center"/>
              <w:rPr>
                <w:sz w:val="18"/>
                <w:szCs w:val="18"/>
              </w:rPr>
            </w:pPr>
            <w:r w:rsidRPr="001E78F5">
              <w:rPr>
                <w:rFonts w:ascii="Arial" w:eastAsia="Arial" w:hAnsi="Arial" w:cs="Arial"/>
                <w:sz w:val="18"/>
                <w:szCs w:val="18"/>
              </w:rPr>
              <w:t xml:space="preserve">Integrante Requisitante </w:t>
            </w:r>
          </w:p>
        </w:tc>
      </w:tr>
      <w:tr w:rsidR="00203768" w:rsidRPr="001E78F5" w14:paraId="5473A803" w14:textId="77777777">
        <w:trPr>
          <w:trHeight w:val="422"/>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7D1ECC94" w14:textId="77777777" w:rsidR="00203768" w:rsidRPr="001E78F5" w:rsidRDefault="00203768" w:rsidP="002A1878">
            <w:pPr>
              <w:ind w:right="76"/>
              <w:jc w:val="center"/>
              <w:rPr>
                <w:sz w:val="18"/>
                <w:szCs w:val="18"/>
              </w:rPr>
            </w:pPr>
            <w:r w:rsidRPr="001E78F5">
              <w:rPr>
                <w:rFonts w:ascii="Arial" w:eastAsia="Arial" w:hAnsi="Arial" w:cs="Arial"/>
                <w:b/>
                <w:sz w:val="18"/>
                <w:szCs w:val="18"/>
              </w:rPr>
              <w:lastRenderedPageBreak/>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219B53C9" w14:textId="77777777" w:rsidR="00203768" w:rsidRPr="001E78F5" w:rsidRDefault="00203768" w:rsidP="002A1878">
            <w:pPr>
              <w:ind w:right="75"/>
              <w:jc w:val="center"/>
              <w:rPr>
                <w:sz w:val="18"/>
                <w:szCs w:val="18"/>
              </w:rPr>
            </w:pPr>
            <w:r w:rsidRPr="001E78F5">
              <w:rPr>
                <w:rFonts w:ascii="Arial" w:eastAsia="Arial" w:hAnsi="Arial" w:cs="Arial"/>
                <w:b/>
                <w:sz w:val="18"/>
                <w:szCs w:val="18"/>
              </w:rPr>
              <w:t>AÇÃO DE CONTINGÊNCIA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5EEA0FF9"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1AB2A3DC" w14:textId="77777777">
        <w:trPr>
          <w:trHeight w:val="789"/>
        </w:trPr>
        <w:tc>
          <w:tcPr>
            <w:tcW w:w="951" w:type="dxa"/>
            <w:tcBorders>
              <w:top w:val="double" w:sz="4" w:space="0" w:color="000000"/>
              <w:left w:val="double" w:sz="4" w:space="0" w:color="000000"/>
              <w:bottom w:val="double" w:sz="4" w:space="0" w:color="000000"/>
              <w:right w:val="double" w:sz="4" w:space="0" w:color="000000"/>
            </w:tcBorders>
            <w:vAlign w:val="center"/>
          </w:tcPr>
          <w:p w14:paraId="74014BC9"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vAlign w:val="center"/>
          </w:tcPr>
          <w:p w14:paraId="70C54FE8" w14:textId="77777777" w:rsidR="00203768" w:rsidRPr="001E78F5" w:rsidRDefault="00203768" w:rsidP="002A1878">
            <w:pPr>
              <w:jc w:val="both"/>
              <w:rPr>
                <w:sz w:val="18"/>
                <w:szCs w:val="18"/>
              </w:rPr>
            </w:pPr>
            <w:r w:rsidRPr="001E78F5">
              <w:rPr>
                <w:rFonts w:ascii="Arial" w:eastAsia="Arial" w:hAnsi="Arial" w:cs="Arial"/>
                <w:sz w:val="18"/>
                <w:szCs w:val="18"/>
              </w:rPr>
              <w:t xml:space="preserve">Aplicar penalizações por atrasos, na forma prevista no instrumento convocatório ou no contrato. </w:t>
            </w:r>
          </w:p>
        </w:tc>
        <w:tc>
          <w:tcPr>
            <w:tcW w:w="3280" w:type="dxa"/>
            <w:tcBorders>
              <w:top w:val="double" w:sz="4" w:space="0" w:color="000000"/>
              <w:left w:val="double" w:sz="4" w:space="0" w:color="000000"/>
              <w:bottom w:val="double" w:sz="4" w:space="0" w:color="000000"/>
              <w:right w:val="double" w:sz="4" w:space="0" w:color="000000"/>
            </w:tcBorders>
          </w:tcPr>
          <w:p w14:paraId="5C977B14" w14:textId="77777777" w:rsidR="00203768" w:rsidRPr="001E78F5" w:rsidRDefault="00203768" w:rsidP="002A1878">
            <w:pPr>
              <w:ind w:right="74"/>
              <w:jc w:val="center"/>
              <w:rPr>
                <w:sz w:val="18"/>
                <w:szCs w:val="18"/>
              </w:rPr>
            </w:pPr>
            <w:r w:rsidRPr="001E78F5">
              <w:rPr>
                <w:rFonts w:ascii="Arial" w:eastAsia="Arial" w:hAnsi="Arial" w:cs="Arial"/>
                <w:sz w:val="18"/>
                <w:szCs w:val="18"/>
              </w:rPr>
              <w:t xml:space="preserve">Integrante Requisitante </w:t>
            </w:r>
          </w:p>
          <w:p w14:paraId="3A599B96" w14:textId="77777777" w:rsidR="00203768" w:rsidRPr="001E78F5" w:rsidRDefault="00203768" w:rsidP="002A1878">
            <w:pPr>
              <w:jc w:val="center"/>
              <w:rPr>
                <w:sz w:val="18"/>
                <w:szCs w:val="18"/>
              </w:rPr>
            </w:pPr>
            <w:r w:rsidRPr="001E78F5">
              <w:rPr>
                <w:rFonts w:ascii="Arial" w:eastAsia="Arial" w:hAnsi="Arial" w:cs="Arial"/>
                <w:sz w:val="18"/>
                <w:szCs w:val="18"/>
              </w:rPr>
              <w:t xml:space="preserve">Ocupantes de cargos com poder de decisão. </w:t>
            </w:r>
          </w:p>
        </w:tc>
      </w:tr>
      <w:tr w:rsidR="00203768" w:rsidRPr="001E78F5" w14:paraId="0768BDAE" w14:textId="77777777">
        <w:trPr>
          <w:trHeight w:val="908"/>
        </w:trPr>
        <w:tc>
          <w:tcPr>
            <w:tcW w:w="951" w:type="dxa"/>
            <w:tcBorders>
              <w:top w:val="double" w:sz="4" w:space="0" w:color="000000"/>
              <w:left w:val="double" w:sz="4" w:space="0" w:color="000000"/>
              <w:bottom w:val="double" w:sz="4" w:space="0" w:color="000000"/>
              <w:right w:val="double" w:sz="4" w:space="0" w:color="000000"/>
            </w:tcBorders>
            <w:vAlign w:val="center"/>
          </w:tcPr>
          <w:p w14:paraId="5244E4A5"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5635" w:type="dxa"/>
            <w:gridSpan w:val="2"/>
            <w:tcBorders>
              <w:top w:val="double" w:sz="4" w:space="0" w:color="000000"/>
              <w:left w:val="double" w:sz="4" w:space="0" w:color="000000"/>
              <w:bottom w:val="double" w:sz="4" w:space="0" w:color="000000"/>
              <w:right w:val="double" w:sz="4" w:space="0" w:color="000000"/>
            </w:tcBorders>
          </w:tcPr>
          <w:p w14:paraId="380470D9" w14:textId="77777777" w:rsidR="00203768" w:rsidRPr="001E78F5" w:rsidRDefault="00203768" w:rsidP="002A1878">
            <w:pPr>
              <w:ind w:right="70"/>
              <w:jc w:val="both"/>
              <w:rPr>
                <w:sz w:val="18"/>
                <w:szCs w:val="18"/>
              </w:rPr>
            </w:pPr>
            <w:r w:rsidRPr="001E78F5">
              <w:rPr>
                <w:rFonts w:ascii="Arial" w:eastAsia="Arial" w:hAnsi="Arial" w:cs="Arial"/>
                <w:sz w:val="18"/>
                <w:szCs w:val="18"/>
              </w:rPr>
              <w:t xml:space="preserve">Efetivar ações junto ao fornecedor para entrega dos veículos e/ou materiais, conforme especificado no Termo de Referência e no contrato. </w:t>
            </w:r>
          </w:p>
        </w:tc>
        <w:tc>
          <w:tcPr>
            <w:tcW w:w="3280" w:type="dxa"/>
            <w:tcBorders>
              <w:top w:val="double" w:sz="4" w:space="0" w:color="000000"/>
              <w:left w:val="double" w:sz="4" w:space="0" w:color="000000"/>
              <w:bottom w:val="double" w:sz="4" w:space="0" w:color="000000"/>
              <w:right w:val="double" w:sz="4" w:space="0" w:color="000000"/>
            </w:tcBorders>
            <w:vAlign w:val="center"/>
          </w:tcPr>
          <w:p w14:paraId="1D6A05AF" w14:textId="77777777" w:rsidR="00203768" w:rsidRPr="001E78F5" w:rsidRDefault="00203768" w:rsidP="002A1878">
            <w:pPr>
              <w:ind w:right="74"/>
              <w:jc w:val="center"/>
              <w:rPr>
                <w:sz w:val="18"/>
                <w:szCs w:val="18"/>
              </w:rPr>
            </w:pPr>
            <w:r w:rsidRPr="001E78F5">
              <w:rPr>
                <w:rFonts w:ascii="Arial" w:eastAsia="Arial" w:hAnsi="Arial" w:cs="Arial"/>
                <w:sz w:val="18"/>
                <w:szCs w:val="18"/>
              </w:rPr>
              <w:t xml:space="preserve">Integrante Requisitante </w:t>
            </w:r>
          </w:p>
        </w:tc>
      </w:tr>
      <w:tr w:rsidR="00203768" w:rsidRPr="001E78F5" w14:paraId="60B44CA0" w14:textId="77777777">
        <w:trPr>
          <w:trHeight w:val="425"/>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58416B0A" w14:textId="77777777" w:rsidR="00203768" w:rsidRPr="001E78F5" w:rsidRDefault="00203768" w:rsidP="002A1878">
            <w:pPr>
              <w:ind w:right="68"/>
              <w:jc w:val="center"/>
              <w:rPr>
                <w:sz w:val="18"/>
                <w:szCs w:val="18"/>
              </w:rPr>
            </w:pPr>
            <w:r w:rsidRPr="001E78F5">
              <w:rPr>
                <w:rFonts w:ascii="Arial" w:eastAsia="Arial" w:hAnsi="Arial" w:cs="Arial"/>
                <w:b/>
                <w:sz w:val="18"/>
                <w:szCs w:val="18"/>
              </w:rPr>
              <w:t>CAUSAS (FONTE + VULNERABILIDADES)</w:t>
            </w:r>
            <w:r w:rsidRPr="001E78F5">
              <w:rPr>
                <w:rFonts w:ascii="Arial" w:eastAsia="Arial" w:hAnsi="Arial" w:cs="Arial"/>
                <w:sz w:val="18"/>
                <w:szCs w:val="18"/>
              </w:rPr>
              <w:t xml:space="preserve"> </w:t>
            </w:r>
          </w:p>
        </w:tc>
      </w:tr>
      <w:tr w:rsidR="00203768" w:rsidRPr="001E78F5" w14:paraId="34BC24A9" w14:textId="77777777">
        <w:trPr>
          <w:trHeight w:val="404"/>
        </w:trPr>
        <w:tc>
          <w:tcPr>
            <w:tcW w:w="951" w:type="dxa"/>
            <w:tcBorders>
              <w:top w:val="double" w:sz="4" w:space="0" w:color="000000"/>
              <w:left w:val="double" w:sz="4" w:space="0" w:color="000000"/>
              <w:bottom w:val="double" w:sz="4" w:space="0" w:color="000000"/>
              <w:right w:val="double" w:sz="4" w:space="0" w:color="000000"/>
            </w:tcBorders>
          </w:tcPr>
          <w:p w14:paraId="7FEC88D6"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304A7D78" w14:textId="77777777" w:rsidR="00203768" w:rsidRPr="001E78F5" w:rsidRDefault="00203768" w:rsidP="002A1878">
            <w:pPr>
              <w:rPr>
                <w:sz w:val="18"/>
                <w:szCs w:val="18"/>
              </w:rPr>
            </w:pPr>
            <w:r w:rsidRPr="001E78F5">
              <w:rPr>
                <w:rFonts w:ascii="Arial" w:eastAsia="Arial" w:hAnsi="Arial" w:cs="Arial"/>
                <w:sz w:val="18"/>
                <w:szCs w:val="18"/>
              </w:rPr>
              <w:t xml:space="preserve">Pessoal – Ausência de fiscalização na entrega dos materiais e equipamentos. </w:t>
            </w:r>
          </w:p>
        </w:tc>
      </w:tr>
    </w:tbl>
    <w:p w14:paraId="010E9FAE" w14:textId="77777777" w:rsidR="001E78F5" w:rsidRDefault="001E78F5" w:rsidP="00203768">
      <w:pPr>
        <w:spacing w:after="0"/>
        <w:ind w:left="4816"/>
        <w:jc w:val="both"/>
        <w:rPr>
          <w:rFonts w:ascii="Arial" w:eastAsia="Arial" w:hAnsi="Arial" w:cs="Arial"/>
          <w:sz w:val="18"/>
          <w:szCs w:val="18"/>
        </w:rPr>
      </w:pPr>
    </w:p>
    <w:p w14:paraId="7BA4296A" w14:textId="77777777" w:rsidR="001E78F5" w:rsidRDefault="001E78F5" w:rsidP="00203768">
      <w:pPr>
        <w:spacing w:after="0"/>
        <w:ind w:left="4816"/>
        <w:jc w:val="both"/>
        <w:rPr>
          <w:rFonts w:ascii="Arial" w:eastAsia="Arial" w:hAnsi="Arial" w:cs="Arial"/>
          <w:sz w:val="18"/>
          <w:szCs w:val="18"/>
        </w:rPr>
      </w:pPr>
    </w:p>
    <w:p w14:paraId="1D429CFC" w14:textId="77777777" w:rsidR="001E78F5" w:rsidRDefault="001E78F5" w:rsidP="00203768">
      <w:pPr>
        <w:spacing w:after="0"/>
        <w:ind w:left="4816"/>
        <w:jc w:val="both"/>
        <w:rPr>
          <w:rFonts w:ascii="Arial" w:eastAsia="Arial" w:hAnsi="Arial" w:cs="Arial"/>
          <w:sz w:val="18"/>
          <w:szCs w:val="18"/>
        </w:rPr>
      </w:pPr>
    </w:p>
    <w:p w14:paraId="30D7267C" w14:textId="63D5D469" w:rsidR="00203768" w:rsidRPr="001E78F5" w:rsidRDefault="00203768" w:rsidP="00203768">
      <w:pPr>
        <w:spacing w:after="0"/>
        <w:ind w:left="4816"/>
        <w:jc w:val="both"/>
        <w:rPr>
          <w:sz w:val="18"/>
          <w:szCs w:val="18"/>
        </w:rPr>
      </w:pPr>
      <w:r w:rsidRPr="001E78F5">
        <w:rPr>
          <w:rFonts w:ascii="Arial" w:eastAsia="Arial" w:hAnsi="Arial" w:cs="Arial"/>
          <w:sz w:val="18"/>
          <w:szCs w:val="18"/>
        </w:rPr>
        <w:t xml:space="preserve"> </w:t>
      </w:r>
    </w:p>
    <w:tbl>
      <w:tblPr>
        <w:tblStyle w:val="TableGrid"/>
        <w:tblW w:w="9865" w:type="dxa"/>
        <w:tblInd w:w="-114" w:type="dxa"/>
        <w:tblCellMar>
          <w:top w:w="28" w:type="dxa"/>
          <w:left w:w="104" w:type="dxa"/>
          <w:right w:w="44" w:type="dxa"/>
        </w:tblCellMar>
        <w:tblLook w:val="04A0" w:firstRow="1" w:lastRow="0" w:firstColumn="1" w:lastColumn="0" w:noHBand="0" w:noVBand="1"/>
      </w:tblPr>
      <w:tblGrid>
        <w:gridCol w:w="951"/>
        <w:gridCol w:w="911"/>
        <w:gridCol w:w="4723"/>
        <w:gridCol w:w="3280"/>
      </w:tblGrid>
      <w:tr w:rsidR="00203768" w:rsidRPr="001E78F5" w14:paraId="435D95BD" w14:textId="77777777">
        <w:trPr>
          <w:trHeight w:val="541"/>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vAlign w:val="center"/>
          </w:tcPr>
          <w:p w14:paraId="326AB990" w14:textId="507EDC8B" w:rsidR="00203768" w:rsidRPr="001E78F5" w:rsidRDefault="00203768" w:rsidP="002A1878">
            <w:pPr>
              <w:ind w:left="5"/>
              <w:rPr>
                <w:sz w:val="18"/>
                <w:szCs w:val="18"/>
              </w:rPr>
            </w:pPr>
            <w:r w:rsidRPr="001E78F5">
              <w:rPr>
                <w:rFonts w:ascii="Arial" w:eastAsia="Arial" w:hAnsi="Arial" w:cs="Arial"/>
                <w:b/>
                <w:sz w:val="18"/>
                <w:szCs w:val="18"/>
              </w:rPr>
              <w:t xml:space="preserve">RISCO </w:t>
            </w:r>
            <w:r w:rsidR="00F13138" w:rsidRPr="001E78F5">
              <w:rPr>
                <w:rFonts w:ascii="Arial" w:eastAsia="Arial" w:hAnsi="Arial" w:cs="Arial"/>
                <w:b/>
                <w:sz w:val="18"/>
                <w:szCs w:val="18"/>
              </w:rPr>
              <w:t>14.1.3.</w:t>
            </w:r>
            <w:proofErr w:type="gramStart"/>
            <w:r w:rsidR="00F13138" w:rsidRPr="001E78F5">
              <w:rPr>
                <w:rFonts w:ascii="Arial" w:eastAsia="Arial" w:hAnsi="Arial" w:cs="Arial"/>
                <w:b/>
                <w:sz w:val="18"/>
                <w:szCs w:val="18"/>
              </w:rPr>
              <w:t>d</w:t>
            </w:r>
            <w:proofErr w:type="gramEnd"/>
            <w:r w:rsidR="00F13138" w:rsidRPr="001E78F5">
              <w:rPr>
                <w:rFonts w:ascii="Arial" w:eastAsia="Arial" w:hAnsi="Arial" w:cs="Arial"/>
                <w:b/>
                <w:sz w:val="18"/>
                <w:szCs w:val="18"/>
              </w:rPr>
              <w:t xml:space="preserve"> </w:t>
            </w:r>
            <w:r w:rsidRPr="001E78F5">
              <w:rPr>
                <w:rFonts w:ascii="Arial" w:eastAsia="Arial" w:hAnsi="Arial" w:cs="Arial"/>
                <w:b/>
                <w:sz w:val="18"/>
                <w:szCs w:val="18"/>
              </w:rPr>
              <w:t>INEXECUÇÃO TOTAL DO CONTRATO</w:t>
            </w:r>
            <w:r w:rsidRPr="001E78F5">
              <w:rPr>
                <w:rFonts w:ascii="Arial" w:eastAsia="Arial" w:hAnsi="Arial" w:cs="Arial"/>
                <w:sz w:val="18"/>
                <w:szCs w:val="18"/>
              </w:rPr>
              <w:t xml:space="preserve"> </w:t>
            </w:r>
          </w:p>
        </w:tc>
      </w:tr>
      <w:tr w:rsidR="00203768" w:rsidRPr="001E78F5" w14:paraId="4A5A5B3A" w14:textId="77777777">
        <w:trPr>
          <w:trHeight w:val="860"/>
        </w:trPr>
        <w:tc>
          <w:tcPr>
            <w:tcW w:w="9865" w:type="dxa"/>
            <w:gridSpan w:val="4"/>
            <w:tcBorders>
              <w:top w:val="double" w:sz="4" w:space="0" w:color="000000"/>
              <w:left w:val="double" w:sz="4" w:space="0" w:color="000000"/>
              <w:bottom w:val="double" w:sz="4" w:space="0" w:color="000000"/>
              <w:right w:val="double" w:sz="4" w:space="0" w:color="000000"/>
            </w:tcBorders>
          </w:tcPr>
          <w:p w14:paraId="784657FC" w14:textId="77777777" w:rsidR="00203768" w:rsidRPr="001E78F5" w:rsidRDefault="00203768" w:rsidP="002A1878">
            <w:pPr>
              <w:spacing w:after="17"/>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PLANEJAMENTO DA CONTRATAÇÃO </w:t>
            </w:r>
          </w:p>
          <w:p w14:paraId="3DAA6711" w14:textId="77777777" w:rsidR="00203768" w:rsidRPr="001E78F5" w:rsidRDefault="00203768" w:rsidP="002A1878">
            <w:pPr>
              <w:spacing w:after="17"/>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SELEÇÃO DO FORNECEDOR </w:t>
            </w:r>
          </w:p>
          <w:p w14:paraId="4D40CF37" w14:textId="77777777" w:rsidR="00203768" w:rsidRPr="001E78F5" w:rsidRDefault="00203768" w:rsidP="002A1878">
            <w:pPr>
              <w:ind w:left="5"/>
              <w:rPr>
                <w:sz w:val="18"/>
                <w:szCs w:val="18"/>
              </w:rPr>
            </w:pPr>
            <w:r w:rsidRPr="001E78F5">
              <w:rPr>
                <w:rFonts w:ascii="Arial" w:eastAsia="Arial" w:hAnsi="Arial" w:cs="Arial"/>
                <w:sz w:val="18"/>
                <w:szCs w:val="18"/>
              </w:rPr>
              <w:t xml:space="preserve">(X) CONTRATAÇÃO </w:t>
            </w:r>
          </w:p>
        </w:tc>
      </w:tr>
      <w:tr w:rsidR="00203768" w:rsidRPr="001E78F5" w14:paraId="29C35E1C" w14:textId="77777777" w:rsidTr="001E78F5">
        <w:trPr>
          <w:trHeight w:val="302"/>
        </w:trPr>
        <w:tc>
          <w:tcPr>
            <w:tcW w:w="1862" w:type="dxa"/>
            <w:gridSpan w:val="2"/>
            <w:tcBorders>
              <w:top w:val="double" w:sz="4" w:space="0" w:color="000000"/>
              <w:left w:val="double" w:sz="4" w:space="0" w:color="000000"/>
              <w:bottom w:val="double" w:sz="4" w:space="0" w:color="000000"/>
              <w:right w:val="double" w:sz="4" w:space="0" w:color="000000"/>
            </w:tcBorders>
          </w:tcPr>
          <w:p w14:paraId="076AAFA4" w14:textId="77777777" w:rsidR="00203768" w:rsidRPr="001E78F5" w:rsidRDefault="00203768" w:rsidP="002A1878">
            <w:pPr>
              <w:ind w:left="5"/>
              <w:jc w:val="both"/>
              <w:rPr>
                <w:sz w:val="18"/>
                <w:szCs w:val="18"/>
              </w:rPr>
            </w:pPr>
            <w:r w:rsidRPr="001E78F5">
              <w:rPr>
                <w:rFonts w:ascii="Arial" w:eastAsia="Arial" w:hAnsi="Arial" w:cs="Arial"/>
                <w:b/>
                <w:sz w:val="18"/>
                <w:szCs w:val="18"/>
              </w:rPr>
              <w:t>PROBABILIDADE</w:t>
            </w:r>
            <w:r w:rsidRPr="001E78F5">
              <w:rPr>
                <w:rFonts w:ascii="Arial" w:eastAsia="Arial" w:hAnsi="Arial" w:cs="Arial"/>
                <w:sz w:val="18"/>
                <w:szCs w:val="18"/>
              </w:rPr>
              <w:t xml:space="preserve"> </w:t>
            </w:r>
          </w:p>
        </w:tc>
        <w:tc>
          <w:tcPr>
            <w:tcW w:w="8003" w:type="dxa"/>
            <w:gridSpan w:val="2"/>
            <w:tcBorders>
              <w:top w:val="double" w:sz="4" w:space="0" w:color="000000"/>
              <w:left w:val="double" w:sz="4" w:space="0" w:color="000000"/>
              <w:bottom w:val="double" w:sz="4" w:space="0" w:color="000000"/>
              <w:right w:val="double" w:sz="4" w:space="0" w:color="000000"/>
            </w:tcBorders>
          </w:tcPr>
          <w:p w14:paraId="22E0EBD0" w14:textId="77777777" w:rsidR="00203768" w:rsidRPr="001E78F5" w:rsidRDefault="00203768" w:rsidP="002A1878">
            <w:pPr>
              <w:ind w:right="70"/>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ALTA ( X ) MÉDIA (   ) BAIXA </w:t>
            </w:r>
          </w:p>
        </w:tc>
      </w:tr>
      <w:tr w:rsidR="00203768" w:rsidRPr="001E78F5" w14:paraId="4D495894" w14:textId="77777777" w:rsidTr="001E78F5">
        <w:trPr>
          <w:trHeight w:val="308"/>
        </w:trPr>
        <w:tc>
          <w:tcPr>
            <w:tcW w:w="1862" w:type="dxa"/>
            <w:gridSpan w:val="2"/>
            <w:tcBorders>
              <w:top w:val="double" w:sz="4" w:space="0" w:color="000000"/>
              <w:left w:val="double" w:sz="4" w:space="0" w:color="000000"/>
              <w:bottom w:val="double" w:sz="4" w:space="0" w:color="000000"/>
              <w:right w:val="double" w:sz="4" w:space="0" w:color="000000"/>
            </w:tcBorders>
          </w:tcPr>
          <w:p w14:paraId="46FE1FF4" w14:textId="77777777" w:rsidR="00203768" w:rsidRPr="001E78F5" w:rsidRDefault="00203768" w:rsidP="002A1878">
            <w:pPr>
              <w:ind w:right="68"/>
              <w:jc w:val="center"/>
              <w:rPr>
                <w:sz w:val="18"/>
                <w:szCs w:val="18"/>
              </w:rPr>
            </w:pPr>
            <w:r w:rsidRPr="001E78F5">
              <w:rPr>
                <w:rFonts w:ascii="Arial" w:eastAsia="Arial" w:hAnsi="Arial" w:cs="Arial"/>
                <w:b/>
                <w:sz w:val="18"/>
                <w:szCs w:val="18"/>
              </w:rPr>
              <w:t>IMPACTO</w:t>
            </w:r>
            <w:r w:rsidRPr="001E78F5">
              <w:rPr>
                <w:rFonts w:ascii="Arial" w:eastAsia="Arial" w:hAnsi="Arial" w:cs="Arial"/>
                <w:sz w:val="18"/>
                <w:szCs w:val="18"/>
              </w:rPr>
              <w:t xml:space="preserve"> </w:t>
            </w:r>
          </w:p>
        </w:tc>
        <w:tc>
          <w:tcPr>
            <w:tcW w:w="8003" w:type="dxa"/>
            <w:gridSpan w:val="2"/>
            <w:tcBorders>
              <w:top w:val="double" w:sz="4" w:space="0" w:color="000000"/>
              <w:left w:val="double" w:sz="4" w:space="0" w:color="000000"/>
              <w:bottom w:val="double" w:sz="4" w:space="0" w:color="000000"/>
              <w:right w:val="double" w:sz="4" w:space="0" w:color="000000"/>
            </w:tcBorders>
          </w:tcPr>
          <w:p w14:paraId="1E1CADEE" w14:textId="77777777" w:rsidR="00203768" w:rsidRPr="001E78F5" w:rsidRDefault="00203768" w:rsidP="002A1878">
            <w:pPr>
              <w:ind w:right="82"/>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MUITO GRANDE ( X ) GRANDE (  ) MODERADO (  ) PEQUENO (   ) MUITO PEQUENO </w:t>
            </w:r>
          </w:p>
        </w:tc>
      </w:tr>
      <w:tr w:rsidR="00203768" w:rsidRPr="001E78F5" w14:paraId="286F9839" w14:textId="77777777">
        <w:trPr>
          <w:trHeight w:val="305"/>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11D80CCC" w14:textId="77777777" w:rsidR="00203768" w:rsidRPr="001E78F5" w:rsidRDefault="00203768" w:rsidP="002A1878">
            <w:pPr>
              <w:ind w:right="69"/>
              <w:jc w:val="center"/>
              <w:rPr>
                <w:sz w:val="18"/>
                <w:szCs w:val="18"/>
              </w:rPr>
            </w:pPr>
            <w:r w:rsidRPr="001E78F5">
              <w:rPr>
                <w:rFonts w:ascii="Arial" w:eastAsia="Arial" w:hAnsi="Arial" w:cs="Arial"/>
                <w:b/>
                <w:sz w:val="18"/>
                <w:szCs w:val="18"/>
              </w:rPr>
              <w:t>DANO – CONSEQUÊNCIA</w:t>
            </w:r>
            <w:r w:rsidRPr="001E78F5">
              <w:rPr>
                <w:rFonts w:ascii="Arial" w:eastAsia="Arial" w:hAnsi="Arial" w:cs="Arial"/>
                <w:sz w:val="18"/>
                <w:szCs w:val="18"/>
              </w:rPr>
              <w:t xml:space="preserve"> </w:t>
            </w:r>
          </w:p>
        </w:tc>
      </w:tr>
      <w:tr w:rsidR="00203768" w:rsidRPr="001E78F5" w14:paraId="70F76A2E" w14:textId="77777777" w:rsidTr="001E78F5">
        <w:trPr>
          <w:trHeight w:val="283"/>
        </w:trPr>
        <w:tc>
          <w:tcPr>
            <w:tcW w:w="951" w:type="dxa"/>
            <w:tcBorders>
              <w:top w:val="double" w:sz="4" w:space="0" w:color="000000"/>
              <w:left w:val="double" w:sz="4" w:space="0" w:color="000000"/>
              <w:bottom w:val="double" w:sz="4" w:space="0" w:color="000000"/>
              <w:right w:val="double" w:sz="4" w:space="0" w:color="000000"/>
            </w:tcBorders>
          </w:tcPr>
          <w:p w14:paraId="5C2F7954"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4" w:type="dxa"/>
            <w:gridSpan w:val="3"/>
            <w:tcBorders>
              <w:top w:val="double" w:sz="4" w:space="0" w:color="000000"/>
              <w:left w:val="double" w:sz="4" w:space="0" w:color="000000"/>
              <w:bottom w:val="double" w:sz="4" w:space="0" w:color="000000"/>
              <w:right w:val="double" w:sz="4" w:space="0" w:color="000000"/>
            </w:tcBorders>
          </w:tcPr>
          <w:p w14:paraId="244E7551" w14:textId="77777777" w:rsidR="00203768" w:rsidRPr="001E78F5" w:rsidRDefault="00203768" w:rsidP="002A1878">
            <w:pPr>
              <w:rPr>
                <w:sz w:val="18"/>
                <w:szCs w:val="18"/>
              </w:rPr>
            </w:pPr>
            <w:r w:rsidRPr="001E78F5">
              <w:rPr>
                <w:rFonts w:ascii="Arial" w:eastAsia="Arial" w:hAnsi="Arial" w:cs="Arial"/>
                <w:sz w:val="18"/>
                <w:szCs w:val="18"/>
              </w:rPr>
              <w:t xml:space="preserve">Rescisão contratual. </w:t>
            </w:r>
          </w:p>
        </w:tc>
      </w:tr>
      <w:tr w:rsidR="00203768" w:rsidRPr="001E78F5" w14:paraId="24DB1D1B" w14:textId="77777777" w:rsidTr="001E78F5">
        <w:trPr>
          <w:trHeight w:val="302"/>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5EB16B08" w14:textId="77777777" w:rsidR="00203768" w:rsidRPr="001E78F5" w:rsidRDefault="00203768" w:rsidP="002A1878">
            <w:pPr>
              <w:ind w:right="76"/>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4" w:type="dxa"/>
            <w:gridSpan w:val="2"/>
            <w:tcBorders>
              <w:top w:val="double" w:sz="4" w:space="0" w:color="000000"/>
              <w:left w:val="double" w:sz="4" w:space="0" w:color="000000"/>
              <w:bottom w:val="double" w:sz="4" w:space="0" w:color="000000"/>
              <w:right w:val="double" w:sz="4" w:space="0" w:color="000000"/>
            </w:tcBorders>
            <w:shd w:val="clear" w:color="auto" w:fill="BFBFBF"/>
          </w:tcPr>
          <w:p w14:paraId="576409B7" w14:textId="77777777" w:rsidR="00203768" w:rsidRPr="001E78F5" w:rsidRDefault="00203768" w:rsidP="002A1878">
            <w:pPr>
              <w:ind w:right="84"/>
              <w:jc w:val="center"/>
              <w:rPr>
                <w:sz w:val="18"/>
                <w:szCs w:val="18"/>
              </w:rPr>
            </w:pPr>
            <w:r w:rsidRPr="001E78F5">
              <w:rPr>
                <w:rFonts w:ascii="Arial" w:eastAsia="Arial" w:hAnsi="Arial" w:cs="Arial"/>
                <w:b/>
                <w:sz w:val="18"/>
                <w:szCs w:val="18"/>
              </w:rPr>
              <w:t>AÇÃO PREVENTIVA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33D59C54"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62C77BAE" w14:textId="77777777" w:rsidTr="001E78F5">
        <w:trPr>
          <w:trHeight w:val="539"/>
        </w:trPr>
        <w:tc>
          <w:tcPr>
            <w:tcW w:w="951" w:type="dxa"/>
            <w:tcBorders>
              <w:top w:val="double" w:sz="4" w:space="0" w:color="000000"/>
              <w:left w:val="double" w:sz="4" w:space="0" w:color="000000"/>
              <w:bottom w:val="double" w:sz="4" w:space="0" w:color="000000"/>
              <w:right w:val="double" w:sz="4" w:space="0" w:color="000000"/>
            </w:tcBorders>
            <w:vAlign w:val="center"/>
          </w:tcPr>
          <w:p w14:paraId="04F85F71"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4" w:type="dxa"/>
            <w:gridSpan w:val="2"/>
            <w:tcBorders>
              <w:top w:val="double" w:sz="4" w:space="0" w:color="000000"/>
              <w:left w:val="double" w:sz="4" w:space="0" w:color="000000"/>
              <w:bottom w:val="double" w:sz="4" w:space="0" w:color="000000"/>
              <w:right w:val="double" w:sz="4" w:space="0" w:color="000000"/>
            </w:tcBorders>
          </w:tcPr>
          <w:p w14:paraId="4772223B" w14:textId="77777777" w:rsidR="00203768" w:rsidRPr="001E78F5" w:rsidRDefault="00203768" w:rsidP="002A1878">
            <w:pPr>
              <w:jc w:val="both"/>
              <w:rPr>
                <w:sz w:val="18"/>
                <w:szCs w:val="18"/>
              </w:rPr>
            </w:pPr>
            <w:r w:rsidRPr="001E78F5">
              <w:rPr>
                <w:rFonts w:ascii="Arial" w:eastAsia="Arial" w:hAnsi="Arial" w:cs="Arial"/>
                <w:sz w:val="18"/>
                <w:szCs w:val="18"/>
              </w:rPr>
              <w:t xml:space="preserve">Atentar aos requisitos de habilitação, quando da elaboração da documentação (Projeto Básico/Termo de Referência) </w:t>
            </w:r>
          </w:p>
        </w:tc>
        <w:tc>
          <w:tcPr>
            <w:tcW w:w="3280" w:type="dxa"/>
            <w:tcBorders>
              <w:top w:val="double" w:sz="4" w:space="0" w:color="000000"/>
              <w:left w:val="double" w:sz="4" w:space="0" w:color="000000"/>
              <w:bottom w:val="double" w:sz="4" w:space="0" w:color="000000"/>
              <w:right w:val="double" w:sz="4" w:space="0" w:color="000000"/>
            </w:tcBorders>
          </w:tcPr>
          <w:p w14:paraId="00980369" w14:textId="77777777" w:rsidR="00203768" w:rsidRPr="001E78F5" w:rsidRDefault="00203768" w:rsidP="002A1878">
            <w:pPr>
              <w:ind w:left="193" w:right="194"/>
              <w:jc w:val="center"/>
              <w:rPr>
                <w:sz w:val="18"/>
                <w:szCs w:val="18"/>
              </w:rPr>
            </w:pPr>
            <w:r w:rsidRPr="001E78F5">
              <w:rPr>
                <w:rFonts w:ascii="Arial" w:eastAsia="Arial" w:hAnsi="Arial" w:cs="Arial"/>
                <w:sz w:val="18"/>
                <w:szCs w:val="18"/>
              </w:rPr>
              <w:t xml:space="preserve">Integrante Requisitante Integrante Administrativo </w:t>
            </w:r>
          </w:p>
        </w:tc>
      </w:tr>
      <w:tr w:rsidR="00203768" w:rsidRPr="001E78F5" w14:paraId="381DA4E8" w14:textId="77777777" w:rsidTr="001E78F5">
        <w:trPr>
          <w:trHeight w:val="282"/>
        </w:trPr>
        <w:tc>
          <w:tcPr>
            <w:tcW w:w="951" w:type="dxa"/>
            <w:tcBorders>
              <w:top w:val="double" w:sz="4" w:space="0" w:color="000000"/>
              <w:left w:val="double" w:sz="4" w:space="0" w:color="000000"/>
              <w:bottom w:val="double" w:sz="4" w:space="0" w:color="000000"/>
              <w:right w:val="double" w:sz="4" w:space="0" w:color="000000"/>
            </w:tcBorders>
          </w:tcPr>
          <w:p w14:paraId="19E0A652"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5634" w:type="dxa"/>
            <w:gridSpan w:val="2"/>
            <w:tcBorders>
              <w:top w:val="double" w:sz="4" w:space="0" w:color="000000"/>
              <w:left w:val="double" w:sz="4" w:space="0" w:color="000000"/>
              <w:bottom w:val="double" w:sz="4" w:space="0" w:color="000000"/>
              <w:right w:val="double" w:sz="4" w:space="0" w:color="000000"/>
            </w:tcBorders>
          </w:tcPr>
          <w:p w14:paraId="5A594A24" w14:textId="77777777" w:rsidR="00203768" w:rsidRPr="001E78F5" w:rsidRDefault="00203768" w:rsidP="002A1878">
            <w:pPr>
              <w:rPr>
                <w:sz w:val="18"/>
                <w:szCs w:val="18"/>
              </w:rPr>
            </w:pPr>
            <w:r w:rsidRPr="001E78F5">
              <w:rPr>
                <w:rFonts w:ascii="Arial" w:eastAsia="Arial" w:hAnsi="Arial" w:cs="Arial"/>
                <w:sz w:val="18"/>
                <w:szCs w:val="18"/>
              </w:rPr>
              <w:t xml:space="preserve">Pesquisar o histórico contratual das licitantes contratadas. </w:t>
            </w:r>
          </w:p>
        </w:tc>
        <w:tc>
          <w:tcPr>
            <w:tcW w:w="3280" w:type="dxa"/>
            <w:tcBorders>
              <w:top w:val="double" w:sz="4" w:space="0" w:color="000000"/>
              <w:left w:val="double" w:sz="4" w:space="0" w:color="000000"/>
              <w:bottom w:val="double" w:sz="4" w:space="0" w:color="000000"/>
              <w:right w:val="double" w:sz="4" w:space="0" w:color="000000"/>
            </w:tcBorders>
          </w:tcPr>
          <w:p w14:paraId="2E7E2351" w14:textId="77777777" w:rsidR="00203768" w:rsidRPr="001E78F5" w:rsidRDefault="00203768" w:rsidP="002A1878">
            <w:pPr>
              <w:ind w:right="74"/>
              <w:jc w:val="center"/>
              <w:rPr>
                <w:sz w:val="18"/>
                <w:szCs w:val="18"/>
              </w:rPr>
            </w:pPr>
            <w:r w:rsidRPr="001E78F5">
              <w:rPr>
                <w:rFonts w:ascii="Arial" w:eastAsia="Arial" w:hAnsi="Arial" w:cs="Arial"/>
                <w:sz w:val="18"/>
                <w:szCs w:val="18"/>
              </w:rPr>
              <w:t xml:space="preserve">Integrante Requisitante </w:t>
            </w:r>
          </w:p>
        </w:tc>
      </w:tr>
      <w:tr w:rsidR="00203768" w:rsidRPr="001E78F5" w14:paraId="1FCF5F92" w14:textId="77777777" w:rsidTr="001E78F5">
        <w:trPr>
          <w:trHeight w:val="303"/>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644C20E3" w14:textId="77777777" w:rsidR="00203768" w:rsidRPr="001E78F5" w:rsidRDefault="00203768" w:rsidP="002A1878">
            <w:pPr>
              <w:ind w:right="76"/>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4" w:type="dxa"/>
            <w:gridSpan w:val="2"/>
            <w:tcBorders>
              <w:top w:val="double" w:sz="4" w:space="0" w:color="000000"/>
              <w:left w:val="double" w:sz="4" w:space="0" w:color="000000"/>
              <w:bottom w:val="double" w:sz="4" w:space="0" w:color="000000"/>
              <w:right w:val="double" w:sz="4" w:space="0" w:color="000000"/>
            </w:tcBorders>
            <w:shd w:val="clear" w:color="auto" w:fill="BFBFBF"/>
          </w:tcPr>
          <w:p w14:paraId="57967EAD" w14:textId="77777777" w:rsidR="00203768" w:rsidRPr="001E78F5" w:rsidRDefault="00203768" w:rsidP="002A1878">
            <w:pPr>
              <w:ind w:right="75"/>
              <w:jc w:val="center"/>
              <w:rPr>
                <w:sz w:val="18"/>
                <w:szCs w:val="18"/>
              </w:rPr>
            </w:pPr>
            <w:r w:rsidRPr="001E78F5">
              <w:rPr>
                <w:rFonts w:ascii="Arial" w:eastAsia="Arial" w:hAnsi="Arial" w:cs="Arial"/>
                <w:b/>
                <w:sz w:val="18"/>
                <w:szCs w:val="18"/>
              </w:rPr>
              <w:t>AÇÃO DE CONTINGÊNCIA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4386A75C"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1690FC6C" w14:textId="77777777" w:rsidTr="001E78F5">
        <w:trPr>
          <w:trHeight w:val="788"/>
        </w:trPr>
        <w:tc>
          <w:tcPr>
            <w:tcW w:w="951" w:type="dxa"/>
            <w:tcBorders>
              <w:top w:val="double" w:sz="4" w:space="0" w:color="000000"/>
              <w:left w:val="double" w:sz="4" w:space="0" w:color="000000"/>
              <w:bottom w:val="double" w:sz="4" w:space="0" w:color="000000"/>
              <w:right w:val="double" w:sz="4" w:space="0" w:color="000000"/>
            </w:tcBorders>
            <w:vAlign w:val="center"/>
          </w:tcPr>
          <w:p w14:paraId="71923422"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4" w:type="dxa"/>
            <w:gridSpan w:val="2"/>
            <w:tcBorders>
              <w:top w:val="double" w:sz="4" w:space="0" w:color="000000"/>
              <w:left w:val="double" w:sz="4" w:space="0" w:color="000000"/>
              <w:bottom w:val="double" w:sz="4" w:space="0" w:color="000000"/>
              <w:right w:val="double" w:sz="4" w:space="0" w:color="000000"/>
            </w:tcBorders>
            <w:vAlign w:val="center"/>
          </w:tcPr>
          <w:p w14:paraId="10E7033A" w14:textId="77777777" w:rsidR="00203768" w:rsidRPr="001E78F5" w:rsidRDefault="00203768" w:rsidP="002A1878">
            <w:pPr>
              <w:jc w:val="both"/>
              <w:rPr>
                <w:sz w:val="18"/>
                <w:szCs w:val="18"/>
              </w:rPr>
            </w:pPr>
            <w:r w:rsidRPr="001E78F5">
              <w:rPr>
                <w:rFonts w:ascii="Arial" w:eastAsia="Arial" w:hAnsi="Arial" w:cs="Arial"/>
                <w:sz w:val="18"/>
                <w:szCs w:val="18"/>
              </w:rPr>
              <w:t xml:space="preserve">Aplicar penalizações, na forma prevista no instrumento convocatório ou no contrato. </w:t>
            </w:r>
          </w:p>
        </w:tc>
        <w:tc>
          <w:tcPr>
            <w:tcW w:w="3280" w:type="dxa"/>
            <w:tcBorders>
              <w:top w:val="double" w:sz="4" w:space="0" w:color="000000"/>
              <w:left w:val="double" w:sz="4" w:space="0" w:color="000000"/>
              <w:bottom w:val="double" w:sz="4" w:space="0" w:color="000000"/>
              <w:right w:val="double" w:sz="4" w:space="0" w:color="000000"/>
            </w:tcBorders>
          </w:tcPr>
          <w:p w14:paraId="097379C0" w14:textId="77777777" w:rsidR="00203768" w:rsidRPr="001E78F5" w:rsidRDefault="00203768" w:rsidP="002A1878">
            <w:pPr>
              <w:ind w:right="74"/>
              <w:jc w:val="center"/>
              <w:rPr>
                <w:sz w:val="18"/>
                <w:szCs w:val="18"/>
              </w:rPr>
            </w:pPr>
            <w:r w:rsidRPr="001E78F5">
              <w:rPr>
                <w:rFonts w:ascii="Arial" w:eastAsia="Arial" w:hAnsi="Arial" w:cs="Arial"/>
                <w:sz w:val="18"/>
                <w:szCs w:val="18"/>
              </w:rPr>
              <w:t xml:space="preserve">Integrante Requisitante </w:t>
            </w:r>
          </w:p>
          <w:p w14:paraId="2E127EA3" w14:textId="77777777" w:rsidR="00203768" w:rsidRPr="001E78F5" w:rsidRDefault="00203768" w:rsidP="002A1878">
            <w:pPr>
              <w:jc w:val="center"/>
              <w:rPr>
                <w:sz w:val="18"/>
                <w:szCs w:val="18"/>
              </w:rPr>
            </w:pPr>
            <w:r w:rsidRPr="001E78F5">
              <w:rPr>
                <w:rFonts w:ascii="Arial" w:eastAsia="Arial" w:hAnsi="Arial" w:cs="Arial"/>
                <w:sz w:val="18"/>
                <w:szCs w:val="18"/>
              </w:rPr>
              <w:t xml:space="preserve">Ocupantes de cargos com poder de decisão. </w:t>
            </w:r>
          </w:p>
        </w:tc>
      </w:tr>
      <w:tr w:rsidR="00203768" w:rsidRPr="001E78F5" w14:paraId="2245D536" w14:textId="77777777" w:rsidTr="001E78F5">
        <w:trPr>
          <w:trHeight w:val="788"/>
        </w:trPr>
        <w:tc>
          <w:tcPr>
            <w:tcW w:w="951" w:type="dxa"/>
            <w:tcBorders>
              <w:top w:val="double" w:sz="4" w:space="0" w:color="000000"/>
              <w:left w:val="double" w:sz="4" w:space="0" w:color="000000"/>
              <w:bottom w:val="double" w:sz="4" w:space="0" w:color="000000"/>
              <w:right w:val="double" w:sz="4" w:space="0" w:color="000000"/>
            </w:tcBorders>
            <w:vAlign w:val="center"/>
          </w:tcPr>
          <w:p w14:paraId="53308078"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5634" w:type="dxa"/>
            <w:gridSpan w:val="2"/>
            <w:tcBorders>
              <w:top w:val="double" w:sz="4" w:space="0" w:color="000000"/>
              <w:left w:val="double" w:sz="4" w:space="0" w:color="000000"/>
              <w:bottom w:val="double" w:sz="4" w:space="0" w:color="000000"/>
              <w:right w:val="double" w:sz="4" w:space="0" w:color="000000"/>
            </w:tcBorders>
          </w:tcPr>
          <w:p w14:paraId="06BD4F25" w14:textId="77777777" w:rsidR="00203768" w:rsidRPr="001E78F5" w:rsidRDefault="00203768" w:rsidP="002A1878">
            <w:pPr>
              <w:ind w:right="82"/>
              <w:jc w:val="both"/>
              <w:rPr>
                <w:sz w:val="18"/>
                <w:szCs w:val="18"/>
              </w:rPr>
            </w:pPr>
            <w:r w:rsidRPr="001E78F5">
              <w:rPr>
                <w:rFonts w:ascii="Arial" w:eastAsia="Arial" w:hAnsi="Arial" w:cs="Arial"/>
                <w:sz w:val="18"/>
                <w:szCs w:val="18"/>
              </w:rPr>
              <w:t xml:space="preserve">Convocar, dentro do prazo e condições estabelecidas, os licitantes remanescentes para manifestar o interesse e assinar o termo de contrato. </w:t>
            </w:r>
          </w:p>
        </w:tc>
        <w:tc>
          <w:tcPr>
            <w:tcW w:w="3280" w:type="dxa"/>
            <w:tcBorders>
              <w:top w:val="double" w:sz="4" w:space="0" w:color="000000"/>
              <w:left w:val="double" w:sz="4" w:space="0" w:color="000000"/>
              <w:bottom w:val="double" w:sz="4" w:space="0" w:color="000000"/>
              <w:right w:val="double" w:sz="4" w:space="0" w:color="000000"/>
            </w:tcBorders>
            <w:vAlign w:val="center"/>
          </w:tcPr>
          <w:p w14:paraId="2791DFDC" w14:textId="77777777" w:rsidR="00203768" w:rsidRPr="001E78F5" w:rsidRDefault="00203768" w:rsidP="002A1878">
            <w:pPr>
              <w:jc w:val="center"/>
              <w:rPr>
                <w:sz w:val="18"/>
                <w:szCs w:val="18"/>
              </w:rPr>
            </w:pPr>
            <w:r w:rsidRPr="001E78F5">
              <w:rPr>
                <w:rFonts w:ascii="Arial" w:eastAsia="Arial" w:hAnsi="Arial" w:cs="Arial"/>
                <w:sz w:val="18"/>
                <w:szCs w:val="18"/>
              </w:rPr>
              <w:t xml:space="preserve">Ocupantes de cargos com poder de decisão </w:t>
            </w:r>
          </w:p>
        </w:tc>
      </w:tr>
      <w:tr w:rsidR="00203768" w:rsidRPr="001E78F5" w14:paraId="6EE00C52" w14:textId="77777777">
        <w:trPr>
          <w:trHeight w:val="305"/>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6C114DBC" w14:textId="77777777" w:rsidR="00203768" w:rsidRPr="001E78F5" w:rsidRDefault="00203768" w:rsidP="002A1878">
            <w:pPr>
              <w:ind w:right="68"/>
              <w:jc w:val="center"/>
              <w:rPr>
                <w:sz w:val="18"/>
                <w:szCs w:val="18"/>
              </w:rPr>
            </w:pPr>
            <w:r w:rsidRPr="001E78F5">
              <w:rPr>
                <w:rFonts w:ascii="Arial" w:eastAsia="Arial" w:hAnsi="Arial" w:cs="Arial"/>
                <w:b/>
                <w:sz w:val="18"/>
                <w:szCs w:val="18"/>
              </w:rPr>
              <w:t>CAUSAS (FONTE + VULNERABILIDADES)</w:t>
            </w:r>
            <w:r w:rsidRPr="001E78F5">
              <w:rPr>
                <w:rFonts w:ascii="Arial" w:eastAsia="Arial" w:hAnsi="Arial" w:cs="Arial"/>
                <w:sz w:val="18"/>
                <w:szCs w:val="18"/>
              </w:rPr>
              <w:t xml:space="preserve"> </w:t>
            </w:r>
          </w:p>
        </w:tc>
      </w:tr>
      <w:tr w:rsidR="00203768" w:rsidRPr="001E78F5" w14:paraId="2079FCBC" w14:textId="77777777" w:rsidTr="001E78F5">
        <w:trPr>
          <w:trHeight w:val="280"/>
        </w:trPr>
        <w:tc>
          <w:tcPr>
            <w:tcW w:w="951" w:type="dxa"/>
            <w:tcBorders>
              <w:top w:val="double" w:sz="4" w:space="0" w:color="000000"/>
              <w:left w:val="double" w:sz="4" w:space="0" w:color="000000"/>
              <w:bottom w:val="double" w:sz="4" w:space="0" w:color="000000"/>
              <w:right w:val="double" w:sz="4" w:space="0" w:color="000000"/>
            </w:tcBorders>
          </w:tcPr>
          <w:p w14:paraId="24459CB4"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4" w:type="dxa"/>
            <w:gridSpan w:val="3"/>
            <w:tcBorders>
              <w:top w:val="double" w:sz="4" w:space="0" w:color="000000"/>
              <w:left w:val="double" w:sz="4" w:space="0" w:color="000000"/>
              <w:bottom w:val="double" w:sz="4" w:space="0" w:color="000000"/>
              <w:right w:val="double" w:sz="4" w:space="0" w:color="000000"/>
            </w:tcBorders>
          </w:tcPr>
          <w:p w14:paraId="1D99630F" w14:textId="77777777" w:rsidR="00203768" w:rsidRPr="001E78F5" w:rsidRDefault="00203768" w:rsidP="002A1878">
            <w:pPr>
              <w:rPr>
                <w:sz w:val="18"/>
                <w:szCs w:val="18"/>
              </w:rPr>
            </w:pPr>
            <w:r w:rsidRPr="001E78F5">
              <w:rPr>
                <w:rFonts w:ascii="Arial" w:eastAsia="Arial" w:hAnsi="Arial" w:cs="Arial"/>
                <w:sz w:val="18"/>
                <w:szCs w:val="18"/>
              </w:rPr>
              <w:t xml:space="preserve">Pessoal - Inobservância dos critérios de habilitação na documentação elaborada. </w:t>
            </w:r>
          </w:p>
        </w:tc>
      </w:tr>
      <w:tr w:rsidR="00203768" w:rsidRPr="001E78F5" w14:paraId="5D799820" w14:textId="77777777" w:rsidTr="001E78F5">
        <w:trPr>
          <w:trHeight w:val="288"/>
        </w:trPr>
        <w:tc>
          <w:tcPr>
            <w:tcW w:w="951" w:type="dxa"/>
            <w:tcBorders>
              <w:top w:val="double" w:sz="4" w:space="0" w:color="000000"/>
              <w:left w:val="double" w:sz="4" w:space="0" w:color="000000"/>
              <w:bottom w:val="double" w:sz="4" w:space="0" w:color="000000"/>
              <w:right w:val="double" w:sz="4" w:space="0" w:color="000000"/>
            </w:tcBorders>
          </w:tcPr>
          <w:p w14:paraId="02E17A50"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8914" w:type="dxa"/>
            <w:gridSpan w:val="3"/>
            <w:tcBorders>
              <w:top w:val="double" w:sz="4" w:space="0" w:color="000000"/>
              <w:left w:val="double" w:sz="4" w:space="0" w:color="000000"/>
              <w:bottom w:val="double" w:sz="4" w:space="0" w:color="000000"/>
              <w:right w:val="double" w:sz="4" w:space="0" w:color="000000"/>
            </w:tcBorders>
          </w:tcPr>
          <w:p w14:paraId="1F1E0384" w14:textId="77777777" w:rsidR="00203768" w:rsidRPr="001E78F5" w:rsidRDefault="00203768" w:rsidP="002A1878">
            <w:pPr>
              <w:rPr>
                <w:sz w:val="18"/>
                <w:szCs w:val="18"/>
              </w:rPr>
            </w:pPr>
            <w:r w:rsidRPr="001E78F5">
              <w:rPr>
                <w:rFonts w:ascii="Arial" w:eastAsia="Arial" w:hAnsi="Arial" w:cs="Arial"/>
                <w:sz w:val="18"/>
                <w:szCs w:val="18"/>
              </w:rPr>
              <w:t xml:space="preserve">Fator Externo – Falência da contratada.  </w:t>
            </w:r>
          </w:p>
        </w:tc>
      </w:tr>
    </w:tbl>
    <w:p w14:paraId="1CCDE4CF" w14:textId="77777777" w:rsidR="00203768" w:rsidRPr="001E78F5" w:rsidRDefault="00203768" w:rsidP="00203768">
      <w:pPr>
        <w:spacing w:after="0"/>
        <w:ind w:left="4816"/>
        <w:rPr>
          <w:sz w:val="18"/>
          <w:szCs w:val="18"/>
        </w:rPr>
      </w:pPr>
      <w:r w:rsidRPr="001E78F5">
        <w:rPr>
          <w:rFonts w:ascii="Arial" w:eastAsia="Arial" w:hAnsi="Arial" w:cs="Arial"/>
          <w:sz w:val="18"/>
          <w:szCs w:val="18"/>
        </w:rPr>
        <w:t xml:space="preserve"> </w:t>
      </w:r>
    </w:p>
    <w:tbl>
      <w:tblPr>
        <w:tblStyle w:val="TableGrid"/>
        <w:tblW w:w="9865" w:type="dxa"/>
        <w:tblInd w:w="-114" w:type="dxa"/>
        <w:tblCellMar>
          <w:top w:w="29" w:type="dxa"/>
          <w:left w:w="104" w:type="dxa"/>
          <w:right w:w="44" w:type="dxa"/>
        </w:tblCellMar>
        <w:tblLook w:val="04A0" w:firstRow="1" w:lastRow="0" w:firstColumn="1" w:lastColumn="0" w:noHBand="0" w:noVBand="1"/>
      </w:tblPr>
      <w:tblGrid>
        <w:gridCol w:w="951"/>
        <w:gridCol w:w="911"/>
        <w:gridCol w:w="4723"/>
        <w:gridCol w:w="3280"/>
      </w:tblGrid>
      <w:tr w:rsidR="00203768" w:rsidRPr="001E78F5" w14:paraId="35B5D398" w14:textId="77777777">
        <w:trPr>
          <w:trHeight w:val="542"/>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vAlign w:val="center"/>
          </w:tcPr>
          <w:p w14:paraId="21CFA33B" w14:textId="0C920D6D" w:rsidR="00203768" w:rsidRPr="001E78F5" w:rsidRDefault="00203768" w:rsidP="002A1878">
            <w:pPr>
              <w:ind w:left="5"/>
              <w:rPr>
                <w:sz w:val="18"/>
                <w:szCs w:val="18"/>
              </w:rPr>
            </w:pPr>
            <w:r w:rsidRPr="001E78F5">
              <w:rPr>
                <w:rFonts w:ascii="Arial" w:eastAsia="Arial" w:hAnsi="Arial" w:cs="Arial"/>
                <w:b/>
                <w:sz w:val="18"/>
                <w:szCs w:val="18"/>
              </w:rPr>
              <w:lastRenderedPageBreak/>
              <w:t xml:space="preserve">RISCO </w:t>
            </w:r>
            <w:r w:rsidR="00F13138" w:rsidRPr="001E78F5">
              <w:rPr>
                <w:rFonts w:ascii="Arial" w:eastAsia="Arial" w:hAnsi="Arial" w:cs="Arial"/>
                <w:b/>
                <w:sz w:val="18"/>
                <w:szCs w:val="18"/>
              </w:rPr>
              <w:t>14.1.3.e</w:t>
            </w:r>
            <w:r w:rsidRPr="001E78F5">
              <w:rPr>
                <w:rFonts w:ascii="Arial" w:eastAsia="Arial" w:hAnsi="Arial" w:cs="Arial"/>
                <w:b/>
                <w:sz w:val="18"/>
                <w:szCs w:val="18"/>
              </w:rPr>
              <w:t>. INEXECUÇÃO PARCIAL DO CONTRATO</w:t>
            </w:r>
            <w:r w:rsidRPr="001E78F5">
              <w:rPr>
                <w:rFonts w:ascii="Arial" w:eastAsia="Arial" w:hAnsi="Arial" w:cs="Arial"/>
                <w:sz w:val="18"/>
                <w:szCs w:val="18"/>
              </w:rPr>
              <w:t xml:space="preserve"> </w:t>
            </w:r>
          </w:p>
        </w:tc>
      </w:tr>
      <w:tr w:rsidR="00203768" w:rsidRPr="001E78F5" w14:paraId="40A2E801" w14:textId="77777777">
        <w:trPr>
          <w:trHeight w:val="856"/>
        </w:trPr>
        <w:tc>
          <w:tcPr>
            <w:tcW w:w="9865" w:type="dxa"/>
            <w:gridSpan w:val="4"/>
            <w:tcBorders>
              <w:top w:val="double" w:sz="4" w:space="0" w:color="000000"/>
              <w:left w:val="double" w:sz="4" w:space="0" w:color="000000"/>
              <w:bottom w:val="double" w:sz="4" w:space="0" w:color="000000"/>
              <w:right w:val="double" w:sz="4" w:space="0" w:color="000000"/>
            </w:tcBorders>
          </w:tcPr>
          <w:p w14:paraId="1B833ACC" w14:textId="77777777" w:rsidR="00203768" w:rsidRPr="001E78F5" w:rsidRDefault="00203768" w:rsidP="002A1878">
            <w:pPr>
              <w:spacing w:after="22"/>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PLANEJAMENTO DA CONTRATAÇÃO </w:t>
            </w:r>
          </w:p>
          <w:p w14:paraId="14737004" w14:textId="77777777" w:rsidR="00203768" w:rsidRPr="001E78F5" w:rsidRDefault="00203768" w:rsidP="002A1878">
            <w:pPr>
              <w:spacing w:after="17"/>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SELEÇÃO DO FORNECEDOR </w:t>
            </w:r>
          </w:p>
          <w:p w14:paraId="2B9CFD01" w14:textId="77777777" w:rsidR="00203768" w:rsidRPr="001E78F5" w:rsidRDefault="00203768" w:rsidP="002A1878">
            <w:pPr>
              <w:ind w:left="5"/>
              <w:rPr>
                <w:sz w:val="18"/>
                <w:szCs w:val="18"/>
              </w:rPr>
            </w:pPr>
            <w:r w:rsidRPr="001E78F5">
              <w:rPr>
                <w:rFonts w:ascii="Arial" w:eastAsia="Arial" w:hAnsi="Arial" w:cs="Arial"/>
                <w:sz w:val="18"/>
                <w:szCs w:val="18"/>
              </w:rPr>
              <w:t xml:space="preserve">(X) CONTRATAÇÃO </w:t>
            </w:r>
          </w:p>
        </w:tc>
      </w:tr>
      <w:tr w:rsidR="00203768" w:rsidRPr="001E78F5" w14:paraId="50A3665F" w14:textId="77777777">
        <w:trPr>
          <w:trHeight w:val="307"/>
        </w:trPr>
        <w:tc>
          <w:tcPr>
            <w:tcW w:w="1862" w:type="dxa"/>
            <w:gridSpan w:val="2"/>
            <w:tcBorders>
              <w:top w:val="double" w:sz="4" w:space="0" w:color="000000"/>
              <w:left w:val="double" w:sz="4" w:space="0" w:color="000000"/>
              <w:bottom w:val="double" w:sz="4" w:space="0" w:color="000000"/>
              <w:right w:val="double" w:sz="4" w:space="0" w:color="000000"/>
            </w:tcBorders>
          </w:tcPr>
          <w:p w14:paraId="44AB43A2" w14:textId="77777777" w:rsidR="00203768" w:rsidRPr="001E78F5" w:rsidRDefault="00203768" w:rsidP="002A1878">
            <w:pPr>
              <w:ind w:left="5"/>
              <w:jc w:val="both"/>
              <w:rPr>
                <w:sz w:val="18"/>
                <w:szCs w:val="18"/>
              </w:rPr>
            </w:pPr>
            <w:r w:rsidRPr="001E78F5">
              <w:rPr>
                <w:rFonts w:ascii="Arial" w:eastAsia="Arial" w:hAnsi="Arial" w:cs="Arial"/>
                <w:b/>
                <w:sz w:val="18"/>
                <w:szCs w:val="18"/>
              </w:rPr>
              <w:t>PROBABILIDADE</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794E6C73" w14:textId="77777777" w:rsidR="00203768" w:rsidRPr="001E78F5" w:rsidRDefault="00203768" w:rsidP="002A1878">
            <w:pPr>
              <w:ind w:right="70"/>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ALTA ( X ) MÉDIA (   ) BAIXA </w:t>
            </w:r>
          </w:p>
        </w:tc>
      </w:tr>
      <w:tr w:rsidR="00203768" w:rsidRPr="001E78F5" w14:paraId="3FEE0BDA" w14:textId="77777777">
        <w:trPr>
          <w:trHeight w:val="308"/>
        </w:trPr>
        <w:tc>
          <w:tcPr>
            <w:tcW w:w="1862" w:type="dxa"/>
            <w:gridSpan w:val="2"/>
            <w:tcBorders>
              <w:top w:val="double" w:sz="4" w:space="0" w:color="000000"/>
              <w:left w:val="double" w:sz="4" w:space="0" w:color="000000"/>
              <w:bottom w:val="double" w:sz="4" w:space="0" w:color="000000"/>
              <w:right w:val="double" w:sz="4" w:space="0" w:color="000000"/>
            </w:tcBorders>
          </w:tcPr>
          <w:p w14:paraId="279B2840" w14:textId="77777777" w:rsidR="00203768" w:rsidRPr="001E78F5" w:rsidRDefault="00203768" w:rsidP="002A1878">
            <w:pPr>
              <w:ind w:right="68"/>
              <w:jc w:val="center"/>
              <w:rPr>
                <w:sz w:val="18"/>
                <w:szCs w:val="18"/>
              </w:rPr>
            </w:pPr>
            <w:r w:rsidRPr="001E78F5">
              <w:rPr>
                <w:rFonts w:ascii="Arial" w:eastAsia="Arial" w:hAnsi="Arial" w:cs="Arial"/>
                <w:b/>
                <w:sz w:val="18"/>
                <w:szCs w:val="18"/>
              </w:rPr>
              <w:t>IMPACTO</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0663DBA5" w14:textId="77777777" w:rsidR="00203768" w:rsidRPr="001E78F5" w:rsidRDefault="00203768" w:rsidP="002A1878">
            <w:pPr>
              <w:ind w:right="78"/>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MUITO GRANDE ( X ) GRANDE (  ) MODERADO (   ) PEQUENO (   ) MUITO PEQUENO </w:t>
            </w:r>
          </w:p>
        </w:tc>
      </w:tr>
      <w:tr w:rsidR="00203768" w:rsidRPr="001E78F5" w14:paraId="6288F15C" w14:textId="77777777">
        <w:trPr>
          <w:trHeight w:val="300"/>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2A498BE7" w14:textId="77777777" w:rsidR="00203768" w:rsidRPr="001E78F5" w:rsidRDefault="00203768" w:rsidP="002A1878">
            <w:pPr>
              <w:ind w:right="69"/>
              <w:jc w:val="center"/>
              <w:rPr>
                <w:sz w:val="18"/>
                <w:szCs w:val="18"/>
              </w:rPr>
            </w:pPr>
            <w:r w:rsidRPr="001E78F5">
              <w:rPr>
                <w:rFonts w:ascii="Arial" w:eastAsia="Arial" w:hAnsi="Arial" w:cs="Arial"/>
                <w:b/>
                <w:sz w:val="18"/>
                <w:szCs w:val="18"/>
              </w:rPr>
              <w:t>DANO – CONSEQUÊNCIA</w:t>
            </w:r>
            <w:r w:rsidRPr="001E78F5">
              <w:rPr>
                <w:rFonts w:ascii="Arial" w:eastAsia="Arial" w:hAnsi="Arial" w:cs="Arial"/>
                <w:sz w:val="18"/>
                <w:szCs w:val="18"/>
              </w:rPr>
              <w:t xml:space="preserve"> </w:t>
            </w:r>
          </w:p>
        </w:tc>
      </w:tr>
      <w:tr w:rsidR="00203768" w:rsidRPr="001E78F5" w14:paraId="50110ECA" w14:textId="77777777">
        <w:trPr>
          <w:trHeight w:val="284"/>
        </w:trPr>
        <w:tc>
          <w:tcPr>
            <w:tcW w:w="951" w:type="dxa"/>
            <w:tcBorders>
              <w:top w:val="double" w:sz="4" w:space="0" w:color="000000"/>
              <w:left w:val="double" w:sz="4" w:space="0" w:color="000000"/>
              <w:bottom w:val="double" w:sz="4" w:space="0" w:color="000000"/>
              <w:right w:val="double" w:sz="4" w:space="0" w:color="000000"/>
            </w:tcBorders>
          </w:tcPr>
          <w:p w14:paraId="3AA04B76"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327BBD11" w14:textId="77777777" w:rsidR="00203768" w:rsidRPr="001E78F5" w:rsidRDefault="00203768" w:rsidP="002A1878">
            <w:pPr>
              <w:rPr>
                <w:sz w:val="18"/>
                <w:szCs w:val="18"/>
              </w:rPr>
            </w:pPr>
            <w:r w:rsidRPr="001E78F5">
              <w:rPr>
                <w:rFonts w:ascii="Arial" w:eastAsia="Arial" w:hAnsi="Arial" w:cs="Arial"/>
                <w:sz w:val="18"/>
                <w:szCs w:val="18"/>
              </w:rPr>
              <w:t xml:space="preserve">Provimento extemporâneo dos setores demandantes. </w:t>
            </w:r>
          </w:p>
        </w:tc>
      </w:tr>
      <w:tr w:rsidR="00203768" w:rsidRPr="001E78F5" w14:paraId="40A4B612" w14:textId="77777777">
        <w:trPr>
          <w:trHeight w:val="285"/>
        </w:trPr>
        <w:tc>
          <w:tcPr>
            <w:tcW w:w="951" w:type="dxa"/>
            <w:tcBorders>
              <w:top w:val="double" w:sz="4" w:space="0" w:color="000000"/>
              <w:left w:val="double" w:sz="4" w:space="0" w:color="000000"/>
              <w:bottom w:val="double" w:sz="4" w:space="0" w:color="000000"/>
              <w:right w:val="double" w:sz="4" w:space="0" w:color="000000"/>
            </w:tcBorders>
          </w:tcPr>
          <w:p w14:paraId="39713E83"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8915" w:type="dxa"/>
            <w:gridSpan w:val="3"/>
            <w:tcBorders>
              <w:top w:val="double" w:sz="4" w:space="0" w:color="000000"/>
              <w:left w:val="double" w:sz="4" w:space="0" w:color="000000"/>
              <w:bottom w:val="double" w:sz="4" w:space="0" w:color="000000"/>
              <w:right w:val="double" w:sz="4" w:space="0" w:color="000000"/>
            </w:tcBorders>
          </w:tcPr>
          <w:p w14:paraId="48780D58" w14:textId="77777777" w:rsidR="00203768" w:rsidRPr="001E78F5" w:rsidRDefault="00203768" w:rsidP="002A1878">
            <w:pPr>
              <w:rPr>
                <w:sz w:val="18"/>
                <w:szCs w:val="18"/>
              </w:rPr>
            </w:pPr>
            <w:r w:rsidRPr="001E78F5">
              <w:rPr>
                <w:rFonts w:ascii="Arial" w:eastAsia="Arial" w:hAnsi="Arial" w:cs="Arial"/>
                <w:sz w:val="18"/>
                <w:szCs w:val="18"/>
              </w:rPr>
              <w:t xml:space="preserve">Aplicação de penalidades à contratada, incluindo a rescisão contratual. </w:t>
            </w:r>
          </w:p>
        </w:tc>
      </w:tr>
      <w:tr w:rsidR="00203768" w:rsidRPr="001E78F5" w14:paraId="73C99DF6" w14:textId="77777777">
        <w:trPr>
          <w:trHeight w:val="300"/>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09E9A6DC" w14:textId="77777777" w:rsidR="00203768" w:rsidRPr="001E78F5" w:rsidRDefault="00203768" w:rsidP="002A1878">
            <w:pPr>
              <w:ind w:right="76"/>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63B302FD" w14:textId="77777777" w:rsidR="00203768" w:rsidRPr="001E78F5" w:rsidRDefault="00203768" w:rsidP="002A1878">
            <w:pPr>
              <w:ind w:right="84"/>
              <w:jc w:val="center"/>
              <w:rPr>
                <w:sz w:val="18"/>
                <w:szCs w:val="18"/>
              </w:rPr>
            </w:pPr>
            <w:r w:rsidRPr="001E78F5">
              <w:rPr>
                <w:rFonts w:ascii="Arial" w:eastAsia="Arial" w:hAnsi="Arial" w:cs="Arial"/>
                <w:b/>
                <w:sz w:val="18"/>
                <w:szCs w:val="18"/>
              </w:rPr>
              <w:t>AÇÃO PREVENTIVA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65867F2C"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374E56FA" w14:textId="77777777">
        <w:trPr>
          <w:trHeight w:val="539"/>
        </w:trPr>
        <w:tc>
          <w:tcPr>
            <w:tcW w:w="951" w:type="dxa"/>
            <w:tcBorders>
              <w:top w:val="double" w:sz="4" w:space="0" w:color="000000"/>
              <w:left w:val="double" w:sz="4" w:space="0" w:color="000000"/>
              <w:bottom w:val="double" w:sz="4" w:space="0" w:color="000000"/>
              <w:right w:val="double" w:sz="4" w:space="0" w:color="000000"/>
            </w:tcBorders>
            <w:vAlign w:val="center"/>
          </w:tcPr>
          <w:p w14:paraId="18BDE48D"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tcPr>
          <w:p w14:paraId="47F5A434" w14:textId="77777777" w:rsidR="00203768" w:rsidRPr="001E78F5" w:rsidRDefault="00203768" w:rsidP="002A1878">
            <w:pPr>
              <w:jc w:val="both"/>
              <w:rPr>
                <w:sz w:val="18"/>
                <w:szCs w:val="18"/>
              </w:rPr>
            </w:pPr>
            <w:r w:rsidRPr="001E78F5">
              <w:rPr>
                <w:rFonts w:ascii="Arial" w:eastAsia="Arial" w:hAnsi="Arial" w:cs="Arial"/>
                <w:sz w:val="18"/>
                <w:szCs w:val="18"/>
              </w:rPr>
              <w:t xml:space="preserve">Atentar aos requisitos contratuais relativos à inexecução parcial da contratação e à execução contratual.  </w:t>
            </w:r>
          </w:p>
        </w:tc>
        <w:tc>
          <w:tcPr>
            <w:tcW w:w="3280" w:type="dxa"/>
            <w:tcBorders>
              <w:top w:val="double" w:sz="4" w:space="0" w:color="000000"/>
              <w:left w:val="double" w:sz="4" w:space="0" w:color="000000"/>
              <w:bottom w:val="double" w:sz="4" w:space="0" w:color="000000"/>
              <w:right w:val="double" w:sz="4" w:space="0" w:color="000000"/>
            </w:tcBorders>
            <w:vAlign w:val="center"/>
          </w:tcPr>
          <w:p w14:paraId="35A93476" w14:textId="77777777" w:rsidR="00203768" w:rsidRPr="001E78F5" w:rsidRDefault="00203768" w:rsidP="002A1878">
            <w:pPr>
              <w:ind w:right="74"/>
              <w:jc w:val="center"/>
              <w:rPr>
                <w:sz w:val="18"/>
                <w:szCs w:val="18"/>
              </w:rPr>
            </w:pPr>
            <w:r w:rsidRPr="001E78F5">
              <w:rPr>
                <w:rFonts w:ascii="Arial" w:eastAsia="Arial" w:hAnsi="Arial" w:cs="Arial"/>
                <w:sz w:val="18"/>
                <w:szCs w:val="18"/>
              </w:rPr>
              <w:t xml:space="preserve">Integrante Requisitante </w:t>
            </w:r>
          </w:p>
        </w:tc>
      </w:tr>
      <w:tr w:rsidR="00203768" w:rsidRPr="001E78F5" w14:paraId="3C03E876" w14:textId="77777777">
        <w:trPr>
          <w:trHeight w:val="533"/>
        </w:trPr>
        <w:tc>
          <w:tcPr>
            <w:tcW w:w="951" w:type="dxa"/>
            <w:tcBorders>
              <w:top w:val="double" w:sz="4" w:space="0" w:color="000000"/>
              <w:left w:val="double" w:sz="4" w:space="0" w:color="000000"/>
              <w:bottom w:val="double" w:sz="4" w:space="0" w:color="000000"/>
              <w:right w:val="double" w:sz="4" w:space="0" w:color="000000"/>
            </w:tcBorders>
            <w:vAlign w:val="center"/>
          </w:tcPr>
          <w:p w14:paraId="536B92EE"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5635" w:type="dxa"/>
            <w:gridSpan w:val="2"/>
            <w:tcBorders>
              <w:top w:val="double" w:sz="4" w:space="0" w:color="000000"/>
              <w:left w:val="double" w:sz="4" w:space="0" w:color="000000"/>
              <w:bottom w:val="double" w:sz="4" w:space="0" w:color="000000"/>
              <w:right w:val="double" w:sz="4" w:space="0" w:color="000000"/>
            </w:tcBorders>
          </w:tcPr>
          <w:p w14:paraId="60F093B1" w14:textId="77777777" w:rsidR="00203768" w:rsidRPr="001E78F5" w:rsidRDefault="00203768" w:rsidP="002A1878">
            <w:pPr>
              <w:jc w:val="both"/>
              <w:rPr>
                <w:sz w:val="18"/>
                <w:szCs w:val="18"/>
              </w:rPr>
            </w:pPr>
            <w:r w:rsidRPr="001E78F5">
              <w:rPr>
                <w:rFonts w:ascii="Arial" w:eastAsia="Arial" w:hAnsi="Arial" w:cs="Arial"/>
                <w:sz w:val="18"/>
                <w:szCs w:val="18"/>
              </w:rPr>
              <w:t xml:space="preserve">Pesquisar o histórico contratual das licitantes contratadas quanto à execução dos contratos firmados com a Administração Pública. </w:t>
            </w:r>
          </w:p>
        </w:tc>
        <w:tc>
          <w:tcPr>
            <w:tcW w:w="3280" w:type="dxa"/>
            <w:tcBorders>
              <w:top w:val="double" w:sz="4" w:space="0" w:color="000000"/>
              <w:left w:val="double" w:sz="4" w:space="0" w:color="000000"/>
              <w:bottom w:val="double" w:sz="4" w:space="0" w:color="000000"/>
              <w:right w:val="double" w:sz="4" w:space="0" w:color="000000"/>
            </w:tcBorders>
            <w:vAlign w:val="center"/>
          </w:tcPr>
          <w:p w14:paraId="085EE856" w14:textId="77777777" w:rsidR="00203768" w:rsidRPr="001E78F5" w:rsidRDefault="00203768" w:rsidP="002A1878">
            <w:pPr>
              <w:ind w:right="74"/>
              <w:jc w:val="center"/>
              <w:rPr>
                <w:sz w:val="18"/>
                <w:szCs w:val="18"/>
              </w:rPr>
            </w:pPr>
            <w:r w:rsidRPr="001E78F5">
              <w:rPr>
                <w:rFonts w:ascii="Arial" w:eastAsia="Arial" w:hAnsi="Arial" w:cs="Arial"/>
                <w:sz w:val="18"/>
                <w:szCs w:val="18"/>
              </w:rPr>
              <w:t xml:space="preserve">Integrante Requisitante </w:t>
            </w:r>
          </w:p>
        </w:tc>
      </w:tr>
      <w:tr w:rsidR="00203768" w:rsidRPr="001E78F5" w14:paraId="7EC968C1" w14:textId="77777777">
        <w:trPr>
          <w:trHeight w:val="539"/>
        </w:trPr>
        <w:tc>
          <w:tcPr>
            <w:tcW w:w="951" w:type="dxa"/>
            <w:tcBorders>
              <w:top w:val="double" w:sz="4" w:space="0" w:color="000000"/>
              <w:left w:val="double" w:sz="4" w:space="0" w:color="000000"/>
              <w:bottom w:val="double" w:sz="4" w:space="0" w:color="000000"/>
              <w:right w:val="double" w:sz="4" w:space="0" w:color="000000"/>
            </w:tcBorders>
            <w:vAlign w:val="center"/>
          </w:tcPr>
          <w:p w14:paraId="7CF9B9B3"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3 </w:t>
            </w:r>
          </w:p>
        </w:tc>
        <w:tc>
          <w:tcPr>
            <w:tcW w:w="5635" w:type="dxa"/>
            <w:gridSpan w:val="2"/>
            <w:tcBorders>
              <w:top w:val="double" w:sz="4" w:space="0" w:color="000000"/>
              <w:left w:val="double" w:sz="4" w:space="0" w:color="000000"/>
              <w:bottom w:val="double" w:sz="4" w:space="0" w:color="000000"/>
              <w:right w:val="double" w:sz="4" w:space="0" w:color="000000"/>
            </w:tcBorders>
          </w:tcPr>
          <w:p w14:paraId="13560922" w14:textId="77777777" w:rsidR="00203768" w:rsidRPr="001E78F5" w:rsidRDefault="00203768" w:rsidP="002A1878">
            <w:pPr>
              <w:jc w:val="both"/>
              <w:rPr>
                <w:sz w:val="18"/>
                <w:szCs w:val="18"/>
              </w:rPr>
            </w:pPr>
            <w:r w:rsidRPr="001E78F5">
              <w:rPr>
                <w:rFonts w:ascii="Arial" w:eastAsia="Arial" w:hAnsi="Arial" w:cs="Arial"/>
                <w:sz w:val="18"/>
                <w:szCs w:val="18"/>
              </w:rPr>
              <w:t xml:space="preserve">Acompanhar e fiscalizar a execução contratual de forma a reduzir/eliminar a ocorrência de falhas. </w:t>
            </w:r>
          </w:p>
        </w:tc>
        <w:tc>
          <w:tcPr>
            <w:tcW w:w="3280" w:type="dxa"/>
            <w:tcBorders>
              <w:top w:val="double" w:sz="4" w:space="0" w:color="000000"/>
              <w:left w:val="double" w:sz="4" w:space="0" w:color="000000"/>
              <w:bottom w:val="double" w:sz="4" w:space="0" w:color="000000"/>
              <w:right w:val="double" w:sz="4" w:space="0" w:color="000000"/>
            </w:tcBorders>
          </w:tcPr>
          <w:p w14:paraId="66A90FA0" w14:textId="77777777" w:rsidR="00203768" w:rsidRPr="001E78F5" w:rsidRDefault="00203768" w:rsidP="002A1878">
            <w:pPr>
              <w:ind w:left="193" w:right="194"/>
              <w:jc w:val="center"/>
              <w:rPr>
                <w:sz w:val="18"/>
                <w:szCs w:val="18"/>
              </w:rPr>
            </w:pPr>
            <w:r w:rsidRPr="001E78F5">
              <w:rPr>
                <w:rFonts w:ascii="Arial" w:eastAsia="Arial" w:hAnsi="Arial" w:cs="Arial"/>
                <w:sz w:val="18"/>
                <w:szCs w:val="18"/>
              </w:rPr>
              <w:t xml:space="preserve">Integrante Requisitante Integrante Administrativo </w:t>
            </w:r>
          </w:p>
        </w:tc>
      </w:tr>
      <w:tr w:rsidR="00203768" w:rsidRPr="001E78F5" w14:paraId="3C3674A9" w14:textId="77777777">
        <w:trPr>
          <w:trHeight w:val="300"/>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0FC4A914" w14:textId="77777777" w:rsidR="00203768" w:rsidRPr="001E78F5" w:rsidRDefault="00203768" w:rsidP="002A1878">
            <w:pPr>
              <w:ind w:right="76"/>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06972C93" w14:textId="77777777" w:rsidR="00203768" w:rsidRPr="001E78F5" w:rsidRDefault="00203768" w:rsidP="002A1878">
            <w:pPr>
              <w:ind w:right="75"/>
              <w:jc w:val="center"/>
              <w:rPr>
                <w:sz w:val="18"/>
                <w:szCs w:val="18"/>
              </w:rPr>
            </w:pPr>
            <w:r w:rsidRPr="001E78F5">
              <w:rPr>
                <w:rFonts w:ascii="Arial" w:eastAsia="Arial" w:hAnsi="Arial" w:cs="Arial"/>
                <w:b/>
                <w:sz w:val="18"/>
                <w:szCs w:val="18"/>
              </w:rPr>
              <w:t>AÇÃO DE CONTINGÊNCIA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7095C1BD"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7D69B4F0" w14:textId="77777777">
        <w:trPr>
          <w:trHeight w:val="539"/>
        </w:trPr>
        <w:tc>
          <w:tcPr>
            <w:tcW w:w="951" w:type="dxa"/>
            <w:tcBorders>
              <w:top w:val="double" w:sz="4" w:space="0" w:color="000000"/>
              <w:left w:val="double" w:sz="4" w:space="0" w:color="000000"/>
              <w:bottom w:val="double" w:sz="4" w:space="0" w:color="000000"/>
              <w:right w:val="double" w:sz="4" w:space="0" w:color="000000"/>
            </w:tcBorders>
            <w:vAlign w:val="center"/>
          </w:tcPr>
          <w:p w14:paraId="10263AC2"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tcPr>
          <w:p w14:paraId="25A8E345" w14:textId="77777777" w:rsidR="00203768" w:rsidRPr="001E78F5" w:rsidRDefault="00203768" w:rsidP="002A1878">
            <w:pPr>
              <w:jc w:val="both"/>
              <w:rPr>
                <w:sz w:val="18"/>
                <w:szCs w:val="18"/>
              </w:rPr>
            </w:pPr>
            <w:r w:rsidRPr="001E78F5">
              <w:rPr>
                <w:rFonts w:ascii="Arial" w:eastAsia="Arial" w:hAnsi="Arial" w:cs="Arial"/>
                <w:sz w:val="18"/>
                <w:szCs w:val="18"/>
              </w:rPr>
              <w:t xml:space="preserve">Aplicar penalizações, na forma prevista no instrumento convocatório ou no contrato. </w:t>
            </w:r>
          </w:p>
        </w:tc>
        <w:tc>
          <w:tcPr>
            <w:tcW w:w="3280" w:type="dxa"/>
            <w:tcBorders>
              <w:top w:val="double" w:sz="4" w:space="0" w:color="000000"/>
              <w:left w:val="double" w:sz="4" w:space="0" w:color="000000"/>
              <w:bottom w:val="double" w:sz="4" w:space="0" w:color="000000"/>
              <w:right w:val="double" w:sz="4" w:space="0" w:color="000000"/>
            </w:tcBorders>
          </w:tcPr>
          <w:p w14:paraId="5B2389C8" w14:textId="77777777" w:rsidR="00203768" w:rsidRPr="001E78F5" w:rsidRDefault="00203768" w:rsidP="002A1878">
            <w:pPr>
              <w:ind w:left="31" w:right="105"/>
              <w:jc w:val="center"/>
              <w:rPr>
                <w:sz w:val="18"/>
                <w:szCs w:val="18"/>
              </w:rPr>
            </w:pPr>
            <w:r w:rsidRPr="001E78F5">
              <w:rPr>
                <w:rFonts w:ascii="Arial" w:eastAsia="Arial" w:hAnsi="Arial" w:cs="Arial"/>
                <w:sz w:val="18"/>
                <w:szCs w:val="18"/>
              </w:rPr>
              <w:t xml:space="preserve">Integrante Requisitante Oc. de cargos com poder de decisão. </w:t>
            </w:r>
          </w:p>
        </w:tc>
      </w:tr>
      <w:tr w:rsidR="00203768" w:rsidRPr="001E78F5" w14:paraId="62F98003" w14:textId="77777777">
        <w:trPr>
          <w:trHeight w:val="1066"/>
        </w:trPr>
        <w:tc>
          <w:tcPr>
            <w:tcW w:w="951" w:type="dxa"/>
            <w:tcBorders>
              <w:top w:val="double" w:sz="4" w:space="0" w:color="000000"/>
              <w:left w:val="double" w:sz="4" w:space="0" w:color="000000"/>
              <w:bottom w:val="double" w:sz="4" w:space="0" w:color="000000"/>
              <w:right w:val="double" w:sz="4" w:space="0" w:color="000000"/>
            </w:tcBorders>
            <w:vAlign w:val="center"/>
          </w:tcPr>
          <w:p w14:paraId="5B4F61FB"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5635" w:type="dxa"/>
            <w:gridSpan w:val="2"/>
            <w:tcBorders>
              <w:top w:val="double" w:sz="4" w:space="0" w:color="000000"/>
              <w:left w:val="double" w:sz="4" w:space="0" w:color="000000"/>
              <w:bottom w:val="double" w:sz="4" w:space="0" w:color="000000"/>
              <w:right w:val="double" w:sz="4" w:space="0" w:color="000000"/>
            </w:tcBorders>
          </w:tcPr>
          <w:p w14:paraId="0F6ED1B3" w14:textId="77777777" w:rsidR="00203768" w:rsidRPr="001E78F5" w:rsidRDefault="00203768" w:rsidP="002A1878">
            <w:pPr>
              <w:spacing w:after="26" w:line="238" w:lineRule="auto"/>
              <w:ind w:right="77"/>
              <w:jc w:val="both"/>
              <w:rPr>
                <w:sz w:val="18"/>
                <w:szCs w:val="18"/>
              </w:rPr>
            </w:pPr>
            <w:r w:rsidRPr="001E78F5">
              <w:rPr>
                <w:rFonts w:ascii="Arial" w:eastAsia="Arial" w:hAnsi="Arial" w:cs="Arial"/>
                <w:sz w:val="18"/>
                <w:szCs w:val="18"/>
              </w:rPr>
              <w:t xml:space="preserve">Convocar dentro do prazo e condições estabelecidas os licitantes remanescentes para manifestar o interesse e assinar o termo de contrato, caso a rescisão contratual venha ocorrer. </w:t>
            </w:r>
          </w:p>
          <w:p w14:paraId="296F68A4" w14:textId="77777777" w:rsidR="00203768" w:rsidRPr="001E78F5" w:rsidRDefault="00203768" w:rsidP="002A1878">
            <w:pPr>
              <w:rPr>
                <w:sz w:val="18"/>
                <w:szCs w:val="18"/>
              </w:rPr>
            </w:pP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vAlign w:val="center"/>
          </w:tcPr>
          <w:p w14:paraId="320E204A" w14:textId="77777777" w:rsidR="00203768" w:rsidRPr="001E78F5" w:rsidRDefault="00203768" w:rsidP="002A1878">
            <w:pPr>
              <w:jc w:val="center"/>
              <w:rPr>
                <w:sz w:val="18"/>
                <w:szCs w:val="18"/>
              </w:rPr>
            </w:pPr>
            <w:r w:rsidRPr="001E78F5">
              <w:rPr>
                <w:rFonts w:ascii="Arial" w:eastAsia="Arial" w:hAnsi="Arial" w:cs="Arial"/>
                <w:sz w:val="18"/>
                <w:szCs w:val="18"/>
              </w:rPr>
              <w:t xml:space="preserve">Ocupantes de cargos com poder de decisão </w:t>
            </w:r>
          </w:p>
        </w:tc>
      </w:tr>
      <w:tr w:rsidR="00203768" w:rsidRPr="001E78F5" w14:paraId="531EB9FF" w14:textId="77777777">
        <w:trPr>
          <w:trHeight w:val="302"/>
        </w:trPr>
        <w:tc>
          <w:tcPr>
            <w:tcW w:w="951" w:type="dxa"/>
            <w:tcBorders>
              <w:top w:val="double" w:sz="4" w:space="0" w:color="000000"/>
              <w:left w:val="double" w:sz="4" w:space="0" w:color="000000"/>
              <w:bottom w:val="double" w:sz="4" w:space="0" w:color="000000"/>
              <w:right w:val="nil"/>
            </w:tcBorders>
            <w:shd w:val="clear" w:color="auto" w:fill="BFBFBF"/>
          </w:tcPr>
          <w:p w14:paraId="18B0D7B9" w14:textId="77777777" w:rsidR="00203768" w:rsidRPr="001E78F5" w:rsidRDefault="00203768" w:rsidP="002A1878">
            <w:pPr>
              <w:rPr>
                <w:sz w:val="18"/>
                <w:szCs w:val="18"/>
              </w:rPr>
            </w:pPr>
          </w:p>
        </w:tc>
        <w:tc>
          <w:tcPr>
            <w:tcW w:w="8915" w:type="dxa"/>
            <w:gridSpan w:val="3"/>
            <w:tcBorders>
              <w:top w:val="double" w:sz="4" w:space="0" w:color="000000"/>
              <w:left w:val="nil"/>
              <w:bottom w:val="double" w:sz="4" w:space="0" w:color="000000"/>
              <w:right w:val="double" w:sz="4" w:space="0" w:color="000000"/>
            </w:tcBorders>
            <w:shd w:val="clear" w:color="auto" w:fill="BFBFBF"/>
          </w:tcPr>
          <w:p w14:paraId="53508582" w14:textId="77777777" w:rsidR="00203768" w:rsidRPr="001E78F5" w:rsidRDefault="00203768" w:rsidP="002A1878">
            <w:pPr>
              <w:ind w:left="1916"/>
              <w:rPr>
                <w:sz w:val="18"/>
                <w:szCs w:val="18"/>
              </w:rPr>
            </w:pPr>
            <w:r w:rsidRPr="001E78F5">
              <w:rPr>
                <w:rFonts w:ascii="Arial" w:eastAsia="Arial" w:hAnsi="Arial" w:cs="Arial"/>
                <w:b/>
                <w:sz w:val="18"/>
                <w:szCs w:val="18"/>
              </w:rPr>
              <w:t>CAUSAS (FONTE + VULNERABILIDADES)</w:t>
            </w:r>
            <w:r w:rsidRPr="001E78F5">
              <w:rPr>
                <w:rFonts w:ascii="Arial" w:eastAsia="Arial" w:hAnsi="Arial" w:cs="Arial"/>
                <w:sz w:val="18"/>
                <w:szCs w:val="18"/>
              </w:rPr>
              <w:t xml:space="preserve"> </w:t>
            </w:r>
          </w:p>
        </w:tc>
      </w:tr>
      <w:tr w:rsidR="00203768" w:rsidRPr="001E78F5" w14:paraId="00D217DF" w14:textId="77777777">
        <w:trPr>
          <w:trHeight w:val="308"/>
        </w:trPr>
        <w:tc>
          <w:tcPr>
            <w:tcW w:w="951" w:type="dxa"/>
            <w:tcBorders>
              <w:top w:val="double" w:sz="4" w:space="0" w:color="000000"/>
              <w:left w:val="double" w:sz="4" w:space="0" w:color="000000"/>
              <w:bottom w:val="double" w:sz="4" w:space="0" w:color="000000"/>
              <w:right w:val="double" w:sz="4" w:space="0" w:color="000000"/>
            </w:tcBorders>
          </w:tcPr>
          <w:p w14:paraId="5CD24972" w14:textId="77777777" w:rsidR="00203768" w:rsidRPr="001E78F5" w:rsidRDefault="00203768" w:rsidP="002A1878">
            <w:pPr>
              <w:ind w:left="2"/>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0A588424" w14:textId="77777777" w:rsidR="00203768" w:rsidRPr="001E78F5" w:rsidRDefault="00203768" w:rsidP="002A1878">
            <w:pPr>
              <w:rPr>
                <w:sz w:val="18"/>
                <w:szCs w:val="18"/>
              </w:rPr>
            </w:pPr>
            <w:r w:rsidRPr="001E78F5">
              <w:rPr>
                <w:rFonts w:ascii="Arial" w:eastAsia="Arial" w:hAnsi="Arial" w:cs="Arial"/>
                <w:sz w:val="18"/>
                <w:szCs w:val="18"/>
              </w:rPr>
              <w:t xml:space="preserve">Fator Externo - Não cumprimento de cláusulas contratuais, especificações, projetos ou prazos. </w:t>
            </w:r>
          </w:p>
        </w:tc>
      </w:tr>
    </w:tbl>
    <w:p w14:paraId="16EA81BB" w14:textId="77777777" w:rsidR="00203768" w:rsidRPr="001E78F5" w:rsidRDefault="00203768" w:rsidP="00203768">
      <w:pPr>
        <w:spacing w:after="0"/>
        <w:ind w:left="4816"/>
        <w:jc w:val="both"/>
        <w:rPr>
          <w:sz w:val="18"/>
          <w:szCs w:val="18"/>
        </w:rPr>
      </w:pPr>
      <w:r w:rsidRPr="001E78F5">
        <w:rPr>
          <w:rFonts w:ascii="Arial" w:eastAsia="Arial" w:hAnsi="Arial" w:cs="Arial"/>
          <w:sz w:val="18"/>
          <w:szCs w:val="18"/>
        </w:rPr>
        <w:t xml:space="preserve"> </w:t>
      </w:r>
    </w:p>
    <w:tbl>
      <w:tblPr>
        <w:tblStyle w:val="TableGrid"/>
        <w:tblW w:w="9865" w:type="dxa"/>
        <w:tblInd w:w="-114" w:type="dxa"/>
        <w:tblCellMar>
          <w:top w:w="28" w:type="dxa"/>
          <w:left w:w="104" w:type="dxa"/>
          <w:right w:w="44" w:type="dxa"/>
        </w:tblCellMar>
        <w:tblLook w:val="04A0" w:firstRow="1" w:lastRow="0" w:firstColumn="1" w:lastColumn="0" w:noHBand="0" w:noVBand="1"/>
      </w:tblPr>
      <w:tblGrid>
        <w:gridCol w:w="951"/>
        <w:gridCol w:w="911"/>
        <w:gridCol w:w="4723"/>
        <w:gridCol w:w="3280"/>
      </w:tblGrid>
      <w:tr w:rsidR="00203768" w:rsidRPr="001E78F5" w14:paraId="6723C47E" w14:textId="77777777">
        <w:trPr>
          <w:trHeight w:val="545"/>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vAlign w:val="center"/>
          </w:tcPr>
          <w:p w14:paraId="3D7FB3DC" w14:textId="5AAFFB18" w:rsidR="00203768" w:rsidRPr="001E78F5" w:rsidRDefault="00203768" w:rsidP="002A1878">
            <w:pPr>
              <w:ind w:left="5"/>
              <w:rPr>
                <w:sz w:val="18"/>
                <w:szCs w:val="18"/>
              </w:rPr>
            </w:pPr>
            <w:r w:rsidRPr="001E78F5">
              <w:rPr>
                <w:rFonts w:ascii="Arial" w:eastAsia="Arial" w:hAnsi="Arial" w:cs="Arial"/>
                <w:b/>
                <w:sz w:val="18"/>
                <w:szCs w:val="18"/>
              </w:rPr>
              <w:t xml:space="preserve">RISCO </w:t>
            </w:r>
            <w:r w:rsidR="00F13138" w:rsidRPr="001E78F5">
              <w:rPr>
                <w:rFonts w:ascii="Arial" w:eastAsia="Arial" w:hAnsi="Arial" w:cs="Arial"/>
                <w:b/>
                <w:sz w:val="18"/>
                <w:szCs w:val="18"/>
              </w:rPr>
              <w:t>14.1.3.f</w:t>
            </w:r>
            <w:r w:rsidRPr="001E78F5">
              <w:rPr>
                <w:rFonts w:ascii="Arial" w:eastAsia="Arial" w:hAnsi="Arial" w:cs="Arial"/>
                <w:b/>
                <w:sz w:val="18"/>
                <w:szCs w:val="18"/>
              </w:rPr>
              <w:t>. ATRASO DE PAGAMENTO AOS FUNCIONÁRIOS TERCEIRIZADOS.</w:t>
            </w:r>
            <w:r w:rsidRPr="001E78F5">
              <w:rPr>
                <w:rFonts w:ascii="Arial" w:eastAsia="Arial" w:hAnsi="Arial" w:cs="Arial"/>
                <w:sz w:val="18"/>
                <w:szCs w:val="18"/>
              </w:rPr>
              <w:t xml:space="preserve"> </w:t>
            </w:r>
          </w:p>
        </w:tc>
      </w:tr>
      <w:tr w:rsidR="00203768" w:rsidRPr="001E78F5" w14:paraId="436151AF" w14:textId="77777777">
        <w:trPr>
          <w:trHeight w:val="856"/>
        </w:trPr>
        <w:tc>
          <w:tcPr>
            <w:tcW w:w="9865" w:type="dxa"/>
            <w:gridSpan w:val="4"/>
            <w:tcBorders>
              <w:top w:val="double" w:sz="4" w:space="0" w:color="000000"/>
              <w:left w:val="double" w:sz="4" w:space="0" w:color="000000"/>
              <w:bottom w:val="double" w:sz="4" w:space="0" w:color="000000"/>
              <w:right w:val="double" w:sz="4" w:space="0" w:color="000000"/>
            </w:tcBorders>
          </w:tcPr>
          <w:p w14:paraId="6235F588" w14:textId="77777777" w:rsidR="00203768" w:rsidRPr="001E78F5" w:rsidRDefault="00203768" w:rsidP="002A1878">
            <w:pPr>
              <w:spacing w:after="17"/>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PLANEJAMENTO DA CONTRATAÇÃO </w:t>
            </w:r>
          </w:p>
          <w:p w14:paraId="4B19417D" w14:textId="77777777" w:rsidR="00203768" w:rsidRPr="001E78F5" w:rsidRDefault="00203768" w:rsidP="002A1878">
            <w:pPr>
              <w:spacing w:after="21"/>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SELEÇÃO DO FORNECEDOR </w:t>
            </w:r>
          </w:p>
          <w:p w14:paraId="22F24582" w14:textId="77777777" w:rsidR="00203768" w:rsidRPr="001E78F5" w:rsidRDefault="00203768" w:rsidP="002A1878">
            <w:pPr>
              <w:ind w:left="5"/>
              <w:rPr>
                <w:sz w:val="18"/>
                <w:szCs w:val="18"/>
              </w:rPr>
            </w:pPr>
            <w:r w:rsidRPr="001E78F5">
              <w:rPr>
                <w:rFonts w:ascii="Arial" w:eastAsia="Arial" w:hAnsi="Arial" w:cs="Arial"/>
                <w:sz w:val="18"/>
                <w:szCs w:val="18"/>
              </w:rPr>
              <w:t xml:space="preserve">(X) CONTRATAÇÃO </w:t>
            </w:r>
          </w:p>
        </w:tc>
      </w:tr>
      <w:tr w:rsidR="00203768" w:rsidRPr="001E78F5" w14:paraId="29BF4AC8" w14:textId="77777777">
        <w:trPr>
          <w:trHeight w:val="308"/>
        </w:trPr>
        <w:tc>
          <w:tcPr>
            <w:tcW w:w="1862" w:type="dxa"/>
            <w:gridSpan w:val="2"/>
            <w:tcBorders>
              <w:top w:val="double" w:sz="4" w:space="0" w:color="000000"/>
              <w:left w:val="double" w:sz="4" w:space="0" w:color="000000"/>
              <w:bottom w:val="double" w:sz="4" w:space="0" w:color="000000"/>
              <w:right w:val="double" w:sz="4" w:space="0" w:color="000000"/>
            </w:tcBorders>
          </w:tcPr>
          <w:p w14:paraId="07878F07" w14:textId="77777777" w:rsidR="00203768" w:rsidRPr="001E78F5" w:rsidRDefault="00203768" w:rsidP="002A1878">
            <w:pPr>
              <w:ind w:left="5"/>
              <w:jc w:val="both"/>
              <w:rPr>
                <w:sz w:val="18"/>
                <w:szCs w:val="18"/>
              </w:rPr>
            </w:pPr>
            <w:r w:rsidRPr="001E78F5">
              <w:rPr>
                <w:rFonts w:ascii="Arial" w:eastAsia="Arial" w:hAnsi="Arial" w:cs="Arial"/>
                <w:b/>
                <w:sz w:val="18"/>
                <w:szCs w:val="18"/>
              </w:rPr>
              <w:t>PROBABILIDADE</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7686BAF5" w14:textId="77777777" w:rsidR="00203768" w:rsidRPr="001E78F5" w:rsidRDefault="00203768" w:rsidP="002A1878">
            <w:pPr>
              <w:ind w:right="73"/>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ALTA (   ) MÉDIA ( X ) BAIXA </w:t>
            </w:r>
          </w:p>
        </w:tc>
      </w:tr>
      <w:tr w:rsidR="00203768" w:rsidRPr="001E78F5" w14:paraId="300CA5E5" w14:textId="77777777">
        <w:trPr>
          <w:trHeight w:val="306"/>
        </w:trPr>
        <w:tc>
          <w:tcPr>
            <w:tcW w:w="1862" w:type="dxa"/>
            <w:gridSpan w:val="2"/>
            <w:tcBorders>
              <w:top w:val="double" w:sz="4" w:space="0" w:color="000000"/>
              <w:left w:val="double" w:sz="4" w:space="0" w:color="000000"/>
              <w:bottom w:val="double" w:sz="4" w:space="0" w:color="000000"/>
              <w:right w:val="double" w:sz="4" w:space="0" w:color="000000"/>
            </w:tcBorders>
          </w:tcPr>
          <w:p w14:paraId="2AA4A536" w14:textId="77777777" w:rsidR="00203768" w:rsidRPr="001E78F5" w:rsidRDefault="00203768" w:rsidP="002A1878">
            <w:pPr>
              <w:ind w:right="68"/>
              <w:jc w:val="center"/>
              <w:rPr>
                <w:sz w:val="18"/>
                <w:szCs w:val="18"/>
              </w:rPr>
            </w:pPr>
            <w:r w:rsidRPr="001E78F5">
              <w:rPr>
                <w:rFonts w:ascii="Arial" w:eastAsia="Arial" w:hAnsi="Arial" w:cs="Arial"/>
                <w:b/>
                <w:sz w:val="18"/>
                <w:szCs w:val="18"/>
              </w:rPr>
              <w:t>IMPACTO</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0962D832" w14:textId="77777777" w:rsidR="00203768" w:rsidRPr="001E78F5" w:rsidRDefault="00203768" w:rsidP="002A1878">
            <w:pPr>
              <w:ind w:right="83"/>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MUITO GRANDE (    ) GRANDE ( X ) MODERADO (   ) PEQUENO (   ) MUITO PEQUENO </w:t>
            </w:r>
          </w:p>
        </w:tc>
      </w:tr>
      <w:tr w:rsidR="00203768" w:rsidRPr="001E78F5" w14:paraId="249F241C" w14:textId="77777777">
        <w:trPr>
          <w:trHeight w:val="302"/>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704510B7" w14:textId="77777777" w:rsidR="00203768" w:rsidRPr="001E78F5" w:rsidRDefault="00203768" w:rsidP="002A1878">
            <w:pPr>
              <w:ind w:right="69"/>
              <w:jc w:val="center"/>
              <w:rPr>
                <w:sz w:val="18"/>
                <w:szCs w:val="18"/>
              </w:rPr>
            </w:pPr>
            <w:r w:rsidRPr="001E78F5">
              <w:rPr>
                <w:rFonts w:ascii="Arial" w:eastAsia="Arial" w:hAnsi="Arial" w:cs="Arial"/>
                <w:b/>
                <w:sz w:val="18"/>
                <w:szCs w:val="18"/>
              </w:rPr>
              <w:t>DANO – CONSEQUÊNCIA</w:t>
            </w:r>
            <w:r w:rsidRPr="001E78F5">
              <w:rPr>
                <w:rFonts w:ascii="Arial" w:eastAsia="Arial" w:hAnsi="Arial" w:cs="Arial"/>
                <w:sz w:val="18"/>
                <w:szCs w:val="18"/>
              </w:rPr>
              <w:t xml:space="preserve"> </w:t>
            </w:r>
          </w:p>
        </w:tc>
      </w:tr>
      <w:tr w:rsidR="00203768" w:rsidRPr="001E78F5" w14:paraId="616ECA66" w14:textId="77777777">
        <w:trPr>
          <w:trHeight w:val="308"/>
        </w:trPr>
        <w:tc>
          <w:tcPr>
            <w:tcW w:w="951" w:type="dxa"/>
            <w:tcBorders>
              <w:top w:val="double" w:sz="4" w:space="0" w:color="000000"/>
              <w:left w:val="double" w:sz="4" w:space="0" w:color="000000"/>
              <w:bottom w:val="double" w:sz="4" w:space="0" w:color="000000"/>
              <w:right w:val="double" w:sz="4" w:space="0" w:color="000000"/>
            </w:tcBorders>
          </w:tcPr>
          <w:p w14:paraId="083901BE"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0E049903" w14:textId="77777777" w:rsidR="00203768" w:rsidRPr="001E78F5" w:rsidRDefault="00203768" w:rsidP="002A1878">
            <w:pPr>
              <w:rPr>
                <w:sz w:val="18"/>
                <w:szCs w:val="18"/>
              </w:rPr>
            </w:pPr>
            <w:r w:rsidRPr="001E78F5">
              <w:rPr>
                <w:rFonts w:ascii="Arial" w:eastAsia="Arial" w:hAnsi="Arial" w:cs="Arial"/>
                <w:sz w:val="18"/>
                <w:szCs w:val="18"/>
              </w:rPr>
              <w:t xml:space="preserve">Ações judiciais, quebra do contrato, necessidade de abertura de processo administrativo. </w:t>
            </w:r>
          </w:p>
        </w:tc>
      </w:tr>
      <w:tr w:rsidR="00203768" w:rsidRPr="001E78F5" w14:paraId="316935A8" w14:textId="77777777">
        <w:trPr>
          <w:trHeight w:val="284"/>
        </w:trPr>
        <w:tc>
          <w:tcPr>
            <w:tcW w:w="951" w:type="dxa"/>
            <w:tcBorders>
              <w:top w:val="double" w:sz="4" w:space="0" w:color="000000"/>
              <w:left w:val="double" w:sz="4" w:space="0" w:color="000000"/>
              <w:bottom w:val="double" w:sz="4" w:space="0" w:color="000000"/>
              <w:right w:val="double" w:sz="4" w:space="0" w:color="000000"/>
            </w:tcBorders>
          </w:tcPr>
          <w:p w14:paraId="7257A1BD"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8915" w:type="dxa"/>
            <w:gridSpan w:val="3"/>
            <w:tcBorders>
              <w:top w:val="double" w:sz="4" w:space="0" w:color="000000"/>
              <w:left w:val="double" w:sz="4" w:space="0" w:color="000000"/>
              <w:bottom w:val="double" w:sz="4" w:space="0" w:color="000000"/>
              <w:right w:val="double" w:sz="4" w:space="0" w:color="000000"/>
            </w:tcBorders>
          </w:tcPr>
          <w:p w14:paraId="26E4C513" w14:textId="77777777" w:rsidR="00203768" w:rsidRPr="001E78F5" w:rsidRDefault="00203768" w:rsidP="002A1878">
            <w:pPr>
              <w:rPr>
                <w:sz w:val="18"/>
                <w:szCs w:val="18"/>
              </w:rPr>
            </w:pPr>
            <w:r w:rsidRPr="001E78F5">
              <w:rPr>
                <w:rFonts w:ascii="Arial" w:eastAsia="Arial" w:hAnsi="Arial" w:cs="Arial"/>
                <w:sz w:val="18"/>
                <w:szCs w:val="18"/>
              </w:rPr>
              <w:t xml:space="preserve">Aplicação de penalidades à contratada. </w:t>
            </w:r>
          </w:p>
        </w:tc>
      </w:tr>
      <w:tr w:rsidR="00203768" w:rsidRPr="001E78F5" w14:paraId="1A27E572" w14:textId="77777777">
        <w:trPr>
          <w:trHeight w:val="300"/>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2C3C3A03" w14:textId="77777777" w:rsidR="00203768" w:rsidRPr="001E78F5" w:rsidRDefault="00203768" w:rsidP="002A1878">
            <w:pPr>
              <w:ind w:right="76"/>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1D8A3F9C" w14:textId="77777777" w:rsidR="00203768" w:rsidRPr="001E78F5" w:rsidRDefault="00203768" w:rsidP="002A1878">
            <w:pPr>
              <w:ind w:right="84"/>
              <w:jc w:val="center"/>
              <w:rPr>
                <w:sz w:val="18"/>
                <w:szCs w:val="18"/>
              </w:rPr>
            </w:pPr>
            <w:r w:rsidRPr="001E78F5">
              <w:rPr>
                <w:rFonts w:ascii="Arial" w:eastAsia="Arial" w:hAnsi="Arial" w:cs="Arial"/>
                <w:b/>
                <w:sz w:val="18"/>
                <w:szCs w:val="18"/>
              </w:rPr>
              <w:t>AÇÃO PREVENTIVA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5BB71831"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7D3BECEC" w14:textId="77777777">
        <w:trPr>
          <w:trHeight w:val="285"/>
        </w:trPr>
        <w:tc>
          <w:tcPr>
            <w:tcW w:w="951" w:type="dxa"/>
            <w:tcBorders>
              <w:top w:val="double" w:sz="4" w:space="0" w:color="000000"/>
              <w:left w:val="double" w:sz="4" w:space="0" w:color="000000"/>
              <w:bottom w:val="double" w:sz="4" w:space="0" w:color="000000"/>
              <w:right w:val="double" w:sz="4" w:space="0" w:color="000000"/>
            </w:tcBorders>
          </w:tcPr>
          <w:p w14:paraId="079A117F" w14:textId="77777777" w:rsidR="00203768" w:rsidRPr="001E78F5" w:rsidRDefault="00203768" w:rsidP="002A1878">
            <w:pPr>
              <w:ind w:right="69"/>
              <w:jc w:val="center"/>
              <w:rPr>
                <w:sz w:val="18"/>
                <w:szCs w:val="18"/>
              </w:rPr>
            </w:pPr>
            <w:r w:rsidRPr="001E78F5">
              <w:rPr>
                <w:rFonts w:ascii="Arial" w:eastAsia="Arial" w:hAnsi="Arial" w:cs="Arial"/>
                <w:sz w:val="18"/>
                <w:szCs w:val="18"/>
              </w:rPr>
              <w:lastRenderedPageBreak/>
              <w:t xml:space="preserve">1 </w:t>
            </w:r>
          </w:p>
        </w:tc>
        <w:tc>
          <w:tcPr>
            <w:tcW w:w="5635" w:type="dxa"/>
            <w:gridSpan w:val="2"/>
            <w:tcBorders>
              <w:top w:val="double" w:sz="4" w:space="0" w:color="000000"/>
              <w:left w:val="double" w:sz="4" w:space="0" w:color="000000"/>
              <w:bottom w:val="double" w:sz="4" w:space="0" w:color="000000"/>
              <w:right w:val="double" w:sz="4" w:space="0" w:color="000000"/>
            </w:tcBorders>
          </w:tcPr>
          <w:p w14:paraId="3C9DE8C3" w14:textId="77777777" w:rsidR="00203768" w:rsidRPr="001E78F5" w:rsidRDefault="00203768" w:rsidP="002A1878">
            <w:pPr>
              <w:rPr>
                <w:sz w:val="18"/>
                <w:szCs w:val="18"/>
              </w:rPr>
            </w:pPr>
            <w:r w:rsidRPr="001E78F5">
              <w:rPr>
                <w:rFonts w:ascii="Arial" w:eastAsia="Arial" w:hAnsi="Arial" w:cs="Arial"/>
                <w:sz w:val="18"/>
                <w:szCs w:val="18"/>
              </w:rPr>
              <w:t xml:space="preserve">Conferência mensal dos recolhimentos e pagamentos obrigatórios;  </w:t>
            </w:r>
          </w:p>
        </w:tc>
        <w:tc>
          <w:tcPr>
            <w:tcW w:w="3280" w:type="dxa"/>
            <w:tcBorders>
              <w:top w:val="double" w:sz="4" w:space="0" w:color="000000"/>
              <w:left w:val="double" w:sz="4" w:space="0" w:color="000000"/>
              <w:bottom w:val="double" w:sz="4" w:space="0" w:color="000000"/>
              <w:right w:val="double" w:sz="4" w:space="0" w:color="000000"/>
            </w:tcBorders>
          </w:tcPr>
          <w:p w14:paraId="10F76074" w14:textId="77777777" w:rsidR="00203768" w:rsidRPr="001E78F5" w:rsidRDefault="00203768" w:rsidP="002A1878">
            <w:pPr>
              <w:ind w:right="78"/>
              <w:jc w:val="center"/>
              <w:rPr>
                <w:sz w:val="18"/>
                <w:szCs w:val="18"/>
              </w:rPr>
            </w:pPr>
            <w:r w:rsidRPr="001E78F5">
              <w:rPr>
                <w:rFonts w:ascii="Arial" w:eastAsia="Arial" w:hAnsi="Arial" w:cs="Arial"/>
                <w:sz w:val="18"/>
                <w:szCs w:val="18"/>
              </w:rPr>
              <w:t xml:space="preserve">Gestor do Contrato </w:t>
            </w:r>
          </w:p>
        </w:tc>
      </w:tr>
      <w:tr w:rsidR="00203768" w:rsidRPr="001E78F5" w14:paraId="2C88838A" w14:textId="77777777">
        <w:trPr>
          <w:trHeight w:val="284"/>
        </w:trPr>
        <w:tc>
          <w:tcPr>
            <w:tcW w:w="951" w:type="dxa"/>
            <w:tcBorders>
              <w:top w:val="double" w:sz="4" w:space="0" w:color="000000"/>
              <w:left w:val="double" w:sz="4" w:space="0" w:color="000000"/>
              <w:bottom w:val="double" w:sz="4" w:space="0" w:color="000000"/>
              <w:right w:val="double" w:sz="4" w:space="0" w:color="000000"/>
            </w:tcBorders>
          </w:tcPr>
          <w:p w14:paraId="7EFD0F12"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5635" w:type="dxa"/>
            <w:gridSpan w:val="2"/>
            <w:tcBorders>
              <w:top w:val="double" w:sz="4" w:space="0" w:color="000000"/>
              <w:left w:val="double" w:sz="4" w:space="0" w:color="000000"/>
              <w:bottom w:val="double" w:sz="4" w:space="0" w:color="000000"/>
              <w:right w:val="double" w:sz="4" w:space="0" w:color="000000"/>
            </w:tcBorders>
          </w:tcPr>
          <w:p w14:paraId="4D3810C3" w14:textId="77777777" w:rsidR="00203768" w:rsidRPr="001E78F5" w:rsidRDefault="00203768" w:rsidP="002A1878">
            <w:pPr>
              <w:rPr>
                <w:sz w:val="18"/>
                <w:szCs w:val="18"/>
              </w:rPr>
            </w:pPr>
            <w:r w:rsidRPr="001E78F5">
              <w:rPr>
                <w:rFonts w:ascii="Arial" w:eastAsia="Arial" w:hAnsi="Arial" w:cs="Arial"/>
                <w:sz w:val="18"/>
                <w:szCs w:val="18"/>
              </w:rPr>
              <w:t xml:space="preserve">Conta vinculada; Seguro-Garantia.  </w:t>
            </w:r>
          </w:p>
        </w:tc>
        <w:tc>
          <w:tcPr>
            <w:tcW w:w="3280" w:type="dxa"/>
            <w:tcBorders>
              <w:top w:val="double" w:sz="4" w:space="0" w:color="000000"/>
              <w:left w:val="double" w:sz="4" w:space="0" w:color="000000"/>
              <w:bottom w:val="double" w:sz="4" w:space="0" w:color="000000"/>
              <w:right w:val="double" w:sz="4" w:space="0" w:color="000000"/>
            </w:tcBorders>
          </w:tcPr>
          <w:p w14:paraId="7AE7DFFA"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Gestor do Contrato </w:t>
            </w:r>
          </w:p>
        </w:tc>
      </w:tr>
      <w:tr w:rsidR="00203768" w:rsidRPr="001E78F5" w14:paraId="08FBCFF1" w14:textId="77777777">
        <w:trPr>
          <w:trHeight w:val="305"/>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0C2B1995" w14:textId="77777777" w:rsidR="00203768" w:rsidRPr="001E78F5" w:rsidRDefault="00203768" w:rsidP="002A1878">
            <w:pPr>
              <w:ind w:right="76"/>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6C811170" w14:textId="77777777" w:rsidR="00203768" w:rsidRPr="001E78F5" w:rsidRDefault="00203768" w:rsidP="002A1878">
            <w:pPr>
              <w:ind w:right="75"/>
              <w:jc w:val="center"/>
              <w:rPr>
                <w:sz w:val="18"/>
                <w:szCs w:val="18"/>
              </w:rPr>
            </w:pPr>
            <w:r w:rsidRPr="001E78F5">
              <w:rPr>
                <w:rFonts w:ascii="Arial" w:eastAsia="Arial" w:hAnsi="Arial" w:cs="Arial"/>
                <w:b/>
                <w:sz w:val="18"/>
                <w:szCs w:val="18"/>
              </w:rPr>
              <w:t>AÇÃO DE CONTINGÊNCIA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2E86EB40"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6FC0C3BC" w14:textId="77777777">
        <w:trPr>
          <w:trHeight w:val="280"/>
        </w:trPr>
        <w:tc>
          <w:tcPr>
            <w:tcW w:w="951" w:type="dxa"/>
            <w:tcBorders>
              <w:top w:val="double" w:sz="4" w:space="0" w:color="000000"/>
              <w:left w:val="double" w:sz="4" w:space="0" w:color="000000"/>
              <w:bottom w:val="double" w:sz="4" w:space="0" w:color="000000"/>
              <w:right w:val="double" w:sz="4" w:space="0" w:color="000000"/>
            </w:tcBorders>
          </w:tcPr>
          <w:p w14:paraId="3F651449"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tcPr>
          <w:p w14:paraId="23C81627" w14:textId="77777777" w:rsidR="00203768" w:rsidRPr="001E78F5" w:rsidRDefault="00203768" w:rsidP="002A1878">
            <w:pPr>
              <w:rPr>
                <w:sz w:val="18"/>
                <w:szCs w:val="18"/>
              </w:rPr>
            </w:pPr>
            <w:r w:rsidRPr="001E78F5">
              <w:rPr>
                <w:rFonts w:ascii="Arial" w:eastAsia="Arial" w:hAnsi="Arial" w:cs="Arial"/>
                <w:sz w:val="18"/>
                <w:szCs w:val="18"/>
              </w:rPr>
              <w:t xml:space="preserve">Regularização imediata das obrigações. </w:t>
            </w:r>
          </w:p>
        </w:tc>
        <w:tc>
          <w:tcPr>
            <w:tcW w:w="3280" w:type="dxa"/>
            <w:tcBorders>
              <w:top w:val="double" w:sz="4" w:space="0" w:color="000000"/>
              <w:left w:val="double" w:sz="4" w:space="0" w:color="000000"/>
              <w:bottom w:val="double" w:sz="4" w:space="0" w:color="000000"/>
              <w:right w:val="double" w:sz="4" w:space="0" w:color="000000"/>
            </w:tcBorders>
          </w:tcPr>
          <w:p w14:paraId="4E06A3A5" w14:textId="77777777" w:rsidR="00203768" w:rsidRPr="001E78F5" w:rsidRDefault="00203768" w:rsidP="002A1878">
            <w:pPr>
              <w:ind w:right="75"/>
              <w:jc w:val="center"/>
              <w:rPr>
                <w:sz w:val="18"/>
                <w:szCs w:val="18"/>
              </w:rPr>
            </w:pPr>
            <w:r w:rsidRPr="001E78F5">
              <w:rPr>
                <w:rFonts w:ascii="Arial" w:eastAsia="Arial" w:hAnsi="Arial" w:cs="Arial"/>
                <w:sz w:val="18"/>
                <w:szCs w:val="18"/>
              </w:rPr>
              <w:t xml:space="preserve">Gestor do Contrato. </w:t>
            </w:r>
          </w:p>
        </w:tc>
      </w:tr>
      <w:tr w:rsidR="00203768" w:rsidRPr="001E78F5" w14:paraId="7C413F4A" w14:textId="77777777">
        <w:trPr>
          <w:trHeight w:val="287"/>
        </w:trPr>
        <w:tc>
          <w:tcPr>
            <w:tcW w:w="951" w:type="dxa"/>
            <w:tcBorders>
              <w:top w:val="double" w:sz="4" w:space="0" w:color="000000"/>
              <w:left w:val="double" w:sz="4" w:space="0" w:color="000000"/>
              <w:bottom w:val="double" w:sz="4" w:space="0" w:color="000000"/>
              <w:right w:val="double" w:sz="4" w:space="0" w:color="000000"/>
            </w:tcBorders>
          </w:tcPr>
          <w:p w14:paraId="5121F87C"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5635" w:type="dxa"/>
            <w:gridSpan w:val="2"/>
            <w:tcBorders>
              <w:top w:val="double" w:sz="4" w:space="0" w:color="000000"/>
              <w:left w:val="double" w:sz="4" w:space="0" w:color="000000"/>
              <w:bottom w:val="double" w:sz="4" w:space="0" w:color="000000"/>
              <w:right w:val="double" w:sz="4" w:space="0" w:color="000000"/>
            </w:tcBorders>
          </w:tcPr>
          <w:p w14:paraId="1F468A2F" w14:textId="77777777" w:rsidR="00203768" w:rsidRPr="001E78F5" w:rsidRDefault="00203768" w:rsidP="002A1878">
            <w:pPr>
              <w:rPr>
                <w:sz w:val="18"/>
                <w:szCs w:val="18"/>
              </w:rPr>
            </w:pPr>
            <w:r w:rsidRPr="001E78F5">
              <w:rPr>
                <w:rFonts w:ascii="Arial" w:eastAsia="Arial" w:hAnsi="Arial" w:cs="Arial"/>
                <w:sz w:val="18"/>
                <w:szCs w:val="18"/>
              </w:rPr>
              <w:t xml:space="preserve">Identificar o problema e buscar solução junto à contratada. </w:t>
            </w:r>
          </w:p>
        </w:tc>
        <w:tc>
          <w:tcPr>
            <w:tcW w:w="3280" w:type="dxa"/>
            <w:tcBorders>
              <w:top w:val="double" w:sz="4" w:space="0" w:color="000000"/>
              <w:left w:val="double" w:sz="4" w:space="0" w:color="000000"/>
              <w:bottom w:val="double" w:sz="4" w:space="0" w:color="000000"/>
              <w:right w:val="double" w:sz="4" w:space="0" w:color="000000"/>
            </w:tcBorders>
          </w:tcPr>
          <w:p w14:paraId="702FFE72" w14:textId="77777777" w:rsidR="00203768" w:rsidRPr="001E78F5" w:rsidRDefault="00203768" w:rsidP="002A1878">
            <w:pPr>
              <w:ind w:right="74"/>
              <w:jc w:val="center"/>
              <w:rPr>
                <w:sz w:val="18"/>
                <w:szCs w:val="18"/>
              </w:rPr>
            </w:pPr>
            <w:r w:rsidRPr="001E78F5">
              <w:rPr>
                <w:rFonts w:ascii="Arial" w:eastAsia="Arial" w:hAnsi="Arial" w:cs="Arial"/>
                <w:sz w:val="18"/>
                <w:szCs w:val="18"/>
              </w:rPr>
              <w:t xml:space="preserve">Integrante Requisitante </w:t>
            </w:r>
          </w:p>
        </w:tc>
      </w:tr>
      <w:tr w:rsidR="00203768" w:rsidRPr="001E78F5" w14:paraId="42B5A734" w14:textId="77777777">
        <w:trPr>
          <w:trHeight w:val="302"/>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6E25FF07" w14:textId="77777777" w:rsidR="00203768" w:rsidRPr="001E78F5" w:rsidRDefault="00203768" w:rsidP="002A1878">
            <w:pPr>
              <w:ind w:right="68"/>
              <w:jc w:val="center"/>
              <w:rPr>
                <w:sz w:val="18"/>
                <w:szCs w:val="18"/>
              </w:rPr>
            </w:pPr>
            <w:r w:rsidRPr="001E78F5">
              <w:rPr>
                <w:rFonts w:ascii="Arial" w:eastAsia="Arial" w:hAnsi="Arial" w:cs="Arial"/>
                <w:b/>
                <w:sz w:val="18"/>
                <w:szCs w:val="18"/>
              </w:rPr>
              <w:t>CAUSAS (FONTE + VULNERABILIDADES)</w:t>
            </w:r>
            <w:r w:rsidRPr="001E78F5">
              <w:rPr>
                <w:rFonts w:ascii="Arial" w:eastAsia="Arial" w:hAnsi="Arial" w:cs="Arial"/>
                <w:sz w:val="18"/>
                <w:szCs w:val="18"/>
              </w:rPr>
              <w:t xml:space="preserve"> </w:t>
            </w:r>
          </w:p>
        </w:tc>
      </w:tr>
      <w:tr w:rsidR="00203768" w:rsidRPr="001E78F5" w14:paraId="59BE951B" w14:textId="77777777">
        <w:trPr>
          <w:trHeight w:val="309"/>
        </w:trPr>
        <w:tc>
          <w:tcPr>
            <w:tcW w:w="951" w:type="dxa"/>
            <w:tcBorders>
              <w:top w:val="double" w:sz="4" w:space="0" w:color="000000"/>
              <w:left w:val="double" w:sz="4" w:space="0" w:color="000000"/>
              <w:bottom w:val="double" w:sz="4" w:space="0" w:color="000000"/>
              <w:right w:val="double" w:sz="4" w:space="0" w:color="000000"/>
            </w:tcBorders>
          </w:tcPr>
          <w:p w14:paraId="4DDC52E0"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1864452D" w14:textId="77777777" w:rsidR="00203768" w:rsidRPr="001E78F5" w:rsidRDefault="00203768" w:rsidP="002A1878">
            <w:pPr>
              <w:rPr>
                <w:sz w:val="18"/>
                <w:szCs w:val="18"/>
              </w:rPr>
            </w:pPr>
            <w:r w:rsidRPr="001E78F5">
              <w:rPr>
                <w:rFonts w:ascii="Arial" w:eastAsia="Arial" w:hAnsi="Arial" w:cs="Arial"/>
                <w:sz w:val="18"/>
                <w:szCs w:val="18"/>
              </w:rPr>
              <w:t xml:space="preserve">Pessoal – Falha na fiscalização contratual. </w:t>
            </w:r>
          </w:p>
        </w:tc>
      </w:tr>
      <w:tr w:rsidR="00203768" w:rsidRPr="001E78F5" w14:paraId="49C01345" w14:textId="77777777">
        <w:trPr>
          <w:trHeight w:val="302"/>
        </w:trPr>
        <w:tc>
          <w:tcPr>
            <w:tcW w:w="951" w:type="dxa"/>
            <w:tcBorders>
              <w:top w:val="double" w:sz="4" w:space="0" w:color="000000"/>
              <w:left w:val="double" w:sz="4" w:space="0" w:color="000000"/>
              <w:bottom w:val="double" w:sz="4" w:space="0" w:color="000000"/>
              <w:right w:val="double" w:sz="4" w:space="0" w:color="000000"/>
            </w:tcBorders>
          </w:tcPr>
          <w:p w14:paraId="7F6B0AC4"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8915" w:type="dxa"/>
            <w:gridSpan w:val="3"/>
            <w:tcBorders>
              <w:top w:val="double" w:sz="4" w:space="0" w:color="000000"/>
              <w:left w:val="double" w:sz="4" w:space="0" w:color="000000"/>
              <w:bottom w:val="double" w:sz="4" w:space="0" w:color="000000"/>
              <w:right w:val="double" w:sz="4" w:space="0" w:color="000000"/>
            </w:tcBorders>
          </w:tcPr>
          <w:p w14:paraId="4888F8DD" w14:textId="77777777" w:rsidR="00203768" w:rsidRPr="001E78F5" w:rsidRDefault="00203768" w:rsidP="002A1878">
            <w:pPr>
              <w:rPr>
                <w:sz w:val="18"/>
                <w:szCs w:val="18"/>
              </w:rPr>
            </w:pPr>
            <w:r w:rsidRPr="001E78F5">
              <w:rPr>
                <w:rFonts w:ascii="Arial" w:eastAsia="Arial" w:hAnsi="Arial" w:cs="Arial"/>
                <w:sz w:val="18"/>
                <w:szCs w:val="18"/>
              </w:rPr>
              <w:t xml:space="preserve"> </w:t>
            </w:r>
          </w:p>
        </w:tc>
      </w:tr>
    </w:tbl>
    <w:p w14:paraId="68B027DD" w14:textId="77777777" w:rsidR="00203768" w:rsidRPr="001E78F5" w:rsidRDefault="00203768" w:rsidP="00203768">
      <w:pPr>
        <w:spacing w:after="0"/>
        <w:ind w:left="4816"/>
        <w:jc w:val="both"/>
        <w:rPr>
          <w:sz w:val="18"/>
          <w:szCs w:val="18"/>
        </w:rPr>
      </w:pPr>
      <w:r w:rsidRPr="001E78F5">
        <w:rPr>
          <w:rFonts w:ascii="Arial" w:eastAsia="Arial" w:hAnsi="Arial" w:cs="Arial"/>
          <w:sz w:val="18"/>
          <w:szCs w:val="18"/>
        </w:rPr>
        <w:t xml:space="preserve"> </w:t>
      </w:r>
    </w:p>
    <w:tbl>
      <w:tblPr>
        <w:tblStyle w:val="TableGrid"/>
        <w:tblW w:w="9865" w:type="dxa"/>
        <w:tblInd w:w="-114" w:type="dxa"/>
        <w:tblCellMar>
          <w:top w:w="33" w:type="dxa"/>
          <w:left w:w="104" w:type="dxa"/>
          <w:right w:w="44" w:type="dxa"/>
        </w:tblCellMar>
        <w:tblLook w:val="04A0" w:firstRow="1" w:lastRow="0" w:firstColumn="1" w:lastColumn="0" w:noHBand="0" w:noVBand="1"/>
      </w:tblPr>
      <w:tblGrid>
        <w:gridCol w:w="951"/>
        <w:gridCol w:w="911"/>
        <w:gridCol w:w="4723"/>
        <w:gridCol w:w="3280"/>
      </w:tblGrid>
      <w:tr w:rsidR="00203768" w:rsidRPr="001E78F5" w14:paraId="286BB4BE" w14:textId="77777777">
        <w:trPr>
          <w:trHeight w:val="794"/>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vAlign w:val="center"/>
          </w:tcPr>
          <w:p w14:paraId="48F63568" w14:textId="56E8C731" w:rsidR="00203768" w:rsidRPr="001E78F5" w:rsidRDefault="00203768" w:rsidP="002A1878">
            <w:pPr>
              <w:ind w:left="5" w:right="423"/>
              <w:jc w:val="both"/>
              <w:rPr>
                <w:sz w:val="18"/>
                <w:szCs w:val="18"/>
              </w:rPr>
            </w:pPr>
            <w:r w:rsidRPr="001E78F5">
              <w:rPr>
                <w:rFonts w:ascii="Arial" w:eastAsia="Arial" w:hAnsi="Arial" w:cs="Arial"/>
                <w:b/>
                <w:sz w:val="18"/>
                <w:szCs w:val="18"/>
              </w:rPr>
              <w:t xml:space="preserve">RISCO </w:t>
            </w:r>
            <w:r w:rsidR="00F13138" w:rsidRPr="001E78F5">
              <w:rPr>
                <w:rFonts w:ascii="Arial" w:eastAsia="Arial" w:hAnsi="Arial" w:cs="Arial"/>
                <w:b/>
                <w:sz w:val="18"/>
                <w:szCs w:val="18"/>
              </w:rPr>
              <w:t>14.1.3.g</w:t>
            </w:r>
            <w:r w:rsidRPr="001E78F5">
              <w:rPr>
                <w:rFonts w:ascii="Arial" w:eastAsia="Arial" w:hAnsi="Arial" w:cs="Arial"/>
                <w:b/>
                <w:sz w:val="18"/>
                <w:szCs w:val="18"/>
              </w:rPr>
              <w:t>. A CONTRATADA DEIXA DE PROVIDENCIAR E ENTREGAR OS UNIFORMES DENTRO DOS PADRÕES E PRAZOS EXIGIDOS.</w:t>
            </w:r>
            <w:r w:rsidRPr="001E78F5">
              <w:rPr>
                <w:rFonts w:ascii="Arial" w:eastAsia="Arial" w:hAnsi="Arial" w:cs="Arial"/>
                <w:sz w:val="18"/>
                <w:szCs w:val="18"/>
              </w:rPr>
              <w:t xml:space="preserve"> </w:t>
            </w:r>
          </w:p>
        </w:tc>
      </w:tr>
      <w:tr w:rsidR="00203768" w:rsidRPr="001E78F5" w14:paraId="2C3DBECD" w14:textId="77777777">
        <w:trPr>
          <w:trHeight w:val="861"/>
        </w:trPr>
        <w:tc>
          <w:tcPr>
            <w:tcW w:w="9865" w:type="dxa"/>
            <w:gridSpan w:val="4"/>
            <w:tcBorders>
              <w:top w:val="double" w:sz="4" w:space="0" w:color="000000"/>
              <w:left w:val="double" w:sz="4" w:space="0" w:color="000000"/>
              <w:bottom w:val="double" w:sz="4" w:space="0" w:color="000000"/>
              <w:right w:val="double" w:sz="4" w:space="0" w:color="000000"/>
            </w:tcBorders>
          </w:tcPr>
          <w:p w14:paraId="4701AE52" w14:textId="77777777" w:rsidR="00203768" w:rsidRPr="001E78F5" w:rsidRDefault="00203768" w:rsidP="002A1878">
            <w:pPr>
              <w:spacing w:after="22"/>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PLANEJAMENTO DA CONTRATAÇÃO </w:t>
            </w:r>
          </w:p>
          <w:p w14:paraId="26895CB4" w14:textId="77777777" w:rsidR="00203768" w:rsidRPr="001E78F5" w:rsidRDefault="00203768" w:rsidP="002A1878">
            <w:pPr>
              <w:spacing w:after="17"/>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SELEÇÃO DO FORNECEDOR </w:t>
            </w:r>
          </w:p>
          <w:p w14:paraId="7EB621DB" w14:textId="77777777" w:rsidR="00203768" w:rsidRPr="001E78F5" w:rsidRDefault="00203768" w:rsidP="002A1878">
            <w:pPr>
              <w:ind w:left="5"/>
              <w:rPr>
                <w:sz w:val="18"/>
                <w:szCs w:val="18"/>
              </w:rPr>
            </w:pPr>
            <w:r w:rsidRPr="001E78F5">
              <w:rPr>
                <w:rFonts w:ascii="Arial" w:eastAsia="Arial" w:hAnsi="Arial" w:cs="Arial"/>
                <w:sz w:val="18"/>
                <w:szCs w:val="18"/>
              </w:rPr>
              <w:t xml:space="preserve">(X) CONTRATAÇÃO </w:t>
            </w:r>
          </w:p>
        </w:tc>
      </w:tr>
      <w:tr w:rsidR="00203768" w:rsidRPr="001E78F5" w14:paraId="29B1B601" w14:textId="77777777">
        <w:trPr>
          <w:trHeight w:val="302"/>
        </w:trPr>
        <w:tc>
          <w:tcPr>
            <w:tcW w:w="1862" w:type="dxa"/>
            <w:gridSpan w:val="2"/>
            <w:tcBorders>
              <w:top w:val="double" w:sz="4" w:space="0" w:color="000000"/>
              <w:left w:val="double" w:sz="4" w:space="0" w:color="000000"/>
              <w:bottom w:val="double" w:sz="4" w:space="0" w:color="000000"/>
              <w:right w:val="double" w:sz="4" w:space="0" w:color="000000"/>
            </w:tcBorders>
          </w:tcPr>
          <w:p w14:paraId="57CD9C35" w14:textId="77777777" w:rsidR="00203768" w:rsidRPr="001E78F5" w:rsidRDefault="00203768" w:rsidP="002A1878">
            <w:pPr>
              <w:ind w:left="5"/>
              <w:jc w:val="both"/>
              <w:rPr>
                <w:sz w:val="18"/>
                <w:szCs w:val="18"/>
              </w:rPr>
            </w:pPr>
            <w:r w:rsidRPr="001E78F5">
              <w:rPr>
                <w:rFonts w:ascii="Arial" w:eastAsia="Arial" w:hAnsi="Arial" w:cs="Arial"/>
                <w:b/>
                <w:sz w:val="18"/>
                <w:szCs w:val="18"/>
              </w:rPr>
              <w:t>PROBABILIDADE</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05EE8003" w14:textId="77777777" w:rsidR="00203768" w:rsidRPr="001E78F5" w:rsidRDefault="00203768" w:rsidP="002A1878">
            <w:pPr>
              <w:ind w:right="72"/>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ALTA (   ) MÉDIA ( X ) BAIXA </w:t>
            </w:r>
          </w:p>
        </w:tc>
      </w:tr>
      <w:tr w:rsidR="00203768" w:rsidRPr="001E78F5" w14:paraId="2DB24E34" w14:textId="77777777">
        <w:trPr>
          <w:trHeight w:val="308"/>
        </w:trPr>
        <w:tc>
          <w:tcPr>
            <w:tcW w:w="1862" w:type="dxa"/>
            <w:gridSpan w:val="2"/>
            <w:tcBorders>
              <w:top w:val="double" w:sz="4" w:space="0" w:color="000000"/>
              <w:left w:val="double" w:sz="4" w:space="0" w:color="000000"/>
              <w:bottom w:val="double" w:sz="4" w:space="0" w:color="000000"/>
              <w:right w:val="double" w:sz="4" w:space="0" w:color="000000"/>
            </w:tcBorders>
          </w:tcPr>
          <w:p w14:paraId="219FFFB5" w14:textId="77777777" w:rsidR="00203768" w:rsidRPr="001E78F5" w:rsidRDefault="00203768" w:rsidP="002A1878">
            <w:pPr>
              <w:ind w:right="68"/>
              <w:jc w:val="center"/>
              <w:rPr>
                <w:sz w:val="18"/>
                <w:szCs w:val="18"/>
              </w:rPr>
            </w:pPr>
            <w:r w:rsidRPr="001E78F5">
              <w:rPr>
                <w:rFonts w:ascii="Arial" w:eastAsia="Arial" w:hAnsi="Arial" w:cs="Arial"/>
                <w:b/>
                <w:sz w:val="18"/>
                <w:szCs w:val="18"/>
              </w:rPr>
              <w:t>IMPACTO</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12219734" w14:textId="77777777" w:rsidR="00203768" w:rsidRPr="001E78F5" w:rsidRDefault="00203768" w:rsidP="002A1878">
            <w:pPr>
              <w:ind w:right="83"/>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MUITO GRANDE (    ) GRANDE ( X ) MODERADO (   ) PEQUENO (   ) MUITO PEQUENO </w:t>
            </w:r>
          </w:p>
        </w:tc>
      </w:tr>
      <w:tr w:rsidR="00203768" w:rsidRPr="001E78F5" w14:paraId="36FD7BF8" w14:textId="77777777">
        <w:trPr>
          <w:trHeight w:val="300"/>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2C6EF017" w14:textId="77777777" w:rsidR="00203768" w:rsidRPr="001E78F5" w:rsidRDefault="00203768" w:rsidP="002A1878">
            <w:pPr>
              <w:ind w:right="69"/>
              <w:jc w:val="center"/>
              <w:rPr>
                <w:sz w:val="18"/>
                <w:szCs w:val="18"/>
              </w:rPr>
            </w:pPr>
            <w:r w:rsidRPr="001E78F5">
              <w:rPr>
                <w:rFonts w:ascii="Arial" w:eastAsia="Arial" w:hAnsi="Arial" w:cs="Arial"/>
                <w:b/>
                <w:sz w:val="18"/>
                <w:szCs w:val="18"/>
              </w:rPr>
              <w:t>DANO – CONSEQUÊNCIA</w:t>
            </w:r>
            <w:r w:rsidRPr="001E78F5">
              <w:rPr>
                <w:rFonts w:ascii="Arial" w:eastAsia="Arial" w:hAnsi="Arial" w:cs="Arial"/>
                <w:sz w:val="18"/>
                <w:szCs w:val="18"/>
              </w:rPr>
              <w:t xml:space="preserve"> </w:t>
            </w:r>
          </w:p>
        </w:tc>
      </w:tr>
      <w:tr w:rsidR="00203768" w:rsidRPr="001E78F5" w14:paraId="1D78C7F9" w14:textId="77777777">
        <w:trPr>
          <w:trHeight w:val="285"/>
        </w:trPr>
        <w:tc>
          <w:tcPr>
            <w:tcW w:w="951" w:type="dxa"/>
            <w:tcBorders>
              <w:top w:val="double" w:sz="4" w:space="0" w:color="000000"/>
              <w:left w:val="double" w:sz="4" w:space="0" w:color="000000"/>
              <w:bottom w:val="double" w:sz="4" w:space="0" w:color="000000"/>
              <w:right w:val="double" w:sz="4" w:space="0" w:color="000000"/>
            </w:tcBorders>
          </w:tcPr>
          <w:p w14:paraId="3589BC3A"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0006BC77" w14:textId="77777777" w:rsidR="00203768" w:rsidRPr="001E78F5" w:rsidRDefault="00203768" w:rsidP="002A1878">
            <w:pPr>
              <w:rPr>
                <w:sz w:val="18"/>
                <w:szCs w:val="18"/>
              </w:rPr>
            </w:pPr>
            <w:r w:rsidRPr="001E78F5">
              <w:rPr>
                <w:rFonts w:ascii="Arial" w:eastAsia="Arial" w:hAnsi="Arial" w:cs="Arial"/>
                <w:sz w:val="18"/>
                <w:szCs w:val="18"/>
              </w:rPr>
              <w:t xml:space="preserve">Destruição total/parcial do patrimônio. </w:t>
            </w:r>
          </w:p>
        </w:tc>
      </w:tr>
      <w:tr w:rsidR="00203768" w:rsidRPr="001E78F5" w14:paraId="6E43B120" w14:textId="77777777">
        <w:trPr>
          <w:trHeight w:val="284"/>
        </w:trPr>
        <w:tc>
          <w:tcPr>
            <w:tcW w:w="951" w:type="dxa"/>
            <w:tcBorders>
              <w:top w:val="double" w:sz="4" w:space="0" w:color="000000"/>
              <w:left w:val="double" w:sz="4" w:space="0" w:color="000000"/>
              <w:bottom w:val="double" w:sz="4" w:space="0" w:color="000000"/>
              <w:right w:val="double" w:sz="4" w:space="0" w:color="000000"/>
            </w:tcBorders>
          </w:tcPr>
          <w:p w14:paraId="3D9C4B6A"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8915" w:type="dxa"/>
            <w:gridSpan w:val="3"/>
            <w:tcBorders>
              <w:top w:val="double" w:sz="4" w:space="0" w:color="000000"/>
              <w:left w:val="double" w:sz="4" w:space="0" w:color="000000"/>
              <w:bottom w:val="double" w:sz="4" w:space="0" w:color="000000"/>
              <w:right w:val="double" w:sz="4" w:space="0" w:color="000000"/>
            </w:tcBorders>
          </w:tcPr>
          <w:p w14:paraId="3005EC36" w14:textId="77777777" w:rsidR="00203768" w:rsidRPr="001E78F5" w:rsidRDefault="00203768" w:rsidP="002A1878">
            <w:pPr>
              <w:rPr>
                <w:sz w:val="18"/>
                <w:szCs w:val="18"/>
              </w:rPr>
            </w:pPr>
            <w:r w:rsidRPr="001E78F5">
              <w:rPr>
                <w:rFonts w:ascii="Arial" w:eastAsia="Arial" w:hAnsi="Arial" w:cs="Arial"/>
                <w:sz w:val="18"/>
                <w:szCs w:val="18"/>
              </w:rPr>
              <w:t xml:space="preserve">Possibilidade de haver vítimas. </w:t>
            </w:r>
          </w:p>
        </w:tc>
      </w:tr>
      <w:tr w:rsidR="00203768" w:rsidRPr="001E78F5" w14:paraId="748EA130" w14:textId="77777777">
        <w:trPr>
          <w:trHeight w:val="425"/>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35EF0CD7" w14:textId="77777777" w:rsidR="00203768" w:rsidRPr="001E78F5" w:rsidRDefault="00203768" w:rsidP="002A1878">
            <w:pPr>
              <w:ind w:right="76"/>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2ECC6375" w14:textId="77777777" w:rsidR="00203768" w:rsidRPr="001E78F5" w:rsidRDefault="00203768" w:rsidP="002A1878">
            <w:pPr>
              <w:ind w:right="84"/>
              <w:jc w:val="center"/>
              <w:rPr>
                <w:sz w:val="18"/>
                <w:szCs w:val="18"/>
              </w:rPr>
            </w:pPr>
            <w:r w:rsidRPr="001E78F5">
              <w:rPr>
                <w:rFonts w:ascii="Arial" w:eastAsia="Arial" w:hAnsi="Arial" w:cs="Arial"/>
                <w:b/>
                <w:sz w:val="18"/>
                <w:szCs w:val="18"/>
              </w:rPr>
              <w:t>AÇÃO PREVENTIVA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721040B0"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70120958" w14:textId="77777777">
        <w:trPr>
          <w:trHeight w:val="535"/>
        </w:trPr>
        <w:tc>
          <w:tcPr>
            <w:tcW w:w="951" w:type="dxa"/>
            <w:tcBorders>
              <w:top w:val="double" w:sz="4" w:space="0" w:color="000000"/>
              <w:left w:val="double" w:sz="4" w:space="0" w:color="000000"/>
              <w:bottom w:val="double" w:sz="4" w:space="0" w:color="000000"/>
              <w:right w:val="double" w:sz="4" w:space="0" w:color="000000"/>
            </w:tcBorders>
            <w:vAlign w:val="center"/>
          </w:tcPr>
          <w:p w14:paraId="1ECA9504"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tcPr>
          <w:p w14:paraId="5CC3878E" w14:textId="77777777" w:rsidR="00203768" w:rsidRPr="001E78F5" w:rsidRDefault="00203768" w:rsidP="002A1878">
            <w:pPr>
              <w:rPr>
                <w:sz w:val="18"/>
                <w:szCs w:val="18"/>
              </w:rPr>
            </w:pPr>
            <w:r w:rsidRPr="001E78F5">
              <w:rPr>
                <w:rFonts w:ascii="Arial" w:eastAsia="Arial" w:hAnsi="Arial" w:cs="Arial"/>
                <w:sz w:val="18"/>
                <w:szCs w:val="18"/>
              </w:rPr>
              <w:t xml:space="preserve">Acompanhar e fiscalizar os procedimentos adotados pela equipe de transportes. </w:t>
            </w:r>
          </w:p>
        </w:tc>
        <w:tc>
          <w:tcPr>
            <w:tcW w:w="3280" w:type="dxa"/>
            <w:tcBorders>
              <w:top w:val="double" w:sz="4" w:space="0" w:color="000000"/>
              <w:left w:val="double" w:sz="4" w:space="0" w:color="000000"/>
              <w:bottom w:val="double" w:sz="4" w:space="0" w:color="000000"/>
              <w:right w:val="double" w:sz="4" w:space="0" w:color="000000"/>
            </w:tcBorders>
            <w:vAlign w:val="center"/>
          </w:tcPr>
          <w:p w14:paraId="543428E7" w14:textId="77777777" w:rsidR="00203768" w:rsidRPr="001E78F5" w:rsidRDefault="00203768" w:rsidP="002A1878">
            <w:pPr>
              <w:ind w:right="74"/>
              <w:jc w:val="center"/>
              <w:rPr>
                <w:sz w:val="18"/>
                <w:szCs w:val="18"/>
              </w:rPr>
            </w:pPr>
            <w:r w:rsidRPr="001E78F5">
              <w:rPr>
                <w:rFonts w:ascii="Arial" w:eastAsia="Arial" w:hAnsi="Arial" w:cs="Arial"/>
                <w:sz w:val="18"/>
                <w:szCs w:val="18"/>
              </w:rPr>
              <w:t xml:space="preserve">Integrante Requisitante </w:t>
            </w:r>
          </w:p>
        </w:tc>
      </w:tr>
      <w:tr w:rsidR="00203768" w:rsidRPr="001E78F5" w14:paraId="13288CF8" w14:textId="77777777">
        <w:trPr>
          <w:trHeight w:val="425"/>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7EFD7697" w14:textId="77777777" w:rsidR="00203768" w:rsidRPr="001E78F5" w:rsidRDefault="00203768" w:rsidP="002A1878">
            <w:pPr>
              <w:ind w:right="76"/>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5CBB8859" w14:textId="77777777" w:rsidR="00203768" w:rsidRPr="001E78F5" w:rsidRDefault="00203768" w:rsidP="002A1878">
            <w:pPr>
              <w:ind w:right="75"/>
              <w:jc w:val="center"/>
              <w:rPr>
                <w:sz w:val="18"/>
                <w:szCs w:val="18"/>
              </w:rPr>
            </w:pPr>
            <w:r w:rsidRPr="001E78F5">
              <w:rPr>
                <w:rFonts w:ascii="Arial" w:eastAsia="Arial" w:hAnsi="Arial" w:cs="Arial"/>
                <w:b/>
                <w:sz w:val="18"/>
                <w:szCs w:val="18"/>
              </w:rPr>
              <w:t>AÇÃO DE CONTINGÊNCIA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216AA429"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6E9CF6C4" w14:textId="77777777">
        <w:trPr>
          <w:trHeight w:val="534"/>
        </w:trPr>
        <w:tc>
          <w:tcPr>
            <w:tcW w:w="951" w:type="dxa"/>
            <w:tcBorders>
              <w:top w:val="double" w:sz="4" w:space="0" w:color="000000"/>
              <w:left w:val="double" w:sz="4" w:space="0" w:color="000000"/>
              <w:bottom w:val="double" w:sz="4" w:space="0" w:color="000000"/>
              <w:right w:val="double" w:sz="4" w:space="0" w:color="000000"/>
            </w:tcBorders>
            <w:vAlign w:val="center"/>
          </w:tcPr>
          <w:p w14:paraId="15B4B1EE"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tcPr>
          <w:p w14:paraId="501AB4E7" w14:textId="77777777" w:rsidR="00203768" w:rsidRPr="001E78F5" w:rsidRDefault="00203768" w:rsidP="002A1878">
            <w:pPr>
              <w:jc w:val="both"/>
              <w:rPr>
                <w:sz w:val="18"/>
                <w:szCs w:val="18"/>
              </w:rPr>
            </w:pPr>
            <w:r w:rsidRPr="001E78F5">
              <w:rPr>
                <w:rFonts w:ascii="Arial" w:eastAsia="Arial" w:hAnsi="Arial" w:cs="Arial"/>
                <w:sz w:val="18"/>
                <w:szCs w:val="18"/>
              </w:rPr>
              <w:t xml:space="preserve">Priorizar a segurança das pessoas e adotar medidas adequadas para minimizar os danos. </w:t>
            </w:r>
          </w:p>
        </w:tc>
        <w:tc>
          <w:tcPr>
            <w:tcW w:w="3280" w:type="dxa"/>
            <w:tcBorders>
              <w:top w:val="double" w:sz="4" w:space="0" w:color="000000"/>
              <w:left w:val="double" w:sz="4" w:space="0" w:color="000000"/>
              <w:bottom w:val="double" w:sz="4" w:space="0" w:color="000000"/>
              <w:right w:val="double" w:sz="4" w:space="0" w:color="000000"/>
            </w:tcBorders>
            <w:vAlign w:val="center"/>
          </w:tcPr>
          <w:p w14:paraId="2B9AD9A9" w14:textId="77777777" w:rsidR="00203768" w:rsidRPr="001E78F5" w:rsidRDefault="00203768" w:rsidP="002A1878">
            <w:pPr>
              <w:ind w:right="74"/>
              <w:jc w:val="center"/>
              <w:rPr>
                <w:sz w:val="18"/>
                <w:szCs w:val="18"/>
              </w:rPr>
            </w:pPr>
            <w:r w:rsidRPr="001E78F5">
              <w:rPr>
                <w:rFonts w:ascii="Arial" w:eastAsia="Arial" w:hAnsi="Arial" w:cs="Arial"/>
                <w:sz w:val="18"/>
                <w:szCs w:val="18"/>
              </w:rPr>
              <w:t xml:space="preserve">Integrante Requisitante </w:t>
            </w:r>
          </w:p>
        </w:tc>
      </w:tr>
      <w:tr w:rsidR="00203768" w:rsidRPr="001E78F5" w14:paraId="11516A12" w14:textId="77777777">
        <w:trPr>
          <w:trHeight w:val="791"/>
        </w:trPr>
        <w:tc>
          <w:tcPr>
            <w:tcW w:w="951" w:type="dxa"/>
            <w:tcBorders>
              <w:top w:val="double" w:sz="4" w:space="0" w:color="000000"/>
              <w:left w:val="double" w:sz="4" w:space="0" w:color="000000"/>
              <w:bottom w:val="double" w:sz="4" w:space="0" w:color="000000"/>
              <w:right w:val="double" w:sz="4" w:space="0" w:color="000000"/>
            </w:tcBorders>
            <w:vAlign w:val="center"/>
          </w:tcPr>
          <w:p w14:paraId="16B3BD42"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5635" w:type="dxa"/>
            <w:gridSpan w:val="2"/>
            <w:tcBorders>
              <w:top w:val="double" w:sz="4" w:space="0" w:color="000000"/>
              <w:left w:val="double" w:sz="4" w:space="0" w:color="000000"/>
              <w:bottom w:val="double" w:sz="4" w:space="0" w:color="000000"/>
              <w:right w:val="double" w:sz="4" w:space="0" w:color="000000"/>
            </w:tcBorders>
          </w:tcPr>
          <w:p w14:paraId="087050CA" w14:textId="77777777" w:rsidR="00203768" w:rsidRPr="001E78F5" w:rsidRDefault="00203768" w:rsidP="002A1878">
            <w:pPr>
              <w:ind w:right="71"/>
              <w:jc w:val="both"/>
              <w:rPr>
                <w:sz w:val="18"/>
                <w:szCs w:val="18"/>
              </w:rPr>
            </w:pPr>
            <w:r w:rsidRPr="001E78F5">
              <w:rPr>
                <w:rFonts w:ascii="Arial" w:eastAsia="Arial" w:hAnsi="Arial" w:cs="Arial"/>
                <w:sz w:val="18"/>
                <w:szCs w:val="18"/>
              </w:rPr>
              <w:t xml:space="preserve">Aplicar penalizações, na forma prevista no instrumento convocatório ou no contrato, bem como solicitar o ressarcimento dos danos causados por culpa civil da contratada. </w:t>
            </w:r>
          </w:p>
        </w:tc>
        <w:tc>
          <w:tcPr>
            <w:tcW w:w="3280" w:type="dxa"/>
            <w:tcBorders>
              <w:top w:val="double" w:sz="4" w:space="0" w:color="000000"/>
              <w:left w:val="double" w:sz="4" w:space="0" w:color="000000"/>
              <w:bottom w:val="double" w:sz="4" w:space="0" w:color="000000"/>
              <w:right w:val="double" w:sz="4" w:space="0" w:color="000000"/>
            </w:tcBorders>
          </w:tcPr>
          <w:p w14:paraId="57D8179E" w14:textId="77777777" w:rsidR="00203768" w:rsidRPr="001E78F5" w:rsidRDefault="00203768" w:rsidP="002A1878">
            <w:pPr>
              <w:ind w:right="74"/>
              <w:jc w:val="center"/>
              <w:rPr>
                <w:sz w:val="18"/>
                <w:szCs w:val="18"/>
              </w:rPr>
            </w:pPr>
            <w:r w:rsidRPr="001E78F5">
              <w:rPr>
                <w:rFonts w:ascii="Arial" w:eastAsia="Arial" w:hAnsi="Arial" w:cs="Arial"/>
                <w:sz w:val="18"/>
                <w:szCs w:val="18"/>
              </w:rPr>
              <w:t xml:space="preserve">Integrante Requisitante </w:t>
            </w:r>
          </w:p>
          <w:p w14:paraId="180EF81F" w14:textId="77777777" w:rsidR="00203768" w:rsidRPr="001E78F5" w:rsidRDefault="00203768" w:rsidP="002A1878">
            <w:pPr>
              <w:jc w:val="center"/>
              <w:rPr>
                <w:sz w:val="18"/>
                <w:szCs w:val="18"/>
              </w:rPr>
            </w:pPr>
            <w:r w:rsidRPr="001E78F5">
              <w:rPr>
                <w:rFonts w:ascii="Arial" w:eastAsia="Arial" w:hAnsi="Arial" w:cs="Arial"/>
                <w:sz w:val="18"/>
                <w:szCs w:val="18"/>
              </w:rPr>
              <w:t xml:space="preserve">Ocupantes de cargos com poder de decisão. </w:t>
            </w:r>
          </w:p>
        </w:tc>
      </w:tr>
      <w:tr w:rsidR="00203768" w:rsidRPr="001E78F5" w14:paraId="0689CA01" w14:textId="77777777">
        <w:trPr>
          <w:trHeight w:val="302"/>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7B5EFFD7" w14:textId="77777777" w:rsidR="00203768" w:rsidRPr="001E78F5" w:rsidRDefault="00203768" w:rsidP="002A1878">
            <w:pPr>
              <w:ind w:right="65"/>
              <w:jc w:val="center"/>
              <w:rPr>
                <w:sz w:val="18"/>
                <w:szCs w:val="18"/>
              </w:rPr>
            </w:pPr>
            <w:r w:rsidRPr="001E78F5">
              <w:rPr>
                <w:rFonts w:ascii="Arial" w:eastAsia="Arial" w:hAnsi="Arial" w:cs="Arial"/>
                <w:b/>
                <w:sz w:val="18"/>
                <w:szCs w:val="18"/>
              </w:rPr>
              <w:t>CAUSAS (FONTE + VULNERABILIDADES)</w:t>
            </w:r>
            <w:r w:rsidRPr="001E78F5">
              <w:rPr>
                <w:rFonts w:ascii="Arial" w:eastAsia="Arial" w:hAnsi="Arial" w:cs="Arial"/>
                <w:sz w:val="18"/>
                <w:szCs w:val="18"/>
              </w:rPr>
              <w:t xml:space="preserve"> </w:t>
            </w:r>
          </w:p>
        </w:tc>
      </w:tr>
      <w:tr w:rsidR="00203768" w:rsidRPr="001E78F5" w14:paraId="2674DD75" w14:textId="77777777">
        <w:trPr>
          <w:trHeight w:val="309"/>
        </w:trPr>
        <w:tc>
          <w:tcPr>
            <w:tcW w:w="951" w:type="dxa"/>
            <w:tcBorders>
              <w:top w:val="double" w:sz="4" w:space="0" w:color="000000"/>
              <w:left w:val="double" w:sz="4" w:space="0" w:color="000000"/>
              <w:bottom w:val="double" w:sz="4" w:space="0" w:color="000000"/>
              <w:right w:val="double" w:sz="4" w:space="0" w:color="000000"/>
            </w:tcBorders>
          </w:tcPr>
          <w:p w14:paraId="6F17353E"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68628428" w14:textId="77777777" w:rsidR="00203768" w:rsidRPr="001E78F5" w:rsidRDefault="00203768" w:rsidP="002A1878">
            <w:pPr>
              <w:rPr>
                <w:sz w:val="18"/>
                <w:szCs w:val="18"/>
              </w:rPr>
            </w:pPr>
            <w:r w:rsidRPr="001E78F5">
              <w:rPr>
                <w:rFonts w:ascii="Arial" w:eastAsia="Arial" w:hAnsi="Arial" w:cs="Arial"/>
                <w:sz w:val="18"/>
                <w:szCs w:val="18"/>
              </w:rPr>
              <w:t xml:space="preserve">Interna/Externa – ocorrência de incidentes. </w:t>
            </w:r>
          </w:p>
        </w:tc>
      </w:tr>
    </w:tbl>
    <w:p w14:paraId="6C608CB2" w14:textId="77777777" w:rsidR="00203768" w:rsidRPr="001E78F5" w:rsidRDefault="00203768" w:rsidP="00203768">
      <w:pPr>
        <w:spacing w:after="0"/>
        <w:ind w:left="4816"/>
        <w:jc w:val="both"/>
        <w:rPr>
          <w:sz w:val="18"/>
          <w:szCs w:val="18"/>
        </w:rPr>
      </w:pPr>
      <w:r w:rsidRPr="001E78F5">
        <w:rPr>
          <w:rFonts w:ascii="Arial" w:eastAsia="Arial" w:hAnsi="Arial" w:cs="Arial"/>
          <w:sz w:val="18"/>
          <w:szCs w:val="18"/>
        </w:rPr>
        <w:t xml:space="preserve"> </w:t>
      </w:r>
    </w:p>
    <w:p w14:paraId="4F027589" w14:textId="77777777" w:rsidR="00203768" w:rsidRPr="001E78F5" w:rsidRDefault="00203768" w:rsidP="00203768">
      <w:pPr>
        <w:spacing w:after="0"/>
        <w:ind w:left="4816"/>
        <w:jc w:val="both"/>
        <w:rPr>
          <w:sz w:val="18"/>
          <w:szCs w:val="18"/>
        </w:rPr>
      </w:pPr>
      <w:r w:rsidRPr="001E78F5">
        <w:rPr>
          <w:rFonts w:ascii="Arial" w:eastAsia="Arial" w:hAnsi="Arial" w:cs="Arial"/>
          <w:sz w:val="18"/>
          <w:szCs w:val="18"/>
        </w:rPr>
        <w:t xml:space="preserve"> </w:t>
      </w:r>
    </w:p>
    <w:tbl>
      <w:tblPr>
        <w:tblStyle w:val="TableGrid"/>
        <w:tblW w:w="9865" w:type="dxa"/>
        <w:tblInd w:w="-114" w:type="dxa"/>
        <w:tblCellMar>
          <w:top w:w="29" w:type="dxa"/>
          <w:left w:w="104" w:type="dxa"/>
          <w:right w:w="44" w:type="dxa"/>
        </w:tblCellMar>
        <w:tblLook w:val="04A0" w:firstRow="1" w:lastRow="0" w:firstColumn="1" w:lastColumn="0" w:noHBand="0" w:noVBand="1"/>
      </w:tblPr>
      <w:tblGrid>
        <w:gridCol w:w="951"/>
        <w:gridCol w:w="911"/>
        <w:gridCol w:w="4723"/>
        <w:gridCol w:w="3280"/>
      </w:tblGrid>
      <w:tr w:rsidR="00203768" w:rsidRPr="001E78F5" w14:paraId="0E8C1143" w14:textId="77777777">
        <w:trPr>
          <w:trHeight w:val="797"/>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vAlign w:val="center"/>
          </w:tcPr>
          <w:p w14:paraId="2C63DFC3" w14:textId="70D27687" w:rsidR="00203768" w:rsidRPr="001E78F5" w:rsidRDefault="00203768" w:rsidP="002A1878">
            <w:pPr>
              <w:ind w:left="5"/>
              <w:rPr>
                <w:sz w:val="18"/>
                <w:szCs w:val="18"/>
              </w:rPr>
            </w:pPr>
            <w:r w:rsidRPr="001E78F5">
              <w:rPr>
                <w:rFonts w:ascii="Arial" w:eastAsia="Arial" w:hAnsi="Arial" w:cs="Arial"/>
                <w:b/>
                <w:sz w:val="18"/>
                <w:szCs w:val="18"/>
              </w:rPr>
              <w:t xml:space="preserve">RISCO </w:t>
            </w:r>
            <w:r w:rsidR="00F13138" w:rsidRPr="001E78F5">
              <w:rPr>
                <w:rFonts w:ascii="Arial" w:eastAsia="Arial" w:hAnsi="Arial" w:cs="Arial"/>
                <w:b/>
                <w:sz w:val="18"/>
                <w:szCs w:val="18"/>
              </w:rPr>
              <w:t>14.1.3.h</w:t>
            </w:r>
            <w:r w:rsidRPr="001E78F5">
              <w:rPr>
                <w:rFonts w:ascii="Arial" w:eastAsia="Arial" w:hAnsi="Arial" w:cs="Arial"/>
                <w:b/>
                <w:sz w:val="18"/>
                <w:szCs w:val="18"/>
              </w:rPr>
              <w:t>. A CONTRATADA NÃO REALIZA O PAGAMENTO DE FGTS OU INSS DOS FUNCIONÁRIOS</w:t>
            </w:r>
            <w:r w:rsidRPr="001E78F5">
              <w:rPr>
                <w:rFonts w:ascii="Arial" w:eastAsia="Arial" w:hAnsi="Arial" w:cs="Arial"/>
                <w:sz w:val="18"/>
                <w:szCs w:val="18"/>
              </w:rPr>
              <w:t xml:space="preserve"> </w:t>
            </w:r>
          </w:p>
        </w:tc>
      </w:tr>
      <w:tr w:rsidR="00203768" w:rsidRPr="001E78F5" w14:paraId="331960FC" w14:textId="77777777">
        <w:trPr>
          <w:trHeight w:val="856"/>
        </w:trPr>
        <w:tc>
          <w:tcPr>
            <w:tcW w:w="9865" w:type="dxa"/>
            <w:gridSpan w:val="4"/>
            <w:tcBorders>
              <w:top w:val="double" w:sz="4" w:space="0" w:color="000000"/>
              <w:left w:val="double" w:sz="4" w:space="0" w:color="000000"/>
              <w:bottom w:val="double" w:sz="4" w:space="0" w:color="000000"/>
              <w:right w:val="double" w:sz="4" w:space="0" w:color="000000"/>
            </w:tcBorders>
          </w:tcPr>
          <w:p w14:paraId="2E7EED84" w14:textId="77777777" w:rsidR="00203768" w:rsidRPr="001E78F5" w:rsidRDefault="00203768" w:rsidP="002A1878">
            <w:pPr>
              <w:spacing w:after="17"/>
              <w:ind w:left="5"/>
              <w:rPr>
                <w:sz w:val="18"/>
                <w:szCs w:val="18"/>
              </w:rPr>
            </w:pPr>
            <w:proofErr w:type="gramStart"/>
            <w:r w:rsidRPr="001E78F5">
              <w:rPr>
                <w:rFonts w:ascii="Arial" w:eastAsia="Arial" w:hAnsi="Arial" w:cs="Arial"/>
                <w:sz w:val="18"/>
                <w:szCs w:val="18"/>
              </w:rPr>
              <w:lastRenderedPageBreak/>
              <w:t>(  )</w:t>
            </w:r>
            <w:proofErr w:type="gramEnd"/>
            <w:r w:rsidRPr="001E78F5">
              <w:rPr>
                <w:rFonts w:ascii="Arial" w:eastAsia="Arial" w:hAnsi="Arial" w:cs="Arial"/>
                <w:sz w:val="18"/>
                <w:szCs w:val="18"/>
              </w:rPr>
              <w:t xml:space="preserve"> PLANEJAMENTO DA CONTRATAÇÃO </w:t>
            </w:r>
          </w:p>
          <w:p w14:paraId="566AA0F1" w14:textId="77777777" w:rsidR="00203768" w:rsidRPr="001E78F5" w:rsidRDefault="00203768" w:rsidP="002A1878">
            <w:pPr>
              <w:spacing w:after="21"/>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SELEÇÃO DO FORNECEDOR </w:t>
            </w:r>
          </w:p>
          <w:p w14:paraId="53AD1C09" w14:textId="77777777" w:rsidR="00203768" w:rsidRPr="001E78F5" w:rsidRDefault="00203768" w:rsidP="002A1878">
            <w:pPr>
              <w:ind w:left="5"/>
              <w:rPr>
                <w:sz w:val="18"/>
                <w:szCs w:val="18"/>
              </w:rPr>
            </w:pPr>
            <w:r w:rsidRPr="001E78F5">
              <w:rPr>
                <w:rFonts w:ascii="Arial" w:eastAsia="Arial" w:hAnsi="Arial" w:cs="Arial"/>
                <w:sz w:val="18"/>
                <w:szCs w:val="18"/>
              </w:rPr>
              <w:t xml:space="preserve">(X) CONTRATAÇÃO </w:t>
            </w:r>
          </w:p>
        </w:tc>
      </w:tr>
      <w:tr w:rsidR="00203768" w:rsidRPr="001E78F5" w14:paraId="2E81CC5E" w14:textId="77777777">
        <w:trPr>
          <w:trHeight w:val="307"/>
        </w:trPr>
        <w:tc>
          <w:tcPr>
            <w:tcW w:w="1862" w:type="dxa"/>
            <w:gridSpan w:val="2"/>
            <w:tcBorders>
              <w:top w:val="double" w:sz="4" w:space="0" w:color="000000"/>
              <w:left w:val="double" w:sz="4" w:space="0" w:color="000000"/>
              <w:bottom w:val="double" w:sz="4" w:space="0" w:color="000000"/>
              <w:right w:val="double" w:sz="4" w:space="0" w:color="000000"/>
            </w:tcBorders>
          </w:tcPr>
          <w:p w14:paraId="6FAA639C" w14:textId="77777777" w:rsidR="00203768" w:rsidRPr="001E78F5" w:rsidRDefault="00203768" w:rsidP="002A1878">
            <w:pPr>
              <w:ind w:left="5"/>
              <w:jc w:val="both"/>
              <w:rPr>
                <w:sz w:val="18"/>
                <w:szCs w:val="18"/>
              </w:rPr>
            </w:pPr>
            <w:r w:rsidRPr="001E78F5">
              <w:rPr>
                <w:rFonts w:ascii="Arial" w:eastAsia="Arial" w:hAnsi="Arial" w:cs="Arial"/>
                <w:b/>
                <w:sz w:val="18"/>
                <w:szCs w:val="18"/>
              </w:rPr>
              <w:t>PROBABILIDADE</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76BC3D1F" w14:textId="77777777" w:rsidR="00203768" w:rsidRPr="001E78F5" w:rsidRDefault="00203768" w:rsidP="002A1878">
            <w:pPr>
              <w:ind w:right="70"/>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ALTA ( X ) MÉDIA (   ) BAIXA </w:t>
            </w:r>
          </w:p>
        </w:tc>
      </w:tr>
      <w:tr w:rsidR="00203768" w:rsidRPr="001E78F5" w14:paraId="7A05E022" w14:textId="77777777">
        <w:trPr>
          <w:trHeight w:val="304"/>
        </w:trPr>
        <w:tc>
          <w:tcPr>
            <w:tcW w:w="1862" w:type="dxa"/>
            <w:gridSpan w:val="2"/>
            <w:tcBorders>
              <w:top w:val="double" w:sz="4" w:space="0" w:color="000000"/>
              <w:left w:val="double" w:sz="4" w:space="0" w:color="000000"/>
              <w:bottom w:val="double" w:sz="4" w:space="0" w:color="000000"/>
              <w:right w:val="double" w:sz="4" w:space="0" w:color="000000"/>
            </w:tcBorders>
          </w:tcPr>
          <w:p w14:paraId="448A0099" w14:textId="77777777" w:rsidR="00203768" w:rsidRPr="001E78F5" w:rsidRDefault="00203768" w:rsidP="002A1878">
            <w:pPr>
              <w:ind w:right="68"/>
              <w:jc w:val="center"/>
              <w:rPr>
                <w:sz w:val="18"/>
                <w:szCs w:val="18"/>
              </w:rPr>
            </w:pPr>
            <w:r w:rsidRPr="001E78F5">
              <w:rPr>
                <w:rFonts w:ascii="Arial" w:eastAsia="Arial" w:hAnsi="Arial" w:cs="Arial"/>
                <w:b/>
                <w:sz w:val="18"/>
                <w:szCs w:val="18"/>
              </w:rPr>
              <w:t>IMPACTO</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7D45CE3C" w14:textId="77777777" w:rsidR="00203768" w:rsidRPr="001E78F5" w:rsidRDefault="00203768" w:rsidP="002A1878">
            <w:pPr>
              <w:ind w:right="79"/>
              <w:jc w:val="center"/>
              <w:rPr>
                <w:sz w:val="18"/>
                <w:szCs w:val="18"/>
              </w:rPr>
            </w:pPr>
            <w:proofErr w:type="gramStart"/>
            <w:r w:rsidRPr="001E78F5">
              <w:rPr>
                <w:rFonts w:ascii="Arial" w:eastAsia="Arial" w:hAnsi="Arial" w:cs="Arial"/>
                <w:sz w:val="18"/>
                <w:szCs w:val="18"/>
              </w:rPr>
              <w:t>( X</w:t>
            </w:r>
            <w:proofErr w:type="gramEnd"/>
            <w:r w:rsidRPr="001E78F5">
              <w:rPr>
                <w:rFonts w:ascii="Arial" w:eastAsia="Arial" w:hAnsi="Arial" w:cs="Arial"/>
                <w:sz w:val="18"/>
                <w:szCs w:val="18"/>
              </w:rPr>
              <w:t xml:space="preserve"> ) MUITO GRANDE (    ) GRANDE (   ) MODERADO (   ) PEQUENO (   ) MUITO PEQUENO </w:t>
            </w:r>
          </w:p>
        </w:tc>
      </w:tr>
      <w:tr w:rsidR="00203768" w:rsidRPr="001E78F5" w14:paraId="667DE31B" w14:textId="77777777">
        <w:trPr>
          <w:trHeight w:val="305"/>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4E7480CC" w14:textId="77777777" w:rsidR="00203768" w:rsidRPr="001E78F5" w:rsidRDefault="00203768" w:rsidP="002A1878">
            <w:pPr>
              <w:ind w:right="69"/>
              <w:jc w:val="center"/>
              <w:rPr>
                <w:sz w:val="18"/>
                <w:szCs w:val="18"/>
              </w:rPr>
            </w:pPr>
            <w:r w:rsidRPr="001E78F5">
              <w:rPr>
                <w:rFonts w:ascii="Arial" w:eastAsia="Arial" w:hAnsi="Arial" w:cs="Arial"/>
                <w:b/>
                <w:sz w:val="18"/>
                <w:szCs w:val="18"/>
              </w:rPr>
              <w:t>DANO – CONSEQUÊNCIA</w:t>
            </w:r>
            <w:r w:rsidRPr="001E78F5">
              <w:rPr>
                <w:rFonts w:ascii="Arial" w:eastAsia="Arial" w:hAnsi="Arial" w:cs="Arial"/>
                <w:sz w:val="18"/>
                <w:szCs w:val="18"/>
              </w:rPr>
              <w:t xml:space="preserve"> </w:t>
            </w:r>
          </w:p>
        </w:tc>
      </w:tr>
      <w:tr w:rsidR="00203768" w:rsidRPr="001E78F5" w14:paraId="0F14B76C" w14:textId="77777777">
        <w:trPr>
          <w:trHeight w:val="286"/>
        </w:trPr>
        <w:tc>
          <w:tcPr>
            <w:tcW w:w="951" w:type="dxa"/>
            <w:tcBorders>
              <w:top w:val="double" w:sz="4" w:space="0" w:color="000000"/>
              <w:left w:val="double" w:sz="4" w:space="0" w:color="000000"/>
              <w:bottom w:val="double" w:sz="4" w:space="0" w:color="000000"/>
              <w:right w:val="double" w:sz="4" w:space="0" w:color="000000"/>
            </w:tcBorders>
          </w:tcPr>
          <w:p w14:paraId="067E6A37"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3ABD6692" w14:textId="77777777" w:rsidR="00203768" w:rsidRPr="001E78F5" w:rsidRDefault="00203768" w:rsidP="002A1878">
            <w:pPr>
              <w:rPr>
                <w:sz w:val="18"/>
                <w:szCs w:val="18"/>
              </w:rPr>
            </w:pPr>
            <w:r w:rsidRPr="001E78F5">
              <w:rPr>
                <w:rFonts w:ascii="Arial" w:eastAsia="Arial" w:hAnsi="Arial" w:cs="Arial"/>
                <w:sz w:val="18"/>
                <w:szCs w:val="18"/>
              </w:rPr>
              <w:t xml:space="preserve">Ações judiciais, quebra do contrato, necessidade de abertura de processo administrativo. </w:t>
            </w:r>
          </w:p>
        </w:tc>
      </w:tr>
      <w:tr w:rsidR="00203768" w:rsidRPr="001E78F5" w14:paraId="695AD07C" w14:textId="77777777">
        <w:trPr>
          <w:trHeight w:val="300"/>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28CD6F8B" w14:textId="77777777" w:rsidR="00203768" w:rsidRPr="001E78F5" w:rsidRDefault="00203768" w:rsidP="002A1878">
            <w:pPr>
              <w:ind w:right="76"/>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6C3D0202" w14:textId="77777777" w:rsidR="00203768" w:rsidRPr="001E78F5" w:rsidRDefault="00203768" w:rsidP="002A1878">
            <w:pPr>
              <w:ind w:right="83"/>
              <w:jc w:val="center"/>
              <w:rPr>
                <w:sz w:val="18"/>
                <w:szCs w:val="18"/>
              </w:rPr>
            </w:pPr>
            <w:r w:rsidRPr="001E78F5">
              <w:rPr>
                <w:rFonts w:ascii="Arial" w:eastAsia="Arial" w:hAnsi="Arial" w:cs="Arial"/>
                <w:b/>
                <w:sz w:val="18"/>
                <w:szCs w:val="18"/>
              </w:rPr>
              <w:t>AÇÃO PREVENTIVA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7B82F0BF"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6633F29B" w14:textId="77777777">
        <w:trPr>
          <w:trHeight w:val="540"/>
        </w:trPr>
        <w:tc>
          <w:tcPr>
            <w:tcW w:w="951" w:type="dxa"/>
            <w:tcBorders>
              <w:top w:val="double" w:sz="4" w:space="0" w:color="000000"/>
              <w:left w:val="double" w:sz="4" w:space="0" w:color="000000"/>
              <w:bottom w:val="double" w:sz="4" w:space="0" w:color="000000"/>
              <w:right w:val="double" w:sz="4" w:space="0" w:color="000000"/>
            </w:tcBorders>
            <w:vAlign w:val="center"/>
          </w:tcPr>
          <w:p w14:paraId="5BFD240D"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tcPr>
          <w:p w14:paraId="195CDBFE" w14:textId="77777777" w:rsidR="00203768" w:rsidRPr="001E78F5" w:rsidRDefault="00203768" w:rsidP="002A1878">
            <w:pPr>
              <w:jc w:val="both"/>
              <w:rPr>
                <w:sz w:val="18"/>
                <w:szCs w:val="18"/>
              </w:rPr>
            </w:pPr>
            <w:r w:rsidRPr="001E78F5">
              <w:rPr>
                <w:rFonts w:ascii="Arial" w:eastAsia="Arial" w:hAnsi="Arial" w:cs="Arial"/>
                <w:sz w:val="18"/>
                <w:szCs w:val="18"/>
              </w:rPr>
              <w:t xml:space="preserve">Exigência mensalmente de todos os comprovantes de pagamento de INSS e FGTS de todos os funcionários.  </w:t>
            </w:r>
          </w:p>
        </w:tc>
        <w:tc>
          <w:tcPr>
            <w:tcW w:w="3280" w:type="dxa"/>
            <w:tcBorders>
              <w:top w:val="double" w:sz="4" w:space="0" w:color="000000"/>
              <w:left w:val="double" w:sz="4" w:space="0" w:color="000000"/>
              <w:bottom w:val="double" w:sz="4" w:space="0" w:color="000000"/>
              <w:right w:val="double" w:sz="4" w:space="0" w:color="000000"/>
            </w:tcBorders>
            <w:vAlign w:val="center"/>
          </w:tcPr>
          <w:p w14:paraId="1A706DE0"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Gestor do contrato </w:t>
            </w:r>
          </w:p>
        </w:tc>
      </w:tr>
      <w:tr w:rsidR="00203768" w:rsidRPr="001E78F5" w14:paraId="333DECB4" w14:textId="77777777">
        <w:trPr>
          <w:trHeight w:val="300"/>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71EF020B" w14:textId="77777777" w:rsidR="00203768" w:rsidRPr="001E78F5" w:rsidRDefault="00203768" w:rsidP="002A1878">
            <w:pPr>
              <w:ind w:right="76"/>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792E42C0" w14:textId="77777777" w:rsidR="00203768" w:rsidRPr="001E78F5" w:rsidRDefault="00203768" w:rsidP="002A1878">
            <w:pPr>
              <w:ind w:right="75"/>
              <w:jc w:val="center"/>
              <w:rPr>
                <w:sz w:val="18"/>
                <w:szCs w:val="18"/>
              </w:rPr>
            </w:pPr>
            <w:r w:rsidRPr="001E78F5">
              <w:rPr>
                <w:rFonts w:ascii="Arial" w:eastAsia="Arial" w:hAnsi="Arial" w:cs="Arial"/>
                <w:b/>
                <w:sz w:val="18"/>
                <w:szCs w:val="18"/>
              </w:rPr>
              <w:t>AÇÃO DE CONTINGÊNCIA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7EC3A92C"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75E18DE8" w14:textId="77777777">
        <w:trPr>
          <w:trHeight w:val="285"/>
        </w:trPr>
        <w:tc>
          <w:tcPr>
            <w:tcW w:w="951" w:type="dxa"/>
            <w:tcBorders>
              <w:top w:val="double" w:sz="4" w:space="0" w:color="000000"/>
              <w:left w:val="double" w:sz="4" w:space="0" w:color="000000"/>
              <w:bottom w:val="double" w:sz="4" w:space="0" w:color="000000"/>
              <w:right w:val="double" w:sz="4" w:space="0" w:color="000000"/>
            </w:tcBorders>
          </w:tcPr>
          <w:p w14:paraId="69AE88A2"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tcPr>
          <w:p w14:paraId="67BCA77C" w14:textId="77777777" w:rsidR="00203768" w:rsidRPr="001E78F5" w:rsidRDefault="00203768" w:rsidP="002A1878">
            <w:pPr>
              <w:rPr>
                <w:sz w:val="18"/>
                <w:szCs w:val="18"/>
              </w:rPr>
            </w:pPr>
            <w:r w:rsidRPr="001E78F5">
              <w:rPr>
                <w:rFonts w:ascii="Arial" w:eastAsia="Arial" w:hAnsi="Arial" w:cs="Arial"/>
                <w:sz w:val="18"/>
                <w:szCs w:val="18"/>
              </w:rPr>
              <w:t xml:space="preserve">Retenção dos valores referentes a esses tributos </w:t>
            </w:r>
          </w:p>
        </w:tc>
        <w:tc>
          <w:tcPr>
            <w:tcW w:w="3280" w:type="dxa"/>
            <w:tcBorders>
              <w:top w:val="double" w:sz="4" w:space="0" w:color="000000"/>
              <w:left w:val="double" w:sz="4" w:space="0" w:color="000000"/>
              <w:bottom w:val="double" w:sz="4" w:space="0" w:color="000000"/>
              <w:right w:val="double" w:sz="4" w:space="0" w:color="000000"/>
            </w:tcBorders>
          </w:tcPr>
          <w:p w14:paraId="4B722AD2"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Gestor do contrato </w:t>
            </w:r>
          </w:p>
        </w:tc>
      </w:tr>
      <w:tr w:rsidR="00203768" w:rsidRPr="001E78F5" w14:paraId="418CF299" w14:textId="77777777">
        <w:trPr>
          <w:trHeight w:val="788"/>
        </w:trPr>
        <w:tc>
          <w:tcPr>
            <w:tcW w:w="951" w:type="dxa"/>
            <w:tcBorders>
              <w:top w:val="double" w:sz="4" w:space="0" w:color="000000"/>
              <w:left w:val="double" w:sz="4" w:space="0" w:color="000000"/>
              <w:bottom w:val="double" w:sz="4" w:space="0" w:color="000000"/>
              <w:right w:val="double" w:sz="4" w:space="0" w:color="000000"/>
            </w:tcBorders>
            <w:vAlign w:val="center"/>
          </w:tcPr>
          <w:p w14:paraId="690DF264"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5635" w:type="dxa"/>
            <w:gridSpan w:val="2"/>
            <w:tcBorders>
              <w:top w:val="double" w:sz="4" w:space="0" w:color="000000"/>
              <w:left w:val="double" w:sz="4" w:space="0" w:color="000000"/>
              <w:bottom w:val="double" w:sz="4" w:space="0" w:color="000000"/>
              <w:right w:val="double" w:sz="4" w:space="0" w:color="000000"/>
            </w:tcBorders>
            <w:vAlign w:val="center"/>
          </w:tcPr>
          <w:p w14:paraId="5718E2EF" w14:textId="77777777" w:rsidR="00203768" w:rsidRPr="001E78F5" w:rsidRDefault="00203768" w:rsidP="002A1878">
            <w:pPr>
              <w:rPr>
                <w:sz w:val="18"/>
                <w:szCs w:val="18"/>
              </w:rPr>
            </w:pPr>
            <w:r w:rsidRPr="001E78F5">
              <w:rPr>
                <w:rFonts w:ascii="Arial" w:eastAsia="Arial" w:hAnsi="Arial" w:cs="Arial"/>
                <w:sz w:val="18"/>
                <w:szCs w:val="18"/>
              </w:rPr>
              <w:t xml:space="preserve">Se não regularizado, extinção contratual  </w:t>
            </w:r>
          </w:p>
        </w:tc>
        <w:tc>
          <w:tcPr>
            <w:tcW w:w="3280" w:type="dxa"/>
            <w:tcBorders>
              <w:top w:val="double" w:sz="4" w:space="0" w:color="000000"/>
              <w:left w:val="double" w:sz="4" w:space="0" w:color="000000"/>
              <w:bottom w:val="double" w:sz="4" w:space="0" w:color="000000"/>
              <w:right w:val="double" w:sz="4" w:space="0" w:color="000000"/>
            </w:tcBorders>
          </w:tcPr>
          <w:p w14:paraId="70C6C748" w14:textId="77777777" w:rsidR="00203768" w:rsidRPr="001E78F5" w:rsidRDefault="00203768" w:rsidP="002A1878">
            <w:pPr>
              <w:ind w:right="74"/>
              <w:jc w:val="center"/>
              <w:rPr>
                <w:sz w:val="18"/>
                <w:szCs w:val="18"/>
              </w:rPr>
            </w:pPr>
            <w:r w:rsidRPr="001E78F5">
              <w:rPr>
                <w:rFonts w:ascii="Arial" w:eastAsia="Arial" w:hAnsi="Arial" w:cs="Arial"/>
                <w:sz w:val="18"/>
                <w:szCs w:val="18"/>
              </w:rPr>
              <w:t xml:space="preserve">Integrante Requisitante </w:t>
            </w:r>
          </w:p>
          <w:p w14:paraId="14D81AE8" w14:textId="77777777" w:rsidR="00203768" w:rsidRPr="001E78F5" w:rsidRDefault="00203768" w:rsidP="002A1878">
            <w:pPr>
              <w:jc w:val="center"/>
              <w:rPr>
                <w:sz w:val="18"/>
                <w:szCs w:val="18"/>
              </w:rPr>
            </w:pPr>
            <w:r w:rsidRPr="001E78F5">
              <w:rPr>
                <w:rFonts w:ascii="Arial" w:eastAsia="Arial" w:hAnsi="Arial" w:cs="Arial"/>
                <w:sz w:val="18"/>
                <w:szCs w:val="18"/>
              </w:rPr>
              <w:t xml:space="preserve">Ocupantes de cargos com poder de decisão. </w:t>
            </w:r>
          </w:p>
        </w:tc>
      </w:tr>
      <w:tr w:rsidR="00203768" w:rsidRPr="001E78F5" w14:paraId="5C3F1F4A" w14:textId="77777777">
        <w:trPr>
          <w:trHeight w:val="305"/>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5743B9E3" w14:textId="77777777" w:rsidR="00203768" w:rsidRPr="001E78F5" w:rsidRDefault="00203768" w:rsidP="002A1878">
            <w:pPr>
              <w:ind w:right="68"/>
              <w:jc w:val="center"/>
              <w:rPr>
                <w:sz w:val="18"/>
                <w:szCs w:val="18"/>
              </w:rPr>
            </w:pPr>
            <w:r w:rsidRPr="001E78F5">
              <w:rPr>
                <w:rFonts w:ascii="Arial" w:eastAsia="Arial" w:hAnsi="Arial" w:cs="Arial"/>
                <w:b/>
                <w:sz w:val="18"/>
                <w:szCs w:val="18"/>
              </w:rPr>
              <w:t>CAUSAS (FONTE + VULNERABILIDADES)</w:t>
            </w:r>
            <w:r w:rsidRPr="001E78F5">
              <w:rPr>
                <w:rFonts w:ascii="Arial" w:eastAsia="Arial" w:hAnsi="Arial" w:cs="Arial"/>
                <w:sz w:val="18"/>
                <w:szCs w:val="18"/>
              </w:rPr>
              <w:t xml:space="preserve"> </w:t>
            </w:r>
          </w:p>
        </w:tc>
      </w:tr>
      <w:tr w:rsidR="00203768" w:rsidRPr="001E78F5" w14:paraId="0B79ACA5" w14:textId="77777777">
        <w:trPr>
          <w:trHeight w:val="304"/>
        </w:trPr>
        <w:tc>
          <w:tcPr>
            <w:tcW w:w="951" w:type="dxa"/>
            <w:tcBorders>
              <w:top w:val="double" w:sz="4" w:space="0" w:color="000000"/>
              <w:left w:val="double" w:sz="4" w:space="0" w:color="000000"/>
              <w:bottom w:val="double" w:sz="4" w:space="0" w:color="000000"/>
              <w:right w:val="double" w:sz="4" w:space="0" w:color="000000"/>
            </w:tcBorders>
          </w:tcPr>
          <w:p w14:paraId="7CA05450"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2DCF79A0" w14:textId="77777777" w:rsidR="00203768" w:rsidRPr="001E78F5" w:rsidRDefault="00203768" w:rsidP="002A1878">
            <w:pPr>
              <w:rPr>
                <w:sz w:val="18"/>
                <w:szCs w:val="18"/>
              </w:rPr>
            </w:pPr>
            <w:r w:rsidRPr="001E78F5">
              <w:rPr>
                <w:rFonts w:ascii="Arial" w:eastAsia="Arial" w:hAnsi="Arial" w:cs="Arial"/>
                <w:sz w:val="18"/>
                <w:szCs w:val="18"/>
              </w:rPr>
              <w:t xml:space="preserve">Interna/Externa – ocorrência de incidentes. </w:t>
            </w:r>
          </w:p>
        </w:tc>
      </w:tr>
      <w:tr w:rsidR="00203768" w:rsidRPr="001E78F5" w14:paraId="0D75B3C8" w14:textId="77777777">
        <w:trPr>
          <w:trHeight w:val="307"/>
        </w:trPr>
        <w:tc>
          <w:tcPr>
            <w:tcW w:w="951" w:type="dxa"/>
            <w:tcBorders>
              <w:top w:val="double" w:sz="4" w:space="0" w:color="000000"/>
              <w:left w:val="double" w:sz="4" w:space="0" w:color="000000"/>
              <w:bottom w:val="double" w:sz="4" w:space="0" w:color="000000"/>
              <w:right w:val="double" w:sz="4" w:space="0" w:color="000000"/>
            </w:tcBorders>
          </w:tcPr>
          <w:p w14:paraId="55E0EE49"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2 </w:t>
            </w:r>
          </w:p>
        </w:tc>
        <w:tc>
          <w:tcPr>
            <w:tcW w:w="8915" w:type="dxa"/>
            <w:gridSpan w:val="3"/>
            <w:tcBorders>
              <w:top w:val="double" w:sz="4" w:space="0" w:color="000000"/>
              <w:left w:val="double" w:sz="4" w:space="0" w:color="000000"/>
              <w:bottom w:val="double" w:sz="4" w:space="0" w:color="000000"/>
              <w:right w:val="double" w:sz="4" w:space="0" w:color="000000"/>
            </w:tcBorders>
          </w:tcPr>
          <w:p w14:paraId="31225723" w14:textId="77777777" w:rsidR="00203768" w:rsidRPr="001E78F5" w:rsidRDefault="00203768" w:rsidP="002A1878">
            <w:pPr>
              <w:rPr>
                <w:sz w:val="18"/>
                <w:szCs w:val="18"/>
              </w:rPr>
            </w:pPr>
            <w:r w:rsidRPr="001E78F5">
              <w:rPr>
                <w:rFonts w:ascii="Arial" w:eastAsia="Arial" w:hAnsi="Arial" w:cs="Arial"/>
                <w:sz w:val="18"/>
                <w:szCs w:val="18"/>
              </w:rPr>
              <w:t xml:space="preserve">Pessoal – falha na fiscalização contratual. </w:t>
            </w:r>
          </w:p>
        </w:tc>
      </w:tr>
    </w:tbl>
    <w:p w14:paraId="777EBFDE" w14:textId="77777777" w:rsidR="00203768" w:rsidRPr="001E78F5" w:rsidRDefault="00203768" w:rsidP="00203768">
      <w:pPr>
        <w:spacing w:after="0"/>
        <w:ind w:left="4816"/>
        <w:jc w:val="both"/>
        <w:rPr>
          <w:sz w:val="18"/>
          <w:szCs w:val="18"/>
        </w:rPr>
      </w:pPr>
      <w:r w:rsidRPr="001E78F5">
        <w:rPr>
          <w:rFonts w:ascii="Arial" w:eastAsia="Arial" w:hAnsi="Arial" w:cs="Arial"/>
          <w:sz w:val="18"/>
          <w:szCs w:val="18"/>
        </w:rPr>
        <w:t xml:space="preserve"> </w:t>
      </w:r>
    </w:p>
    <w:tbl>
      <w:tblPr>
        <w:tblStyle w:val="TableGrid"/>
        <w:tblW w:w="9865" w:type="dxa"/>
        <w:tblInd w:w="-114" w:type="dxa"/>
        <w:tblCellMar>
          <w:top w:w="29" w:type="dxa"/>
          <w:left w:w="104" w:type="dxa"/>
          <w:right w:w="44" w:type="dxa"/>
        </w:tblCellMar>
        <w:tblLook w:val="04A0" w:firstRow="1" w:lastRow="0" w:firstColumn="1" w:lastColumn="0" w:noHBand="0" w:noVBand="1"/>
      </w:tblPr>
      <w:tblGrid>
        <w:gridCol w:w="951"/>
        <w:gridCol w:w="911"/>
        <w:gridCol w:w="4723"/>
        <w:gridCol w:w="3280"/>
      </w:tblGrid>
      <w:tr w:rsidR="00203768" w:rsidRPr="001E78F5" w14:paraId="3DAF9DFB" w14:textId="77777777">
        <w:trPr>
          <w:trHeight w:val="540"/>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vAlign w:val="center"/>
          </w:tcPr>
          <w:p w14:paraId="54939B09" w14:textId="389A075F" w:rsidR="00203768" w:rsidRPr="001E78F5" w:rsidRDefault="00203768" w:rsidP="002A1878">
            <w:pPr>
              <w:ind w:left="5"/>
              <w:rPr>
                <w:sz w:val="18"/>
                <w:szCs w:val="18"/>
              </w:rPr>
            </w:pPr>
            <w:r w:rsidRPr="001E78F5">
              <w:rPr>
                <w:rFonts w:ascii="Arial" w:eastAsia="Arial" w:hAnsi="Arial" w:cs="Arial"/>
                <w:b/>
                <w:sz w:val="18"/>
                <w:szCs w:val="18"/>
              </w:rPr>
              <w:t xml:space="preserve">RISCO </w:t>
            </w:r>
            <w:r w:rsidR="00F13138" w:rsidRPr="001E78F5">
              <w:rPr>
                <w:rFonts w:ascii="Arial" w:eastAsia="Arial" w:hAnsi="Arial" w:cs="Arial"/>
                <w:b/>
                <w:sz w:val="18"/>
                <w:szCs w:val="18"/>
              </w:rPr>
              <w:t>14.1.3.i</w:t>
            </w:r>
            <w:r w:rsidRPr="001E78F5">
              <w:rPr>
                <w:rFonts w:ascii="Arial" w:eastAsia="Arial" w:hAnsi="Arial" w:cs="Arial"/>
                <w:b/>
                <w:sz w:val="18"/>
                <w:szCs w:val="18"/>
              </w:rPr>
              <w:t>. AUSÊNCIA DE TREINAMENTO E CAPACITAÇÃO DOS PROFISSIONAIS</w:t>
            </w:r>
            <w:r w:rsidRPr="001E78F5">
              <w:rPr>
                <w:rFonts w:ascii="Arial" w:eastAsia="Arial" w:hAnsi="Arial" w:cs="Arial"/>
                <w:sz w:val="18"/>
                <w:szCs w:val="18"/>
              </w:rPr>
              <w:t xml:space="preserve"> </w:t>
            </w:r>
          </w:p>
        </w:tc>
      </w:tr>
      <w:tr w:rsidR="00203768" w:rsidRPr="001E78F5" w14:paraId="2D2FC0D3" w14:textId="77777777">
        <w:trPr>
          <w:trHeight w:val="860"/>
        </w:trPr>
        <w:tc>
          <w:tcPr>
            <w:tcW w:w="9865" w:type="dxa"/>
            <w:gridSpan w:val="4"/>
            <w:tcBorders>
              <w:top w:val="double" w:sz="4" w:space="0" w:color="000000"/>
              <w:left w:val="double" w:sz="4" w:space="0" w:color="000000"/>
              <w:bottom w:val="double" w:sz="4" w:space="0" w:color="000000"/>
              <w:right w:val="double" w:sz="4" w:space="0" w:color="000000"/>
            </w:tcBorders>
          </w:tcPr>
          <w:p w14:paraId="154C8DBD" w14:textId="77777777" w:rsidR="00203768" w:rsidRPr="001E78F5" w:rsidRDefault="00203768" w:rsidP="002A1878">
            <w:pPr>
              <w:spacing w:after="17"/>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PLANEJAMENTO DA CONTRATAÇÃO </w:t>
            </w:r>
          </w:p>
          <w:p w14:paraId="34E64030" w14:textId="77777777" w:rsidR="00203768" w:rsidRPr="001E78F5" w:rsidRDefault="00203768" w:rsidP="002A1878">
            <w:pPr>
              <w:spacing w:after="17"/>
              <w:ind w:left="5"/>
              <w:rPr>
                <w:sz w:val="18"/>
                <w:szCs w:val="18"/>
              </w:rPr>
            </w:pPr>
            <w:proofErr w:type="gramStart"/>
            <w:r w:rsidRPr="001E78F5">
              <w:rPr>
                <w:rFonts w:ascii="Arial" w:eastAsia="Arial" w:hAnsi="Arial" w:cs="Arial"/>
                <w:sz w:val="18"/>
                <w:szCs w:val="18"/>
              </w:rPr>
              <w:t>(  )</w:t>
            </w:r>
            <w:proofErr w:type="gramEnd"/>
            <w:r w:rsidRPr="001E78F5">
              <w:rPr>
                <w:rFonts w:ascii="Arial" w:eastAsia="Arial" w:hAnsi="Arial" w:cs="Arial"/>
                <w:sz w:val="18"/>
                <w:szCs w:val="18"/>
              </w:rPr>
              <w:t xml:space="preserve"> SELEÇÃO DO FORNECEDOR </w:t>
            </w:r>
          </w:p>
          <w:p w14:paraId="00393195" w14:textId="77777777" w:rsidR="00203768" w:rsidRPr="001E78F5" w:rsidRDefault="00203768" w:rsidP="002A1878">
            <w:pPr>
              <w:ind w:left="5"/>
              <w:rPr>
                <w:sz w:val="18"/>
                <w:szCs w:val="18"/>
              </w:rPr>
            </w:pPr>
            <w:r w:rsidRPr="001E78F5">
              <w:rPr>
                <w:rFonts w:ascii="Arial" w:eastAsia="Arial" w:hAnsi="Arial" w:cs="Arial"/>
                <w:sz w:val="18"/>
                <w:szCs w:val="18"/>
              </w:rPr>
              <w:t xml:space="preserve">(X) CONTRATAÇÃO </w:t>
            </w:r>
          </w:p>
        </w:tc>
      </w:tr>
      <w:tr w:rsidR="00203768" w:rsidRPr="001E78F5" w14:paraId="316BAC45" w14:textId="77777777">
        <w:trPr>
          <w:trHeight w:val="303"/>
        </w:trPr>
        <w:tc>
          <w:tcPr>
            <w:tcW w:w="1862" w:type="dxa"/>
            <w:gridSpan w:val="2"/>
            <w:tcBorders>
              <w:top w:val="double" w:sz="4" w:space="0" w:color="000000"/>
              <w:left w:val="double" w:sz="4" w:space="0" w:color="000000"/>
              <w:bottom w:val="double" w:sz="4" w:space="0" w:color="000000"/>
              <w:right w:val="double" w:sz="4" w:space="0" w:color="000000"/>
            </w:tcBorders>
          </w:tcPr>
          <w:p w14:paraId="1C053220" w14:textId="77777777" w:rsidR="00203768" w:rsidRPr="001E78F5" w:rsidRDefault="00203768" w:rsidP="002A1878">
            <w:pPr>
              <w:ind w:left="5"/>
              <w:jc w:val="both"/>
              <w:rPr>
                <w:sz w:val="18"/>
                <w:szCs w:val="18"/>
              </w:rPr>
            </w:pPr>
            <w:r w:rsidRPr="001E78F5">
              <w:rPr>
                <w:rFonts w:ascii="Arial" w:eastAsia="Arial" w:hAnsi="Arial" w:cs="Arial"/>
                <w:b/>
                <w:sz w:val="18"/>
                <w:szCs w:val="18"/>
              </w:rPr>
              <w:t>PROBABILIDADE</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0E60C4D4" w14:textId="77777777" w:rsidR="00203768" w:rsidRPr="001E78F5" w:rsidRDefault="00203768" w:rsidP="002A1878">
            <w:pPr>
              <w:ind w:right="78"/>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ALTA (  ) MÉDIA ( X ) BAIXA </w:t>
            </w:r>
          </w:p>
        </w:tc>
      </w:tr>
      <w:tr w:rsidR="00203768" w:rsidRPr="001E78F5" w14:paraId="75FF1973" w14:textId="77777777">
        <w:trPr>
          <w:trHeight w:val="308"/>
        </w:trPr>
        <w:tc>
          <w:tcPr>
            <w:tcW w:w="1862" w:type="dxa"/>
            <w:gridSpan w:val="2"/>
            <w:tcBorders>
              <w:top w:val="double" w:sz="4" w:space="0" w:color="000000"/>
              <w:left w:val="double" w:sz="4" w:space="0" w:color="000000"/>
              <w:bottom w:val="double" w:sz="4" w:space="0" w:color="000000"/>
              <w:right w:val="double" w:sz="4" w:space="0" w:color="000000"/>
            </w:tcBorders>
          </w:tcPr>
          <w:p w14:paraId="0ABC8FD6" w14:textId="77777777" w:rsidR="00203768" w:rsidRPr="001E78F5" w:rsidRDefault="00203768" w:rsidP="002A1878">
            <w:pPr>
              <w:ind w:right="68"/>
              <w:jc w:val="center"/>
              <w:rPr>
                <w:sz w:val="18"/>
                <w:szCs w:val="18"/>
              </w:rPr>
            </w:pPr>
            <w:r w:rsidRPr="001E78F5">
              <w:rPr>
                <w:rFonts w:ascii="Arial" w:eastAsia="Arial" w:hAnsi="Arial" w:cs="Arial"/>
                <w:b/>
                <w:sz w:val="18"/>
                <w:szCs w:val="18"/>
              </w:rPr>
              <w:t>IMPACTO</w:t>
            </w:r>
            <w:r w:rsidRPr="001E78F5">
              <w:rPr>
                <w:rFonts w:ascii="Arial" w:eastAsia="Arial" w:hAnsi="Arial" w:cs="Arial"/>
                <w:sz w:val="18"/>
                <w:szCs w:val="18"/>
              </w:rPr>
              <w:t xml:space="preserve"> </w:t>
            </w:r>
          </w:p>
        </w:tc>
        <w:tc>
          <w:tcPr>
            <w:tcW w:w="8004" w:type="dxa"/>
            <w:gridSpan w:val="2"/>
            <w:tcBorders>
              <w:top w:val="double" w:sz="4" w:space="0" w:color="000000"/>
              <w:left w:val="double" w:sz="4" w:space="0" w:color="000000"/>
              <w:bottom w:val="double" w:sz="4" w:space="0" w:color="000000"/>
              <w:right w:val="double" w:sz="4" w:space="0" w:color="000000"/>
            </w:tcBorders>
          </w:tcPr>
          <w:p w14:paraId="7EE6C421" w14:textId="77777777" w:rsidR="00203768" w:rsidRPr="001E78F5" w:rsidRDefault="00203768" w:rsidP="002A1878">
            <w:pPr>
              <w:ind w:right="83"/>
              <w:jc w:val="center"/>
              <w:rPr>
                <w:sz w:val="18"/>
                <w:szCs w:val="18"/>
              </w:rPr>
            </w:pPr>
            <w:proofErr w:type="gramStart"/>
            <w:r w:rsidRPr="001E78F5">
              <w:rPr>
                <w:rFonts w:ascii="Arial" w:eastAsia="Arial" w:hAnsi="Arial" w:cs="Arial"/>
                <w:sz w:val="18"/>
                <w:szCs w:val="18"/>
              </w:rPr>
              <w:t xml:space="preserve">(  </w:t>
            </w:r>
            <w:proofErr w:type="gramEnd"/>
            <w:r w:rsidRPr="001E78F5">
              <w:rPr>
                <w:rFonts w:ascii="Arial" w:eastAsia="Arial" w:hAnsi="Arial" w:cs="Arial"/>
                <w:sz w:val="18"/>
                <w:szCs w:val="18"/>
              </w:rPr>
              <w:t xml:space="preserve"> ) MUITO GRANDE (   ) GRANDE ( X ) MODERADO (   ) PEQUENO (   ) MUITO PEQUENO </w:t>
            </w:r>
          </w:p>
        </w:tc>
      </w:tr>
      <w:tr w:rsidR="00203768" w:rsidRPr="001E78F5" w14:paraId="132B44E2" w14:textId="77777777">
        <w:trPr>
          <w:trHeight w:val="305"/>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56804D88" w14:textId="77777777" w:rsidR="00203768" w:rsidRPr="001E78F5" w:rsidRDefault="00203768" w:rsidP="002A1878">
            <w:pPr>
              <w:ind w:right="69"/>
              <w:jc w:val="center"/>
              <w:rPr>
                <w:sz w:val="18"/>
                <w:szCs w:val="18"/>
              </w:rPr>
            </w:pPr>
            <w:r w:rsidRPr="001E78F5">
              <w:rPr>
                <w:rFonts w:ascii="Arial" w:eastAsia="Arial" w:hAnsi="Arial" w:cs="Arial"/>
                <w:b/>
                <w:sz w:val="18"/>
                <w:szCs w:val="18"/>
              </w:rPr>
              <w:t>DANO – CONSEQUÊNCIA</w:t>
            </w:r>
            <w:r w:rsidRPr="001E78F5">
              <w:rPr>
                <w:rFonts w:ascii="Arial" w:eastAsia="Arial" w:hAnsi="Arial" w:cs="Arial"/>
                <w:sz w:val="18"/>
                <w:szCs w:val="18"/>
              </w:rPr>
              <w:t xml:space="preserve"> </w:t>
            </w:r>
          </w:p>
        </w:tc>
      </w:tr>
      <w:tr w:rsidR="00203768" w:rsidRPr="001E78F5" w14:paraId="56F105EB" w14:textId="77777777">
        <w:trPr>
          <w:trHeight w:val="286"/>
        </w:trPr>
        <w:tc>
          <w:tcPr>
            <w:tcW w:w="951" w:type="dxa"/>
            <w:tcBorders>
              <w:top w:val="double" w:sz="4" w:space="0" w:color="000000"/>
              <w:left w:val="double" w:sz="4" w:space="0" w:color="000000"/>
              <w:bottom w:val="double" w:sz="4" w:space="0" w:color="000000"/>
              <w:right w:val="double" w:sz="4" w:space="0" w:color="000000"/>
            </w:tcBorders>
          </w:tcPr>
          <w:p w14:paraId="7DFE49D8"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1F63E911" w14:textId="77777777" w:rsidR="00203768" w:rsidRPr="001E78F5" w:rsidRDefault="00203768" w:rsidP="002A1878">
            <w:pPr>
              <w:rPr>
                <w:sz w:val="18"/>
                <w:szCs w:val="18"/>
              </w:rPr>
            </w:pPr>
            <w:r w:rsidRPr="001E78F5">
              <w:rPr>
                <w:rFonts w:ascii="Arial" w:eastAsia="Arial" w:hAnsi="Arial" w:cs="Arial"/>
                <w:sz w:val="18"/>
                <w:szCs w:val="18"/>
              </w:rPr>
              <w:t xml:space="preserve">Erros na execução dos procedimentos de segurança. </w:t>
            </w:r>
          </w:p>
        </w:tc>
      </w:tr>
      <w:tr w:rsidR="00203768" w:rsidRPr="001E78F5" w14:paraId="165693BF" w14:textId="77777777">
        <w:trPr>
          <w:trHeight w:val="300"/>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777CF2EB" w14:textId="77777777" w:rsidR="00203768" w:rsidRPr="001E78F5" w:rsidRDefault="00203768" w:rsidP="002A1878">
            <w:pPr>
              <w:ind w:right="76"/>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0F800674" w14:textId="77777777" w:rsidR="00203768" w:rsidRPr="001E78F5" w:rsidRDefault="00203768" w:rsidP="002A1878">
            <w:pPr>
              <w:ind w:right="84"/>
              <w:jc w:val="center"/>
              <w:rPr>
                <w:sz w:val="18"/>
                <w:szCs w:val="18"/>
              </w:rPr>
            </w:pPr>
            <w:r w:rsidRPr="001E78F5">
              <w:rPr>
                <w:rFonts w:ascii="Arial" w:eastAsia="Arial" w:hAnsi="Arial" w:cs="Arial"/>
                <w:b/>
                <w:sz w:val="18"/>
                <w:szCs w:val="18"/>
              </w:rPr>
              <w:t>AÇÃO PREVENTIVA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3D8444F7"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1D0B4A99" w14:textId="77777777">
        <w:trPr>
          <w:trHeight w:val="541"/>
        </w:trPr>
        <w:tc>
          <w:tcPr>
            <w:tcW w:w="951" w:type="dxa"/>
            <w:tcBorders>
              <w:top w:val="double" w:sz="4" w:space="0" w:color="000000"/>
              <w:left w:val="double" w:sz="4" w:space="0" w:color="000000"/>
              <w:bottom w:val="double" w:sz="4" w:space="0" w:color="000000"/>
              <w:right w:val="double" w:sz="4" w:space="0" w:color="000000"/>
            </w:tcBorders>
            <w:vAlign w:val="center"/>
          </w:tcPr>
          <w:p w14:paraId="126EBBF7"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vAlign w:val="center"/>
          </w:tcPr>
          <w:p w14:paraId="3D2DA156" w14:textId="77777777" w:rsidR="00203768" w:rsidRPr="001E78F5" w:rsidRDefault="00203768" w:rsidP="002A1878">
            <w:pPr>
              <w:rPr>
                <w:sz w:val="18"/>
                <w:szCs w:val="18"/>
              </w:rPr>
            </w:pPr>
            <w:r w:rsidRPr="001E78F5">
              <w:rPr>
                <w:rFonts w:ascii="Arial" w:eastAsia="Arial" w:hAnsi="Arial" w:cs="Arial"/>
                <w:sz w:val="18"/>
                <w:szCs w:val="18"/>
              </w:rPr>
              <w:t xml:space="preserve">Comprovar a qualificação técnico-operacional das licitantes. </w:t>
            </w:r>
          </w:p>
        </w:tc>
        <w:tc>
          <w:tcPr>
            <w:tcW w:w="3280" w:type="dxa"/>
            <w:tcBorders>
              <w:top w:val="double" w:sz="4" w:space="0" w:color="000000"/>
              <w:left w:val="double" w:sz="4" w:space="0" w:color="000000"/>
              <w:bottom w:val="double" w:sz="4" w:space="0" w:color="000000"/>
              <w:right w:val="double" w:sz="4" w:space="0" w:color="000000"/>
            </w:tcBorders>
          </w:tcPr>
          <w:p w14:paraId="1A933956" w14:textId="77777777" w:rsidR="00203768" w:rsidRPr="001E78F5" w:rsidRDefault="00203768" w:rsidP="002A1878">
            <w:pPr>
              <w:ind w:left="193" w:right="210"/>
              <w:jc w:val="center"/>
              <w:rPr>
                <w:sz w:val="18"/>
                <w:szCs w:val="18"/>
              </w:rPr>
            </w:pPr>
            <w:r w:rsidRPr="001E78F5">
              <w:rPr>
                <w:rFonts w:ascii="Arial" w:eastAsia="Arial" w:hAnsi="Arial" w:cs="Arial"/>
                <w:sz w:val="18"/>
                <w:szCs w:val="18"/>
              </w:rPr>
              <w:t xml:space="preserve">Integrante Requisitante Integrante Administrativo </w:t>
            </w:r>
          </w:p>
        </w:tc>
      </w:tr>
      <w:tr w:rsidR="00203768" w:rsidRPr="001E78F5" w14:paraId="11978963" w14:textId="77777777">
        <w:trPr>
          <w:trHeight w:val="300"/>
        </w:trPr>
        <w:tc>
          <w:tcPr>
            <w:tcW w:w="951" w:type="dxa"/>
            <w:tcBorders>
              <w:top w:val="double" w:sz="4" w:space="0" w:color="000000"/>
              <w:left w:val="double" w:sz="4" w:space="0" w:color="000000"/>
              <w:bottom w:val="double" w:sz="4" w:space="0" w:color="000000"/>
              <w:right w:val="double" w:sz="4" w:space="0" w:color="000000"/>
            </w:tcBorders>
            <w:shd w:val="clear" w:color="auto" w:fill="BFBFBF"/>
          </w:tcPr>
          <w:p w14:paraId="55398574" w14:textId="77777777" w:rsidR="00203768" w:rsidRPr="001E78F5" w:rsidRDefault="00203768" w:rsidP="002A1878">
            <w:pPr>
              <w:ind w:right="76"/>
              <w:jc w:val="center"/>
              <w:rPr>
                <w:sz w:val="18"/>
                <w:szCs w:val="18"/>
              </w:rPr>
            </w:pPr>
            <w:r w:rsidRPr="001E78F5">
              <w:rPr>
                <w:rFonts w:ascii="Arial" w:eastAsia="Arial" w:hAnsi="Arial" w:cs="Arial"/>
                <w:b/>
                <w:sz w:val="18"/>
                <w:szCs w:val="18"/>
              </w:rPr>
              <w:t>ITEM</w:t>
            </w:r>
            <w:r w:rsidRPr="001E78F5">
              <w:rPr>
                <w:rFonts w:ascii="Arial" w:eastAsia="Arial" w:hAnsi="Arial" w:cs="Arial"/>
                <w:sz w:val="18"/>
                <w:szCs w:val="18"/>
              </w:rPr>
              <w:t xml:space="preserve"> </w:t>
            </w:r>
          </w:p>
        </w:tc>
        <w:tc>
          <w:tcPr>
            <w:tcW w:w="5635" w:type="dxa"/>
            <w:gridSpan w:val="2"/>
            <w:tcBorders>
              <w:top w:val="double" w:sz="4" w:space="0" w:color="000000"/>
              <w:left w:val="double" w:sz="4" w:space="0" w:color="000000"/>
              <w:bottom w:val="double" w:sz="4" w:space="0" w:color="000000"/>
              <w:right w:val="double" w:sz="4" w:space="0" w:color="000000"/>
            </w:tcBorders>
            <w:shd w:val="clear" w:color="auto" w:fill="BFBFBF"/>
          </w:tcPr>
          <w:p w14:paraId="1AC1A3FC" w14:textId="77777777" w:rsidR="00203768" w:rsidRPr="001E78F5" w:rsidRDefault="00203768" w:rsidP="002A1878">
            <w:pPr>
              <w:ind w:right="75"/>
              <w:jc w:val="center"/>
              <w:rPr>
                <w:sz w:val="18"/>
                <w:szCs w:val="18"/>
              </w:rPr>
            </w:pPr>
            <w:r w:rsidRPr="001E78F5">
              <w:rPr>
                <w:rFonts w:ascii="Arial" w:eastAsia="Arial" w:hAnsi="Arial" w:cs="Arial"/>
                <w:b/>
                <w:sz w:val="18"/>
                <w:szCs w:val="18"/>
              </w:rPr>
              <w:t>AÇÃO DE CONTINGÊNCIA</w:t>
            </w:r>
            <w:r w:rsidRPr="001E78F5">
              <w:rPr>
                <w:rFonts w:ascii="Arial" w:eastAsia="Arial" w:hAnsi="Arial" w:cs="Arial"/>
                <w:sz w:val="18"/>
                <w:szCs w:val="18"/>
              </w:rPr>
              <w:t xml:space="preserve"> </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11BCC328" w14:textId="77777777" w:rsidR="00203768" w:rsidRPr="001E78F5" w:rsidRDefault="00203768" w:rsidP="002A1878">
            <w:pPr>
              <w:ind w:right="78"/>
              <w:jc w:val="center"/>
              <w:rPr>
                <w:sz w:val="18"/>
                <w:szCs w:val="18"/>
              </w:rPr>
            </w:pPr>
            <w:r w:rsidRPr="001E78F5">
              <w:rPr>
                <w:rFonts w:ascii="Arial" w:eastAsia="Arial" w:hAnsi="Arial" w:cs="Arial"/>
                <w:b/>
                <w:sz w:val="18"/>
                <w:szCs w:val="18"/>
              </w:rPr>
              <w:t>RESPONSÁVEL</w:t>
            </w:r>
            <w:r w:rsidRPr="001E78F5">
              <w:rPr>
                <w:rFonts w:ascii="Arial" w:eastAsia="Arial" w:hAnsi="Arial" w:cs="Arial"/>
                <w:sz w:val="18"/>
                <w:szCs w:val="18"/>
              </w:rPr>
              <w:t xml:space="preserve"> </w:t>
            </w:r>
          </w:p>
        </w:tc>
      </w:tr>
      <w:tr w:rsidR="00203768" w:rsidRPr="001E78F5" w14:paraId="6794EBFD" w14:textId="77777777">
        <w:trPr>
          <w:trHeight w:val="286"/>
        </w:trPr>
        <w:tc>
          <w:tcPr>
            <w:tcW w:w="951" w:type="dxa"/>
            <w:tcBorders>
              <w:top w:val="double" w:sz="4" w:space="0" w:color="000000"/>
              <w:left w:val="double" w:sz="4" w:space="0" w:color="000000"/>
              <w:bottom w:val="double" w:sz="4" w:space="0" w:color="000000"/>
              <w:right w:val="double" w:sz="4" w:space="0" w:color="000000"/>
            </w:tcBorders>
          </w:tcPr>
          <w:p w14:paraId="7D7E42C0"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5635" w:type="dxa"/>
            <w:gridSpan w:val="2"/>
            <w:tcBorders>
              <w:top w:val="double" w:sz="4" w:space="0" w:color="000000"/>
              <w:left w:val="double" w:sz="4" w:space="0" w:color="000000"/>
              <w:bottom w:val="double" w:sz="4" w:space="0" w:color="000000"/>
              <w:right w:val="double" w:sz="4" w:space="0" w:color="000000"/>
            </w:tcBorders>
          </w:tcPr>
          <w:p w14:paraId="6FD3AAE5" w14:textId="77777777" w:rsidR="00203768" w:rsidRPr="001E78F5" w:rsidRDefault="00203768" w:rsidP="002A1878">
            <w:pPr>
              <w:rPr>
                <w:sz w:val="18"/>
                <w:szCs w:val="18"/>
              </w:rPr>
            </w:pPr>
            <w:r w:rsidRPr="001E78F5">
              <w:rPr>
                <w:rFonts w:ascii="Arial" w:eastAsia="Arial" w:hAnsi="Arial" w:cs="Arial"/>
                <w:sz w:val="18"/>
                <w:szCs w:val="18"/>
              </w:rPr>
              <w:t xml:space="preserve">Relatar as falhas e cobrar providências junto à contratada. </w:t>
            </w:r>
          </w:p>
        </w:tc>
        <w:tc>
          <w:tcPr>
            <w:tcW w:w="3280" w:type="dxa"/>
            <w:tcBorders>
              <w:top w:val="double" w:sz="4" w:space="0" w:color="000000"/>
              <w:left w:val="double" w:sz="4" w:space="0" w:color="000000"/>
              <w:bottom w:val="double" w:sz="4" w:space="0" w:color="000000"/>
              <w:right w:val="double" w:sz="4" w:space="0" w:color="000000"/>
            </w:tcBorders>
          </w:tcPr>
          <w:p w14:paraId="265009CE" w14:textId="77777777" w:rsidR="00203768" w:rsidRPr="001E78F5" w:rsidRDefault="00203768" w:rsidP="002A1878">
            <w:pPr>
              <w:ind w:right="74"/>
              <w:jc w:val="center"/>
              <w:rPr>
                <w:sz w:val="18"/>
                <w:szCs w:val="18"/>
              </w:rPr>
            </w:pPr>
            <w:r w:rsidRPr="001E78F5">
              <w:rPr>
                <w:rFonts w:ascii="Arial" w:eastAsia="Arial" w:hAnsi="Arial" w:cs="Arial"/>
                <w:sz w:val="18"/>
                <w:szCs w:val="18"/>
              </w:rPr>
              <w:t xml:space="preserve">Integrante Requisitante </w:t>
            </w:r>
          </w:p>
        </w:tc>
      </w:tr>
      <w:tr w:rsidR="00203768" w:rsidRPr="001E78F5" w14:paraId="2541D483" w14:textId="77777777">
        <w:trPr>
          <w:trHeight w:val="305"/>
        </w:trPr>
        <w:tc>
          <w:tcPr>
            <w:tcW w:w="9865" w:type="dxa"/>
            <w:gridSpan w:val="4"/>
            <w:tcBorders>
              <w:top w:val="double" w:sz="4" w:space="0" w:color="000000"/>
              <w:left w:val="double" w:sz="4" w:space="0" w:color="000000"/>
              <w:bottom w:val="double" w:sz="4" w:space="0" w:color="000000"/>
              <w:right w:val="double" w:sz="4" w:space="0" w:color="000000"/>
            </w:tcBorders>
            <w:shd w:val="clear" w:color="auto" w:fill="BFBFBF"/>
          </w:tcPr>
          <w:p w14:paraId="572E460A" w14:textId="77777777" w:rsidR="00203768" w:rsidRPr="001E78F5" w:rsidRDefault="00203768" w:rsidP="002A1878">
            <w:pPr>
              <w:ind w:right="68"/>
              <w:jc w:val="center"/>
              <w:rPr>
                <w:sz w:val="18"/>
                <w:szCs w:val="18"/>
              </w:rPr>
            </w:pPr>
            <w:r w:rsidRPr="001E78F5">
              <w:rPr>
                <w:rFonts w:ascii="Arial" w:eastAsia="Arial" w:hAnsi="Arial" w:cs="Arial"/>
                <w:b/>
                <w:sz w:val="18"/>
                <w:szCs w:val="18"/>
              </w:rPr>
              <w:t>CAUSAS (FONTE + VULNERABILIDADES)</w:t>
            </w:r>
            <w:r w:rsidRPr="001E78F5">
              <w:rPr>
                <w:rFonts w:ascii="Arial" w:eastAsia="Arial" w:hAnsi="Arial" w:cs="Arial"/>
                <w:sz w:val="18"/>
                <w:szCs w:val="18"/>
              </w:rPr>
              <w:t xml:space="preserve"> </w:t>
            </w:r>
          </w:p>
        </w:tc>
      </w:tr>
      <w:tr w:rsidR="00203768" w:rsidRPr="001E78F5" w14:paraId="46E62C3F" w14:textId="77777777">
        <w:trPr>
          <w:trHeight w:val="534"/>
        </w:trPr>
        <w:tc>
          <w:tcPr>
            <w:tcW w:w="951" w:type="dxa"/>
            <w:tcBorders>
              <w:top w:val="double" w:sz="4" w:space="0" w:color="000000"/>
              <w:left w:val="double" w:sz="4" w:space="0" w:color="000000"/>
              <w:bottom w:val="double" w:sz="4" w:space="0" w:color="000000"/>
              <w:right w:val="double" w:sz="4" w:space="0" w:color="000000"/>
            </w:tcBorders>
          </w:tcPr>
          <w:p w14:paraId="69826820" w14:textId="77777777" w:rsidR="00203768" w:rsidRPr="001E78F5" w:rsidRDefault="00203768" w:rsidP="002A1878">
            <w:pPr>
              <w:ind w:right="69"/>
              <w:jc w:val="center"/>
              <w:rPr>
                <w:sz w:val="18"/>
                <w:szCs w:val="18"/>
              </w:rPr>
            </w:pPr>
            <w:r w:rsidRPr="001E78F5">
              <w:rPr>
                <w:rFonts w:ascii="Arial" w:eastAsia="Arial" w:hAnsi="Arial" w:cs="Arial"/>
                <w:sz w:val="18"/>
                <w:szCs w:val="18"/>
              </w:rPr>
              <w:t xml:space="preserve">1 </w:t>
            </w:r>
          </w:p>
        </w:tc>
        <w:tc>
          <w:tcPr>
            <w:tcW w:w="8915" w:type="dxa"/>
            <w:gridSpan w:val="3"/>
            <w:tcBorders>
              <w:top w:val="double" w:sz="4" w:space="0" w:color="000000"/>
              <w:left w:val="double" w:sz="4" w:space="0" w:color="000000"/>
              <w:bottom w:val="double" w:sz="4" w:space="0" w:color="000000"/>
              <w:right w:val="double" w:sz="4" w:space="0" w:color="000000"/>
            </w:tcBorders>
          </w:tcPr>
          <w:p w14:paraId="4AE178DA" w14:textId="77777777" w:rsidR="00203768" w:rsidRPr="001E78F5" w:rsidRDefault="00203768" w:rsidP="002A1878">
            <w:pPr>
              <w:ind w:right="1532"/>
              <w:rPr>
                <w:sz w:val="18"/>
                <w:szCs w:val="18"/>
              </w:rPr>
            </w:pPr>
            <w:r w:rsidRPr="001E78F5">
              <w:rPr>
                <w:rFonts w:ascii="Arial" w:eastAsia="Arial" w:hAnsi="Arial" w:cs="Arial"/>
                <w:sz w:val="18"/>
                <w:szCs w:val="18"/>
              </w:rPr>
              <w:t xml:space="preserve">Pessoal – Inobservância dos critérios de habilitação na documentação elaborada. Pessoal – falha na fiscalização contratual. </w:t>
            </w:r>
          </w:p>
        </w:tc>
      </w:tr>
    </w:tbl>
    <w:p w14:paraId="420C1873" w14:textId="4B6DF788" w:rsidR="00C567F8" w:rsidRPr="001E78F5" w:rsidRDefault="00C567F8" w:rsidP="00203768">
      <w:pPr>
        <w:rPr>
          <w:b/>
          <w:bCs/>
          <w:color w:val="FF0000"/>
          <w:sz w:val="18"/>
          <w:szCs w:val="18"/>
        </w:rPr>
      </w:pPr>
    </w:p>
    <w:sectPr w:rsidR="00C567F8" w:rsidRPr="001E78F5" w:rsidSect="00144BD0">
      <w:footerReference w:type="default" r:id="rId30"/>
      <w:pgSz w:w="11906" w:h="16838" w:code="9"/>
      <w:pgMar w:top="720" w:right="720" w:bottom="720" w:left="720" w:header="709" w:footer="709" w:gutter="0"/>
      <w:pgBorders w:offsetFrom="page">
        <w:top w:val="single" w:sz="18" w:space="24" w:color="auto"/>
        <w:left w:val="single" w:sz="18" w:space="24" w:color="auto"/>
        <w:bottom w:val="single" w:sz="18" w:space="24" w:color="auto"/>
        <w:right w:val="single" w:sz="18"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F85B5" w14:textId="77777777" w:rsidR="00F32847" w:rsidRDefault="00F32847" w:rsidP="00545754">
      <w:pPr>
        <w:spacing w:after="0" w:line="240" w:lineRule="auto"/>
      </w:pPr>
      <w:r>
        <w:separator/>
      </w:r>
    </w:p>
  </w:endnote>
  <w:endnote w:type="continuationSeparator" w:id="0">
    <w:p w14:paraId="6810E9E0" w14:textId="77777777" w:rsidR="00F32847" w:rsidRDefault="00F32847" w:rsidP="00545754">
      <w:pPr>
        <w:spacing w:after="0" w:line="240" w:lineRule="auto"/>
      </w:pPr>
      <w:r>
        <w:continuationSeparator/>
      </w:r>
    </w:p>
  </w:endnote>
  <w:endnote w:type="continuationNotice" w:id="1">
    <w:p w14:paraId="68B52D6A" w14:textId="77777777" w:rsidR="00F32847" w:rsidRDefault="00F328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swiss"/>
    <w:pitch w:val="variable"/>
    <w:sig w:usb0="E0000AFF" w:usb1="500078FF" w:usb2="00000021" w:usb3="00000000" w:csb0="000001BF" w:csb1="00000000"/>
  </w:font>
  <w:font w:name="Droid Sans Fallback">
    <w:charset w:val="00"/>
    <w:family w:val="roman"/>
    <w:pitch w:val="default"/>
  </w:font>
  <w:font w:name="FreeSans">
    <w:altName w:val="Times New Roman"/>
    <w:charset w:val="00"/>
    <w:family w:val="swiss"/>
    <w:pitch w:val="default"/>
  </w:font>
  <w:font w:name="Bitstream Vera Sans">
    <w:altName w:val="DejaVu Sans"/>
    <w:charset w:val="00"/>
    <w:family w:val="swiss"/>
    <w:pitch w:val="variable"/>
    <w:sig w:usb0="00000003" w:usb1="1000204A" w:usb2="00000000" w:usb3="00000000" w:csb0="00000001" w:csb1="00000000"/>
  </w:font>
  <w:font w:name="Droid Sans">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Noto Sans CJK SC Regular">
    <w:charset w:val="00"/>
    <w:family w:val="auto"/>
    <w:pitch w:val="variable"/>
  </w:font>
  <w:font w:name="Segoe UI">
    <w:panose1 w:val="020B0502040204020203"/>
    <w:charset w:val="00"/>
    <w:family w:val="swiss"/>
    <w:pitch w:val="variable"/>
    <w:sig w:usb0="E4002EFF" w:usb1="C000E47F" w:usb2="00000009" w:usb3="00000000" w:csb0="000001F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055A0" w14:textId="77777777" w:rsidR="00203768" w:rsidRDefault="00203768">
    <w:pPr>
      <w:tabs>
        <w:tab w:val="center" w:pos="1880"/>
        <w:tab w:val="center" w:pos="7201"/>
      </w:tabs>
      <w:spacing w:after="439"/>
    </w:pPr>
    <w:r>
      <w:rPr>
        <w:noProof/>
      </w:rPr>
      <mc:AlternateContent>
        <mc:Choice Requires="wpg">
          <w:drawing>
            <wp:anchor distT="0" distB="0" distL="114300" distR="114300" simplePos="0" relativeHeight="251658244" behindDoc="0" locked="0" layoutInCell="1" allowOverlap="1" wp14:anchorId="45F6D40C" wp14:editId="2931A435">
              <wp:simplePos x="0" y="0"/>
              <wp:positionH relativeFrom="page">
                <wp:posOffset>313944</wp:posOffset>
              </wp:positionH>
              <wp:positionV relativeFrom="page">
                <wp:posOffset>10390327</wp:posOffset>
              </wp:positionV>
              <wp:extent cx="6933946" cy="12192"/>
              <wp:effectExtent l="0" t="0" r="0" b="0"/>
              <wp:wrapSquare wrapText="bothSides"/>
              <wp:docPr id="94384" name="Group 94384"/>
              <wp:cNvGraphicFramePr/>
              <a:graphic xmlns:a="http://schemas.openxmlformats.org/drawingml/2006/main">
                <a:graphicData uri="http://schemas.microsoft.com/office/word/2010/wordprocessingGroup">
                  <wpg:wgp>
                    <wpg:cNvGrpSpPr/>
                    <wpg:grpSpPr>
                      <a:xfrm>
                        <a:off x="0" y="0"/>
                        <a:ext cx="6933946" cy="12192"/>
                        <a:chOff x="0" y="0"/>
                        <a:chExt cx="6933946" cy="12192"/>
                      </a:xfrm>
                    </wpg:grpSpPr>
                    <wps:wsp>
                      <wps:cNvPr id="98637" name="Shape 98637"/>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638" name="Shape 98638"/>
                      <wps:cNvSpPr/>
                      <wps:spPr>
                        <a:xfrm>
                          <a:off x="12192" y="0"/>
                          <a:ext cx="6909562" cy="12192"/>
                        </a:xfrm>
                        <a:custGeom>
                          <a:avLst/>
                          <a:gdLst/>
                          <a:ahLst/>
                          <a:cxnLst/>
                          <a:rect l="0" t="0" r="0" b="0"/>
                          <a:pathLst>
                            <a:path w="6909562" h="12192">
                              <a:moveTo>
                                <a:pt x="0" y="0"/>
                              </a:moveTo>
                              <a:lnTo>
                                <a:pt x="6909562" y="0"/>
                              </a:lnTo>
                              <a:lnTo>
                                <a:pt x="690956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639" name="Shape 98639"/>
                      <wps:cNvSpPr/>
                      <wps:spPr>
                        <a:xfrm>
                          <a:off x="6921754"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fl="http://schemas.microsoft.com/office/word/2024/wordml/sdtformatlock">
          <w:pict>
            <v:group w14:anchorId="01FC9073" id="Group 94384" o:spid="_x0000_s1026" style="position:absolute;margin-left:24.7pt;margin-top:818.15pt;width:546pt;height:.95pt;z-index:251658244;mso-position-horizontal-relative:page;mso-position-vertical-relative:page" coordsize="69339,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">
              <v:shape id="Shape 98637" o:spid="_x0000_s1027" style="position:absolute;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" path="m,l12192,r,12192l,12192,,e" fillcolor="black" stroked="f" strokeweight="0">
                <v:stroke miterlimit="83231f" joinstyle="miter"/>
                <v:path arrowok="t" textboxrect="0,0,12192,12192"/>
              </v:shape>
              <v:shape id="Shape 98638" o:spid="_x0000_s1028" style="position:absolute;left:121;width:69096;height:121;visibility:visible;mso-wrap-style:square;v-text-anchor:top" coordsize="690956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" path="m,l6909562,r,12192l,12192,,e" fillcolor="black" stroked="f" strokeweight="0">
                <v:stroke miterlimit="83231f" joinstyle="miter"/>
                <v:path arrowok="t" textboxrect="0,0,6909562,12192"/>
              </v:shape>
              <v:shape id="Shape 98639" o:spid="_x0000_s1029" style="position:absolute;left:69217;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" path="m,l12192,r,12192l,12192,,e" fillcolor="black" stroked="f" strokeweight="0">
                <v:stroke miterlimit="83231f" joinstyle="miter"/>
                <v:path arrowok="t" textboxrect="0,0,12192,12192"/>
              </v:shape>
              <w10:wrap type="square" anchorx="page" anchory="page"/>
            </v:group>
          </w:pict>
        </mc:Fallback>
      </mc:AlternateContent>
    </w:r>
    <w:r>
      <w:tab/>
    </w:r>
    <w:r>
      <w:rPr>
        <w:rFonts w:ascii="Arial" w:eastAsia="Arial" w:hAnsi="Arial" w:cs="Arial"/>
        <w:i/>
        <w:sz w:val="18"/>
      </w:rPr>
      <w:t xml:space="preserve">Processo nº 00600-000006619/2021-92 </w:t>
    </w:r>
    <w:r>
      <w:rPr>
        <w:rFonts w:ascii="Arial" w:eastAsia="Arial" w:hAnsi="Arial" w:cs="Arial"/>
        <w:i/>
        <w:sz w:val="18"/>
      </w:rPr>
      <w:tab/>
      <w:t xml:space="preserve">                                                                                   Pág</w:t>
    </w:r>
    <w:r>
      <w:rPr>
        <w:rFonts w:ascii="Arial" w:eastAsia="Arial" w:hAnsi="Arial" w:cs="Arial"/>
        <w:i/>
        <w:sz w:val="14"/>
      </w:rPr>
      <w:t xml:space="preserve">. </w:t>
    </w: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rPr>
        <w:rFonts w:ascii="Arial" w:eastAsia="Arial" w:hAnsi="Arial" w:cs="Arial"/>
        <w:i/>
        <w:sz w:val="20"/>
      </w:rPr>
      <w:t>10</w:t>
    </w:r>
    <w:r>
      <w:rPr>
        <w:rFonts w:ascii="Arial" w:eastAsia="Arial" w:hAnsi="Arial" w:cs="Arial"/>
        <w:i/>
        <w:sz w:val="20"/>
      </w:rPr>
      <w:fldChar w:fldCharType="end"/>
    </w:r>
    <w:r>
      <w:rPr>
        <w:rFonts w:ascii="Arial" w:eastAsia="Arial" w:hAnsi="Arial" w:cs="Arial"/>
        <w:i/>
        <w:sz w:val="20"/>
      </w:rPr>
      <w:t xml:space="preserve"> de </w:t>
    </w:r>
    <w:fldSimple w:instr=" NUMPAGES   \* MERGEFORMAT ">
      <w:r>
        <w:rPr>
          <w:rFonts w:ascii="Arial" w:eastAsia="Arial" w:hAnsi="Arial" w:cs="Arial"/>
          <w:i/>
          <w:sz w:val="20"/>
        </w:rPr>
        <w:t>31</w:t>
      </w:r>
    </w:fldSimple>
    <w:r>
      <w:rPr>
        <w:rFonts w:ascii="Arial" w:eastAsia="Arial" w:hAnsi="Arial" w:cs="Arial"/>
        <w:sz w:val="24"/>
      </w:rPr>
      <w:t xml:space="preserve"> </w:t>
    </w:r>
  </w:p>
  <w:p w14:paraId="3E41C9A5" w14:textId="77777777" w:rsidR="00203768" w:rsidRDefault="00203768">
    <w:pPr>
      <w:spacing w:after="0"/>
      <w:ind w:left="-253"/>
    </w:pPr>
    <w:r>
      <w:rPr>
        <w:sz w:val="16"/>
      </w:rPr>
      <w:t>Documento assinado digitalmente. Para verificar as assinaturas, acesse www.tc.df.gov.br/autenticidade e informe o e-DOC F4ADA7E1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927A1" w14:textId="0B03BD51" w:rsidR="00203768" w:rsidRDefault="00203768">
    <w:pPr>
      <w:tabs>
        <w:tab w:val="center" w:pos="1880"/>
        <w:tab w:val="center" w:pos="7201"/>
      </w:tabs>
      <w:spacing w:after="439"/>
    </w:pPr>
    <w:r>
      <w:rPr>
        <w:noProof/>
      </w:rPr>
      <mc:AlternateContent>
        <mc:Choice Requires="wpg">
          <w:drawing>
            <wp:anchor distT="0" distB="0" distL="114300" distR="114300" simplePos="0" relativeHeight="251658245" behindDoc="0" locked="0" layoutInCell="1" allowOverlap="1" wp14:anchorId="7075428B" wp14:editId="5D86BEAA">
              <wp:simplePos x="0" y="0"/>
              <wp:positionH relativeFrom="page">
                <wp:posOffset>313944</wp:posOffset>
              </wp:positionH>
              <wp:positionV relativeFrom="page">
                <wp:posOffset>10390327</wp:posOffset>
              </wp:positionV>
              <wp:extent cx="6933946" cy="12192"/>
              <wp:effectExtent l="0" t="0" r="0" b="0"/>
              <wp:wrapSquare wrapText="bothSides"/>
              <wp:docPr id="94312" name="Group 94312"/>
              <wp:cNvGraphicFramePr/>
              <a:graphic xmlns:a="http://schemas.openxmlformats.org/drawingml/2006/main">
                <a:graphicData uri="http://schemas.microsoft.com/office/word/2010/wordprocessingGroup">
                  <wpg:wgp>
                    <wpg:cNvGrpSpPr/>
                    <wpg:grpSpPr>
                      <a:xfrm>
                        <a:off x="0" y="0"/>
                        <a:ext cx="6933946" cy="12192"/>
                        <a:chOff x="0" y="0"/>
                        <a:chExt cx="6933946" cy="12192"/>
                      </a:xfrm>
                    </wpg:grpSpPr>
                    <wps:wsp>
                      <wps:cNvPr id="98631" name="Shape 98631"/>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632" name="Shape 98632"/>
                      <wps:cNvSpPr/>
                      <wps:spPr>
                        <a:xfrm>
                          <a:off x="12192" y="0"/>
                          <a:ext cx="6909562" cy="12192"/>
                        </a:xfrm>
                        <a:custGeom>
                          <a:avLst/>
                          <a:gdLst/>
                          <a:ahLst/>
                          <a:cxnLst/>
                          <a:rect l="0" t="0" r="0" b="0"/>
                          <a:pathLst>
                            <a:path w="6909562" h="12192">
                              <a:moveTo>
                                <a:pt x="0" y="0"/>
                              </a:moveTo>
                              <a:lnTo>
                                <a:pt x="6909562" y="0"/>
                              </a:lnTo>
                              <a:lnTo>
                                <a:pt x="690956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633" name="Shape 98633"/>
                      <wps:cNvSpPr/>
                      <wps:spPr>
                        <a:xfrm>
                          <a:off x="6921754"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fl="http://schemas.microsoft.com/office/word/2024/wordml/sdtformatlock">
          <w:pict>
            <v:group w14:anchorId="389C8A77" id="Group 94312" o:spid="_x0000_s1026" style="position:absolute;margin-left:24.7pt;margin-top:818.15pt;width:546pt;height:.95pt;z-index:251658245;mso-position-horizontal-relative:page;mso-position-vertical-relative:page" coordsize="69339,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">
              <v:shape id="Shape 98631" o:spid="_x0000_s1027" style="position:absolute;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" path="m,l12192,r,12192l,12192,,e" fillcolor="black" stroked="f" strokeweight="0">
                <v:stroke miterlimit="83231f" joinstyle="miter"/>
                <v:path arrowok="t" textboxrect="0,0,12192,12192"/>
              </v:shape>
              <v:shape id="Shape 98632" o:spid="_x0000_s1028" style="position:absolute;left:121;width:69096;height:121;visibility:visible;mso-wrap-style:square;v-text-anchor:top" coordsize="690956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" path="m,l6909562,r,12192l,12192,,e" fillcolor="black" stroked="f" strokeweight="0">
                <v:stroke miterlimit="83231f" joinstyle="miter"/>
                <v:path arrowok="t" textboxrect="0,0,6909562,12192"/>
              </v:shape>
              <v:shape id="Shape 98633" o:spid="_x0000_s1029" style="position:absolute;left:69217;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" path="m,l12192,r,12192l,12192,,e" fillcolor="black" stroked="f" strokeweight="0">
                <v:stroke miterlimit="83231f" joinstyle="miter"/>
                <v:path arrowok="t" textboxrect="0,0,12192,12192"/>
              </v:shape>
              <w10:wrap type="square" anchorx="page" anchory="page"/>
            </v:group>
          </w:pict>
        </mc:Fallback>
      </mc:AlternateContent>
    </w:r>
    <w:r>
      <w:tab/>
    </w:r>
    <w:r w:rsidRPr="00BB70EB">
      <w:rPr>
        <w:rFonts w:ascii="Arial" w:eastAsia="Arial" w:hAnsi="Arial" w:cs="Arial"/>
        <w:i/>
        <w:sz w:val="18"/>
      </w:rPr>
      <w:t>Processo nº</w:t>
    </w:r>
    <w:r w:rsidR="00BB70EB">
      <w:rPr>
        <w:rFonts w:ascii="Arial" w:eastAsia="Arial" w:hAnsi="Arial" w:cs="Arial"/>
        <w:i/>
        <w:sz w:val="18"/>
      </w:rPr>
      <w:t xml:space="preserve"> </w:t>
    </w:r>
    <w:hyperlink r:id="rId1" w:history="1">
      <w:r w:rsidR="00BB70EB" w:rsidRPr="00BB70EB">
        <w:t>00600-00004820/2025-69-e</w:t>
      </w:r>
    </w:hyperlink>
    <w:r>
      <w:rPr>
        <w:rFonts w:ascii="Arial" w:eastAsia="Arial" w:hAnsi="Arial" w:cs="Arial"/>
        <w:i/>
        <w:sz w:val="18"/>
      </w:rPr>
      <w:tab/>
      <w:t xml:space="preserve">                                                                                   Pág</w:t>
    </w:r>
    <w:r>
      <w:rPr>
        <w:rFonts w:ascii="Arial" w:eastAsia="Arial" w:hAnsi="Arial" w:cs="Arial"/>
        <w:i/>
        <w:sz w:val="14"/>
      </w:rPr>
      <w:t xml:space="preserve">. </w:t>
    </w: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rPr>
        <w:rFonts w:ascii="Arial" w:eastAsia="Arial" w:hAnsi="Arial" w:cs="Arial"/>
        <w:i/>
        <w:sz w:val="20"/>
      </w:rPr>
      <w:t>10</w:t>
    </w:r>
    <w:r>
      <w:rPr>
        <w:rFonts w:ascii="Arial" w:eastAsia="Arial" w:hAnsi="Arial" w:cs="Arial"/>
        <w:i/>
        <w:sz w:val="20"/>
      </w:rPr>
      <w:fldChar w:fldCharType="end"/>
    </w:r>
    <w:r>
      <w:rPr>
        <w:rFonts w:ascii="Arial" w:eastAsia="Arial" w:hAnsi="Arial" w:cs="Arial"/>
        <w:i/>
        <w:sz w:val="20"/>
      </w:rPr>
      <w:t xml:space="preserve"> de </w:t>
    </w:r>
    <w:fldSimple w:instr=" NUMPAGES   \* MERGEFORMAT ">
      <w:r>
        <w:rPr>
          <w:rFonts w:ascii="Arial" w:eastAsia="Arial" w:hAnsi="Arial" w:cs="Arial"/>
          <w:i/>
          <w:sz w:val="20"/>
        </w:rPr>
        <w:t>31</w:t>
      </w:r>
    </w:fldSimple>
    <w:r>
      <w:rPr>
        <w:rFonts w:ascii="Arial" w:eastAsia="Arial" w:hAnsi="Arial" w:cs="Arial"/>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EB61C" w14:textId="77777777" w:rsidR="00203768" w:rsidRDefault="00203768">
    <w:pPr>
      <w:tabs>
        <w:tab w:val="center" w:pos="1880"/>
        <w:tab w:val="center" w:pos="7201"/>
      </w:tabs>
      <w:spacing w:after="439"/>
    </w:pPr>
    <w:r>
      <w:rPr>
        <w:noProof/>
      </w:rPr>
      <mc:AlternateContent>
        <mc:Choice Requires="wpg">
          <w:drawing>
            <wp:anchor distT="0" distB="0" distL="114300" distR="114300" simplePos="0" relativeHeight="251658246" behindDoc="0" locked="0" layoutInCell="1" allowOverlap="1" wp14:anchorId="64C3AE1C" wp14:editId="41FB4994">
              <wp:simplePos x="0" y="0"/>
              <wp:positionH relativeFrom="page">
                <wp:posOffset>313944</wp:posOffset>
              </wp:positionH>
              <wp:positionV relativeFrom="page">
                <wp:posOffset>10390327</wp:posOffset>
              </wp:positionV>
              <wp:extent cx="6933946" cy="12192"/>
              <wp:effectExtent l="0" t="0" r="0" b="0"/>
              <wp:wrapSquare wrapText="bothSides"/>
              <wp:docPr id="94240" name="Group 94240"/>
              <wp:cNvGraphicFramePr/>
              <a:graphic xmlns:a="http://schemas.openxmlformats.org/drawingml/2006/main">
                <a:graphicData uri="http://schemas.microsoft.com/office/word/2010/wordprocessingGroup">
                  <wpg:wgp>
                    <wpg:cNvGrpSpPr/>
                    <wpg:grpSpPr>
                      <a:xfrm>
                        <a:off x="0" y="0"/>
                        <a:ext cx="6933946" cy="12192"/>
                        <a:chOff x="0" y="0"/>
                        <a:chExt cx="6933946" cy="12192"/>
                      </a:xfrm>
                    </wpg:grpSpPr>
                    <wps:wsp>
                      <wps:cNvPr id="98625" name="Shape 98625"/>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626" name="Shape 98626"/>
                      <wps:cNvSpPr/>
                      <wps:spPr>
                        <a:xfrm>
                          <a:off x="12192" y="0"/>
                          <a:ext cx="6909562" cy="12192"/>
                        </a:xfrm>
                        <a:custGeom>
                          <a:avLst/>
                          <a:gdLst/>
                          <a:ahLst/>
                          <a:cxnLst/>
                          <a:rect l="0" t="0" r="0" b="0"/>
                          <a:pathLst>
                            <a:path w="6909562" h="12192">
                              <a:moveTo>
                                <a:pt x="0" y="0"/>
                              </a:moveTo>
                              <a:lnTo>
                                <a:pt x="6909562" y="0"/>
                              </a:lnTo>
                              <a:lnTo>
                                <a:pt x="690956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627" name="Shape 98627"/>
                      <wps:cNvSpPr/>
                      <wps:spPr>
                        <a:xfrm>
                          <a:off x="6921754"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fl="http://schemas.microsoft.com/office/word/2024/wordml/sdtformatlock">
          <w:pict>
            <v:group w14:anchorId="0106B9E0" id="Group 94240" o:spid="_x0000_s1026" style="position:absolute;margin-left:24.7pt;margin-top:818.15pt;width:546pt;height:.95pt;z-index:251658246;mso-position-horizontal-relative:page;mso-position-vertical-relative:page" coordsize="69339,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">
              <v:shape id="Shape 98625" o:spid="_x0000_s1027" style="position:absolute;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" path="m,l12192,r,12192l,12192,,e" fillcolor="black" stroked="f" strokeweight="0">
                <v:stroke miterlimit="83231f" joinstyle="miter"/>
                <v:path arrowok="t" textboxrect="0,0,12192,12192"/>
              </v:shape>
              <v:shape id="Shape 98626" o:spid="_x0000_s1028" style="position:absolute;left:121;width:69096;height:121;visibility:visible;mso-wrap-style:square;v-text-anchor:top" coordsize="690956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" path="m,l6909562,r,12192l,12192,,e" fillcolor="black" stroked="f" strokeweight="0">
                <v:stroke miterlimit="83231f" joinstyle="miter"/>
                <v:path arrowok="t" textboxrect="0,0,6909562,12192"/>
              </v:shape>
              <v:shape id="Shape 98627" o:spid="_x0000_s1029" style="position:absolute;left:69217;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" path="m,l12192,r,12192l,12192,,e" fillcolor="black" stroked="f" strokeweight="0">
                <v:stroke miterlimit="83231f" joinstyle="miter"/>
                <v:path arrowok="t" textboxrect="0,0,12192,12192"/>
              </v:shape>
              <w10:wrap type="square" anchorx="page" anchory="page"/>
            </v:group>
          </w:pict>
        </mc:Fallback>
      </mc:AlternateContent>
    </w:r>
    <w:r>
      <w:tab/>
    </w:r>
    <w:r>
      <w:rPr>
        <w:rFonts w:ascii="Arial" w:eastAsia="Arial" w:hAnsi="Arial" w:cs="Arial"/>
        <w:i/>
        <w:sz w:val="18"/>
      </w:rPr>
      <w:t xml:space="preserve">Processo nº 00600-000006619/2021-92 </w:t>
    </w:r>
    <w:r>
      <w:rPr>
        <w:rFonts w:ascii="Arial" w:eastAsia="Arial" w:hAnsi="Arial" w:cs="Arial"/>
        <w:i/>
        <w:sz w:val="18"/>
      </w:rPr>
      <w:tab/>
      <w:t xml:space="preserve">                                                                                   Pág</w:t>
    </w:r>
    <w:r>
      <w:rPr>
        <w:rFonts w:ascii="Arial" w:eastAsia="Arial" w:hAnsi="Arial" w:cs="Arial"/>
        <w:i/>
        <w:sz w:val="14"/>
      </w:rPr>
      <w:t xml:space="preserve">. </w:t>
    </w: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rPr>
        <w:rFonts w:ascii="Arial" w:eastAsia="Arial" w:hAnsi="Arial" w:cs="Arial"/>
        <w:i/>
        <w:sz w:val="20"/>
      </w:rPr>
      <w:t>10</w:t>
    </w:r>
    <w:r>
      <w:rPr>
        <w:rFonts w:ascii="Arial" w:eastAsia="Arial" w:hAnsi="Arial" w:cs="Arial"/>
        <w:i/>
        <w:sz w:val="20"/>
      </w:rPr>
      <w:fldChar w:fldCharType="end"/>
    </w:r>
    <w:r>
      <w:rPr>
        <w:rFonts w:ascii="Arial" w:eastAsia="Arial" w:hAnsi="Arial" w:cs="Arial"/>
        <w:i/>
        <w:sz w:val="20"/>
      </w:rPr>
      <w:t xml:space="preserve"> de </w:t>
    </w:r>
    <w:fldSimple w:instr=" NUMPAGES   \* MERGEFORMAT ">
      <w:r>
        <w:rPr>
          <w:rFonts w:ascii="Arial" w:eastAsia="Arial" w:hAnsi="Arial" w:cs="Arial"/>
          <w:i/>
          <w:sz w:val="20"/>
        </w:rPr>
        <w:t>31</w:t>
      </w:r>
    </w:fldSimple>
    <w:r>
      <w:rPr>
        <w:rFonts w:ascii="Arial" w:eastAsia="Arial" w:hAnsi="Arial" w:cs="Arial"/>
        <w:sz w:val="24"/>
      </w:rPr>
      <w:t xml:space="preserve"> </w:t>
    </w:r>
  </w:p>
  <w:p w14:paraId="713D3972" w14:textId="77777777" w:rsidR="00203768" w:rsidRDefault="00203768">
    <w:pPr>
      <w:spacing w:after="0"/>
      <w:ind w:left="-253"/>
    </w:pPr>
    <w:r>
      <w:rPr>
        <w:sz w:val="16"/>
      </w:rPr>
      <w:t>Documento assinado digitalmente. Para verificar as assinaturas, acesse www.tc.df.gov.br/autenticidade e informe o e-DOC F4ADA7E1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0385B" w14:textId="77777777" w:rsidR="00203768" w:rsidRDefault="00203768">
    <w:pPr>
      <w:tabs>
        <w:tab w:val="right" w:pos="9581"/>
      </w:tabs>
      <w:spacing w:after="439"/>
      <w:ind w:right="-2760"/>
    </w:pPr>
    <w:r>
      <w:rPr>
        <w:noProof/>
      </w:rPr>
      <mc:AlternateContent>
        <mc:Choice Requires="wpg">
          <w:drawing>
            <wp:anchor distT="0" distB="0" distL="114300" distR="114300" simplePos="0" relativeHeight="251658251" behindDoc="0" locked="0" layoutInCell="1" allowOverlap="1" wp14:anchorId="068406CF" wp14:editId="1205E8A0">
              <wp:simplePos x="0" y="0"/>
              <wp:positionH relativeFrom="page">
                <wp:posOffset>313944</wp:posOffset>
              </wp:positionH>
              <wp:positionV relativeFrom="page">
                <wp:posOffset>10390327</wp:posOffset>
              </wp:positionV>
              <wp:extent cx="6933946" cy="12192"/>
              <wp:effectExtent l="0" t="0" r="0" b="0"/>
              <wp:wrapSquare wrapText="bothSides"/>
              <wp:docPr id="94619" name="Group 94619"/>
              <wp:cNvGraphicFramePr/>
              <a:graphic xmlns:a="http://schemas.openxmlformats.org/drawingml/2006/main">
                <a:graphicData uri="http://schemas.microsoft.com/office/word/2010/wordprocessingGroup">
                  <wpg:wgp>
                    <wpg:cNvGrpSpPr/>
                    <wpg:grpSpPr>
                      <a:xfrm>
                        <a:off x="0" y="0"/>
                        <a:ext cx="6933946" cy="12192"/>
                        <a:chOff x="0" y="0"/>
                        <a:chExt cx="6933946" cy="12192"/>
                      </a:xfrm>
                    </wpg:grpSpPr>
                    <wps:wsp>
                      <wps:cNvPr id="98655" name="Shape 98655"/>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656" name="Shape 98656"/>
                      <wps:cNvSpPr/>
                      <wps:spPr>
                        <a:xfrm>
                          <a:off x="12192" y="0"/>
                          <a:ext cx="6909562" cy="12192"/>
                        </a:xfrm>
                        <a:custGeom>
                          <a:avLst/>
                          <a:gdLst/>
                          <a:ahLst/>
                          <a:cxnLst/>
                          <a:rect l="0" t="0" r="0" b="0"/>
                          <a:pathLst>
                            <a:path w="6909562" h="12192">
                              <a:moveTo>
                                <a:pt x="0" y="0"/>
                              </a:moveTo>
                              <a:lnTo>
                                <a:pt x="6909562" y="0"/>
                              </a:lnTo>
                              <a:lnTo>
                                <a:pt x="690956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657" name="Shape 98657"/>
                      <wps:cNvSpPr/>
                      <wps:spPr>
                        <a:xfrm>
                          <a:off x="6921754"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fl="http://schemas.microsoft.com/office/word/2024/wordml/sdtformatlock">
          <w:pict>
            <v:group w14:anchorId="5BBE8CB2" id="Group 94619" o:spid="_x0000_s1026" style="position:absolute;margin-left:24.7pt;margin-top:818.15pt;width:546pt;height:.95pt;z-index:251658251;mso-position-horizontal-relative:page;mso-position-vertical-relative:page" coordsize="69339,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">
              <v:shape id="Shape 98655" o:spid="_x0000_s1027" style="position:absolute;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" path="m,l12192,r,12192l,12192,,e" fillcolor="black" stroked="f" strokeweight="0">
                <v:stroke miterlimit="83231f" joinstyle="miter"/>
                <v:path arrowok="t" textboxrect="0,0,12192,12192"/>
              </v:shape>
              <v:shape id="Shape 98656" o:spid="_x0000_s1028" style="position:absolute;left:121;width:69096;height:121;visibility:visible;mso-wrap-style:square;v-text-anchor:top" coordsize="690956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" path="m,l6909562,r,12192l,12192,,e" fillcolor="black" stroked="f" strokeweight="0">
                <v:stroke miterlimit="83231f" joinstyle="miter"/>
                <v:path arrowok="t" textboxrect="0,0,6909562,12192"/>
              </v:shape>
              <v:shape id="Shape 98657" o:spid="_x0000_s1029" style="position:absolute;left:69217;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" path="m,l12192,r,12192l,12192,,e" fillcolor="black" stroked="f" strokeweight="0">
                <v:stroke miterlimit="83231f" joinstyle="miter"/>
                <v:path arrowok="t" textboxrect="0,0,12192,12192"/>
              </v:shape>
              <w10:wrap type="square" anchorx="page" anchory="page"/>
            </v:group>
          </w:pict>
        </mc:Fallback>
      </mc:AlternateContent>
    </w:r>
    <w:r>
      <w:rPr>
        <w:rFonts w:ascii="Arial" w:eastAsia="Arial" w:hAnsi="Arial" w:cs="Arial"/>
        <w:i/>
        <w:sz w:val="18"/>
      </w:rPr>
      <w:t xml:space="preserve">Processo nº 00600-000006619/2021-92 </w:t>
    </w:r>
    <w:r>
      <w:rPr>
        <w:rFonts w:ascii="Arial" w:eastAsia="Arial" w:hAnsi="Arial" w:cs="Arial"/>
        <w:i/>
        <w:sz w:val="18"/>
      </w:rPr>
      <w:tab/>
      <w:t xml:space="preserve">                                                                                   Pág</w:t>
    </w:r>
    <w:r>
      <w:rPr>
        <w:rFonts w:ascii="Arial" w:eastAsia="Arial" w:hAnsi="Arial" w:cs="Arial"/>
        <w:i/>
        <w:sz w:val="14"/>
      </w:rPr>
      <w:t xml:space="preserve">. </w:t>
    </w: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rPr>
        <w:rFonts w:ascii="Arial" w:eastAsia="Arial" w:hAnsi="Arial" w:cs="Arial"/>
        <w:i/>
        <w:sz w:val="20"/>
      </w:rPr>
      <w:t>10</w:t>
    </w:r>
    <w:r>
      <w:rPr>
        <w:rFonts w:ascii="Arial" w:eastAsia="Arial" w:hAnsi="Arial" w:cs="Arial"/>
        <w:i/>
        <w:sz w:val="20"/>
      </w:rPr>
      <w:fldChar w:fldCharType="end"/>
    </w:r>
    <w:r>
      <w:rPr>
        <w:rFonts w:ascii="Arial" w:eastAsia="Arial" w:hAnsi="Arial" w:cs="Arial"/>
        <w:i/>
        <w:sz w:val="20"/>
      </w:rPr>
      <w:t xml:space="preserve"> de </w:t>
    </w:r>
    <w:fldSimple w:instr=" NUMPAGES   \* MERGEFORMAT ">
      <w:r>
        <w:rPr>
          <w:rFonts w:ascii="Arial" w:eastAsia="Arial" w:hAnsi="Arial" w:cs="Arial"/>
          <w:i/>
          <w:sz w:val="20"/>
        </w:rPr>
        <w:t>31</w:t>
      </w:r>
    </w:fldSimple>
    <w:r>
      <w:rPr>
        <w:rFonts w:ascii="Arial" w:eastAsia="Arial" w:hAnsi="Arial" w:cs="Arial"/>
        <w:sz w:val="24"/>
      </w:rPr>
      <w:t xml:space="preserve"> </w:t>
    </w:r>
  </w:p>
  <w:p w14:paraId="69AEC4A3" w14:textId="77777777" w:rsidR="00203768" w:rsidRDefault="00203768">
    <w:pPr>
      <w:spacing w:after="0"/>
      <w:ind w:left="-536" w:right="-2484"/>
    </w:pPr>
    <w:r>
      <w:rPr>
        <w:sz w:val="16"/>
      </w:rPr>
      <w:t>Documento assinado digitalmente. Para verificar as assinaturas, acesse www.tc.df.gov.br/autenticidade e informe o e-DOC F4ADA7E1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1C130" w14:textId="77777777" w:rsidR="00203768" w:rsidRDefault="00203768">
    <w:pPr>
      <w:tabs>
        <w:tab w:val="right" w:pos="9581"/>
      </w:tabs>
      <w:spacing w:after="439"/>
      <w:ind w:right="-2760"/>
    </w:pPr>
    <w:r>
      <w:rPr>
        <w:noProof/>
      </w:rPr>
      <mc:AlternateContent>
        <mc:Choice Requires="wpg">
          <w:drawing>
            <wp:anchor distT="0" distB="0" distL="114300" distR="114300" simplePos="0" relativeHeight="251658252" behindDoc="0" locked="0" layoutInCell="1" allowOverlap="1" wp14:anchorId="07BA0929" wp14:editId="06FE24DE">
              <wp:simplePos x="0" y="0"/>
              <wp:positionH relativeFrom="page">
                <wp:posOffset>313944</wp:posOffset>
              </wp:positionH>
              <wp:positionV relativeFrom="page">
                <wp:posOffset>10390327</wp:posOffset>
              </wp:positionV>
              <wp:extent cx="6933946" cy="12192"/>
              <wp:effectExtent l="0" t="0" r="0" b="0"/>
              <wp:wrapSquare wrapText="bothSides"/>
              <wp:docPr id="94541" name="Group 94541"/>
              <wp:cNvGraphicFramePr/>
              <a:graphic xmlns:a="http://schemas.openxmlformats.org/drawingml/2006/main">
                <a:graphicData uri="http://schemas.microsoft.com/office/word/2010/wordprocessingGroup">
                  <wpg:wgp>
                    <wpg:cNvGrpSpPr/>
                    <wpg:grpSpPr>
                      <a:xfrm>
                        <a:off x="0" y="0"/>
                        <a:ext cx="6933946" cy="12192"/>
                        <a:chOff x="0" y="0"/>
                        <a:chExt cx="6933946" cy="12192"/>
                      </a:xfrm>
                    </wpg:grpSpPr>
                    <wps:wsp>
                      <wps:cNvPr id="98649" name="Shape 98649"/>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650" name="Shape 98650"/>
                      <wps:cNvSpPr/>
                      <wps:spPr>
                        <a:xfrm>
                          <a:off x="12192" y="0"/>
                          <a:ext cx="6909562" cy="12192"/>
                        </a:xfrm>
                        <a:custGeom>
                          <a:avLst/>
                          <a:gdLst/>
                          <a:ahLst/>
                          <a:cxnLst/>
                          <a:rect l="0" t="0" r="0" b="0"/>
                          <a:pathLst>
                            <a:path w="6909562" h="12192">
                              <a:moveTo>
                                <a:pt x="0" y="0"/>
                              </a:moveTo>
                              <a:lnTo>
                                <a:pt x="6909562" y="0"/>
                              </a:lnTo>
                              <a:lnTo>
                                <a:pt x="690956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651" name="Shape 98651"/>
                      <wps:cNvSpPr/>
                      <wps:spPr>
                        <a:xfrm>
                          <a:off x="6921754"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fl="http://schemas.microsoft.com/office/word/2024/wordml/sdtformatlock">
          <w:pict>
            <v:group w14:anchorId="7B31C71F" id="Group 94541" o:spid="_x0000_s1026" style="position:absolute;margin-left:24.7pt;margin-top:818.15pt;width:546pt;height:.95pt;z-index:251658252;mso-position-horizontal-relative:page;mso-position-vertical-relative:page" coordsize="69339,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">
              <v:shape id="Shape 98649" o:spid="_x0000_s1027" style="position:absolute;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" path="m,l12192,r,12192l,12192,,e" fillcolor="black" stroked="f" strokeweight="0">
                <v:stroke miterlimit="83231f" joinstyle="miter"/>
                <v:path arrowok="t" textboxrect="0,0,12192,12192"/>
              </v:shape>
              <v:shape id="Shape 98650" o:spid="_x0000_s1028" style="position:absolute;left:121;width:69096;height:121;visibility:visible;mso-wrap-style:square;v-text-anchor:top" coordsize="690956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" path="m,l6909562,r,12192l,12192,,e" fillcolor="black" stroked="f" strokeweight="0">
                <v:stroke miterlimit="83231f" joinstyle="miter"/>
                <v:path arrowok="t" textboxrect="0,0,6909562,12192"/>
              </v:shape>
              <v:shape id="Shape 98651" o:spid="_x0000_s1029" style="position:absolute;left:69217;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" path="m,l12192,r,12192l,12192,,e" fillcolor="black" stroked="f" strokeweight="0">
                <v:stroke miterlimit="83231f" joinstyle="miter"/>
                <v:path arrowok="t" textboxrect="0,0,12192,12192"/>
              </v:shape>
              <w10:wrap type="square" anchorx="page" anchory="page"/>
            </v:group>
          </w:pict>
        </mc:Fallback>
      </mc:AlternateContent>
    </w:r>
    <w:r>
      <w:rPr>
        <w:rFonts w:ascii="Arial" w:eastAsia="Arial" w:hAnsi="Arial" w:cs="Arial"/>
        <w:i/>
        <w:sz w:val="18"/>
      </w:rPr>
      <w:t xml:space="preserve">Processo nº 00600-000006619/2021-92 </w:t>
    </w:r>
    <w:r>
      <w:rPr>
        <w:rFonts w:ascii="Arial" w:eastAsia="Arial" w:hAnsi="Arial" w:cs="Arial"/>
        <w:i/>
        <w:sz w:val="18"/>
      </w:rPr>
      <w:tab/>
      <w:t xml:space="preserve">                                                                                   Pág</w:t>
    </w:r>
    <w:r>
      <w:rPr>
        <w:rFonts w:ascii="Arial" w:eastAsia="Arial" w:hAnsi="Arial" w:cs="Arial"/>
        <w:i/>
        <w:sz w:val="14"/>
      </w:rPr>
      <w:t xml:space="preserve">. </w:t>
    </w: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rPr>
        <w:rFonts w:ascii="Arial" w:eastAsia="Arial" w:hAnsi="Arial" w:cs="Arial"/>
        <w:i/>
        <w:sz w:val="20"/>
      </w:rPr>
      <w:t>10</w:t>
    </w:r>
    <w:r>
      <w:rPr>
        <w:rFonts w:ascii="Arial" w:eastAsia="Arial" w:hAnsi="Arial" w:cs="Arial"/>
        <w:i/>
        <w:sz w:val="20"/>
      </w:rPr>
      <w:fldChar w:fldCharType="end"/>
    </w:r>
    <w:r>
      <w:rPr>
        <w:rFonts w:ascii="Arial" w:eastAsia="Arial" w:hAnsi="Arial" w:cs="Arial"/>
        <w:i/>
        <w:sz w:val="20"/>
      </w:rPr>
      <w:t xml:space="preserve"> de </w:t>
    </w:r>
    <w:fldSimple w:instr=" NUMPAGES   \* MERGEFORMAT ">
      <w:r>
        <w:rPr>
          <w:rFonts w:ascii="Arial" w:eastAsia="Arial" w:hAnsi="Arial" w:cs="Arial"/>
          <w:i/>
          <w:sz w:val="20"/>
        </w:rPr>
        <w:t>31</w:t>
      </w:r>
    </w:fldSimple>
    <w:r>
      <w:rPr>
        <w:rFonts w:ascii="Arial" w:eastAsia="Arial" w:hAnsi="Arial" w:cs="Arial"/>
        <w:sz w:val="24"/>
      </w:rPr>
      <w:t xml:space="preserve"> </w:t>
    </w:r>
  </w:p>
  <w:p w14:paraId="72CD1817" w14:textId="77777777" w:rsidR="00203768" w:rsidRDefault="00203768">
    <w:pPr>
      <w:spacing w:after="0"/>
      <w:ind w:left="-536" w:right="-2484"/>
    </w:pPr>
    <w:r>
      <w:rPr>
        <w:sz w:val="16"/>
      </w:rPr>
      <w:t>Documento assinado digitalmente. Para verificar as assinaturas, acesse www.tc.df.gov.br/autenticidade e informe o e-DOC F4ADA7E1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08F5A" w14:textId="77777777" w:rsidR="00203768" w:rsidRDefault="00203768">
    <w:pPr>
      <w:tabs>
        <w:tab w:val="right" w:pos="9581"/>
      </w:tabs>
      <w:spacing w:after="439"/>
      <w:ind w:right="-2760"/>
    </w:pPr>
    <w:r>
      <w:rPr>
        <w:noProof/>
      </w:rPr>
      <mc:AlternateContent>
        <mc:Choice Requires="wpg">
          <w:drawing>
            <wp:anchor distT="0" distB="0" distL="114300" distR="114300" simplePos="0" relativeHeight="251658253" behindDoc="0" locked="0" layoutInCell="1" allowOverlap="1" wp14:anchorId="51B30CAC" wp14:editId="5CFA05EA">
              <wp:simplePos x="0" y="0"/>
              <wp:positionH relativeFrom="page">
                <wp:posOffset>313944</wp:posOffset>
              </wp:positionH>
              <wp:positionV relativeFrom="page">
                <wp:posOffset>10390327</wp:posOffset>
              </wp:positionV>
              <wp:extent cx="6933946" cy="12192"/>
              <wp:effectExtent l="0" t="0" r="0" b="0"/>
              <wp:wrapSquare wrapText="bothSides"/>
              <wp:docPr id="94463" name="Group 94463"/>
              <wp:cNvGraphicFramePr/>
              <a:graphic xmlns:a="http://schemas.openxmlformats.org/drawingml/2006/main">
                <a:graphicData uri="http://schemas.microsoft.com/office/word/2010/wordprocessingGroup">
                  <wpg:wgp>
                    <wpg:cNvGrpSpPr/>
                    <wpg:grpSpPr>
                      <a:xfrm>
                        <a:off x="0" y="0"/>
                        <a:ext cx="6933946" cy="12192"/>
                        <a:chOff x="0" y="0"/>
                        <a:chExt cx="6933946" cy="12192"/>
                      </a:xfrm>
                    </wpg:grpSpPr>
                    <wps:wsp>
                      <wps:cNvPr id="98643" name="Shape 98643"/>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644" name="Shape 98644"/>
                      <wps:cNvSpPr/>
                      <wps:spPr>
                        <a:xfrm>
                          <a:off x="12192" y="0"/>
                          <a:ext cx="6909562" cy="12192"/>
                        </a:xfrm>
                        <a:custGeom>
                          <a:avLst/>
                          <a:gdLst/>
                          <a:ahLst/>
                          <a:cxnLst/>
                          <a:rect l="0" t="0" r="0" b="0"/>
                          <a:pathLst>
                            <a:path w="6909562" h="12192">
                              <a:moveTo>
                                <a:pt x="0" y="0"/>
                              </a:moveTo>
                              <a:lnTo>
                                <a:pt x="6909562" y="0"/>
                              </a:lnTo>
                              <a:lnTo>
                                <a:pt x="690956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645" name="Shape 98645"/>
                      <wps:cNvSpPr/>
                      <wps:spPr>
                        <a:xfrm>
                          <a:off x="6921754"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fl="http://schemas.microsoft.com/office/word/2024/wordml/sdtformatlock">
          <w:pict>
            <v:group w14:anchorId="151F7265" id="Group 94463" o:spid="_x0000_s1026" style="position:absolute;margin-left:24.7pt;margin-top:818.15pt;width:546pt;height:.95pt;z-index:251658253;mso-position-horizontal-relative:page;mso-position-vertical-relative:page" coordsize="69339,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">
              <v:shape id="Shape 98643" o:spid="_x0000_s1027" style="position:absolute;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" path="m,l12192,r,12192l,12192,,e" fillcolor="black" stroked="f" strokeweight="0">
                <v:stroke miterlimit="83231f" joinstyle="miter"/>
                <v:path arrowok="t" textboxrect="0,0,12192,12192"/>
              </v:shape>
              <v:shape id="Shape 98644" o:spid="_x0000_s1028" style="position:absolute;left:121;width:69096;height:121;visibility:visible;mso-wrap-style:square;v-text-anchor:top" coordsize="690956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" path="m,l6909562,r,12192l,12192,,e" fillcolor="black" stroked="f" strokeweight="0">
                <v:stroke miterlimit="83231f" joinstyle="miter"/>
                <v:path arrowok="t" textboxrect="0,0,6909562,12192"/>
              </v:shape>
              <v:shape id="Shape 98645" o:spid="_x0000_s1029" style="position:absolute;left:69217;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" path="m,l12192,r,12192l,12192,,e" fillcolor="black" stroked="f" strokeweight="0">
                <v:stroke miterlimit="83231f" joinstyle="miter"/>
                <v:path arrowok="t" textboxrect="0,0,12192,12192"/>
              </v:shape>
              <w10:wrap type="square" anchorx="page" anchory="page"/>
            </v:group>
          </w:pict>
        </mc:Fallback>
      </mc:AlternateContent>
    </w:r>
    <w:r>
      <w:rPr>
        <w:rFonts w:ascii="Arial" w:eastAsia="Arial" w:hAnsi="Arial" w:cs="Arial"/>
        <w:i/>
        <w:sz w:val="18"/>
      </w:rPr>
      <w:t xml:space="preserve">Processo nº 00600-000006619/2021-92 </w:t>
    </w:r>
    <w:r>
      <w:rPr>
        <w:rFonts w:ascii="Arial" w:eastAsia="Arial" w:hAnsi="Arial" w:cs="Arial"/>
        <w:i/>
        <w:sz w:val="18"/>
      </w:rPr>
      <w:tab/>
      <w:t xml:space="preserve">                                                                                   Pág</w:t>
    </w:r>
    <w:r>
      <w:rPr>
        <w:rFonts w:ascii="Arial" w:eastAsia="Arial" w:hAnsi="Arial" w:cs="Arial"/>
        <w:i/>
        <w:sz w:val="14"/>
      </w:rPr>
      <w:t xml:space="preserve">. </w:t>
    </w: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rPr>
        <w:rFonts w:ascii="Arial" w:eastAsia="Arial" w:hAnsi="Arial" w:cs="Arial"/>
        <w:i/>
        <w:sz w:val="20"/>
      </w:rPr>
      <w:t>10</w:t>
    </w:r>
    <w:r>
      <w:rPr>
        <w:rFonts w:ascii="Arial" w:eastAsia="Arial" w:hAnsi="Arial" w:cs="Arial"/>
        <w:i/>
        <w:sz w:val="20"/>
      </w:rPr>
      <w:fldChar w:fldCharType="end"/>
    </w:r>
    <w:r>
      <w:rPr>
        <w:rFonts w:ascii="Arial" w:eastAsia="Arial" w:hAnsi="Arial" w:cs="Arial"/>
        <w:i/>
        <w:sz w:val="20"/>
      </w:rPr>
      <w:t xml:space="preserve"> de </w:t>
    </w:r>
    <w:fldSimple w:instr=" NUMPAGES   \* MERGEFORMAT ">
      <w:r>
        <w:rPr>
          <w:rFonts w:ascii="Arial" w:eastAsia="Arial" w:hAnsi="Arial" w:cs="Arial"/>
          <w:i/>
          <w:sz w:val="20"/>
        </w:rPr>
        <w:t>31</w:t>
      </w:r>
    </w:fldSimple>
    <w:r>
      <w:rPr>
        <w:rFonts w:ascii="Arial" w:eastAsia="Arial" w:hAnsi="Arial" w:cs="Arial"/>
        <w:sz w:val="24"/>
      </w:rPr>
      <w:t xml:space="preserve"> </w:t>
    </w:r>
  </w:p>
  <w:p w14:paraId="4738348E" w14:textId="77777777" w:rsidR="00203768" w:rsidRDefault="00203768">
    <w:pPr>
      <w:spacing w:after="0"/>
      <w:ind w:left="-536" w:right="-2484"/>
    </w:pPr>
    <w:r>
      <w:rPr>
        <w:sz w:val="16"/>
      </w:rPr>
      <w:t>Documento assinado digitalmente. Para verificar as assinaturas, acesse www.tc.df.gov.br/autenticidade e informe o e-DOC F4ADA7E1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949CB" w14:textId="77777777" w:rsidR="00423501" w:rsidRPr="00423501" w:rsidRDefault="00423501" w:rsidP="00423501">
    <w:pPr>
      <w:pStyle w:val="Rodap"/>
      <w:pBdr>
        <w:top w:val="single" w:sz="8" w:space="1" w:color="auto"/>
      </w:pBdr>
      <w:jc w:val="center"/>
      <w:rPr>
        <w:rFonts w:ascii="Bahnschrift" w:hAnsi="Bahnschrift"/>
        <w:b/>
        <w:bCs/>
        <w:sz w:val="18"/>
        <w:szCs w:val="18"/>
      </w:rPr>
    </w:pPr>
    <w:r w:rsidRPr="00423501">
      <w:rPr>
        <w:rFonts w:ascii="Bahnschrift" w:hAnsi="Bahnschrift"/>
        <w:b/>
        <w:bCs/>
        <w:sz w:val="18"/>
        <w:szCs w:val="18"/>
      </w:rPr>
      <w:t xml:space="preserve">Página </w:t>
    </w:r>
    <w:r w:rsidRPr="00423501">
      <w:rPr>
        <w:rFonts w:ascii="Bahnschrift" w:hAnsi="Bahnschrift"/>
        <w:b/>
        <w:bCs/>
        <w:sz w:val="18"/>
        <w:szCs w:val="18"/>
      </w:rPr>
      <w:fldChar w:fldCharType="begin"/>
    </w:r>
    <w:r w:rsidRPr="00423501">
      <w:rPr>
        <w:rFonts w:ascii="Bahnschrift" w:hAnsi="Bahnschrift"/>
        <w:b/>
        <w:bCs/>
        <w:sz w:val="18"/>
        <w:szCs w:val="18"/>
      </w:rPr>
      <w:instrText>PAGE   \* MERGEFORMAT</w:instrText>
    </w:r>
    <w:r w:rsidRPr="00423501">
      <w:rPr>
        <w:rFonts w:ascii="Bahnschrift" w:hAnsi="Bahnschrift"/>
        <w:b/>
        <w:bCs/>
        <w:sz w:val="18"/>
        <w:szCs w:val="18"/>
      </w:rPr>
      <w:fldChar w:fldCharType="separate"/>
    </w:r>
    <w:r w:rsidRPr="00423501">
      <w:rPr>
        <w:rFonts w:ascii="Bahnschrift" w:hAnsi="Bahnschrift"/>
        <w:b/>
        <w:bCs/>
        <w:sz w:val="18"/>
        <w:szCs w:val="18"/>
      </w:rPr>
      <w:t>1</w:t>
    </w:r>
    <w:r w:rsidRPr="00423501">
      <w:rPr>
        <w:rFonts w:ascii="Bahnschrift" w:hAnsi="Bahnschrift"/>
        <w:b/>
        <w:bCs/>
        <w:sz w:val="18"/>
        <w:szCs w:val="18"/>
      </w:rPr>
      <w:fldChar w:fldCharType="end"/>
    </w:r>
    <w:r w:rsidRPr="00423501">
      <w:rPr>
        <w:rFonts w:ascii="Bahnschrift" w:hAnsi="Bahnschrift"/>
        <w:b/>
        <w:bCs/>
        <w:sz w:val="18"/>
        <w:szCs w:val="18"/>
      </w:rPr>
      <w:t xml:space="preserve"> / </w:t>
    </w:r>
    <w:r w:rsidRPr="00423501">
      <w:rPr>
        <w:rFonts w:ascii="Bahnschrift" w:hAnsi="Bahnschrift"/>
        <w:b/>
        <w:bCs/>
        <w:sz w:val="18"/>
        <w:szCs w:val="18"/>
      </w:rPr>
      <w:fldChar w:fldCharType="begin"/>
    </w:r>
    <w:r w:rsidRPr="00423501">
      <w:rPr>
        <w:rFonts w:ascii="Bahnschrift" w:hAnsi="Bahnschrift"/>
        <w:b/>
        <w:bCs/>
        <w:sz w:val="18"/>
        <w:szCs w:val="18"/>
      </w:rPr>
      <w:instrText xml:space="preserve"> NUMPAGES   \* MERGEFORMAT </w:instrText>
    </w:r>
    <w:r w:rsidRPr="00423501">
      <w:rPr>
        <w:rFonts w:ascii="Bahnschrift" w:hAnsi="Bahnschrift"/>
        <w:b/>
        <w:bCs/>
        <w:sz w:val="18"/>
        <w:szCs w:val="18"/>
      </w:rPr>
      <w:fldChar w:fldCharType="separate"/>
    </w:r>
    <w:r w:rsidRPr="00423501">
      <w:rPr>
        <w:rFonts w:ascii="Bahnschrift" w:hAnsi="Bahnschrift"/>
        <w:b/>
        <w:bCs/>
        <w:noProof/>
        <w:sz w:val="18"/>
        <w:szCs w:val="18"/>
      </w:rPr>
      <w:t>3</w:t>
    </w:r>
    <w:r w:rsidRPr="00423501">
      <w:rPr>
        <w:rFonts w:ascii="Bahnschrift" w:hAnsi="Bahnschrift"/>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9B657" w14:textId="77777777" w:rsidR="00F32847" w:rsidRDefault="00F32847" w:rsidP="00545754">
      <w:pPr>
        <w:spacing w:after="0" w:line="240" w:lineRule="auto"/>
      </w:pPr>
      <w:r>
        <w:separator/>
      </w:r>
    </w:p>
  </w:footnote>
  <w:footnote w:type="continuationSeparator" w:id="0">
    <w:p w14:paraId="0AFB9504" w14:textId="77777777" w:rsidR="00F32847" w:rsidRDefault="00F32847" w:rsidP="00545754">
      <w:pPr>
        <w:spacing w:after="0" w:line="240" w:lineRule="auto"/>
      </w:pPr>
      <w:r>
        <w:continuationSeparator/>
      </w:r>
    </w:p>
  </w:footnote>
  <w:footnote w:type="continuationNotice" w:id="1">
    <w:p w14:paraId="6F351C5F" w14:textId="77777777" w:rsidR="00F32847" w:rsidRDefault="00F328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D1587" w14:textId="77777777" w:rsidR="00203768" w:rsidRDefault="00203768">
    <w:pPr>
      <w:spacing w:after="0"/>
      <w:ind w:left="-850" w:right="11342"/>
    </w:pPr>
    <w:r>
      <w:rPr>
        <w:noProof/>
      </w:rPr>
      <mc:AlternateContent>
        <mc:Choice Requires="wpg">
          <w:drawing>
            <wp:anchor distT="0" distB="0" distL="114300" distR="114300" simplePos="0" relativeHeight="251658240" behindDoc="0" locked="0" layoutInCell="1" allowOverlap="1" wp14:anchorId="3C839D0E" wp14:editId="202CFA81">
              <wp:simplePos x="0" y="0"/>
              <wp:positionH relativeFrom="page">
                <wp:posOffset>313944</wp:posOffset>
              </wp:positionH>
              <wp:positionV relativeFrom="page">
                <wp:posOffset>144005</wp:posOffset>
              </wp:positionV>
              <wp:extent cx="7245097" cy="949337"/>
              <wp:effectExtent l="0" t="0" r="0" b="0"/>
              <wp:wrapSquare wrapText="bothSides"/>
              <wp:docPr id="94323" name="Group 94323"/>
              <wp:cNvGraphicFramePr/>
              <a:graphic xmlns:a="http://schemas.openxmlformats.org/drawingml/2006/main">
                <a:graphicData uri="http://schemas.microsoft.com/office/word/2010/wordprocessingGroup">
                  <wpg:wgp>
                    <wpg:cNvGrpSpPr/>
                    <wpg:grpSpPr>
                      <a:xfrm>
                        <a:off x="0" y="0"/>
                        <a:ext cx="7245097" cy="949337"/>
                        <a:chOff x="0" y="0"/>
                        <a:chExt cx="7245097" cy="949337"/>
                      </a:xfrm>
                    </wpg:grpSpPr>
                    <wps:wsp>
                      <wps:cNvPr id="94333" name="Rectangle 94333"/>
                      <wps:cNvSpPr/>
                      <wps:spPr>
                        <a:xfrm>
                          <a:off x="405689" y="71214"/>
                          <a:ext cx="42799" cy="171762"/>
                        </a:xfrm>
                        <a:prstGeom prst="rect">
                          <a:avLst/>
                        </a:prstGeom>
                        <a:ln>
                          <a:noFill/>
                        </a:ln>
                      </wps:spPr>
                      <wps:txbx>
                        <w:txbxContent>
                          <w:p w14:paraId="2C7DF5BF" w14:textId="77777777" w:rsidR="00203768" w:rsidRDefault="00203768">
                            <w:r>
                              <w:rPr>
                                <w:rFonts w:ascii="Arial" w:eastAsia="Arial" w:hAnsi="Arial" w:cs="Arial"/>
                                <w:b/>
                                <w:sz w:val="18"/>
                              </w:rPr>
                              <w:t xml:space="preserve"> </w:t>
                            </w:r>
                          </w:p>
                        </w:txbxContent>
                      </wps:txbx>
                      <wps:bodyPr horzOverflow="overflow" vert="horz" lIns="0" tIns="0" rIns="0" bIns="0" rtlCol="0">
                        <a:noAutofit/>
                      </wps:bodyPr>
                    </wps:wsp>
                    <wps:wsp>
                      <wps:cNvPr id="94334" name="Rectangle 94334"/>
                      <wps:cNvSpPr/>
                      <wps:spPr>
                        <a:xfrm>
                          <a:off x="1204595" y="208374"/>
                          <a:ext cx="42799" cy="171762"/>
                        </a:xfrm>
                        <a:prstGeom prst="rect">
                          <a:avLst/>
                        </a:prstGeom>
                        <a:ln>
                          <a:noFill/>
                        </a:ln>
                      </wps:spPr>
                      <wps:txbx>
                        <w:txbxContent>
                          <w:p w14:paraId="570B69F3" w14:textId="77777777" w:rsidR="00203768" w:rsidRDefault="00203768">
                            <w:r>
                              <w:rPr>
                                <w:rFonts w:ascii="Arial" w:eastAsia="Arial" w:hAnsi="Arial" w:cs="Arial"/>
                                <w:b/>
                                <w:sz w:val="18"/>
                              </w:rPr>
                              <w:t xml:space="preserve"> </w:t>
                            </w:r>
                          </w:p>
                        </w:txbxContent>
                      </wps:txbx>
                      <wps:bodyPr horzOverflow="overflow" vert="horz" lIns="0" tIns="0" rIns="0" bIns="0" rtlCol="0">
                        <a:noAutofit/>
                      </wps:bodyPr>
                    </wps:wsp>
                    <wps:wsp>
                      <wps:cNvPr id="94335" name="Rectangle 94335"/>
                      <wps:cNvSpPr/>
                      <wps:spPr>
                        <a:xfrm>
                          <a:off x="1204595" y="346946"/>
                          <a:ext cx="500880" cy="189841"/>
                        </a:xfrm>
                        <a:prstGeom prst="rect">
                          <a:avLst/>
                        </a:prstGeom>
                        <a:ln>
                          <a:noFill/>
                        </a:ln>
                      </wps:spPr>
                      <wps:txbx>
                        <w:txbxContent>
                          <w:p w14:paraId="6B0A4D38" w14:textId="77777777" w:rsidR="00203768" w:rsidRDefault="00203768">
                            <w:r>
                              <w:rPr>
                                <w:rFonts w:ascii="Arial" w:eastAsia="Arial" w:hAnsi="Arial" w:cs="Arial"/>
                                <w:b/>
                                <w:sz w:val="20"/>
                              </w:rPr>
                              <w:t xml:space="preserve">TCDF </w:t>
                            </w:r>
                          </w:p>
                        </w:txbxContent>
                      </wps:txbx>
                      <wps:bodyPr horzOverflow="overflow" vert="horz" lIns="0" tIns="0" rIns="0" bIns="0" rtlCol="0">
                        <a:noAutofit/>
                      </wps:bodyPr>
                    </wps:wsp>
                    <wps:wsp>
                      <wps:cNvPr id="94336" name="Rectangle 94336"/>
                      <wps:cNvSpPr/>
                      <wps:spPr>
                        <a:xfrm>
                          <a:off x="1582547" y="346946"/>
                          <a:ext cx="56698" cy="189841"/>
                        </a:xfrm>
                        <a:prstGeom prst="rect">
                          <a:avLst/>
                        </a:prstGeom>
                        <a:ln>
                          <a:noFill/>
                        </a:ln>
                      </wps:spPr>
                      <wps:txbx>
                        <w:txbxContent>
                          <w:p w14:paraId="34AC3844" w14:textId="77777777" w:rsidR="00203768" w:rsidRDefault="00203768">
                            <w:r>
                              <w:rPr>
                                <w:rFonts w:ascii="Arial" w:eastAsia="Arial" w:hAnsi="Arial" w:cs="Arial"/>
                                <w:b/>
                                <w:sz w:val="20"/>
                              </w:rPr>
                              <w:t>-</w:t>
                            </w:r>
                          </w:p>
                        </w:txbxContent>
                      </wps:txbx>
                      <wps:bodyPr horzOverflow="overflow" vert="horz" lIns="0" tIns="0" rIns="0" bIns="0" rtlCol="0">
                        <a:noAutofit/>
                      </wps:bodyPr>
                    </wps:wsp>
                    <wps:wsp>
                      <wps:cNvPr id="94337" name="Rectangle 94337"/>
                      <wps:cNvSpPr/>
                      <wps:spPr>
                        <a:xfrm>
                          <a:off x="1622171" y="346946"/>
                          <a:ext cx="47304" cy="189841"/>
                        </a:xfrm>
                        <a:prstGeom prst="rect">
                          <a:avLst/>
                        </a:prstGeom>
                        <a:ln>
                          <a:noFill/>
                        </a:ln>
                      </wps:spPr>
                      <wps:txbx>
                        <w:txbxContent>
                          <w:p w14:paraId="264FE2E3" w14:textId="77777777" w:rsidR="00203768" w:rsidRDefault="00203768">
                            <w:r>
                              <w:rPr>
                                <w:rFonts w:ascii="Arial" w:eastAsia="Arial" w:hAnsi="Arial" w:cs="Arial"/>
                                <w:b/>
                                <w:sz w:val="20"/>
                              </w:rPr>
                              <w:t xml:space="preserve"> </w:t>
                            </w:r>
                          </w:p>
                        </w:txbxContent>
                      </wps:txbx>
                      <wps:bodyPr horzOverflow="overflow" vert="horz" lIns="0" tIns="0" rIns="0" bIns="0" rtlCol="0">
                        <a:noAutofit/>
                      </wps:bodyPr>
                    </wps:wsp>
                    <wps:wsp>
                      <wps:cNvPr id="94338" name="Rectangle 94338"/>
                      <wps:cNvSpPr/>
                      <wps:spPr>
                        <a:xfrm>
                          <a:off x="1655699" y="346946"/>
                          <a:ext cx="3117967" cy="189841"/>
                        </a:xfrm>
                        <a:prstGeom prst="rect">
                          <a:avLst/>
                        </a:prstGeom>
                        <a:ln>
                          <a:noFill/>
                        </a:ln>
                      </wps:spPr>
                      <wps:txbx>
                        <w:txbxContent>
                          <w:p w14:paraId="184D2C0F" w14:textId="77777777" w:rsidR="00203768" w:rsidRDefault="00203768">
                            <w:r>
                              <w:rPr>
                                <w:rFonts w:ascii="Arial" w:eastAsia="Arial" w:hAnsi="Arial" w:cs="Arial"/>
                                <w:b/>
                                <w:sz w:val="20"/>
                              </w:rPr>
                              <w:t xml:space="preserve">Tribunal de Contas do Distrito Federal </w:t>
                            </w:r>
                          </w:p>
                        </w:txbxContent>
                      </wps:txbx>
                      <wps:bodyPr horzOverflow="overflow" vert="horz" lIns="0" tIns="0" rIns="0" bIns="0" rtlCol="0">
                        <a:noAutofit/>
                      </wps:bodyPr>
                    </wps:wsp>
                    <wps:wsp>
                      <wps:cNvPr id="94339" name="Rectangle 94339"/>
                      <wps:cNvSpPr/>
                      <wps:spPr>
                        <a:xfrm>
                          <a:off x="4000500" y="346946"/>
                          <a:ext cx="47304" cy="189841"/>
                        </a:xfrm>
                        <a:prstGeom prst="rect">
                          <a:avLst/>
                        </a:prstGeom>
                        <a:ln>
                          <a:noFill/>
                        </a:ln>
                      </wps:spPr>
                      <wps:txbx>
                        <w:txbxContent>
                          <w:p w14:paraId="0CD6C6A8" w14:textId="77777777" w:rsidR="00203768" w:rsidRDefault="00203768">
                            <w:r>
                              <w:rPr>
                                <w:rFonts w:ascii="Arial" w:eastAsia="Arial" w:hAnsi="Arial" w:cs="Arial"/>
                                <w:b/>
                                <w:sz w:val="20"/>
                              </w:rPr>
                              <w:t xml:space="preserve"> </w:t>
                            </w:r>
                          </w:p>
                        </w:txbxContent>
                      </wps:txbx>
                      <wps:bodyPr horzOverflow="overflow" vert="horz" lIns="0" tIns="0" rIns="0" bIns="0" rtlCol="0">
                        <a:noAutofit/>
                      </wps:bodyPr>
                    </wps:wsp>
                    <wps:wsp>
                      <wps:cNvPr id="94358" name="Rectangle 94358"/>
                      <wps:cNvSpPr/>
                      <wps:spPr>
                        <a:xfrm>
                          <a:off x="5985637" y="324879"/>
                          <a:ext cx="56314" cy="226002"/>
                        </a:xfrm>
                        <a:prstGeom prst="rect">
                          <a:avLst/>
                        </a:prstGeom>
                        <a:ln>
                          <a:noFill/>
                        </a:ln>
                      </wps:spPr>
                      <wps:txbx>
                        <w:txbxContent>
                          <w:p w14:paraId="76DAF86C" w14:textId="77777777" w:rsidR="00203768" w:rsidRDefault="00203768">
                            <w:r>
                              <w:rPr>
                                <w:rFonts w:ascii="Arial" w:eastAsia="Arial" w:hAnsi="Arial" w:cs="Arial"/>
                                <w:sz w:val="24"/>
                              </w:rPr>
                              <w:t xml:space="preserve"> </w:t>
                            </w:r>
                          </w:p>
                        </w:txbxContent>
                      </wps:txbx>
                      <wps:bodyPr horzOverflow="overflow" vert="horz" lIns="0" tIns="0" rIns="0" bIns="0" rtlCol="0">
                        <a:noAutofit/>
                      </wps:bodyPr>
                    </wps:wsp>
                    <wps:wsp>
                      <wps:cNvPr id="94340" name="Rectangle 94340"/>
                      <wps:cNvSpPr/>
                      <wps:spPr>
                        <a:xfrm>
                          <a:off x="1204595" y="501236"/>
                          <a:ext cx="476438" cy="171762"/>
                        </a:xfrm>
                        <a:prstGeom prst="rect">
                          <a:avLst/>
                        </a:prstGeom>
                        <a:ln>
                          <a:noFill/>
                        </a:ln>
                      </wps:spPr>
                      <wps:txbx>
                        <w:txbxContent>
                          <w:p w14:paraId="489D34B7" w14:textId="77777777" w:rsidR="00203768" w:rsidRDefault="00203768">
                            <w:r>
                              <w:rPr>
                                <w:rFonts w:ascii="Arial" w:eastAsia="Arial" w:hAnsi="Arial" w:cs="Arial"/>
                                <w:sz w:val="18"/>
                              </w:rPr>
                              <w:t xml:space="preserve">SELIP </w:t>
                            </w:r>
                          </w:p>
                        </w:txbxContent>
                      </wps:txbx>
                      <wps:bodyPr horzOverflow="overflow" vert="horz" lIns="0" tIns="0" rIns="0" bIns="0" rtlCol="0">
                        <a:noAutofit/>
                      </wps:bodyPr>
                    </wps:wsp>
                    <wps:wsp>
                      <wps:cNvPr id="94341" name="Rectangle 94341"/>
                      <wps:cNvSpPr/>
                      <wps:spPr>
                        <a:xfrm>
                          <a:off x="1561211" y="501236"/>
                          <a:ext cx="51299" cy="171762"/>
                        </a:xfrm>
                        <a:prstGeom prst="rect">
                          <a:avLst/>
                        </a:prstGeom>
                        <a:ln>
                          <a:noFill/>
                        </a:ln>
                      </wps:spPr>
                      <wps:txbx>
                        <w:txbxContent>
                          <w:p w14:paraId="4F699A8F" w14:textId="77777777" w:rsidR="00203768" w:rsidRDefault="00203768">
                            <w:r>
                              <w:rPr>
                                <w:rFonts w:ascii="Arial" w:eastAsia="Arial" w:hAnsi="Arial" w:cs="Arial"/>
                                <w:sz w:val="18"/>
                              </w:rPr>
                              <w:t>-</w:t>
                            </w:r>
                          </w:p>
                        </w:txbxContent>
                      </wps:txbx>
                      <wps:bodyPr horzOverflow="overflow" vert="horz" lIns="0" tIns="0" rIns="0" bIns="0" rtlCol="0">
                        <a:noAutofit/>
                      </wps:bodyPr>
                    </wps:wsp>
                    <wps:wsp>
                      <wps:cNvPr id="94342" name="Rectangle 94342"/>
                      <wps:cNvSpPr/>
                      <wps:spPr>
                        <a:xfrm>
                          <a:off x="1600835" y="501236"/>
                          <a:ext cx="42799" cy="171762"/>
                        </a:xfrm>
                        <a:prstGeom prst="rect">
                          <a:avLst/>
                        </a:prstGeom>
                        <a:ln>
                          <a:noFill/>
                        </a:ln>
                      </wps:spPr>
                      <wps:txbx>
                        <w:txbxContent>
                          <w:p w14:paraId="44ADA194" w14:textId="77777777" w:rsidR="00203768" w:rsidRDefault="00203768">
                            <w:r>
                              <w:rPr>
                                <w:rFonts w:ascii="Arial" w:eastAsia="Arial" w:hAnsi="Arial" w:cs="Arial"/>
                                <w:sz w:val="18"/>
                              </w:rPr>
                              <w:t xml:space="preserve"> </w:t>
                            </w:r>
                          </w:p>
                        </w:txbxContent>
                      </wps:txbx>
                      <wps:bodyPr horzOverflow="overflow" vert="horz" lIns="0" tIns="0" rIns="0" bIns="0" rtlCol="0">
                        <a:noAutofit/>
                      </wps:bodyPr>
                    </wps:wsp>
                    <wps:wsp>
                      <wps:cNvPr id="94343" name="Rectangle 94343"/>
                      <wps:cNvSpPr/>
                      <wps:spPr>
                        <a:xfrm>
                          <a:off x="1634363" y="501236"/>
                          <a:ext cx="3061533" cy="171762"/>
                        </a:xfrm>
                        <a:prstGeom prst="rect">
                          <a:avLst/>
                        </a:prstGeom>
                        <a:ln>
                          <a:noFill/>
                        </a:ln>
                      </wps:spPr>
                      <wps:txbx>
                        <w:txbxContent>
                          <w:p w14:paraId="66BE8CF8" w14:textId="77777777" w:rsidR="00203768" w:rsidRDefault="00203768">
                            <w:r>
                              <w:rPr>
                                <w:rFonts w:ascii="Arial" w:eastAsia="Arial" w:hAnsi="Arial" w:cs="Arial"/>
                                <w:sz w:val="18"/>
                              </w:rPr>
                              <w:t>Secretaria de Licitação, Material e Patrimônio</w:t>
                            </w:r>
                          </w:p>
                        </w:txbxContent>
                      </wps:txbx>
                      <wps:bodyPr horzOverflow="overflow" vert="horz" lIns="0" tIns="0" rIns="0" bIns="0" rtlCol="0">
                        <a:noAutofit/>
                      </wps:bodyPr>
                    </wps:wsp>
                    <wps:wsp>
                      <wps:cNvPr id="94344" name="Rectangle 94344"/>
                      <wps:cNvSpPr/>
                      <wps:spPr>
                        <a:xfrm>
                          <a:off x="3939540" y="468135"/>
                          <a:ext cx="56314" cy="226002"/>
                        </a:xfrm>
                        <a:prstGeom prst="rect">
                          <a:avLst/>
                        </a:prstGeom>
                        <a:ln>
                          <a:noFill/>
                        </a:ln>
                      </wps:spPr>
                      <wps:txbx>
                        <w:txbxContent>
                          <w:p w14:paraId="36E7F86F" w14:textId="77777777" w:rsidR="00203768" w:rsidRDefault="00203768">
                            <w:r>
                              <w:rPr>
                                <w:rFonts w:ascii="Arial" w:eastAsia="Arial" w:hAnsi="Arial" w:cs="Arial"/>
                                <w:sz w:val="24"/>
                              </w:rPr>
                              <w:t xml:space="preserve"> </w:t>
                            </w:r>
                          </w:p>
                        </w:txbxContent>
                      </wps:txbx>
                      <wps:bodyPr horzOverflow="overflow" vert="horz" lIns="0" tIns="0" rIns="0" bIns="0" rtlCol="0">
                        <a:noAutofit/>
                      </wps:bodyPr>
                    </wps:wsp>
                    <wps:wsp>
                      <wps:cNvPr id="94345" name="Rectangle 94345"/>
                      <wps:cNvSpPr/>
                      <wps:spPr>
                        <a:xfrm>
                          <a:off x="1204595" y="638396"/>
                          <a:ext cx="549532" cy="171762"/>
                        </a:xfrm>
                        <a:prstGeom prst="rect">
                          <a:avLst/>
                        </a:prstGeom>
                        <a:ln>
                          <a:noFill/>
                        </a:ln>
                      </wps:spPr>
                      <wps:txbx>
                        <w:txbxContent>
                          <w:p w14:paraId="3C36F7C0" w14:textId="77777777" w:rsidR="00203768" w:rsidRDefault="00203768">
                            <w:r>
                              <w:rPr>
                                <w:rFonts w:ascii="Arial" w:eastAsia="Arial" w:hAnsi="Arial" w:cs="Arial"/>
                                <w:sz w:val="18"/>
                              </w:rPr>
                              <w:t xml:space="preserve">SESAP </w:t>
                            </w:r>
                          </w:p>
                        </w:txbxContent>
                      </wps:txbx>
                      <wps:bodyPr horzOverflow="overflow" vert="horz" lIns="0" tIns="0" rIns="0" bIns="0" rtlCol="0">
                        <a:noAutofit/>
                      </wps:bodyPr>
                    </wps:wsp>
                    <wps:wsp>
                      <wps:cNvPr id="94346" name="Rectangle 94346"/>
                      <wps:cNvSpPr/>
                      <wps:spPr>
                        <a:xfrm>
                          <a:off x="1619123" y="638396"/>
                          <a:ext cx="51299" cy="171762"/>
                        </a:xfrm>
                        <a:prstGeom prst="rect">
                          <a:avLst/>
                        </a:prstGeom>
                        <a:ln>
                          <a:noFill/>
                        </a:ln>
                      </wps:spPr>
                      <wps:txbx>
                        <w:txbxContent>
                          <w:p w14:paraId="47B60EB0" w14:textId="77777777" w:rsidR="00203768" w:rsidRDefault="00203768">
                            <w:r>
                              <w:rPr>
                                <w:rFonts w:ascii="Arial" w:eastAsia="Arial" w:hAnsi="Arial" w:cs="Arial"/>
                                <w:sz w:val="18"/>
                              </w:rPr>
                              <w:t>-</w:t>
                            </w:r>
                          </w:p>
                        </w:txbxContent>
                      </wps:txbx>
                      <wps:bodyPr horzOverflow="overflow" vert="horz" lIns="0" tIns="0" rIns="0" bIns="0" rtlCol="0">
                        <a:noAutofit/>
                      </wps:bodyPr>
                    </wps:wsp>
                    <wps:wsp>
                      <wps:cNvPr id="94347" name="Rectangle 94347"/>
                      <wps:cNvSpPr/>
                      <wps:spPr>
                        <a:xfrm>
                          <a:off x="1655699" y="638396"/>
                          <a:ext cx="42799" cy="171762"/>
                        </a:xfrm>
                        <a:prstGeom prst="rect">
                          <a:avLst/>
                        </a:prstGeom>
                        <a:ln>
                          <a:noFill/>
                        </a:ln>
                      </wps:spPr>
                      <wps:txbx>
                        <w:txbxContent>
                          <w:p w14:paraId="7332D672" w14:textId="77777777" w:rsidR="00203768" w:rsidRDefault="00203768">
                            <w:r>
                              <w:rPr>
                                <w:rFonts w:ascii="Arial" w:eastAsia="Arial" w:hAnsi="Arial" w:cs="Arial"/>
                                <w:sz w:val="18"/>
                              </w:rPr>
                              <w:t xml:space="preserve"> </w:t>
                            </w:r>
                          </w:p>
                        </w:txbxContent>
                      </wps:txbx>
                      <wps:bodyPr horzOverflow="overflow" vert="horz" lIns="0" tIns="0" rIns="0" bIns="0" rtlCol="0">
                        <a:noAutofit/>
                      </wps:bodyPr>
                    </wps:wsp>
                    <wps:wsp>
                      <wps:cNvPr id="94348" name="Rectangle 94348"/>
                      <wps:cNvSpPr/>
                      <wps:spPr>
                        <a:xfrm>
                          <a:off x="1689481" y="638396"/>
                          <a:ext cx="3116064" cy="171762"/>
                        </a:xfrm>
                        <a:prstGeom prst="rect">
                          <a:avLst/>
                        </a:prstGeom>
                        <a:ln>
                          <a:noFill/>
                        </a:ln>
                      </wps:spPr>
                      <wps:txbx>
                        <w:txbxContent>
                          <w:p w14:paraId="0E8E8360" w14:textId="77777777" w:rsidR="00203768" w:rsidRDefault="00203768">
                            <w:r>
                              <w:rPr>
                                <w:rFonts w:ascii="Arial" w:eastAsia="Arial" w:hAnsi="Arial" w:cs="Arial"/>
                                <w:sz w:val="18"/>
                              </w:rPr>
                              <w:t>Secretaria de Engenharia e Serviços de Apoio</w:t>
                            </w:r>
                          </w:p>
                        </w:txbxContent>
                      </wps:txbx>
                      <wps:bodyPr horzOverflow="overflow" vert="horz" lIns="0" tIns="0" rIns="0" bIns="0" rtlCol="0">
                        <a:noAutofit/>
                      </wps:bodyPr>
                    </wps:wsp>
                    <wps:wsp>
                      <wps:cNvPr id="94349" name="Rectangle 94349"/>
                      <wps:cNvSpPr/>
                      <wps:spPr>
                        <a:xfrm>
                          <a:off x="4034028" y="638396"/>
                          <a:ext cx="42799" cy="171762"/>
                        </a:xfrm>
                        <a:prstGeom prst="rect">
                          <a:avLst/>
                        </a:prstGeom>
                        <a:ln>
                          <a:noFill/>
                        </a:ln>
                      </wps:spPr>
                      <wps:txbx>
                        <w:txbxContent>
                          <w:p w14:paraId="5D63781E" w14:textId="77777777" w:rsidR="00203768" w:rsidRDefault="00203768">
                            <w:r>
                              <w:rPr>
                                <w:rFonts w:ascii="Arial" w:eastAsia="Arial" w:hAnsi="Arial" w:cs="Arial"/>
                                <w:sz w:val="18"/>
                              </w:rPr>
                              <w:t xml:space="preserve"> </w:t>
                            </w:r>
                          </w:p>
                        </w:txbxContent>
                      </wps:txbx>
                      <wps:bodyPr horzOverflow="overflow" vert="horz" lIns="0" tIns="0" rIns="0" bIns="0" rtlCol="0">
                        <a:noAutofit/>
                      </wps:bodyPr>
                    </wps:wsp>
                    <wps:wsp>
                      <wps:cNvPr id="94350" name="Rectangle 94350"/>
                      <wps:cNvSpPr/>
                      <wps:spPr>
                        <a:xfrm>
                          <a:off x="1204595" y="775556"/>
                          <a:ext cx="204094" cy="171762"/>
                        </a:xfrm>
                        <a:prstGeom prst="rect">
                          <a:avLst/>
                        </a:prstGeom>
                        <a:ln>
                          <a:noFill/>
                        </a:ln>
                      </wps:spPr>
                      <wps:txbx>
                        <w:txbxContent>
                          <w:p w14:paraId="50E87D58" w14:textId="77777777" w:rsidR="00203768" w:rsidRDefault="00203768">
                            <w:r>
                              <w:rPr>
                                <w:rFonts w:ascii="Arial" w:eastAsia="Arial" w:hAnsi="Arial" w:cs="Arial"/>
                                <w:sz w:val="18"/>
                              </w:rPr>
                              <w:t>SE</w:t>
                            </w:r>
                          </w:p>
                        </w:txbxContent>
                      </wps:txbx>
                      <wps:bodyPr horzOverflow="overflow" vert="horz" lIns="0" tIns="0" rIns="0" bIns="0" rtlCol="0">
                        <a:noAutofit/>
                      </wps:bodyPr>
                    </wps:wsp>
                    <wps:wsp>
                      <wps:cNvPr id="94351" name="Rectangle 94351"/>
                      <wps:cNvSpPr/>
                      <wps:spPr>
                        <a:xfrm>
                          <a:off x="1356995" y="775556"/>
                          <a:ext cx="338311" cy="171762"/>
                        </a:xfrm>
                        <a:prstGeom prst="rect">
                          <a:avLst/>
                        </a:prstGeom>
                        <a:ln>
                          <a:noFill/>
                        </a:ln>
                      </wps:spPr>
                      <wps:txbx>
                        <w:txbxContent>
                          <w:p w14:paraId="40654E61" w14:textId="77777777" w:rsidR="00203768" w:rsidRDefault="00203768">
                            <w:r>
                              <w:rPr>
                                <w:rFonts w:ascii="Arial" w:eastAsia="Arial" w:hAnsi="Arial" w:cs="Arial"/>
                                <w:sz w:val="18"/>
                              </w:rPr>
                              <w:t>MAN</w:t>
                            </w:r>
                          </w:p>
                        </w:txbxContent>
                      </wps:txbx>
                      <wps:bodyPr horzOverflow="overflow" vert="horz" lIns="0" tIns="0" rIns="0" bIns="0" rtlCol="0">
                        <a:noAutofit/>
                      </wps:bodyPr>
                    </wps:wsp>
                    <wps:wsp>
                      <wps:cNvPr id="94352" name="Rectangle 94352"/>
                      <wps:cNvSpPr/>
                      <wps:spPr>
                        <a:xfrm>
                          <a:off x="1609979" y="775556"/>
                          <a:ext cx="42799" cy="171762"/>
                        </a:xfrm>
                        <a:prstGeom prst="rect">
                          <a:avLst/>
                        </a:prstGeom>
                        <a:ln>
                          <a:noFill/>
                        </a:ln>
                      </wps:spPr>
                      <wps:txbx>
                        <w:txbxContent>
                          <w:p w14:paraId="0EB015A5" w14:textId="77777777" w:rsidR="00203768" w:rsidRDefault="00203768">
                            <w:r>
                              <w:rPr>
                                <w:rFonts w:ascii="Arial" w:eastAsia="Arial" w:hAnsi="Arial" w:cs="Arial"/>
                                <w:sz w:val="18"/>
                              </w:rPr>
                              <w:t xml:space="preserve"> </w:t>
                            </w:r>
                          </w:p>
                        </w:txbxContent>
                      </wps:txbx>
                      <wps:bodyPr horzOverflow="overflow" vert="horz" lIns="0" tIns="0" rIns="0" bIns="0" rtlCol="0">
                        <a:noAutofit/>
                      </wps:bodyPr>
                    </wps:wsp>
                    <wps:wsp>
                      <wps:cNvPr id="94353" name="Rectangle 94353"/>
                      <wps:cNvSpPr/>
                      <wps:spPr>
                        <a:xfrm>
                          <a:off x="1643507" y="775556"/>
                          <a:ext cx="51299" cy="171762"/>
                        </a:xfrm>
                        <a:prstGeom prst="rect">
                          <a:avLst/>
                        </a:prstGeom>
                        <a:ln>
                          <a:noFill/>
                        </a:ln>
                      </wps:spPr>
                      <wps:txbx>
                        <w:txbxContent>
                          <w:p w14:paraId="3A319EB2" w14:textId="77777777" w:rsidR="00203768" w:rsidRDefault="00203768">
                            <w:r>
                              <w:rPr>
                                <w:rFonts w:ascii="Arial" w:eastAsia="Arial" w:hAnsi="Arial" w:cs="Arial"/>
                                <w:sz w:val="18"/>
                              </w:rPr>
                              <w:t>-</w:t>
                            </w:r>
                          </w:p>
                        </w:txbxContent>
                      </wps:txbx>
                      <wps:bodyPr horzOverflow="overflow" vert="horz" lIns="0" tIns="0" rIns="0" bIns="0" rtlCol="0">
                        <a:noAutofit/>
                      </wps:bodyPr>
                    </wps:wsp>
                    <wps:wsp>
                      <wps:cNvPr id="94354" name="Rectangle 94354"/>
                      <wps:cNvSpPr/>
                      <wps:spPr>
                        <a:xfrm>
                          <a:off x="1683385" y="775556"/>
                          <a:ext cx="42799" cy="171762"/>
                        </a:xfrm>
                        <a:prstGeom prst="rect">
                          <a:avLst/>
                        </a:prstGeom>
                        <a:ln>
                          <a:noFill/>
                        </a:ln>
                      </wps:spPr>
                      <wps:txbx>
                        <w:txbxContent>
                          <w:p w14:paraId="0BEC57AD" w14:textId="77777777" w:rsidR="00203768" w:rsidRDefault="00203768">
                            <w:r>
                              <w:rPr>
                                <w:rFonts w:ascii="Arial" w:eastAsia="Arial" w:hAnsi="Arial" w:cs="Arial"/>
                                <w:sz w:val="18"/>
                              </w:rPr>
                              <w:t xml:space="preserve"> </w:t>
                            </w:r>
                          </w:p>
                        </w:txbxContent>
                      </wps:txbx>
                      <wps:bodyPr horzOverflow="overflow" vert="horz" lIns="0" tIns="0" rIns="0" bIns="0" rtlCol="0">
                        <a:noAutofit/>
                      </wps:bodyPr>
                    </wps:wsp>
                    <wps:wsp>
                      <wps:cNvPr id="94355" name="Rectangle 94355"/>
                      <wps:cNvSpPr/>
                      <wps:spPr>
                        <a:xfrm>
                          <a:off x="1716913" y="775556"/>
                          <a:ext cx="755723" cy="171762"/>
                        </a:xfrm>
                        <a:prstGeom prst="rect">
                          <a:avLst/>
                        </a:prstGeom>
                        <a:ln>
                          <a:noFill/>
                        </a:ln>
                      </wps:spPr>
                      <wps:txbx>
                        <w:txbxContent>
                          <w:p w14:paraId="7578F326" w14:textId="77777777" w:rsidR="00203768" w:rsidRDefault="00203768">
                            <w:r>
                              <w:rPr>
                                <w:rFonts w:ascii="Arial" w:eastAsia="Arial" w:hAnsi="Arial" w:cs="Arial"/>
                                <w:sz w:val="18"/>
                              </w:rPr>
                              <w:t xml:space="preserve">Serviço de </w:t>
                            </w:r>
                          </w:p>
                        </w:txbxContent>
                      </wps:txbx>
                      <wps:bodyPr horzOverflow="overflow" vert="horz" lIns="0" tIns="0" rIns="0" bIns="0" rtlCol="0">
                        <a:noAutofit/>
                      </wps:bodyPr>
                    </wps:wsp>
                    <wps:wsp>
                      <wps:cNvPr id="94356" name="Rectangle 94356"/>
                      <wps:cNvSpPr/>
                      <wps:spPr>
                        <a:xfrm>
                          <a:off x="2286889" y="775556"/>
                          <a:ext cx="835569" cy="171762"/>
                        </a:xfrm>
                        <a:prstGeom prst="rect">
                          <a:avLst/>
                        </a:prstGeom>
                        <a:ln>
                          <a:noFill/>
                        </a:ln>
                      </wps:spPr>
                      <wps:txbx>
                        <w:txbxContent>
                          <w:p w14:paraId="0B2E98A6" w14:textId="77777777" w:rsidR="00203768" w:rsidRDefault="00203768">
                            <w:r>
                              <w:rPr>
                                <w:rFonts w:ascii="Arial" w:eastAsia="Arial" w:hAnsi="Arial" w:cs="Arial"/>
                                <w:sz w:val="18"/>
                              </w:rPr>
                              <w:t>Manutenção</w:t>
                            </w:r>
                          </w:p>
                        </w:txbxContent>
                      </wps:txbx>
                      <wps:bodyPr horzOverflow="overflow" vert="horz" lIns="0" tIns="0" rIns="0" bIns="0" rtlCol="0">
                        <a:noAutofit/>
                      </wps:bodyPr>
                    </wps:wsp>
                    <wps:wsp>
                      <wps:cNvPr id="94357" name="Rectangle 94357"/>
                      <wps:cNvSpPr/>
                      <wps:spPr>
                        <a:xfrm>
                          <a:off x="2915158" y="742455"/>
                          <a:ext cx="56315" cy="226002"/>
                        </a:xfrm>
                        <a:prstGeom prst="rect">
                          <a:avLst/>
                        </a:prstGeom>
                        <a:ln>
                          <a:noFill/>
                        </a:ln>
                      </wps:spPr>
                      <wps:txbx>
                        <w:txbxContent>
                          <w:p w14:paraId="241F8A6C" w14:textId="77777777" w:rsidR="00203768" w:rsidRDefault="00203768">
                            <w:r>
                              <w:rPr>
                                <w:rFonts w:ascii="Arial" w:eastAsia="Arial" w:hAnsi="Arial" w:cs="Arial"/>
                                <w:sz w:val="24"/>
                              </w:rPr>
                              <w:t xml:space="preserve"> </w:t>
                            </w:r>
                          </w:p>
                        </w:txbxContent>
                      </wps:txbx>
                      <wps:bodyPr horzOverflow="overflow" vert="horz" lIns="0" tIns="0" rIns="0" bIns="0" rtlCol="0">
                        <a:noAutofit/>
                      </wps:bodyPr>
                    </wps:wsp>
                    <pic:pic xmlns:pic="http://schemas.openxmlformats.org/drawingml/2006/picture">
                      <pic:nvPicPr>
                        <pic:cNvPr id="94324" name="Picture 94324"/>
                        <pic:cNvPicPr/>
                      </pic:nvPicPr>
                      <pic:blipFill>
                        <a:blip r:embed="rId1"/>
                        <a:stretch>
                          <a:fillRect/>
                        </a:stretch>
                      </pic:blipFill>
                      <pic:spPr>
                        <a:xfrm>
                          <a:off x="385153" y="238366"/>
                          <a:ext cx="703021" cy="710971"/>
                        </a:xfrm>
                        <a:prstGeom prst="rect">
                          <a:avLst/>
                        </a:prstGeom>
                      </pic:spPr>
                    </pic:pic>
                    <wps:wsp>
                      <wps:cNvPr id="98299" name="Shape 98299"/>
                      <wps:cNvSpPr/>
                      <wps:spPr>
                        <a:xfrm>
                          <a:off x="0" y="6021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300" name="Shape 98300"/>
                      <wps:cNvSpPr/>
                      <wps:spPr>
                        <a:xfrm>
                          <a:off x="12192" y="60210"/>
                          <a:ext cx="6909562" cy="12192"/>
                        </a:xfrm>
                        <a:custGeom>
                          <a:avLst/>
                          <a:gdLst/>
                          <a:ahLst/>
                          <a:cxnLst/>
                          <a:rect l="0" t="0" r="0" b="0"/>
                          <a:pathLst>
                            <a:path w="6909562" h="12192">
                              <a:moveTo>
                                <a:pt x="0" y="0"/>
                              </a:moveTo>
                              <a:lnTo>
                                <a:pt x="6909562" y="0"/>
                              </a:lnTo>
                              <a:lnTo>
                                <a:pt x="690956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301" name="Shape 98301"/>
                      <wps:cNvSpPr/>
                      <wps:spPr>
                        <a:xfrm>
                          <a:off x="6921754" y="6021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4327" name="Shape 94327"/>
                      <wps:cNvSpPr/>
                      <wps:spPr>
                        <a:xfrm>
                          <a:off x="5625097" y="0"/>
                          <a:ext cx="1620000" cy="307734"/>
                        </a:xfrm>
                        <a:custGeom>
                          <a:avLst/>
                          <a:gdLst/>
                          <a:ahLst/>
                          <a:cxnLst/>
                          <a:rect l="0" t="0" r="0" b="0"/>
                          <a:pathLst>
                            <a:path w="1620000" h="307734">
                              <a:moveTo>
                                <a:pt x="95250" y="0"/>
                              </a:moveTo>
                              <a:lnTo>
                                <a:pt x="1524750" y="0"/>
                              </a:lnTo>
                              <a:cubicBezTo>
                                <a:pt x="1537221" y="0"/>
                                <a:pt x="1549680" y="2477"/>
                                <a:pt x="1561199" y="7239"/>
                              </a:cubicBezTo>
                              <a:cubicBezTo>
                                <a:pt x="1572717" y="12014"/>
                                <a:pt x="1583284" y="19076"/>
                                <a:pt x="1592097" y="27889"/>
                              </a:cubicBezTo>
                              <a:cubicBezTo>
                                <a:pt x="1600924" y="36703"/>
                                <a:pt x="1607972" y="47269"/>
                                <a:pt x="1612748" y="58788"/>
                              </a:cubicBezTo>
                              <a:cubicBezTo>
                                <a:pt x="1617523" y="70307"/>
                                <a:pt x="1620000" y="82779"/>
                                <a:pt x="1620000" y="95250"/>
                              </a:cubicBezTo>
                              <a:lnTo>
                                <a:pt x="1620000" y="212484"/>
                              </a:lnTo>
                              <a:cubicBezTo>
                                <a:pt x="1620000" y="224955"/>
                                <a:pt x="1617523" y="237413"/>
                                <a:pt x="1612748" y="248933"/>
                              </a:cubicBezTo>
                              <a:cubicBezTo>
                                <a:pt x="1607972" y="260452"/>
                                <a:pt x="1600924" y="271018"/>
                                <a:pt x="1592097" y="279832"/>
                              </a:cubicBezTo>
                              <a:cubicBezTo>
                                <a:pt x="1583284" y="288645"/>
                                <a:pt x="1572717" y="295707"/>
                                <a:pt x="1561199" y="300482"/>
                              </a:cubicBezTo>
                              <a:cubicBezTo>
                                <a:pt x="1549680" y="305257"/>
                                <a:pt x="1537221" y="307734"/>
                                <a:pt x="1524750" y="307734"/>
                              </a:cubicBezTo>
                              <a:lnTo>
                                <a:pt x="95250" y="307734"/>
                              </a:lnTo>
                              <a:cubicBezTo>
                                <a:pt x="82779" y="307734"/>
                                <a:pt x="70320" y="305257"/>
                                <a:pt x="58801" y="300482"/>
                              </a:cubicBezTo>
                              <a:cubicBezTo>
                                <a:pt x="47282" y="295707"/>
                                <a:pt x="36716" y="288645"/>
                                <a:pt x="27902" y="279832"/>
                              </a:cubicBezTo>
                              <a:cubicBezTo>
                                <a:pt x="19076" y="271018"/>
                                <a:pt x="12027" y="260452"/>
                                <a:pt x="7252" y="248933"/>
                              </a:cubicBezTo>
                              <a:cubicBezTo>
                                <a:pt x="2477" y="237413"/>
                                <a:pt x="0" y="224955"/>
                                <a:pt x="0" y="212484"/>
                              </a:cubicBezTo>
                              <a:lnTo>
                                <a:pt x="0" y="95250"/>
                              </a:lnTo>
                              <a:cubicBezTo>
                                <a:pt x="0" y="82779"/>
                                <a:pt x="2477" y="70307"/>
                                <a:pt x="7252" y="58788"/>
                              </a:cubicBezTo>
                              <a:cubicBezTo>
                                <a:pt x="12027" y="47269"/>
                                <a:pt x="19076" y="36703"/>
                                <a:pt x="27902" y="27889"/>
                              </a:cubicBezTo>
                              <a:cubicBezTo>
                                <a:pt x="36716" y="19076"/>
                                <a:pt x="47282" y="12014"/>
                                <a:pt x="58801" y="7239"/>
                              </a:cubicBezTo>
                              <a:cubicBezTo>
                                <a:pt x="70320" y="2477"/>
                                <a:pt x="82779" y="0"/>
                                <a:pt x="95250" y="0"/>
                              </a:cubicBezTo>
                              <a:close/>
                            </a:path>
                          </a:pathLst>
                        </a:custGeom>
                        <a:ln w="0" cap="sq">
                          <a:miter lim="127000"/>
                        </a:ln>
                      </wps:spPr>
                      <wps:style>
                        <a:lnRef idx="0">
                          <a:srgbClr val="000000">
                            <a:alpha val="0"/>
                          </a:srgbClr>
                        </a:lnRef>
                        <a:fillRef idx="1">
                          <a:srgbClr val="FFFFFF"/>
                        </a:fillRef>
                        <a:effectRef idx="0">
                          <a:scrgbClr r="0" g="0" b="0"/>
                        </a:effectRef>
                        <a:fontRef idx="none"/>
                      </wps:style>
                      <wps:bodyPr/>
                    </wps:wsp>
                    <wps:wsp>
                      <wps:cNvPr id="94329" name="Rectangle 94329"/>
                      <wps:cNvSpPr/>
                      <wps:spPr>
                        <a:xfrm>
                          <a:off x="6384087" y="44410"/>
                          <a:ext cx="1042513" cy="134534"/>
                        </a:xfrm>
                        <a:prstGeom prst="rect">
                          <a:avLst/>
                        </a:prstGeom>
                        <a:ln>
                          <a:noFill/>
                        </a:ln>
                      </wps:spPr>
                      <wps:txbx>
                        <w:txbxContent>
                          <w:p w14:paraId="5BA656F7" w14:textId="77777777" w:rsidR="00203768" w:rsidRDefault="00203768">
                            <w:r>
                              <w:rPr>
                                <w:color w:val="0000FF"/>
                                <w:sz w:val="16"/>
                              </w:rPr>
                              <w:t>e-DOC</w:t>
                            </w:r>
                            <w:r>
                              <w:rPr>
                                <w:color w:val="0000FF"/>
                                <w:spacing w:val="10"/>
                                <w:sz w:val="16"/>
                              </w:rPr>
                              <w:t xml:space="preserve"> </w:t>
                            </w:r>
                            <w:r>
                              <w:rPr>
                                <w:color w:val="0000FF"/>
                                <w:sz w:val="16"/>
                              </w:rPr>
                              <w:t>F4ADA7E</w:t>
                            </w:r>
                          </w:p>
                        </w:txbxContent>
                      </wps:txbx>
                      <wps:bodyPr horzOverflow="overflow" vert="horz" lIns="0" tIns="0" rIns="0" bIns="0" rtlCol="0">
                        <a:noAutofit/>
                      </wps:bodyPr>
                    </wps:wsp>
                    <wps:wsp>
                      <wps:cNvPr id="94330" name="Rectangle 94330"/>
                      <wps:cNvSpPr/>
                      <wps:spPr>
                        <a:xfrm>
                          <a:off x="7167932" y="44410"/>
                          <a:ext cx="77293" cy="134534"/>
                        </a:xfrm>
                        <a:prstGeom prst="rect">
                          <a:avLst/>
                        </a:prstGeom>
                        <a:ln>
                          <a:noFill/>
                        </a:ln>
                      </wps:spPr>
                      <wps:txbx>
                        <w:txbxContent>
                          <w:p w14:paraId="5421F3CD" w14:textId="77777777" w:rsidR="00203768" w:rsidRDefault="00203768">
                            <w:r>
                              <w:rPr>
                                <w:color w:val="0000FF"/>
                                <w:sz w:val="16"/>
                              </w:rPr>
                              <w:t>1</w:t>
                            </w:r>
                          </w:p>
                        </w:txbxContent>
                      </wps:txbx>
                      <wps:bodyPr horzOverflow="overflow" vert="horz" lIns="0" tIns="0" rIns="0" bIns="0" rtlCol="0">
                        <a:noAutofit/>
                      </wps:bodyPr>
                    </wps:wsp>
                    <wps:wsp>
                      <wps:cNvPr id="94331" name="Rectangle 94331"/>
                      <wps:cNvSpPr/>
                      <wps:spPr>
                        <a:xfrm>
                          <a:off x="5703875" y="179233"/>
                          <a:ext cx="1952599" cy="134534"/>
                        </a:xfrm>
                        <a:prstGeom prst="rect">
                          <a:avLst/>
                        </a:prstGeom>
                        <a:ln>
                          <a:noFill/>
                        </a:ln>
                      </wps:spPr>
                      <wps:txbx>
                        <w:txbxContent>
                          <w:p w14:paraId="5CD00D6F" w14:textId="77777777" w:rsidR="00203768" w:rsidRDefault="00203768">
                            <w:r>
                              <w:rPr>
                                <w:color w:val="0000FF"/>
                                <w:sz w:val="16"/>
                              </w:rPr>
                              <w:t>Proc</w:t>
                            </w:r>
                            <w:r>
                              <w:rPr>
                                <w:color w:val="0000FF"/>
                                <w:spacing w:val="10"/>
                                <w:sz w:val="16"/>
                              </w:rPr>
                              <w:t xml:space="preserve"> </w:t>
                            </w:r>
                            <w:r>
                              <w:rPr>
                                <w:color w:val="0000FF"/>
                                <w:sz w:val="16"/>
                              </w:rPr>
                              <w:t>00600-00006619/2021-92-</w:t>
                            </w:r>
                          </w:p>
                        </w:txbxContent>
                      </wps:txbx>
                      <wps:bodyPr horzOverflow="overflow" vert="horz" lIns="0" tIns="0" rIns="0" bIns="0" rtlCol="0">
                        <a:noAutofit/>
                      </wps:bodyPr>
                    </wps:wsp>
                    <wps:wsp>
                      <wps:cNvPr id="94332" name="Rectangle 94332"/>
                      <wps:cNvSpPr/>
                      <wps:spPr>
                        <a:xfrm>
                          <a:off x="7171995" y="179233"/>
                          <a:ext cx="71889" cy="134534"/>
                        </a:xfrm>
                        <a:prstGeom prst="rect">
                          <a:avLst/>
                        </a:prstGeom>
                        <a:ln>
                          <a:noFill/>
                        </a:ln>
                      </wps:spPr>
                      <wps:txbx>
                        <w:txbxContent>
                          <w:p w14:paraId="01667AF6" w14:textId="77777777" w:rsidR="00203768" w:rsidRDefault="00203768">
                            <w:r>
                              <w:rPr>
                                <w:color w:val="0000FF"/>
                                <w:sz w:val="16"/>
                              </w:rPr>
                              <w:t>e</w:t>
                            </w:r>
                          </w:p>
                        </w:txbxContent>
                      </wps:txbx>
                      <wps:bodyPr horzOverflow="overflow" vert="horz" lIns="0" tIns="0" rIns="0" bIns="0" rtlCol="0">
                        <a:noAutofit/>
                      </wps:bodyPr>
                    </wps:wsp>
                  </wpg:wgp>
                </a:graphicData>
              </a:graphic>
            </wp:anchor>
          </w:drawing>
        </mc:Choice>
        <mc:Fallback>
          <w:pict>
            <v:group w14:anchorId="3C839D0E" id="Group 94323" o:spid="_x0000_s1026" style="position:absolute;left:0;text-align:left;margin-left:24.7pt;margin-top:11.35pt;width:570.5pt;height:74.75pt;z-index:251658240;mso-position-horizontal-relative:page;mso-position-vertical-relative:page" coordsize="72450,94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">
              <v:rect id="Rectangle 94333" o:spid="_x0000_s1027" style="position:absolute;left:4056;top:712;width:428;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" filled="f" stroked="f">
                <v:textbox inset="0,0,0,0">
                  <w:txbxContent>
                    <w:p w14:paraId="2C7DF5BF" w14:textId="77777777" w:rsidR="00203768" w:rsidRDefault="00203768">
                      <w:r>
                        <w:rPr>
                          <w:rFonts w:ascii="Arial" w:eastAsia="Arial" w:hAnsi="Arial" w:cs="Arial"/>
                          <w:b/>
                          <w:sz w:val="18"/>
                        </w:rPr>
                        <w:t xml:space="preserve"> </w:t>
                      </w:r>
                    </w:p>
                  </w:txbxContent>
                </v:textbox>
              </v:rect>
              <v:rect id="Rectangle 94334" o:spid="_x0000_s1028" style="position:absolute;left:12045;top:2083;width:428;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" filled="f" stroked="f">
                <v:textbox inset="0,0,0,0">
                  <w:txbxContent>
                    <w:p w14:paraId="570B69F3" w14:textId="77777777" w:rsidR="00203768" w:rsidRDefault="00203768">
                      <w:r>
                        <w:rPr>
                          <w:rFonts w:ascii="Arial" w:eastAsia="Arial" w:hAnsi="Arial" w:cs="Arial"/>
                          <w:b/>
                          <w:sz w:val="18"/>
                        </w:rPr>
                        <w:t xml:space="preserve"> </w:t>
                      </w:r>
                    </w:p>
                  </w:txbxContent>
                </v:textbox>
              </v:rect>
              <v:rect id="Rectangle 94335" o:spid="_x0000_s1029" style="position:absolute;left:12045;top:3469;width:5009;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" filled="f" stroked="f">
                <v:textbox inset="0,0,0,0">
                  <w:txbxContent>
                    <w:p w14:paraId="6B0A4D38" w14:textId="77777777" w:rsidR="00203768" w:rsidRDefault="00203768">
                      <w:r>
                        <w:rPr>
                          <w:rFonts w:ascii="Arial" w:eastAsia="Arial" w:hAnsi="Arial" w:cs="Arial"/>
                          <w:b/>
                          <w:sz w:val="20"/>
                        </w:rPr>
                        <w:t xml:space="preserve">TCDF </w:t>
                      </w:r>
                    </w:p>
                  </w:txbxContent>
                </v:textbox>
              </v:rect>
              <v:rect id="Rectangle 94336" o:spid="_x0000_s1030" style="position:absolute;left:15825;top:3469;width:567;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" filled="f" stroked="f">
                <v:textbox inset="0,0,0,0">
                  <w:txbxContent>
                    <w:p w14:paraId="34AC3844" w14:textId="77777777" w:rsidR="00203768" w:rsidRDefault="00203768">
                      <w:r>
                        <w:rPr>
                          <w:rFonts w:ascii="Arial" w:eastAsia="Arial" w:hAnsi="Arial" w:cs="Arial"/>
                          <w:b/>
                          <w:sz w:val="20"/>
                        </w:rPr>
                        <w:t>-</w:t>
                      </w:r>
                    </w:p>
                  </w:txbxContent>
                </v:textbox>
              </v:rect>
              <v:rect id="Rectangle 94337" o:spid="_x0000_s1031" style="position:absolute;left:16221;top:3469;width:473;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" filled="f" stroked="f">
                <v:textbox inset="0,0,0,0">
                  <w:txbxContent>
                    <w:p w14:paraId="264FE2E3" w14:textId="77777777" w:rsidR="00203768" w:rsidRDefault="00203768">
                      <w:r>
                        <w:rPr>
                          <w:rFonts w:ascii="Arial" w:eastAsia="Arial" w:hAnsi="Arial" w:cs="Arial"/>
                          <w:b/>
                          <w:sz w:val="20"/>
                        </w:rPr>
                        <w:t xml:space="preserve"> </w:t>
                      </w:r>
                    </w:p>
                  </w:txbxContent>
                </v:textbox>
              </v:rect>
              <v:rect id="Rectangle 94338" o:spid="_x0000_s1032" style="position:absolute;left:16556;top:3469;width:31180;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" filled="f" stroked="f">
                <v:textbox inset="0,0,0,0">
                  <w:txbxContent>
                    <w:p w14:paraId="184D2C0F" w14:textId="77777777" w:rsidR="00203768" w:rsidRDefault="00203768">
                      <w:r>
                        <w:rPr>
                          <w:rFonts w:ascii="Arial" w:eastAsia="Arial" w:hAnsi="Arial" w:cs="Arial"/>
                          <w:b/>
                          <w:sz w:val="20"/>
                        </w:rPr>
                        <w:t xml:space="preserve">Tribunal de Contas do Distrito Federal </w:t>
                      </w:r>
                    </w:p>
                  </w:txbxContent>
                </v:textbox>
              </v:rect>
              <v:rect id="Rectangle 94339" o:spid="_x0000_s1033" style="position:absolute;left:40005;top:3469;width:473;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" filled="f" stroked="f">
                <v:textbox inset="0,0,0,0">
                  <w:txbxContent>
                    <w:p w14:paraId="0CD6C6A8" w14:textId="77777777" w:rsidR="00203768" w:rsidRDefault="00203768">
                      <w:r>
                        <w:rPr>
                          <w:rFonts w:ascii="Arial" w:eastAsia="Arial" w:hAnsi="Arial" w:cs="Arial"/>
                          <w:b/>
                          <w:sz w:val="20"/>
                        </w:rPr>
                        <w:t xml:space="preserve"> </w:t>
                      </w:r>
                    </w:p>
                  </w:txbxContent>
                </v:textbox>
              </v:rect>
              <v:rect id="Rectangle 94358" o:spid="_x0000_s1034" style="position:absolute;left:59856;top:3248;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" filled="f" stroked="f">
                <v:textbox inset="0,0,0,0">
                  <w:txbxContent>
                    <w:p w14:paraId="76DAF86C" w14:textId="77777777" w:rsidR="00203768" w:rsidRDefault="00203768">
                      <w:r>
                        <w:rPr>
                          <w:rFonts w:ascii="Arial" w:eastAsia="Arial" w:hAnsi="Arial" w:cs="Arial"/>
                          <w:sz w:val="24"/>
                        </w:rPr>
                        <w:t xml:space="preserve"> </w:t>
                      </w:r>
                    </w:p>
                  </w:txbxContent>
                </v:textbox>
              </v:rect>
              <v:rect id="Rectangle 94340" o:spid="_x0000_s1035" style="position:absolute;left:12045;top:5012;width:4765;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" filled="f" stroked="f">
                <v:textbox inset="0,0,0,0">
                  <w:txbxContent>
                    <w:p w14:paraId="489D34B7" w14:textId="77777777" w:rsidR="00203768" w:rsidRDefault="00203768">
                      <w:r>
                        <w:rPr>
                          <w:rFonts w:ascii="Arial" w:eastAsia="Arial" w:hAnsi="Arial" w:cs="Arial"/>
                          <w:sz w:val="18"/>
                        </w:rPr>
                        <w:t xml:space="preserve">SELIP </w:t>
                      </w:r>
                    </w:p>
                  </w:txbxContent>
                </v:textbox>
              </v:rect>
              <v:rect id="Rectangle 94341" o:spid="_x0000_s1036" style="position:absolute;left:15612;top:5012;width:513;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" filled="f" stroked="f">
                <v:textbox inset="0,0,0,0">
                  <w:txbxContent>
                    <w:p w14:paraId="4F699A8F" w14:textId="77777777" w:rsidR="00203768" w:rsidRDefault="00203768">
                      <w:r>
                        <w:rPr>
                          <w:rFonts w:ascii="Arial" w:eastAsia="Arial" w:hAnsi="Arial" w:cs="Arial"/>
                          <w:sz w:val="18"/>
                        </w:rPr>
                        <w:t>-</w:t>
                      </w:r>
                    </w:p>
                  </w:txbxContent>
                </v:textbox>
              </v:rect>
              <v:rect id="Rectangle 94342" o:spid="_x0000_s1037" style="position:absolute;left:16008;top:5012;width:428;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" filled="f" stroked="f">
                <v:textbox inset="0,0,0,0">
                  <w:txbxContent>
                    <w:p w14:paraId="44ADA194" w14:textId="77777777" w:rsidR="00203768" w:rsidRDefault="00203768">
                      <w:r>
                        <w:rPr>
                          <w:rFonts w:ascii="Arial" w:eastAsia="Arial" w:hAnsi="Arial" w:cs="Arial"/>
                          <w:sz w:val="18"/>
                        </w:rPr>
                        <w:t xml:space="preserve"> </w:t>
                      </w:r>
                    </w:p>
                  </w:txbxContent>
                </v:textbox>
              </v:rect>
              <v:rect id="Rectangle 94343" o:spid="_x0000_s1038" style="position:absolute;left:16343;top:5012;width:30615;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" filled="f" stroked="f">
                <v:textbox inset="0,0,0,0">
                  <w:txbxContent>
                    <w:p w14:paraId="66BE8CF8" w14:textId="77777777" w:rsidR="00203768" w:rsidRDefault="00203768">
                      <w:r>
                        <w:rPr>
                          <w:rFonts w:ascii="Arial" w:eastAsia="Arial" w:hAnsi="Arial" w:cs="Arial"/>
                          <w:sz w:val="18"/>
                        </w:rPr>
                        <w:t>Secretaria de Licitação, Material e Patrimônio</w:t>
                      </w:r>
                    </w:p>
                  </w:txbxContent>
                </v:textbox>
              </v:rect>
              <v:rect id="Rectangle 94344" o:spid="_x0000_s1039" style="position:absolute;left:39395;top:4681;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" filled="f" stroked="f">
                <v:textbox inset="0,0,0,0">
                  <w:txbxContent>
                    <w:p w14:paraId="36E7F86F" w14:textId="77777777" w:rsidR="00203768" w:rsidRDefault="00203768">
                      <w:r>
                        <w:rPr>
                          <w:rFonts w:ascii="Arial" w:eastAsia="Arial" w:hAnsi="Arial" w:cs="Arial"/>
                          <w:sz w:val="24"/>
                        </w:rPr>
                        <w:t xml:space="preserve"> </w:t>
                      </w:r>
                    </w:p>
                  </w:txbxContent>
                </v:textbox>
              </v:rect>
              <v:rect id="Rectangle 94345" o:spid="_x0000_s1040" style="position:absolute;left:12045;top:6383;width:5496;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" filled="f" stroked="f">
                <v:textbox inset="0,0,0,0">
                  <w:txbxContent>
                    <w:p w14:paraId="3C36F7C0" w14:textId="77777777" w:rsidR="00203768" w:rsidRDefault="00203768">
                      <w:r>
                        <w:rPr>
                          <w:rFonts w:ascii="Arial" w:eastAsia="Arial" w:hAnsi="Arial" w:cs="Arial"/>
                          <w:sz w:val="18"/>
                        </w:rPr>
                        <w:t xml:space="preserve">SESAP </w:t>
                      </w:r>
                    </w:p>
                  </w:txbxContent>
                </v:textbox>
              </v:rect>
              <v:rect id="Rectangle 94346" o:spid="_x0000_s1041" style="position:absolute;left:16191;top:6383;width:513;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" filled="f" stroked="f">
                <v:textbox inset="0,0,0,0">
                  <w:txbxContent>
                    <w:p w14:paraId="47B60EB0" w14:textId="77777777" w:rsidR="00203768" w:rsidRDefault="00203768">
                      <w:r>
                        <w:rPr>
                          <w:rFonts w:ascii="Arial" w:eastAsia="Arial" w:hAnsi="Arial" w:cs="Arial"/>
                          <w:sz w:val="18"/>
                        </w:rPr>
                        <w:t>-</w:t>
                      </w:r>
                    </w:p>
                  </w:txbxContent>
                </v:textbox>
              </v:rect>
              <v:rect id="Rectangle 94347" o:spid="_x0000_s1042" style="position:absolute;left:16556;top:6383;width:428;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" filled="f" stroked="f">
                <v:textbox inset="0,0,0,0">
                  <w:txbxContent>
                    <w:p w14:paraId="7332D672" w14:textId="77777777" w:rsidR="00203768" w:rsidRDefault="00203768">
                      <w:r>
                        <w:rPr>
                          <w:rFonts w:ascii="Arial" w:eastAsia="Arial" w:hAnsi="Arial" w:cs="Arial"/>
                          <w:sz w:val="18"/>
                        </w:rPr>
                        <w:t xml:space="preserve"> </w:t>
                      </w:r>
                    </w:p>
                  </w:txbxContent>
                </v:textbox>
              </v:rect>
              <v:rect id="Rectangle 94348" o:spid="_x0000_s1043" style="position:absolute;left:16894;top:6383;width:31161;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" filled="f" stroked="f">
                <v:textbox inset="0,0,0,0">
                  <w:txbxContent>
                    <w:p w14:paraId="0E8E8360" w14:textId="77777777" w:rsidR="00203768" w:rsidRDefault="00203768">
                      <w:r>
                        <w:rPr>
                          <w:rFonts w:ascii="Arial" w:eastAsia="Arial" w:hAnsi="Arial" w:cs="Arial"/>
                          <w:sz w:val="18"/>
                        </w:rPr>
                        <w:t>Secretaria de Engenharia e Serviços de Apoio</w:t>
                      </w:r>
                    </w:p>
                  </w:txbxContent>
                </v:textbox>
              </v:rect>
              <v:rect id="Rectangle 94349" o:spid="_x0000_s1044" style="position:absolute;left:40340;top:6383;width:428;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" filled="f" stroked="f">
                <v:textbox inset="0,0,0,0">
                  <w:txbxContent>
                    <w:p w14:paraId="5D63781E" w14:textId="77777777" w:rsidR="00203768" w:rsidRDefault="00203768">
                      <w:r>
                        <w:rPr>
                          <w:rFonts w:ascii="Arial" w:eastAsia="Arial" w:hAnsi="Arial" w:cs="Arial"/>
                          <w:sz w:val="18"/>
                        </w:rPr>
                        <w:t xml:space="preserve"> </w:t>
                      </w:r>
                    </w:p>
                  </w:txbxContent>
                </v:textbox>
              </v:rect>
              <v:rect id="Rectangle 94350" o:spid="_x0000_s1045" style="position:absolute;left:12045;top:7755;width:2041;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" filled="f" stroked="f">
                <v:textbox inset="0,0,0,0">
                  <w:txbxContent>
                    <w:p w14:paraId="50E87D58" w14:textId="77777777" w:rsidR="00203768" w:rsidRDefault="00203768">
                      <w:r>
                        <w:rPr>
                          <w:rFonts w:ascii="Arial" w:eastAsia="Arial" w:hAnsi="Arial" w:cs="Arial"/>
                          <w:sz w:val="18"/>
                        </w:rPr>
                        <w:t>SE</w:t>
                      </w:r>
                    </w:p>
                  </w:txbxContent>
                </v:textbox>
              </v:rect>
              <v:rect id="Rectangle 94351" o:spid="_x0000_s1046" style="position:absolute;left:13569;top:7755;width:3384;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" filled="f" stroked="f">
                <v:textbox inset="0,0,0,0">
                  <w:txbxContent>
                    <w:p w14:paraId="40654E61" w14:textId="77777777" w:rsidR="00203768" w:rsidRDefault="00203768">
                      <w:r>
                        <w:rPr>
                          <w:rFonts w:ascii="Arial" w:eastAsia="Arial" w:hAnsi="Arial" w:cs="Arial"/>
                          <w:sz w:val="18"/>
                        </w:rPr>
                        <w:t>MAN</w:t>
                      </w:r>
                    </w:p>
                  </w:txbxContent>
                </v:textbox>
              </v:rect>
              <v:rect id="Rectangle 94352" o:spid="_x0000_s1047" style="position:absolute;left:16099;top:7755;width:428;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" filled="f" stroked="f">
                <v:textbox inset="0,0,0,0">
                  <w:txbxContent>
                    <w:p w14:paraId="0EB015A5" w14:textId="77777777" w:rsidR="00203768" w:rsidRDefault="00203768">
                      <w:r>
                        <w:rPr>
                          <w:rFonts w:ascii="Arial" w:eastAsia="Arial" w:hAnsi="Arial" w:cs="Arial"/>
                          <w:sz w:val="18"/>
                        </w:rPr>
                        <w:t xml:space="preserve"> </w:t>
                      </w:r>
                    </w:p>
                  </w:txbxContent>
                </v:textbox>
              </v:rect>
              <v:rect id="Rectangle 94353" o:spid="_x0000_s1048" style="position:absolute;left:16435;top:7755;width:513;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" filled="f" stroked="f">
                <v:textbox inset="0,0,0,0">
                  <w:txbxContent>
                    <w:p w14:paraId="3A319EB2" w14:textId="77777777" w:rsidR="00203768" w:rsidRDefault="00203768">
                      <w:r>
                        <w:rPr>
                          <w:rFonts w:ascii="Arial" w:eastAsia="Arial" w:hAnsi="Arial" w:cs="Arial"/>
                          <w:sz w:val="18"/>
                        </w:rPr>
                        <w:t>-</w:t>
                      </w:r>
                    </w:p>
                  </w:txbxContent>
                </v:textbox>
              </v:rect>
              <v:rect id="Rectangle 94354" o:spid="_x0000_s1049" style="position:absolute;left:16833;top:7755;width:428;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" filled="f" stroked="f">
                <v:textbox inset="0,0,0,0">
                  <w:txbxContent>
                    <w:p w14:paraId="0BEC57AD" w14:textId="77777777" w:rsidR="00203768" w:rsidRDefault="00203768">
                      <w:r>
                        <w:rPr>
                          <w:rFonts w:ascii="Arial" w:eastAsia="Arial" w:hAnsi="Arial" w:cs="Arial"/>
                          <w:sz w:val="18"/>
                        </w:rPr>
                        <w:t xml:space="preserve"> </w:t>
                      </w:r>
                    </w:p>
                  </w:txbxContent>
                </v:textbox>
              </v:rect>
              <v:rect id="Rectangle 94355" o:spid="_x0000_s1050" style="position:absolute;left:17169;top:7755;width:7557;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" filled="f" stroked="f">
                <v:textbox inset="0,0,0,0">
                  <w:txbxContent>
                    <w:p w14:paraId="7578F326" w14:textId="77777777" w:rsidR="00203768" w:rsidRDefault="00203768">
                      <w:r>
                        <w:rPr>
                          <w:rFonts w:ascii="Arial" w:eastAsia="Arial" w:hAnsi="Arial" w:cs="Arial"/>
                          <w:sz w:val="18"/>
                        </w:rPr>
                        <w:t xml:space="preserve">Serviço de </w:t>
                      </w:r>
                    </w:p>
                  </w:txbxContent>
                </v:textbox>
              </v:rect>
              <v:rect id="Rectangle 94356" o:spid="_x0000_s1051" style="position:absolute;left:22868;top:7755;width:8356;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" filled="f" stroked="f">
                <v:textbox inset="0,0,0,0">
                  <w:txbxContent>
                    <w:p w14:paraId="0B2E98A6" w14:textId="77777777" w:rsidR="00203768" w:rsidRDefault="00203768">
                      <w:r>
                        <w:rPr>
                          <w:rFonts w:ascii="Arial" w:eastAsia="Arial" w:hAnsi="Arial" w:cs="Arial"/>
                          <w:sz w:val="18"/>
                        </w:rPr>
                        <w:t>Manutenção</w:t>
                      </w:r>
                    </w:p>
                  </w:txbxContent>
                </v:textbox>
              </v:rect>
              <v:rect id="Rectangle 94357" o:spid="_x0000_s1052" style="position:absolute;left:29151;top:7424;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" filled="f" stroked="f">
                <v:textbox inset="0,0,0,0">
                  <w:txbxContent>
                    <w:p w14:paraId="241F8A6C" w14:textId="77777777" w:rsidR="00203768" w:rsidRDefault="00203768">
                      <w:r>
                        <w:rPr>
                          <w:rFonts w:ascii="Arial" w:eastAsia="Arial" w:hAnsi="Arial" w:cs="Arial"/>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4324" o:spid="_x0000_s1053" type="#_x0000_t75" style="position:absolute;left:3851;top:2383;width:7030;height:71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">
                <v:imagedata r:id="rId2" o:title=""/>
              </v:shape>
              <v:shape id="Shape 98299" o:spid="_x0000_s1054" style="position:absolute;top:602;width:121;height:122;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" path="m,l12192,r,12192l,12192,,e" fillcolor="black" stroked="f" strokeweight="0">
                <v:stroke miterlimit="83231f" joinstyle="miter"/>
                <v:path arrowok="t" textboxrect="0,0,12192,12192"/>
              </v:shape>
              <v:shape id="Shape 98300" o:spid="_x0000_s1055" style="position:absolute;left:121;top:602;width:69096;height:122;visibility:visible;mso-wrap-style:square;v-text-anchor:top" coordsize="690956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" path="m,l6909562,r,12192l,12192,,e" fillcolor="black" stroked="f" strokeweight="0">
                <v:stroke miterlimit="83231f" joinstyle="miter"/>
                <v:path arrowok="t" textboxrect="0,0,6909562,12192"/>
              </v:shape>
              <v:shape id="Shape 98301" o:spid="_x0000_s1056" style="position:absolute;left:69217;top:602;width:122;height:122;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" path="m,l12192,r,12192l,12192,,e" fillcolor="black" stroked="f" strokeweight="0">
                <v:stroke miterlimit="83231f" joinstyle="miter"/>
                <v:path arrowok="t" textboxrect="0,0,12192,12192"/>
              </v:shape>
              <v:shape id="Shape 94327" o:spid="_x0000_s1057" style="position:absolute;left:56250;width:16200;height:3077;visibility:visible;mso-wrap-style:square;v-text-anchor:top" coordsize="1620000,30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" path="m95250,l1524750,v12471,,24930,2477,36449,7239c1572717,12014,1583284,19076,1592097,27889v8827,8814,15875,19380,20651,30899c1617523,70307,1620000,82779,1620000,95250r,117234c1620000,224955,1617523,237413,1612748,248933v-4776,11519,-11824,22085,-20651,30899c1583284,288645,1572717,295707,1561199,300482v-11519,4775,-23978,7252,-36449,7252l95250,307734v-12471,,-24930,-2477,-36449,-7252c47282,295707,36716,288645,27902,279832,19076,271018,12027,260452,7252,248933,2477,237413,,224955,,212484l,95250c,82779,2477,70307,7252,58788,12027,47269,19076,36703,27902,27889,36716,19076,47282,12014,58801,7239,70320,2477,82779,,95250,xe" stroked="f" strokeweight="0">
                <v:stroke miterlimit="83231f" joinstyle="miter" endcap="square"/>
                <v:path arrowok="t" textboxrect="0,0,1620000,307734"/>
              </v:shape>
              <v:rect id="Rectangle 94329" o:spid="_x0000_s1058" style="position:absolute;left:63840;top:444;width:10426;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" filled="f" stroked="f">
                <v:textbox inset="0,0,0,0">
                  <w:txbxContent>
                    <w:p w14:paraId="5BA656F7" w14:textId="77777777" w:rsidR="00203768" w:rsidRDefault="00203768">
                      <w:r>
                        <w:rPr>
                          <w:color w:val="0000FF"/>
                          <w:sz w:val="16"/>
                        </w:rPr>
                        <w:t>e-DOC</w:t>
                      </w:r>
                      <w:r>
                        <w:rPr>
                          <w:color w:val="0000FF"/>
                          <w:spacing w:val="10"/>
                          <w:sz w:val="16"/>
                        </w:rPr>
                        <w:t xml:space="preserve"> </w:t>
                      </w:r>
                      <w:r>
                        <w:rPr>
                          <w:color w:val="0000FF"/>
                          <w:sz w:val="16"/>
                        </w:rPr>
                        <w:t>F4ADA7E</w:t>
                      </w:r>
                    </w:p>
                  </w:txbxContent>
                </v:textbox>
              </v:rect>
              <v:rect id="Rectangle 94330" o:spid="_x0000_s1059" style="position:absolute;left:71679;top:444;width:773;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" filled="f" stroked="f">
                <v:textbox inset="0,0,0,0">
                  <w:txbxContent>
                    <w:p w14:paraId="5421F3CD" w14:textId="77777777" w:rsidR="00203768" w:rsidRDefault="00203768">
                      <w:r>
                        <w:rPr>
                          <w:color w:val="0000FF"/>
                          <w:sz w:val="16"/>
                        </w:rPr>
                        <w:t>1</w:t>
                      </w:r>
                    </w:p>
                  </w:txbxContent>
                </v:textbox>
              </v:rect>
              <v:rect id="Rectangle 94331" o:spid="_x0000_s1060" style="position:absolute;left:57038;top:1792;width:19526;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" filled="f" stroked="f">
                <v:textbox inset="0,0,0,0">
                  <w:txbxContent>
                    <w:p w14:paraId="5CD00D6F" w14:textId="77777777" w:rsidR="00203768" w:rsidRDefault="00203768">
                      <w:r>
                        <w:rPr>
                          <w:color w:val="0000FF"/>
                          <w:sz w:val="16"/>
                        </w:rPr>
                        <w:t>Proc</w:t>
                      </w:r>
                      <w:r>
                        <w:rPr>
                          <w:color w:val="0000FF"/>
                          <w:spacing w:val="10"/>
                          <w:sz w:val="16"/>
                        </w:rPr>
                        <w:t xml:space="preserve"> </w:t>
                      </w:r>
                      <w:r>
                        <w:rPr>
                          <w:color w:val="0000FF"/>
                          <w:sz w:val="16"/>
                        </w:rPr>
                        <w:t>00600-00006619/2021-92-</w:t>
                      </w:r>
                    </w:p>
                  </w:txbxContent>
                </v:textbox>
              </v:rect>
              <v:rect id="Rectangle 94332" o:spid="_x0000_s1061" style="position:absolute;left:71719;top:1792;width:719;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" filled="f" stroked="f">
                <v:textbox inset="0,0,0,0">
                  <w:txbxContent>
                    <w:p w14:paraId="01667AF6" w14:textId="77777777" w:rsidR="00203768" w:rsidRDefault="00203768">
                      <w:r>
                        <w:rPr>
                          <w:color w:val="0000FF"/>
                          <w:sz w:val="16"/>
                        </w:rPr>
                        <w:t>e</w:t>
                      </w:r>
                    </w:p>
                  </w:txbxContent>
                </v:textbox>
              </v:rect>
              <w10:wrap type="square" anchorx="page" anchory="page"/>
            </v:group>
          </w:pict>
        </mc:Fallback>
      </mc:AlternateContent>
    </w:r>
  </w:p>
  <w:p w14:paraId="056FA58D" w14:textId="77777777" w:rsidR="00203768" w:rsidRDefault="00203768">
    <w:r>
      <w:rPr>
        <w:noProof/>
      </w:rPr>
      <mc:AlternateContent>
        <mc:Choice Requires="wpg">
          <w:drawing>
            <wp:anchor distT="0" distB="0" distL="114300" distR="114300" simplePos="0" relativeHeight="251658241" behindDoc="1" locked="0" layoutInCell="1" allowOverlap="1" wp14:anchorId="7892E739" wp14:editId="36BD7709">
              <wp:simplePos x="0" y="0"/>
              <wp:positionH relativeFrom="page">
                <wp:posOffset>313944</wp:posOffset>
              </wp:positionH>
              <wp:positionV relativeFrom="page">
                <wp:posOffset>216357</wp:posOffset>
              </wp:positionV>
              <wp:extent cx="6933946" cy="10173970"/>
              <wp:effectExtent l="0" t="0" r="0" b="0"/>
              <wp:wrapNone/>
              <wp:docPr id="94359" name="Group 94359"/>
              <wp:cNvGraphicFramePr/>
              <a:graphic xmlns:a="http://schemas.openxmlformats.org/drawingml/2006/main">
                <a:graphicData uri="http://schemas.microsoft.com/office/word/2010/wordprocessingGroup">
                  <wpg:wgp>
                    <wpg:cNvGrpSpPr/>
                    <wpg:grpSpPr>
                      <a:xfrm>
                        <a:off x="0" y="0"/>
                        <a:ext cx="6933946" cy="10173970"/>
                        <a:chOff x="0" y="0"/>
                        <a:chExt cx="6933946" cy="10173970"/>
                      </a:xfrm>
                    </wpg:grpSpPr>
                    <wps:wsp>
                      <wps:cNvPr id="98321" name="Shape 98321"/>
                      <wps:cNvSpPr/>
                      <wps:spPr>
                        <a:xfrm>
                          <a:off x="0" y="0"/>
                          <a:ext cx="12192" cy="10173970"/>
                        </a:xfrm>
                        <a:custGeom>
                          <a:avLst/>
                          <a:gdLst/>
                          <a:ahLst/>
                          <a:cxnLst/>
                          <a:rect l="0" t="0" r="0" b="0"/>
                          <a:pathLst>
                            <a:path w="12192" h="10173970">
                              <a:moveTo>
                                <a:pt x="0" y="0"/>
                              </a:moveTo>
                              <a:lnTo>
                                <a:pt x="12192" y="0"/>
                              </a:lnTo>
                              <a:lnTo>
                                <a:pt x="12192" y="10173970"/>
                              </a:lnTo>
                              <a:lnTo>
                                <a:pt x="0" y="1017397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322" name="Shape 98322"/>
                      <wps:cNvSpPr/>
                      <wps:spPr>
                        <a:xfrm>
                          <a:off x="6921754" y="0"/>
                          <a:ext cx="12192" cy="10173970"/>
                        </a:xfrm>
                        <a:custGeom>
                          <a:avLst/>
                          <a:gdLst/>
                          <a:ahLst/>
                          <a:cxnLst/>
                          <a:rect l="0" t="0" r="0" b="0"/>
                          <a:pathLst>
                            <a:path w="12192" h="10173970">
                              <a:moveTo>
                                <a:pt x="0" y="0"/>
                              </a:moveTo>
                              <a:lnTo>
                                <a:pt x="12192" y="0"/>
                              </a:lnTo>
                              <a:lnTo>
                                <a:pt x="12192" y="10173970"/>
                              </a:lnTo>
                              <a:lnTo>
                                <a:pt x="0" y="1017397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fl="http://schemas.microsoft.com/office/word/2024/wordml/sdtformatlock">
          <w:pict>
            <v:group w14:anchorId="091A67FD" id="Group 94359" o:spid="_x0000_s1026" style="position:absolute;margin-left:24.7pt;margin-top:17.05pt;width:546pt;height:801.1pt;z-index:-251658239;mso-position-horizontal-relative:page;mso-position-vertical-relative:page" coordsize="69339,1017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">
              <v:shape id="Shape 98321" o:spid="_x0000_s1027" style="position:absolute;width:121;height:101739;visibility:visible;mso-wrap-style:square;v-text-anchor:top" coordsize="12192,1017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" path="m,l12192,r,10173970l,10173970,,e" fillcolor="black" stroked="f" strokeweight="0">
                <v:stroke miterlimit="83231f" joinstyle="miter"/>
                <v:path arrowok="t" textboxrect="0,0,12192,10173970"/>
              </v:shape>
              <v:shape id="Shape 98322" o:spid="_x0000_s1028" style="position:absolute;left:69217;width:122;height:101739;visibility:visible;mso-wrap-style:square;v-text-anchor:top" coordsize="12192,1017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" path="m,l12192,r,10173970l,10173970,,e" fillcolor="black" stroked="f" strokeweight="0">
                <v:stroke miterlimit="83231f" joinstyle="miter"/>
                <v:path arrowok="t" textboxrect="0,0,12192,10173970"/>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0777D" w14:textId="69491CA4" w:rsidR="00CB4F41" w:rsidRDefault="00DC228B">
    <w:r>
      <w:ptab w:relativeTo="margin" w:alignment="center" w:leader="none"/>
    </w:r>
  </w:p>
  <w:tbl>
    <w:tblPr>
      <w:tblStyle w:val="Tabelacomgrade"/>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436"/>
    </w:tblGrid>
    <w:tr w:rsidR="00CB4F41" w14:paraId="666656E5" w14:textId="77777777" w:rsidTr="00CB4F41">
      <w:tc>
        <w:tcPr>
          <w:tcW w:w="10462" w:type="dxa"/>
        </w:tcPr>
        <w:p w14:paraId="3F6E8613" w14:textId="77777777" w:rsidR="00CB4F41" w:rsidRDefault="00CB4F41" w:rsidP="00CB4F41">
          <w:pPr>
            <w:ind w:firstLine="1560"/>
            <w:rPr>
              <w:rFonts w:ascii="Arial" w:eastAsia="Calibri" w:hAnsi="Arial" w:cs="Arial"/>
              <w:b/>
            </w:rPr>
          </w:pPr>
        </w:p>
        <w:p w14:paraId="5CDF8F4F" w14:textId="4F3E6294" w:rsidR="00CB4F41" w:rsidRDefault="00CB4F41" w:rsidP="00CB4F41">
          <w:pPr>
            <w:ind w:firstLine="1560"/>
            <w:rPr>
              <w:rFonts w:ascii="Arial" w:eastAsia="Calibri" w:hAnsi="Arial" w:cs="Arial"/>
              <w:b/>
            </w:rPr>
          </w:pPr>
          <w:r>
            <w:rPr>
              <w:rFonts w:ascii="Times New Roman" w:hAnsi="Times New Roman"/>
              <w:b/>
              <w:smallCaps/>
              <w:noProof/>
              <w14:shadow w14:blurRad="50800" w14:dist="38100" w14:dir="2700000" w14:sx="100000" w14:sy="100000" w14:kx="0" w14:ky="0" w14:algn="tl">
                <w14:srgbClr w14:val="000000">
                  <w14:alpha w14:val="60000"/>
                </w14:srgbClr>
              </w14:shadow>
            </w:rPr>
            <w:drawing>
              <wp:anchor distT="0" distB="0" distL="114300" distR="114300" simplePos="0" relativeHeight="251658254" behindDoc="1" locked="0" layoutInCell="1" allowOverlap="1" wp14:anchorId="1A493F9D" wp14:editId="1344B346">
                <wp:simplePos x="0" y="0"/>
                <wp:positionH relativeFrom="column">
                  <wp:posOffset>369570</wp:posOffset>
                </wp:positionH>
                <wp:positionV relativeFrom="paragraph">
                  <wp:posOffset>28575</wp:posOffset>
                </wp:positionV>
                <wp:extent cx="533400" cy="533400"/>
                <wp:effectExtent l="0" t="0" r="0" b="0"/>
                <wp:wrapNone/>
                <wp:docPr id="113643405" name="Picture 1309894182"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894182" name="Imagem 1309894182"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F7AFFE" w14:textId="4B8F3057" w:rsidR="00CB4F41" w:rsidRPr="0072140F" w:rsidRDefault="00CB4F41" w:rsidP="00CB4F41">
          <w:pPr>
            <w:ind w:firstLine="1560"/>
            <w:rPr>
              <w:rFonts w:ascii="Arial" w:hAnsi="Arial" w:cs="Arial"/>
            </w:rPr>
          </w:pPr>
          <w:r w:rsidRPr="0072140F">
            <w:rPr>
              <w:rFonts w:ascii="Arial" w:eastAsia="Calibri" w:hAnsi="Arial" w:cs="Arial"/>
              <w:b/>
            </w:rPr>
            <w:t>Tribunal de Contas do Distrito Federal</w:t>
          </w:r>
        </w:p>
        <w:p w14:paraId="12275CE5" w14:textId="1B2721E3" w:rsidR="00CB4F41" w:rsidRPr="0072140F" w:rsidRDefault="00CB4F41" w:rsidP="00CB4F41">
          <w:pPr>
            <w:ind w:firstLine="1560"/>
            <w:rPr>
              <w:rFonts w:ascii="Arial" w:eastAsia="Calibri" w:hAnsi="Arial" w:cs="Arial"/>
              <w:sz w:val="18"/>
              <w:szCs w:val="18"/>
            </w:rPr>
          </w:pPr>
          <w:r w:rsidRPr="0072140F">
            <w:rPr>
              <w:rFonts w:ascii="Arial" w:hAnsi="Arial" w:cs="Arial"/>
              <w:smallCaps/>
              <w:noProof/>
              <w:sz w:val="18"/>
              <w:szCs w:val="18"/>
            </w:rPr>
            <w:t>Secretaria-Geral de Administração</w:t>
          </w:r>
        </w:p>
        <w:p w14:paraId="4983B8A5" w14:textId="5568DC2E" w:rsidR="00CB4F41" w:rsidRPr="002B1EDE" w:rsidRDefault="00CB4F41" w:rsidP="00CB4F41">
          <w:pPr>
            <w:ind w:firstLine="1560"/>
            <w:rPr>
              <w:rFonts w:ascii="Arial" w:hAnsi="Arial" w:cs="Arial"/>
              <w:smallCaps/>
              <w:noProof/>
              <w:sz w:val="16"/>
            </w:rPr>
          </w:pPr>
          <w:r w:rsidRPr="00174F3F">
            <w:rPr>
              <w:rFonts w:ascii="Arial" w:hAnsi="Arial" w:cs="Arial"/>
              <w:smallCaps/>
              <w:noProof/>
              <w:sz w:val="16"/>
            </w:rPr>
            <w:t xml:space="preserve">serviço de </w:t>
          </w:r>
          <w:r w:rsidR="00B8259D">
            <w:rPr>
              <w:rFonts w:ascii="Arial" w:hAnsi="Arial" w:cs="Arial"/>
              <w:smallCaps/>
              <w:noProof/>
              <w:sz w:val="16"/>
            </w:rPr>
            <w:t>Segurança e Suporte Operacional</w:t>
          </w:r>
          <w:r w:rsidR="00AA4895">
            <w:rPr>
              <w:rFonts w:ascii="Arial" w:hAnsi="Arial" w:cs="Arial"/>
              <w:smallCaps/>
              <w:noProof/>
              <w:sz w:val="16"/>
            </w:rPr>
            <w:t xml:space="preserve"> - SESOP</w:t>
          </w:r>
        </w:p>
        <w:p w14:paraId="0235FBA2" w14:textId="77777777" w:rsidR="00CB4F41" w:rsidRDefault="00CB4F41" w:rsidP="00CB4F41">
          <w:pPr>
            <w:pStyle w:val="Cabealho"/>
            <w:tabs>
              <w:tab w:val="clear" w:pos="8504"/>
              <w:tab w:val="right" w:pos="10348"/>
            </w:tabs>
            <w:jc w:val="right"/>
          </w:pPr>
          <w:r>
            <w:rPr>
              <w:rFonts w:eastAsia="Calibri" w:cs="Arial"/>
            </w:rPr>
            <w:t xml:space="preserve">Pág. </w:t>
          </w:r>
          <w:r w:rsidRPr="006E4005">
            <w:rPr>
              <w:rFonts w:eastAsia="Calibri" w:cs="Arial"/>
            </w:rPr>
            <w:fldChar w:fldCharType="begin"/>
          </w:r>
          <w:r w:rsidRPr="006E4005">
            <w:rPr>
              <w:rFonts w:eastAsia="Calibri" w:cs="Arial"/>
            </w:rPr>
            <w:instrText>PAGE   \* MERGEFORMAT</w:instrText>
          </w:r>
          <w:r w:rsidRPr="006E4005">
            <w:rPr>
              <w:rFonts w:eastAsia="Calibri" w:cs="Arial"/>
            </w:rPr>
            <w:fldChar w:fldCharType="separate"/>
          </w:r>
          <w:r>
            <w:rPr>
              <w:rFonts w:eastAsia="Calibri" w:cs="Arial"/>
            </w:rPr>
            <w:t>1</w:t>
          </w:r>
          <w:r w:rsidRPr="006E4005">
            <w:rPr>
              <w:rFonts w:eastAsia="Calibri" w:cs="Arial"/>
            </w:rPr>
            <w:fldChar w:fldCharType="end"/>
          </w:r>
          <w:r>
            <w:rPr>
              <w:rFonts w:eastAsia="Times New Roman" w:cs="Times New Roman"/>
              <w:sz w:val="24"/>
              <w:szCs w:val="20"/>
              <w:lang w:eastAsia="zh-CN"/>
            </w:rPr>
            <w:fldChar w:fldCharType="begin"/>
          </w:r>
          <w:r>
            <w:rPr>
              <w:rFonts w:eastAsia="Times New Roman" w:cs="Times New Roman"/>
              <w:sz w:val="24"/>
              <w:szCs w:val="20"/>
              <w:lang w:eastAsia="zh-CN"/>
            </w:rPr>
            <w:fldChar w:fldCharType="separate"/>
          </w:r>
          <w:r>
            <w:rPr>
              <w:rFonts w:eastAsia="Calibri" w:cs="Arial"/>
              <w:lang w:eastAsia="pt-BR"/>
            </w:rPr>
            <w:t>24</w:t>
          </w:r>
          <w:r>
            <w:rPr>
              <w:rFonts w:eastAsia="Calibri" w:cs="Arial"/>
              <w:lang w:eastAsia="pt-BR"/>
            </w:rPr>
            <w:fldChar w:fldCharType="end"/>
          </w:r>
          <w:r>
            <w:rPr>
              <w:rFonts w:eastAsia="Calibri" w:cs="Arial"/>
            </w:rPr>
            <w:t xml:space="preserve"> de </w:t>
          </w:r>
          <w:r>
            <w:rPr>
              <w:rFonts w:eastAsia="Calibri" w:cs="Arial"/>
            </w:rPr>
            <w:fldChar w:fldCharType="begin"/>
          </w:r>
          <w:r>
            <w:rPr>
              <w:rFonts w:eastAsia="Calibri" w:cs="Arial"/>
            </w:rPr>
            <w:instrText xml:space="preserve"> NUMPAGES \* ARABIC </w:instrText>
          </w:r>
          <w:r>
            <w:rPr>
              <w:rFonts w:eastAsia="Calibri" w:cs="Arial"/>
            </w:rPr>
            <w:fldChar w:fldCharType="separate"/>
          </w:r>
          <w:r>
            <w:rPr>
              <w:rFonts w:eastAsia="Calibri" w:cs="Arial"/>
            </w:rPr>
            <w:t>108</w:t>
          </w:r>
          <w:r>
            <w:rPr>
              <w:rFonts w:eastAsia="Calibri" w:cs="Arial"/>
            </w:rPr>
            <w:fldChar w:fldCharType="end"/>
          </w:r>
        </w:p>
        <w:p w14:paraId="4C61FE51" w14:textId="77777777" w:rsidR="00CB4F41" w:rsidRDefault="00CB4F41" w:rsidP="00581E88">
          <w:pPr>
            <w:snapToGrid w:val="0"/>
            <w:rPr>
              <w:rFonts w:eastAsia="Calibri" w:cs="Arial"/>
              <w:b/>
              <w:i/>
              <w:lang w:eastAsia="pt-BR"/>
            </w:rPr>
          </w:pPr>
        </w:p>
      </w:tc>
    </w:tr>
  </w:tbl>
  <w:p w14:paraId="6CD54503" w14:textId="77777777" w:rsidR="00581E88" w:rsidRDefault="00581E88" w:rsidP="00581E88">
    <w:pPr>
      <w:snapToGrid w:val="0"/>
      <w:spacing w:after="0"/>
      <w:ind w:firstLine="1134"/>
      <w:rPr>
        <w:rFonts w:eastAsia="Calibri" w:cs="Arial"/>
        <w:b/>
        <w:i/>
        <w:lang w:eastAsia="pt-BR"/>
      </w:rPr>
    </w:pPr>
  </w:p>
  <w:p w14:paraId="69BE0CCF" w14:textId="2AFB88CC" w:rsidR="00203768" w:rsidRDefault="0020376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14D9C" w14:textId="77777777" w:rsidR="00203768" w:rsidRDefault="00203768">
    <w:pPr>
      <w:spacing w:after="0"/>
      <w:ind w:left="-850" w:right="11342"/>
    </w:pPr>
    <w:r>
      <w:rPr>
        <w:noProof/>
      </w:rPr>
      <mc:AlternateContent>
        <mc:Choice Requires="wpg">
          <w:drawing>
            <wp:anchor distT="0" distB="0" distL="114300" distR="114300" simplePos="0" relativeHeight="251658242" behindDoc="0" locked="0" layoutInCell="1" allowOverlap="1" wp14:anchorId="154D5674" wp14:editId="52FA59AF">
              <wp:simplePos x="0" y="0"/>
              <wp:positionH relativeFrom="page">
                <wp:posOffset>313944</wp:posOffset>
              </wp:positionH>
              <wp:positionV relativeFrom="page">
                <wp:posOffset>144005</wp:posOffset>
              </wp:positionV>
              <wp:extent cx="7245097" cy="949337"/>
              <wp:effectExtent l="0" t="0" r="0" b="0"/>
              <wp:wrapSquare wrapText="bothSides"/>
              <wp:docPr id="94179" name="Group 94179"/>
              <wp:cNvGraphicFramePr/>
              <a:graphic xmlns:a="http://schemas.openxmlformats.org/drawingml/2006/main">
                <a:graphicData uri="http://schemas.microsoft.com/office/word/2010/wordprocessingGroup">
                  <wpg:wgp>
                    <wpg:cNvGrpSpPr/>
                    <wpg:grpSpPr>
                      <a:xfrm>
                        <a:off x="0" y="0"/>
                        <a:ext cx="7245097" cy="949337"/>
                        <a:chOff x="0" y="0"/>
                        <a:chExt cx="7245097" cy="949337"/>
                      </a:xfrm>
                    </wpg:grpSpPr>
                    <wps:wsp>
                      <wps:cNvPr id="94189" name="Rectangle 94189"/>
                      <wps:cNvSpPr/>
                      <wps:spPr>
                        <a:xfrm>
                          <a:off x="405689" y="71214"/>
                          <a:ext cx="42799" cy="171762"/>
                        </a:xfrm>
                        <a:prstGeom prst="rect">
                          <a:avLst/>
                        </a:prstGeom>
                        <a:ln>
                          <a:noFill/>
                        </a:ln>
                      </wps:spPr>
                      <wps:txbx>
                        <w:txbxContent>
                          <w:p w14:paraId="3EC74595" w14:textId="77777777" w:rsidR="00203768" w:rsidRDefault="00203768">
                            <w:r>
                              <w:rPr>
                                <w:rFonts w:ascii="Arial" w:eastAsia="Arial" w:hAnsi="Arial" w:cs="Arial"/>
                                <w:b/>
                                <w:sz w:val="18"/>
                              </w:rPr>
                              <w:t xml:space="preserve"> </w:t>
                            </w:r>
                          </w:p>
                        </w:txbxContent>
                      </wps:txbx>
                      <wps:bodyPr horzOverflow="overflow" vert="horz" lIns="0" tIns="0" rIns="0" bIns="0" rtlCol="0">
                        <a:noAutofit/>
                      </wps:bodyPr>
                    </wps:wsp>
                    <wps:wsp>
                      <wps:cNvPr id="94190" name="Rectangle 94190"/>
                      <wps:cNvSpPr/>
                      <wps:spPr>
                        <a:xfrm>
                          <a:off x="1204595" y="208374"/>
                          <a:ext cx="42799" cy="171762"/>
                        </a:xfrm>
                        <a:prstGeom prst="rect">
                          <a:avLst/>
                        </a:prstGeom>
                        <a:ln>
                          <a:noFill/>
                        </a:ln>
                      </wps:spPr>
                      <wps:txbx>
                        <w:txbxContent>
                          <w:p w14:paraId="12302BBA" w14:textId="77777777" w:rsidR="00203768" w:rsidRDefault="00203768">
                            <w:r>
                              <w:rPr>
                                <w:rFonts w:ascii="Arial" w:eastAsia="Arial" w:hAnsi="Arial" w:cs="Arial"/>
                                <w:b/>
                                <w:sz w:val="18"/>
                              </w:rPr>
                              <w:t xml:space="preserve"> </w:t>
                            </w:r>
                          </w:p>
                        </w:txbxContent>
                      </wps:txbx>
                      <wps:bodyPr horzOverflow="overflow" vert="horz" lIns="0" tIns="0" rIns="0" bIns="0" rtlCol="0">
                        <a:noAutofit/>
                      </wps:bodyPr>
                    </wps:wsp>
                    <wps:wsp>
                      <wps:cNvPr id="94191" name="Rectangle 94191"/>
                      <wps:cNvSpPr/>
                      <wps:spPr>
                        <a:xfrm>
                          <a:off x="1204595" y="346946"/>
                          <a:ext cx="500880" cy="189841"/>
                        </a:xfrm>
                        <a:prstGeom prst="rect">
                          <a:avLst/>
                        </a:prstGeom>
                        <a:ln>
                          <a:noFill/>
                        </a:ln>
                      </wps:spPr>
                      <wps:txbx>
                        <w:txbxContent>
                          <w:p w14:paraId="6CAFF6B3" w14:textId="77777777" w:rsidR="00203768" w:rsidRDefault="00203768">
                            <w:r>
                              <w:rPr>
                                <w:rFonts w:ascii="Arial" w:eastAsia="Arial" w:hAnsi="Arial" w:cs="Arial"/>
                                <w:b/>
                                <w:sz w:val="20"/>
                              </w:rPr>
                              <w:t xml:space="preserve">TCDF </w:t>
                            </w:r>
                          </w:p>
                        </w:txbxContent>
                      </wps:txbx>
                      <wps:bodyPr horzOverflow="overflow" vert="horz" lIns="0" tIns="0" rIns="0" bIns="0" rtlCol="0">
                        <a:noAutofit/>
                      </wps:bodyPr>
                    </wps:wsp>
                    <wps:wsp>
                      <wps:cNvPr id="94192" name="Rectangle 94192"/>
                      <wps:cNvSpPr/>
                      <wps:spPr>
                        <a:xfrm>
                          <a:off x="1582547" y="346946"/>
                          <a:ext cx="56698" cy="189841"/>
                        </a:xfrm>
                        <a:prstGeom prst="rect">
                          <a:avLst/>
                        </a:prstGeom>
                        <a:ln>
                          <a:noFill/>
                        </a:ln>
                      </wps:spPr>
                      <wps:txbx>
                        <w:txbxContent>
                          <w:p w14:paraId="284F9115" w14:textId="77777777" w:rsidR="00203768" w:rsidRDefault="00203768">
                            <w:r>
                              <w:rPr>
                                <w:rFonts w:ascii="Arial" w:eastAsia="Arial" w:hAnsi="Arial" w:cs="Arial"/>
                                <w:b/>
                                <w:sz w:val="20"/>
                              </w:rPr>
                              <w:t>-</w:t>
                            </w:r>
                          </w:p>
                        </w:txbxContent>
                      </wps:txbx>
                      <wps:bodyPr horzOverflow="overflow" vert="horz" lIns="0" tIns="0" rIns="0" bIns="0" rtlCol="0">
                        <a:noAutofit/>
                      </wps:bodyPr>
                    </wps:wsp>
                    <wps:wsp>
                      <wps:cNvPr id="94193" name="Rectangle 94193"/>
                      <wps:cNvSpPr/>
                      <wps:spPr>
                        <a:xfrm>
                          <a:off x="1622171" y="346946"/>
                          <a:ext cx="47304" cy="189841"/>
                        </a:xfrm>
                        <a:prstGeom prst="rect">
                          <a:avLst/>
                        </a:prstGeom>
                        <a:ln>
                          <a:noFill/>
                        </a:ln>
                      </wps:spPr>
                      <wps:txbx>
                        <w:txbxContent>
                          <w:p w14:paraId="60828977" w14:textId="77777777" w:rsidR="00203768" w:rsidRDefault="00203768">
                            <w:r>
                              <w:rPr>
                                <w:rFonts w:ascii="Arial" w:eastAsia="Arial" w:hAnsi="Arial" w:cs="Arial"/>
                                <w:b/>
                                <w:sz w:val="20"/>
                              </w:rPr>
                              <w:t xml:space="preserve"> </w:t>
                            </w:r>
                          </w:p>
                        </w:txbxContent>
                      </wps:txbx>
                      <wps:bodyPr horzOverflow="overflow" vert="horz" lIns="0" tIns="0" rIns="0" bIns="0" rtlCol="0">
                        <a:noAutofit/>
                      </wps:bodyPr>
                    </wps:wsp>
                    <wps:wsp>
                      <wps:cNvPr id="94194" name="Rectangle 94194"/>
                      <wps:cNvSpPr/>
                      <wps:spPr>
                        <a:xfrm>
                          <a:off x="1655699" y="346946"/>
                          <a:ext cx="3117967" cy="189841"/>
                        </a:xfrm>
                        <a:prstGeom prst="rect">
                          <a:avLst/>
                        </a:prstGeom>
                        <a:ln>
                          <a:noFill/>
                        </a:ln>
                      </wps:spPr>
                      <wps:txbx>
                        <w:txbxContent>
                          <w:p w14:paraId="640D5774" w14:textId="77777777" w:rsidR="00203768" w:rsidRDefault="00203768">
                            <w:r>
                              <w:rPr>
                                <w:rFonts w:ascii="Arial" w:eastAsia="Arial" w:hAnsi="Arial" w:cs="Arial"/>
                                <w:b/>
                                <w:sz w:val="20"/>
                              </w:rPr>
                              <w:t xml:space="preserve">Tribunal de Contas do Distrito Federal </w:t>
                            </w:r>
                          </w:p>
                        </w:txbxContent>
                      </wps:txbx>
                      <wps:bodyPr horzOverflow="overflow" vert="horz" lIns="0" tIns="0" rIns="0" bIns="0" rtlCol="0">
                        <a:noAutofit/>
                      </wps:bodyPr>
                    </wps:wsp>
                    <wps:wsp>
                      <wps:cNvPr id="94195" name="Rectangle 94195"/>
                      <wps:cNvSpPr/>
                      <wps:spPr>
                        <a:xfrm>
                          <a:off x="4000500" y="346946"/>
                          <a:ext cx="47304" cy="189841"/>
                        </a:xfrm>
                        <a:prstGeom prst="rect">
                          <a:avLst/>
                        </a:prstGeom>
                        <a:ln>
                          <a:noFill/>
                        </a:ln>
                      </wps:spPr>
                      <wps:txbx>
                        <w:txbxContent>
                          <w:p w14:paraId="4575AC65" w14:textId="77777777" w:rsidR="00203768" w:rsidRDefault="00203768">
                            <w:r>
                              <w:rPr>
                                <w:rFonts w:ascii="Arial" w:eastAsia="Arial" w:hAnsi="Arial" w:cs="Arial"/>
                                <w:b/>
                                <w:sz w:val="20"/>
                              </w:rPr>
                              <w:t xml:space="preserve"> </w:t>
                            </w:r>
                          </w:p>
                        </w:txbxContent>
                      </wps:txbx>
                      <wps:bodyPr horzOverflow="overflow" vert="horz" lIns="0" tIns="0" rIns="0" bIns="0" rtlCol="0">
                        <a:noAutofit/>
                      </wps:bodyPr>
                    </wps:wsp>
                    <wps:wsp>
                      <wps:cNvPr id="94214" name="Rectangle 94214"/>
                      <wps:cNvSpPr/>
                      <wps:spPr>
                        <a:xfrm>
                          <a:off x="5985637" y="324879"/>
                          <a:ext cx="56314" cy="226002"/>
                        </a:xfrm>
                        <a:prstGeom prst="rect">
                          <a:avLst/>
                        </a:prstGeom>
                        <a:ln>
                          <a:noFill/>
                        </a:ln>
                      </wps:spPr>
                      <wps:txbx>
                        <w:txbxContent>
                          <w:p w14:paraId="593C0944" w14:textId="77777777" w:rsidR="00203768" w:rsidRDefault="00203768">
                            <w:r>
                              <w:rPr>
                                <w:rFonts w:ascii="Arial" w:eastAsia="Arial" w:hAnsi="Arial" w:cs="Arial"/>
                                <w:sz w:val="24"/>
                              </w:rPr>
                              <w:t xml:space="preserve"> </w:t>
                            </w:r>
                          </w:p>
                        </w:txbxContent>
                      </wps:txbx>
                      <wps:bodyPr horzOverflow="overflow" vert="horz" lIns="0" tIns="0" rIns="0" bIns="0" rtlCol="0">
                        <a:noAutofit/>
                      </wps:bodyPr>
                    </wps:wsp>
                    <wps:wsp>
                      <wps:cNvPr id="94196" name="Rectangle 94196"/>
                      <wps:cNvSpPr/>
                      <wps:spPr>
                        <a:xfrm>
                          <a:off x="1204595" y="501236"/>
                          <a:ext cx="476438" cy="171762"/>
                        </a:xfrm>
                        <a:prstGeom prst="rect">
                          <a:avLst/>
                        </a:prstGeom>
                        <a:ln>
                          <a:noFill/>
                        </a:ln>
                      </wps:spPr>
                      <wps:txbx>
                        <w:txbxContent>
                          <w:p w14:paraId="7A8D3918" w14:textId="77777777" w:rsidR="00203768" w:rsidRDefault="00203768">
                            <w:r>
                              <w:rPr>
                                <w:rFonts w:ascii="Arial" w:eastAsia="Arial" w:hAnsi="Arial" w:cs="Arial"/>
                                <w:sz w:val="18"/>
                              </w:rPr>
                              <w:t xml:space="preserve">SELIP </w:t>
                            </w:r>
                          </w:p>
                        </w:txbxContent>
                      </wps:txbx>
                      <wps:bodyPr horzOverflow="overflow" vert="horz" lIns="0" tIns="0" rIns="0" bIns="0" rtlCol="0">
                        <a:noAutofit/>
                      </wps:bodyPr>
                    </wps:wsp>
                    <wps:wsp>
                      <wps:cNvPr id="94197" name="Rectangle 94197"/>
                      <wps:cNvSpPr/>
                      <wps:spPr>
                        <a:xfrm>
                          <a:off x="1561211" y="501236"/>
                          <a:ext cx="51299" cy="171762"/>
                        </a:xfrm>
                        <a:prstGeom prst="rect">
                          <a:avLst/>
                        </a:prstGeom>
                        <a:ln>
                          <a:noFill/>
                        </a:ln>
                      </wps:spPr>
                      <wps:txbx>
                        <w:txbxContent>
                          <w:p w14:paraId="6603D36A" w14:textId="77777777" w:rsidR="00203768" w:rsidRDefault="00203768">
                            <w:r>
                              <w:rPr>
                                <w:rFonts w:ascii="Arial" w:eastAsia="Arial" w:hAnsi="Arial" w:cs="Arial"/>
                                <w:sz w:val="18"/>
                              </w:rPr>
                              <w:t>-</w:t>
                            </w:r>
                          </w:p>
                        </w:txbxContent>
                      </wps:txbx>
                      <wps:bodyPr horzOverflow="overflow" vert="horz" lIns="0" tIns="0" rIns="0" bIns="0" rtlCol="0">
                        <a:noAutofit/>
                      </wps:bodyPr>
                    </wps:wsp>
                    <wps:wsp>
                      <wps:cNvPr id="94198" name="Rectangle 94198"/>
                      <wps:cNvSpPr/>
                      <wps:spPr>
                        <a:xfrm>
                          <a:off x="1600835" y="501236"/>
                          <a:ext cx="42799" cy="171762"/>
                        </a:xfrm>
                        <a:prstGeom prst="rect">
                          <a:avLst/>
                        </a:prstGeom>
                        <a:ln>
                          <a:noFill/>
                        </a:ln>
                      </wps:spPr>
                      <wps:txbx>
                        <w:txbxContent>
                          <w:p w14:paraId="160587C9" w14:textId="77777777" w:rsidR="00203768" w:rsidRDefault="00203768">
                            <w:r>
                              <w:rPr>
                                <w:rFonts w:ascii="Arial" w:eastAsia="Arial" w:hAnsi="Arial" w:cs="Arial"/>
                                <w:sz w:val="18"/>
                              </w:rPr>
                              <w:t xml:space="preserve"> </w:t>
                            </w:r>
                          </w:p>
                        </w:txbxContent>
                      </wps:txbx>
                      <wps:bodyPr horzOverflow="overflow" vert="horz" lIns="0" tIns="0" rIns="0" bIns="0" rtlCol="0">
                        <a:noAutofit/>
                      </wps:bodyPr>
                    </wps:wsp>
                    <wps:wsp>
                      <wps:cNvPr id="94199" name="Rectangle 94199"/>
                      <wps:cNvSpPr/>
                      <wps:spPr>
                        <a:xfrm>
                          <a:off x="1634363" y="501236"/>
                          <a:ext cx="3061533" cy="171762"/>
                        </a:xfrm>
                        <a:prstGeom prst="rect">
                          <a:avLst/>
                        </a:prstGeom>
                        <a:ln>
                          <a:noFill/>
                        </a:ln>
                      </wps:spPr>
                      <wps:txbx>
                        <w:txbxContent>
                          <w:p w14:paraId="6D8B7AEB" w14:textId="77777777" w:rsidR="00203768" w:rsidRDefault="00203768">
                            <w:r>
                              <w:rPr>
                                <w:rFonts w:ascii="Arial" w:eastAsia="Arial" w:hAnsi="Arial" w:cs="Arial"/>
                                <w:sz w:val="18"/>
                              </w:rPr>
                              <w:t>Secretaria de Licitação, Material e Patrimônio</w:t>
                            </w:r>
                          </w:p>
                        </w:txbxContent>
                      </wps:txbx>
                      <wps:bodyPr horzOverflow="overflow" vert="horz" lIns="0" tIns="0" rIns="0" bIns="0" rtlCol="0">
                        <a:noAutofit/>
                      </wps:bodyPr>
                    </wps:wsp>
                    <wps:wsp>
                      <wps:cNvPr id="94200" name="Rectangle 94200"/>
                      <wps:cNvSpPr/>
                      <wps:spPr>
                        <a:xfrm>
                          <a:off x="3939540" y="468135"/>
                          <a:ext cx="56314" cy="226002"/>
                        </a:xfrm>
                        <a:prstGeom prst="rect">
                          <a:avLst/>
                        </a:prstGeom>
                        <a:ln>
                          <a:noFill/>
                        </a:ln>
                      </wps:spPr>
                      <wps:txbx>
                        <w:txbxContent>
                          <w:p w14:paraId="2229C366" w14:textId="77777777" w:rsidR="00203768" w:rsidRDefault="00203768">
                            <w:r>
                              <w:rPr>
                                <w:rFonts w:ascii="Arial" w:eastAsia="Arial" w:hAnsi="Arial" w:cs="Arial"/>
                                <w:sz w:val="24"/>
                              </w:rPr>
                              <w:t xml:space="preserve"> </w:t>
                            </w:r>
                          </w:p>
                        </w:txbxContent>
                      </wps:txbx>
                      <wps:bodyPr horzOverflow="overflow" vert="horz" lIns="0" tIns="0" rIns="0" bIns="0" rtlCol="0">
                        <a:noAutofit/>
                      </wps:bodyPr>
                    </wps:wsp>
                    <wps:wsp>
                      <wps:cNvPr id="94201" name="Rectangle 94201"/>
                      <wps:cNvSpPr/>
                      <wps:spPr>
                        <a:xfrm>
                          <a:off x="1204595" y="638396"/>
                          <a:ext cx="549532" cy="171762"/>
                        </a:xfrm>
                        <a:prstGeom prst="rect">
                          <a:avLst/>
                        </a:prstGeom>
                        <a:ln>
                          <a:noFill/>
                        </a:ln>
                      </wps:spPr>
                      <wps:txbx>
                        <w:txbxContent>
                          <w:p w14:paraId="4112F2F7" w14:textId="77777777" w:rsidR="00203768" w:rsidRDefault="00203768">
                            <w:r>
                              <w:rPr>
                                <w:rFonts w:ascii="Arial" w:eastAsia="Arial" w:hAnsi="Arial" w:cs="Arial"/>
                                <w:sz w:val="18"/>
                              </w:rPr>
                              <w:t xml:space="preserve">SESAP </w:t>
                            </w:r>
                          </w:p>
                        </w:txbxContent>
                      </wps:txbx>
                      <wps:bodyPr horzOverflow="overflow" vert="horz" lIns="0" tIns="0" rIns="0" bIns="0" rtlCol="0">
                        <a:noAutofit/>
                      </wps:bodyPr>
                    </wps:wsp>
                    <wps:wsp>
                      <wps:cNvPr id="94202" name="Rectangle 94202"/>
                      <wps:cNvSpPr/>
                      <wps:spPr>
                        <a:xfrm>
                          <a:off x="1619123" y="638396"/>
                          <a:ext cx="51299" cy="171762"/>
                        </a:xfrm>
                        <a:prstGeom prst="rect">
                          <a:avLst/>
                        </a:prstGeom>
                        <a:ln>
                          <a:noFill/>
                        </a:ln>
                      </wps:spPr>
                      <wps:txbx>
                        <w:txbxContent>
                          <w:p w14:paraId="060DD86A" w14:textId="77777777" w:rsidR="00203768" w:rsidRDefault="00203768">
                            <w:r>
                              <w:rPr>
                                <w:rFonts w:ascii="Arial" w:eastAsia="Arial" w:hAnsi="Arial" w:cs="Arial"/>
                                <w:sz w:val="18"/>
                              </w:rPr>
                              <w:t>-</w:t>
                            </w:r>
                          </w:p>
                        </w:txbxContent>
                      </wps:txbx>
                      <wps:bodyPr horzOverflow="overflow" vert="horz" lIns="0" tIns="0" rIns="0" bIns="0" rtlCol="0">
                        <a:noAutofit/>
                      </wps:bodyPr>
                    </wps:wsp>
                    <wps:wsp>
                      <wps:cNvPr id="94203" name="Rectangle 94203"/>
                      <wps:cNvSpPr/>
                      <wps:spPr>
                        <a:xfrm>
                          <a:off x="1655699" y="638396"/>
                          <a:ext cx="42799" cy="171762"/>
                        </a:xfrm>
                        <a:prstGeom prst="rect">
                          <a:avLst/>
                        </a:prstGeom>
                        <a:ln>
                          <a:noFill/>
                        </a:ln>
                      </wps:spPr>
                      <wps:txbx>
                        <w:txbxContent>
                          <w:p w14:paraId="51A509C4" w14:textId="77777777" w:rsidR="00203768" w:rsidRDefault="00203768">
                            <w:r>
                              <w:rPr>
                                <w:rFonts w:ascii="Arial" w:eastAsia="Arial" w:hAnsi="Arial" w:cs="Arial"/>
                                <w:sz w:val="18"/>
                              </w:rPr>
                              <w:t xml:space="preserve"> </w:t>
                            </w:r>
                          </w:p>
                        </w:txbxContent>
                      </wps:txbx>
                      <wps:bodyPr horzOverflow="overflow" vert="horz" lIns="0" tIns="0" rIns="0" bIns="0" rtlCol="0">
                        <a:noAutofit/>
                      </wps:bodyPr>
                    </wps:wsp>
                    <wps:wsp>
                      <wps:cNvPr id="94204" name="Rectangle 94204"/>
                      <wps:cNvSpPr/>
                      <wps:spPr>
                        <a:xfrm>
                          <a:off x="1689481" y="638396"/>
                          <a:ext cx="3116064" cy="171762"/>
                        </a:xfrm>
                        <a:prstGeom prst="rect">
                          <a:avLst/>
                        </a:prstGeom>
                        <a:ln>
                          <a:noFill/>
                        </a:ln>
                      </wps:spPr>
                      <wps:txbx>
                        <w:txbxContent>
                          <w:p w14:paraId="6653A655" w14:textId="77777777" w:rsidR="00203768" w:rsidRDefault="00203768">
                            <w:r>
                              <w:rPr>
                                <w:rFonts w:ascii="Arial" w:eastAsia="Arial" w:hAnsi="Arial" w:cs="Arial"/>
                                <w:sz w:val="18"/>
                              </w:rPr>
                              <w:t>Secretaria de Engenharia e Serviços de Apoio</w:t>
                            </w:r>
                          </w:p>
                        </w:txbxContent>
                      </wps:txbx>
                      <wps:bodyPr horzOverflow="overflow" vert="horz" lIns="0" tIns="0" rIns="0" bIns="0" rtlCol="0">
                        <a:noAutofit/>
                      </wps:bodyPr>
                    </wps:wsp>
                    <wps:wsp>
                      <wps:cNvPr id="94205" name="Rectangle 94205"/>
                      <wps:cNvSpPr/>
                      <wps:spPr>
                        <a:xfrm>
                          <a:off x="4034028" y="638396"/>
                          <a:ext cx="42799" cy="171762"/>
                        </a:xfrm>
                        <a:prstGeom prst="rect">
                          <a:avLst/>
                        </a:prstGeom>
                        <a:ln>
                          <a:noFill/>
                        </a:ln>
                      </wps:spPr>
                      <wps:txbx>
                        <w:txbxContent>
                          <w:p w14:paraId="34044C3B" w14:textId="77777777" w:rsidR="00203768" w:rsidRDefault="00203768">
                            <w:r>
                              <w:rPr>
                                <w:rFonts w:ascii="Arial" w:eastAsia="Arial" w:hAnsi="Arial" w:cs="Arial"/>
                                <w:sz w:val="18"/>
                              </w:rPr>
                              <w:t xml:space="preserve"> </w:t>
                            </w:r>
                          </w:p>
                        </w:txbxContent>
                      </wps:txbx>
                      <wps:bodyPr horzOverflow="overflow" vert="horz" lIns="0" tIns="0" rIns="0" bIns="0" rtlCol="0">
                        <a:noAutofit/>
                      </wps:bodyPr>
                    </wps:wsp>
                    <wps:wsp>
                      <wps:cNvPr id="94206" name="Rectangle 94206"/>
                      <wps:cNvSpPr/>
                      <wps:spPr>
                        <a:xfrm>
                          <a:off x="1204595" y="775556"/>
                          <a:ext cx="204094" cy="171762"/>
                        </a:xfrm>
                        <a:prstGeom prst="rect">
                          <a:avLst/>
                        </a:prstGeom>
                        <a:ln>
                          <a:noFill/>
                        </a:ln>
                      </wps:spPr>
                      <wps:txbx>
                        <w:txbxContent>
                          <w:p w14:paraId="607B3674" w14:textId="77777777" w:rsidR="00203768" w:rsidRDefault="00203768">
                            <w:r>
                              <w:rPr>
                                <w:rFonts w:ascii="Arial" w:eastAsia="Arial" w:hAnsi="Arial" w:cs="Arial"/>
                                <w:sz w:val="18"/>
                              </w:rPr>
                              <w:t>SE</w:t>
                            </w:r>
                          </w:p>
                        </w:txbxContent>
                      </wps:txbx>
                      <wps:bodyPr horzOverflow="overflow" vert="horz" lIns="0" tIns="0" rIns="0" bIns="0" rtlCol="0">
                        <a:noAutofit/>
                      </wps:bodyPr>
                    </wps:wsp>
                    <wps:wsp>
                      <wps:cNvPr id="94207" name="Rectangle 94207"/>
                      <wps:cNvSpPr/>
                      <wps:spPr>
                        <a:xfrm>
                          <a:off x="1356995" y="775556"/>
                          <a:ext cx="338311" cy="171762"/>
                        </a:xfrm>
                        <a:prstGeom prst="rect">
                          <a:avLst/>
                        </a:prstGeom>
                        <a:ln>
                          <a:noFill/>
                        </a:ln>
                      </wps:spPr>
                      <wps:txbx>
                        <w:txbxContent>
                          <w:p w14:paraId="78C9A775" w14:textId="77777777" w:rsidR="00203768" w:rsidRDefault="00203768">
                            <w:r>
                              <w:rPr>
                                <w:rFonts w:ascii="Arial" w:eastAsia="Arial" w:hAnsi="Arial" w:cs="Arial"/>
                                <w:sz w:val="18"/>
                              </w:rPr>
                              <w:t>MAN</w:t>
                            </w:r>
                          </w:p>
                        </w:txbxContent>
                      </wps:txbx>
                      <wps:bodyPr horzOverflow="overflow" vert="horz" lIns="0" tIns="0" rIns="0" bIns="0" rtlCol="0">
                        <a:noAutofit/>
                      </wps:bodyPr>
                    </wps:wsp>
                    <wps:wsp>
                      <wps:cNvPr id="94208" name="Rectangle 94208"/>
                      <wps:cNvSpPr/>
                      <wps:spPr>
                        <a:xfrm>
                          <a:off x="1609979" y="775556"/>
                          <a:ext cx="42799" cy="171762"/>
                        </a:xfrm>
                        <a:prstGeom prst="rect">
                          <a:avLst/>
                        </a:prstGeom>
                        <a:ln>
                          <a:noFill/>
                        </a:ln>
                      </wps:spPr>
                      <wps:txbx>
                        <w:txbxContent>
                          <w:p w14:paraId="4C0BC424" w14:textId="77777777" w:rsidR="00203768" w:rsidRDefault="00203768">
                            <w:r>
                              <w:rPr>
                                <w:rFonts w:ascii="Arial" w:eastAsia="Arial" w:hAnsi="Arial" w:cs="Arial"/>
                                <w:sz w:val="18"/>
                              </w:rPr>
                              <w:t xml:space="preserve"> </w:t>
                            </w:r>
                          </w:p>
                        </w:txbxContent>
                      </wps:txbx>
                      <wps:bodyPr horzOverflow="overflow" vert="horz" lIns="0" tIns="0" rIns="0" bIns="0" rtlCol="0">
                        <a:noAutofit/>
                      </wps:bodyPr>
                    </wps:wsp>
                    <wps:wsp>
                      <wps:cNvPr id="94209" name="Rectangle 94209"/>
                      <wps:cNvSpPr/>
                      <wps:spPr>
                        <a:xfrm>
                          <a:off x="1643507" y="775556"/>
                          <a:ext cx="51299" cy="171762"/>
                        </a:xfrm>
                        <a:prstGeom prst="rect">
                          <a:avLst/>
                        </a:prstGeom>
                        <a:ln>
                          <a:noFill/>
                        </a:ln>
                      </wps:spPr>
                      <wps:txbx>
                        <w:txbxContent>
                          <w:p w14:paraId="4609BDA6" w14:textId="77777777" w:rsidR="00203768" w:rsidRDefault="00203768">
                            <w:r>
                              <w:rPr>
                                <w:rFonts w:ascii="Arial" w:eastAsia="Arial" w:hAnsi="Arial" w:cs="Arial"/>
                                <w:sz w:val="18"/>
                              </w:rPr>
                              <w:t>-</w:t>
                            </w:r>
                          </w:p>
                        </w:txbxContent>
                      </wps:txbx>
                      <wps:bodyPr horzOverflow="overflow" vert="horz" lIns="0" tIns="0" rIns="0" bIns="0" rtlCol="0">
                        <a:noAutofit/>
                      </wps:bodyPr>
                    </wps:wsp>
                    <wps:wsp>
                      <wps:cNvPr id="94210" name="Rectangle 94210"/>
                      <wps:cNvSpPr/>
                      <wps:spPr>
                        <a:xfrm>
                          <a:off x="1683385" y="775556"/>
                          <a:ext cx="42799" cy="171762"/>
                        </a:xfrm>
                        <a:prstGeom prst="rect">
                          <a:avLst/>
                        </a:prstGeom>
                        <a:ln>
                          <a:noFill/>
                        </a:ln>
                      </wps:spPr>
                      <wps:txbx>
                        <w:txbxContent>
                          <w:p w14:paraId="41666190" w14:textId="77777777" w:rsidR="00203768" w:rsidRDefault="00203768">
                            <w:r>
                              <w:rPr>
                                <w:rFonts w:ascii="Arial" w:eastAsia="Arial" w:hAnsi="Arial" w:cs="Arial"/>
                                <w:sz w:val="18"/>
                              </w:rPr>
                              <w:t xml:space="preserve"> </w:t>
                            </w:r>
                          </w:p>
                        </w:txbxContent>
                      </wps:txbx>
                      <wps:bodyPr horzOverflow="overflow" vert="horz" lIns="0" tIns="0" rIns="0" bIns="0" rtlCol="0">
                        <a:noAutofit/>
                      </wps:bodyPr>
                    </wps:wsp>
                    <wps:wsp>
                      <wps:cNvPr id="94211" name="Rectangle 94211"/>
                      <wps:cNvSpPr/>
                      <wps:spPr>
                        <a:xfrm>
                          <a:off x="1716913" y="775556"/>
                          <a:ext cx="755723" cy="171762"/>
                        </a:xfrm>
                        <a:prstGeom prst="rect">
                          <a:avLst/>
                        </a:prstGeom>
                        <a:ln>
                          <a:noFill/>
                        </a:ln>
                      </wps:spPr>
                      <wps:txbx>
                        <w:txbxContent>
                          <w:p w14:paraId="61D93DFA" w14:textId="77777777" w:rsidR="00203768" w:rsidRDefault="00203768">
                            <w:r>
                              <w:rPr>
                                <w:rFonts w:ascii="Arial" w:eastAsia="Arial" w:hAnsi="Arial" w:cs="Arial"/>
                                <w:sz w:val="18"/>
                              </w:rPr>
                              <w:t xml:space="preserve">Serviço de </w:t>
                            </w:r>
                          </w:p>
                        </w:txbxContent>
                      </wps:txbx>
                      <wps:bodyPr horzOverflow="overflow" vert="horz" lIns="0" tIns="0" rIns="0" bIns="0" rtlCol="0">
                        <a:noAutofit/>
                      </wps:bodyPr>
                    </wps:wsp>
                    <wps:wsp>
                      <wps:cNvPr id="94212" name="Rectangle 94212"/>
                      <wps:cNvSpPr/>
                      <wps:spPr>
                        <a:xfrm>
                          <a:off x="2286889" y="775556"/>
                          <a:ext cx="835569" cy="171762"/>
                        </a:xfrm>
                        <a:prstGeom prst="rect">
                          <a:avLst/>
                        </a:prstGeom>
                        <a:ln>
                          <a:noFill/>
                        </a:ln>
                      </wps:spPr>
                      <wps:txbx>
                        <w:txbxContent>
                          <w:p w14:paraId="2CB35C65" w14:textId="77777777" w:rsidR="00203768" w:rsidRDefault="00203768">
                            <w:r>
                              <w:rPr>
                                <w:rFonts w:ascii="Arial" w:eastAsia="Arial" w:hAnsi="Arial" w:cs="Arial"/>
                                <w:sz w:val="18"/>
                              </w:rPr>
                              <w:t>Manutenção</w:t>
                            </w:r>
                          </w:p>
                        </w:txbxContent>
                      </wps:txbx>
                      <wps:bodyPr horzOverflow="overflow" vert="horz" lIns="0" tIns="0" rIns="0" bIns="0" rtlCol="0">
                        <a:noAutofit/>
                      </wps:bodyPr>
                    </wps:wsp>
                    <wps:wsp>
                      <wps:cNvPr id="94213" name="Rectangle 94213"/>
                      <wps:cNvSpPr/>
                      <wps:spPr>
                        <a:xfrm>
                          <a:off x="2915158" y="742455"/>
                          <a:ext cx="56315" cy="226002"/>
                        </a:xfrm>
                        <a:prstGeom prst="rect">
                          <a:avLst/>
                        </a:prstGeom>
                        <a:ln>
                          <a:noFill/>
                        </a:ln>
                      </wps:spPr>
                      <wps:txbx>
                        <w:txbxContent>
                          <w:p w14:paraId="43000040" w14:textId="77777777" w:rsidR="00203768" w:rsidRDefault="00203768">
                            <w:r>
                              <w:rPr>
                                <w:rFonts w:ascii="Arial" w:eastAsia="Arial" w:hAnsi="Arial" w:cs="Arial"/>
                                <w:sz w:val="24"/>
                              </w:rPr>
                              <w:t xml:space="preserve"> </w:t>
                            </w:r>
                          </w:p>
                        </w:txbxContent>
                      </wps:txbx>
                      <wps:bodyPr horzOverflow="overflow" vert="horz" lIns="0" tIns="0" rIns="0" bIns="0" rtlCol="0">
                        <a:noAutofit/>
                      </wps:bodyPr>
                    </wps:wsp>
                    <pic:pic xmlns:pic="http://schemas.openxmlformats.org/drawingml/2006/picture">
                      <pic:nvPicPr>
                        <pic:cNvPr id="94180" name="Picture 94180"/>
                        <pic:cNvPicPr/>
                      </pic:nvPicPr>
                      <pic:blipFill>
                        <a:blip r:embed="rId1"/>
                        <a:stretch>
                          <a:fillRect/>
                        </a:stretch>
                      </pic:blipFill>
                      <pic:spPr>
                        <a:xfrm>
                          <a:off x="385153" y="238366"/>
                          <a:ext cx="703021" cy="710971"/>
                        </a:xfrm>
                        <a:prstGeom prst="rect">
                          <a:avLst/>
                        </a:prstGeom>
                      </pic:spPr>
                    </pic:pic>
                    <wps:wsp>
                      <wps:cNvPr id="98247" name="Shape 98247"/>
                      <wps:cNvSpPr/>
                      <wps:spPr>
                        <a:xfrm>
                          <a:off x="0" y="6021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248" name="Shape 98248"/>
                      <wps:cNvSpPr/>
                      <wps:spPr>
                        <a:xfrm>
                          <a:off x="12192" y="60210"/>
                          <a:ext cx="6909562" cy="12192"/>
                        </a:xfrm>
                        <a:custGeom>
                          <a:avLst/>
                          <a:gdLst/>
                          <a:ahLst/>
                          <a:cxnLst/>
                          <a:rect l="0" t="0" r="0" b="0"/>
                          <a:pathLst>
                            <a:path w="6909562" h="12192">
                              <a:moveTo>
                                <a:pt x="0" y="0"/>
                              </a:moveTo>
                              <a:lnTo>
                                <a:pt x="6909562" y="0"/>
                              </a:lnTo>
                              <a:lnTo>
                                <a:pt x="690956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249" name="Shape 98249"/>
                      <wps:cNvSpPr/>
                      <wps:spPr>
                        <a:xfrm>
                          <a:off x="6921754" y="6021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4183" name="Shape 94183"/>
                      <wps:cNvSpPr/>
                      <wps:spPr>
                        <a:xfrm>
                          <a:off x="5625097" y="0"/>
                          <a:ext cx="1620000" cy="307734"/>
                        </a:xfrm>
                        <a:custGeom>
                          <a:avLst/>
                          <a:gdLst/>
                          <a:ahLst/>
                          <a:cxnLst/>
                          <a:rect l="0" t="0" r="0" b="0"/>
                          <a:pathLst>
                            <a:path w="1620000" h="307734">
                              <a:moveTo>
                                <a:pt x="95250" y="0"/>
                              </a:moveTo>
                              <a:lnTo>
                                <a:pt x="1524750" y="0"/>
                              </a:lnTo>
                              <a:cubicBezTo>
                                <a:pt x="1537221" y="0"/>
                                <a:pt x="1549680" y="2477"/>
                                <a:pt x="1561199" y="7239"/>
                              </a:cubicBezTo>
                              <a:cubicBezTo>
                                <a:pt x="1572717" y="12014"/>
                                <a:pt x="1583284" y="19076"/>
                                <a:pt x="1592097" y="27889"/>
                              </a:cubicBezTo>
                              <a:cubicBezTo>
                                <a:pt x="1600924" y="36703"/>
                                <a:pt x="1607972" y="47269"/>
                                <a:pt x="1612748" y="58788"/>
                              </a:cubicBezTo>
                              <a:cubicBezTo>
                                <a:pt x="1617523" y="70307"/>
                                <a:pt x="1620000" y="82779"/>
                                <a:pt x="1620000" y="95250"/>
                              </a:cubicBezTo>
                              <a:lnTo>
                                <a:pt x="1620000" y="212484"/>
                              </a:lnTo>
                              <a:cubicBezTo>
                                <a:pt x="1620000" y="224955"/>
                                <a:pt x="1617523" y="237413"/>
                                <a:pt x="1612748" y="248933"/>
                              </a:cubicBezTo>
                              <a:cubicBezTo>
                                <a:pt x="1607972" y="260452"/>
                                <a:pt x="1600924" y="271018"/>
                                <a:pt x="1592097" y="279832"/>
                              </a:cubicBezTo>
                              <a:cubicBezTo>
                                <a:pt x="1583284" y="288645"/>
                                <a:pt x="1572717" y="295707"/>
                                <a:pt x="1561199" y="300482"/>
                              </a:cubicBezTo>
                              <a:cubicBezTo>
                                <a:pt x="1549680" y="305257"/>
                                <a:pt x="1537221" y="307734"/>
                                <a:pt x="1524750" y="307734"/>
                              </a:cubicBezTo>
                              <a:lnTo>
                                <a:pt x="95250" y="307734"/>
                              </a:lnTo>
                              <a:cubicBezTo>
                                <a:pt x="82779" y="307734"/>
                                <a:pt x="70320" y="305257"/>
                                <a:pt x="58801" y="300482"/>
                              </a:cubicBezTo>
                              <a:cubicBezTo>
                                <a:pt x="47282" y="295707"/>
                                <a:pt x="36716" y="288645"/>
                                <a:pt x="27902" y="279832"/>
                              </a:cubicBezTo>
                              <a:cubicBezTo>
                                <a:pt x="19076" y="271018"/>
                                <a:pt x="12027" y="260452"/>
                                <a:pt x="7252" y="248933"/>
                              </a:cubicBezTo>
                              <a:cubicBezTo>
                                <a:pt x="2477" y="237413"/>
                                <a:pt x="0" y="224955"/>
                                <a:pt x="0" y="212484"/>
                              </a:cubicBezTo>
                              <a:lnTo>
                                <a:pt x="0" y="95250"/>
                              </a:lnTo>
                              <a:cubicBezTo>
                                <a:pt x="0" y="82779"/>
                                <a:pt x="2477" y="70307"/>
                                <a:pt x="7252" y="58788"/>
                              </a:cubicBezTo>
                              <a:cubicBezTo>
                                <a:pt x="12027" y="47269"/>
                                <a:pt x="19076" y="36703"/>
                                <a:pt x="27902" y="27889"/>
                              </a:cubicBezTo>
                              <a:cubicBezTo>
                                <a:pt x="36716" y="19076"/>
                                <a:pt x="47282" y="12014"/>
                                <a:pt x="58801" y="7239"/>
                              </a:cubicBezTo>
                              <a:cubicBezTo>
                                <a:pt x="70320" y="2477"/>
                                <a:pt x="82779" y="0"/>
                                <a:pt x="95250" y="0"/>
                              </a:cubicBezTo>
                              <a:close/>
                            </a:path>
                          </a:pathLst>
                        </a:custGeom>
                        <a:ln w="0" cap="sq">
                          <a:miter lim="127000"/>
                        </a:ln>
                      </wps:spPr>
                      <wps:style>
                        <a:lnRef idx="0">
                          <a:srgbClr val="000000">
                            <a:alpha val="0"/>
                          </a:srgbClr>
                        </a:lnRef>
                        <a:fillRef idx="1">
                          <a:srgbClr val="FFFFFF"/>
                        </a:fillRef>
                        <a:effectRef idx="0">
                          <a:scrgbClr r="0" g="0" b="0"/>
                        </a:effectRef>
                        <a:fontRef idx="none"/>
                      </wps:style>
                      <wps:bodyPr/>
                    </wps:wsp>
                    <wps:wsp>
                      <wps:cNvPr id="94185" name="Rectangle 94185"/>
                      <wps:cNvSpPr/>
                      <wps:spPr>
                        <a:xfrm>
                          <a:off x="6384087" y="44410"/>
                          <a:ext cx="1042513" cy="134534"/>
                        </a:xfrm>
                        <a:prstGeom prst="rect">
                          <a:avLst/>
                        </a:prstGeom>
                        <a:ln>
                          <a:noFill/>
                        </a:ln>
                      </wps:spPr>
                      <wps:txbx>
                        <w:txbxContent>
                          <w:p w14:paraId="63A6BDE3" w14:textId="77777777" w:rsidR="00203768" w:rsidRDefault="00203768">
                            <w:r>
                              <w:rPr>
                                <w:color w:val="0000FF"/>
                                <w:sz w:val="16"/>
                              </w:rPr>
                              <w:t>e-DOC</w:t>
                            </w:r>
                            <w:r>
                              <w:rPr>
                                <w:color w:val="0000FF"/>
                                <w:spacing w:val="10"/>
                                <w:sz w:val="16"/>
                              </w:rPr>
                              <w:t xml:space="preserve"> </w:t>
                            </w:r>
                            <w:r>
                              <w:rPr>
                                <w:color w:val="0000FF"/>
                                <w:sz w:val="16"/>
                              </w:rPr>
                              <w:t>F4ADA7E</w:t>
                            </w:r>
                          </w:p>
                        </w:txbxContent>
                      </wps:txbx>
                      <wps:bodyPr horzOverflow="overflow" vert="horz" lIns="0" tIns="0" rIns="0" bIns="0" rtlCol="0">
                        <a:noAutofit/>
                      </wps:bodyPr>
                    </wps:wsp>
                    <wps:wsp>
                      <wps:cNvPr id="94186" name="Rectangle 94186"/>
                      <wps:cNvSpPr/>
                      <wps:spPr>
                        <a:xfrm>
                          <a:off x="7167932" y="44410"/>
                          <a:ext cx="77293" cy="134534"/>
                        </a:xfrm>
                        <a:prstGeom prst="rect">
                          <a:avLst/>
                        </a:prstGeom>
                        <a:ln>
                          <a:noFill/>
                        </a:ln>
                      </wps:spPr>
                      <wps:txbx>
                        <w:txbxContent>
                          <w:p w14:paraId="4B1086CD" w14:textId="77777777" w:rsidR="00203768" w:rsidRDefault="00203768">
                            <w:r>
                              <w:rPr>
                                <w:color w:val="0000FF"/>
                                <w:sz w:val="16"/>
                              </w:rPr>
                              <w:t>1</w:t>
                            </w:r>
                          </w:p>
                        </w:txbxContent>
                      </wps:txbx>
                      <wps:bodyPr horzOverflow="overflow" vert="horz" lIns="0" tIns="0" rIns="0" bIns="0" rtlCol="0">
                        <a:noAutofit/>
                      </wps:bodyPr>
                    </wps:wsp>
                    <wps:wsp>
                      <wps:cNvPr id="94187" name="Rectangle 94187"/>
                      <wps:cNvSpPr/>
                      <wps:spPr>
                        <a:xfrm>
                          <a:off x="5703875" y="179233"/>
                          <a:ext cx="1952599" cy="134534"/>
                        </a:xfrm>
                        <a:prstGeom prst="rect">
                          <a:avLst/>
                        </a:prstGeom>
                        <a:ln>
                          <a:noFill/>
                        </a:ln>
                      </wps:spPr>
                      <wps:txbx>
                        <w:txbxContent>
                          <w:p w14:paraId="0D88D9DC" w14:textId="77777777" w:rsidR="00203768" w:rsidRDefault="00203768">
                            <w:r>
                              <w:rPr>
                                <w:color w:val="0000FF"/>
                                <w:sz w:val="16"/>
                              </w:rPr>
                              <w:t>Proc</w:t>
                            </w:r>
                            <w:r>
                              <w:rPr>
                                <w:color w:val="0000FF"/>
                                <w:spacing w:val="10"/>
                                <w:sz w:val="16"/>
                              </w:rPr>
                              <w:t xml:space="preserve"> </w:t>
                            </w:r>
                            <w:r>
                              <w:rPr>
                                <w:color w:val="0000FF"/>
                                <w:sz w:val="16"/>
                              </w:rPr>
                              <w:t>00600-00006619/2021-92-</w:t>
                            </w:r>
                          </w:p>
                        </w:txbxContent>
                      </wps:txbx>
                      <wps:bodyPr horzOverflow="overflow" vert="horz" lIns="0" tIns="0" rIns="0" bIns="0" rtlCol="0">
                        <a:noAutofit/>
                      </wps:bodyPr>
                    </wps:wsp>
                    <wps:wsp>
                      <wps:cNvPr id="94188" name="Rectangle 94188"/>
                      <wps:cNvSpPr/>
                      <wps:spPr>
                        <a:xfrm>
                          <a:off x="7171995" y="179233"/>
                          <a:ext cx="71889" cy="134534"/>
                        </a:xfrm>
                        <a:prstGeom prst="rect">
                          <a:avLst/>
                        </a:prstGeom>
                        <a:ln>
                          <a:noFill/>
                        </a:ln>
                      </wps:spPr>
                      <wps:txbx>
                        <w:txbxContent>
                          <w:p w14:paraId="530A0BB9" w14:textId="77777777" w:rsidR="00203768" w:rsidRDefault="00203768">
                            <w:r>
                              <w:rPr>
                                <w:color w:val="0000FF"/>
                                <w:sz w:val="16"/>
                              </w:rPr>
                              <w:t>e</w:t>
                            </w:r>
                          </w:p>
                        </w:txbxContent>
                      </wps:txbx>
                      <wps:bodyPr horzOverflow="overflow" vert="horz" lIns="0" tIns="0" rIns="0" bIns="0" rtlCol="0">
                        <a:noAutofit/>
                      </wps:bodyPr>
                    </wps:wsp>
                  </wpg:wgp>
                </a:graphicData>
              </a:graphic>
            </wp:anchor>
          </w:drawing>
        </mc:Choice>
        <mc:Fallback>
          <w:pict>
            <v:group w14:anchorId="154D5674" id="Group 94179" o:spid="_x0000_s1062" style="position:absolute;left:0;text-align:left;margin-left:24.7pt;margin-top:11.35pt;width:570.5pt;height:74.75pt;z-index:251658242;mso-position-horizontal-relative:page;mso-position-vertical-relative:page" coordsize="72450,94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">
              <v:rect id="Rectangle 94189" o:spid="_x0000_s1063" style="position:absolute;left:4056;top:712;width:428;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" filled="f" stroked="f">
                <v:textbox inset="0,0,0,0">
                  <w:txbxContent>
                    <w:p w14:paraId="3EC74595" w14:textId="77777777" w:rsidR="00203768" w:rsidRDefault="00203768">
                      <w:r>
                        <w:rPr>
                          <w:rFonts w:ascii="Arial" w:eastAsia="Arial" w:hAnsi="Arial" w:cs="Arial"/>
                          <w:b/>
                          <w:sz w:val="18"/>
                        </w:rPr>
                        <w:t xml:space="preserve"> </w:t>
                      </w:r>
                    </w:p>
                  </w:txbxContent>
                </v:textbox>
              </v:rect>
              <v:rect id="Rectangle 94190" o:spid="_x0000_s1064" style="position:absolute;left:12045;top:2083;width:428;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" filled="f" stroked="f">
                <v:textbox inset="0,0,0,0">
                  <w:txbxContent>
                    <w:p w14:paraId="12302BBA" w14:textId="77777777" w:rsidR="00203768" w:rsidRDefault="00203768">
                      <w:r>
                        <w:rPr>
                          <w:rFonts w:ascii="Arial" w:eastAsia="Arial" w:hAnsi="Arial" w:cs="Arial"/>
                          <w:b/>
                          <w:sz w:val="18"/>
                        </w:rPr>
                        <w:t xml:space="preserve"> </w:t>
                      </w:r>
                    </w:p>
                  </w:txbxContent>
                </v:textbox>
              </v:rect>
              <v:rect id="Rectangle 94191" o:spid="_x0000_s1065" style="position:absolute;left:12045;top:3469;width:5009;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" filled="f" stroked="f">
                <v:textbox inset="0,0,0,0">
                  <w:txbxContent>
                    <w:p w14:paraId="6CAFF6B3" w14:textId="77777777" w:rsidR="00203768" w:rsidRDefault="00203768">
                      <w:r>
                        <w:rPr>
                          <w:rFonts w:ascii="Arial" w:eastAsia="Arial" w:hAnsi="Arial" w:cs="Arial"/>
                          <w:b/>
                          <w:sz w:val="20"/>
                        </w:rPr>
                        <w:t xml:space="preserve">TCDF </w:t>
                      </w:r>
                    </w:p>
                  </w:txbxContent>
                </v:textbox>
              </v:rect>
              <v:rect id="Rectangle 94192" o:spid="_x0000_s1066" style="position:absolute;left:15825;top:3469;width:567;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" filled="f" stroked="f">
                <v:textbox inset="0,0,0,0">
                  <w:txbxContent>
                    <w:p w14:paraId="284F9115" w14:textId="77777777" w:rsidR="00203768" w:rsidRDefault="00203768">
                      <w:r>
                        <w:rPr>
                          <w:rFonts w:ascii="Arial" w:eastAsia="Arial" w:hAnsi="Arial" w:cs="Arial"/>
                          <w:b/>
                          <w:sz w:val="20"/>
                        </w:rPr>
                        <w:t>-</w:t>
                      </w:r>
                    </w:p>
                  </w:txbxContent>
                </v:textbox>
              </v:rect>
              <v:rect id="Rectangle 94193" o:spid="_x0000_s1067" style="position:absolute;left:16221;top:3469;width:473;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" filled="f" stroked="f">
                <v:textbox inset="0,0,0,0">
                  <w:txbxContent>
                    <w:p w14:paraId="60828977" w14:textId="77777777" w:rsidR="00203768" w:rsidRDefault="00203768">
                      <w:r>
                        <w:rPr>
                          <w:rFonts w:ascii="Arial" w:eastAsia="Arial" w:hAnsi="Arial" w:cs="Arial"/>
                          <w:b/>
                          <w:sz w:val="20"/>
                        </w:rPr>
                        <w:t xml:space="preserve"> </w:t>
                      </w:r>
                    </w:p>
                  </w:txbxContent>
                </v:textbox>
              </v:rect>
              <v:rect id="Rectangle 94194" o:spid="_x0000_s1068" style="position:absolute;left:16556;top:3469;width:31180;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" filled="f" stroked="f">
                <v:textbox inset="0,0,0,0">
                  <w:txbxContent>
                    <w:p w14:paraId="640D5774" w14:textId="77777777" w:rsidR="00203768" w:rsidRDefault="00203768">
                      <w:r>
                        <w:rPr>
                          <w:rFonts w:ascii="Arial" w:eastAsia="Arial" w:hAnsi="Arial" w:cs="Arial"/>
                          <w:b/>
                          <w:sz w:val="20"/>
                        </w:rPr>
                        <w:t xml:space="preserve">Tribunal de Contas do Distrito Federal </w:t>
                      </w:r>
                    </w:p>
                  </w:txbxContent>
                </v:textbox>
              </v:rect>
              <v:rect id="Rectangle 94195" o:spid="_x0000_s1069" style="position:absolute;left:40005;top:3469;width:473;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" filled="f" stroked="f">
                <v:textbox inset="0,0,0,0">
                  <w:txbxContent>
                    <w:p w14:paraId="4575AC65" w14:textId="77777777" w:rsidR="00203768" w:rsidRDefault="00203768">
                      <w:r>
                        <w:rPr>
                          <w:rFonts w:ascii="Arial" w:eastAsia="Arial" w:hAnsi="Arial" w:cs="Arial"/>
                          <w:b/>
                          <w:sz w:val="20"/>
                        </w:rPr>
                        <w:t xml:space="preserve"> </w:t>
                      </w:r>
                    </w:p>
                  </w:txbxContent>
                </v:textbox>
              </v:rect>
              <v:rect id="Rectangle 94214" o:spid="_x0000_s1070" style="position:absolute;left:59856;top:3248;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" filled="f" stroked="f">
                <v:textbox inset="0,0,0,0">
                  <w:txbxContent>
                    <w:p w14:paraId="593C0944" w14:textId="77777777" w:rsidR="00203768" w:rsidRDefault="00203768">
                      <w:r>
                        <w:rPr>
                          <w:rFonts w:ascii="Arial" w:eastAsia="Arial" w:hAnsi="Arial" w:cs="Arial"/>
                          <w:sz w:val="24"/>
                        </w:rPr>
                        <w:t xml:space="preserve"> </w:t>
                      </w:r>
                    </w:p>
                  </w:txbxContent>
                </v:textbox>
              </v:rect>
              <v:rect id="Rectangle 94196" o:spid="_x0000_s1071" style="position:absolute;left:12045;top:5012;width:4765;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" filled="f" stroked="f">
                <v:textbox inset="0,0,0,0">
                  <w:txbxContent>
                    <w:p w14:paraId="7A8D3918" w14:textId="77777777" w:rsidR="00203768" w:rsidRDefault="00203768">
                      <w:r>
                        <w:rPr>
                          <w:rFonts w:ascii="Arial" w:eastAsia="Arial" w:hAnsi="Arial" w:cs="Arial"/>
                          <w:sz w:val="18"/>
                        </w:rPr>
                        <w:t xml:space="preserve">SELIP </w:t>
                      </w:r>
                    </w:p>
                  </w:txbxContent>
                </v:textbox>
              </v:rect>
              <v:rect id="Rectangle 94197" o:spid="_x0000_s1072" style="position:absolute;left:15612;top:5012;width:513;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" filled="f" stroked="f">
                <v:textbox inset="0,0,0,0">
                  <w:txbxContent>
                    <w:p w14:paraId="6603D36A" w14:textId="77777777" w:rsidR="00203768" w:rsidRDefault="00203768">
                      <w:r>
                        <w:rPr>
                          <w:rFonts w:ascii="Arial" w:eastAsia="Arial" w:hAnsi="Arial" w:cs="Arial"/>
                          <w:sz w:val="18"/>
                        </w:rPr>
                        <w:t>-</w:t>
                      </w:r>
                    </w:p>
                  </w:txbxContent>
                </v:textbox>
              </v:rect>
              <v:rect id="Rectangle 94198" o:spid="_x0000_s1073" style="position:absolute;left:16008;top:5012;width:428;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" filled="f" stroked="f">
                <v:textbox inset="0,0,0,0">
                  <w:txbxContent>
                    <w:p w14:paraId="160587C9" w14:textId="77777777" w:rsidR="00203768" w:rsidRDefault="00203768">
                      <w:r>
                        <w:rPr>
                          <w:rFonts w:ascii="Arial" w:eastAsia="Arial" w:hAnsi="Arial" w:cs="Arial"/>
                          <w:sz w:val="18"/>
                        </w:rPr>
                        <w:t xml:space="preserve"> </w:t>
                      </w:r>
                    </w:p>
                  </w:txbxContent>
                </v:textbox>
              </v:rect>
              <v:rect id="Rectangle 94199" o:spid="_x0000_s1074" style="position:absolute;left:16343;top:5012;width:30615;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" filled="f" stroked="f">
                <v:textbox inset="0,0,0,0">
                  <w:txbxContent>
                    <w:p w14:paraId="6D8B7AEB" w14:textId="77777777" w:rsidR="00203768" w:rsidRDefault="00203768">
                      <w:r>
                        <w:rPr>
                          <w:rFonts w:ascii="Arial" w:eastAsia="Arial" w:hAnsi="Arial" w:cs="Arial"/>
                          <w:sz w:val="18"/>
                        </w:rPr>
                        <w:t>Secretaria de Licitação, Material e Patrimônio</w:t>
                      </w:r>
                    </w:p>
                  </w:txbxContent>
                </v:textbox>
              </v:rect>
              <v:rect id="Rectangle 94200" o:spid="_x0000_s1075" style="position:absolute;left:39395;top:4681;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" filled="f" stroked="f">
                <v:textbox inset="0,0,0,0">
                  <w:txbxContent>
                    <w:p w14:paraId="2229C366" w14:textId="77777777" w:rsidR="00203768" w:rsidRDefault="00203768">
                      <w:r>
                        <w:rPr>
                          <w:rFonts w:ascii="Arial" w:eastAsia="Arial" w:hAnsi="Arial" w:cs="Arial"/>
                          <w:sz w:val="24"/>
                        </w:rPr>
                        <w:t xml:space="preserve"> </w:t>
                      </w:r>
                    </w:p>
                  </w:txbxContent>
                </v:textbox>
              </v:rect>
              <v:rect id="Rectangle 94201" o:spid="_x0000_s1076" style="position:absolute;left:12045;top:6383;width:5496;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" filled="f" stroked="f">
                <v:textbox inset="0,0,0,0">
                  <w:txbxContent>
                    <w:p w14:paraId="4112F2F7" w14:textId="77777777" w:rsidR="00203768" w:rsidRDefault="00203768">
                      <w:r>
                        <w:rPr>
                          <w:rFonts w:ascii="Arial" w:eastAsia="Arial" w:hAnsi="Arial" w:cs="Arial"/>
                          <w:sz w:val="18"/>
                        </w:rPr>
                        <w:t xml:space="preserve">SESAP </w:t>
                      </w:r>
                    </w:p>
                  </w:txbxContent>
                </v:textbox>
              </v:rect>
              <v:rect id="Rectangle 94202" o:spid="_x0000_s1077" style="position:absolute;left:16191;top:6383;width:513;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" filled="f" stroked="f">
                <v:textbox inset="0,0,0,0">
                  <w:txbxContent>
                    <w:p w14:paraId="060DD86A" w14:textId="77777777" w:rsidR="00203768" w:rsidRDefault="00203768">
                      <w:r>
                        <w:rPr>
                          <w:rFonts w:ascii="Arial" w:eastAsia="Arial" w:hAnsi="Arial" w:cs="Arial"/>
                          <w:sz w:val="18"/>
                        </w:rPr>
                        <w:t>-</w:t>
                      </w:r>
                    </w:p>
                  </w:txbxContent>
                </v:textbox>
              </v:rect>
              <v:rect id="Rectangle 94203" o:spid="_x0000_s1078" style="position:absolute;left:16556;top:6383;width:428;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" filled="f" stroked="f">
                <v:textbox inset="0,0,0,0">
                  <w:txbxContent>
                    <w:p w14:paraId="51A509C4" w14:textId="77777777" w:rsidR="00203768" w:rsidRDefault="00203768">
                      <w:r>
                        <w:rPr>
                          <w:rFonts w:ascii="Arial" w:eastAsia="Arial" w:hAnsi="Arial" w:cs="Arial"/>
                          <w:sz w:val="18"/>
                        </w:rPr>
                        <w:t xml:space="preserve"> </w:t>
                      </w:r>
                    </w:p>
                  </w:txbxContent>
                </v:textbox>
              </v:rect>
              <v:rect id="Rectangle 94204" o:spid="_x0000_s1079" style="position:absolute;left:16894;top:6383;width:31161;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" filled="f" stroked="f">
                <v:textbox inset="0,0,0,0">
                  <w:txbxContent>
                    <w:p w14:paraId="6653A655" w14:textId="77777777" w:rsidR="00203768" w:rsidRDefault="00203768">
                      <w:r>
                        <w:rPr>
                          <w:rFonts w:ascii="Arial" w:eastAsia="Arial" w:hAnsi="Arial" w:cs="Arial"/>
                          <w:sz w:val="18"/>
                        </w:rPr>
                        <w:t>Secretaria de Engenharia e Serviços de Apoio</w:t>
                      </w:r>
                    </w:p>
                  </w:txbxContent>
                </v:textbox>
              </v:rect>
              <v:rect id="Rectangle 94205" o:spid="_x0000_s1080" style="position:absolute;left:40340;top:6383;width:428;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" filled="f" stroked="f">
                <v:textbox inset="0,0,0,0">
                  <w:txbxContent>
                    <w:p w14:paraId="34044C3B" w14:textId="77777777" w:rsidR="00203768" w:rsidRDefault="00203768">
                      <w:r>
                        <w:rPr>
                          <w:rFonts w:ascii="Arial" w:eastAsia="Arial" w:hAnsi="Arial" w:cs="Arial"/>
                          <w:sz w:val="18"/>
                        </w:rPr>
                        <w:t xml:space="preserve"> </w:t>
                      </w:r>
                    </w:p>
                  </w:txbxContent>
                </v:textbox>
              </v:rect>
              <v:rect id="Rectangle 94206" o:spid="_x0000_s1081" style="position:absolute;left:12045;top:7755;width:2041;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" filled="f" stroked="f">
                <v:textbox inset="0,0,0,0">
                  <w:txbxContent>
                    <w:p w14:paraId="607B3674" w14:textId="77777777" w:rsidR="00203768" w:rsidRDefault="00203768">
                      <w:r>
                        <w:rPr>
                          <w:rFonts w:ascii="Arial" w:eastAsia="Arial" w:hAnsi="Arial" w:cs="Arial"/>
                          <w:sz w:val="18"/>
                        </w:rPr>
                        <w:t>SE</w:t>
                      </w:r>
                    </w:p>
                  </w:txbxContent>
                </v:textbox>
              </v:rect>
              <v:rect id="Rectangle 94207" o:spid="_x0000_s1082" style="position:absolute;left:13569;top:7755;width:3384;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" filled="f" stroked="f">
                <v:textbox inset="0,0,0,0">
                  <w:txbxContent>
                    <w:p w14:paraId="78C9A775" w14:textId="77777777" w:rsidR="00203768" w:rsidRDefault="00203768">
                      <w:r>
                        <w:rPr>
                          <w:rFonts w:ascii="Arial" w:eastAsia="Arial" w:hAnsi="Arial" w:cs="Arial"/>
                          <w:sz w:val="18"/>
                        </w:rPr>
                        <w:t>MAN</w:t>
                      </w:r>
                    </w:p>
                  </w:txbxContent>
                </v:textbox>
              </v:rect>
              <v:rect id="Rectangle 94208" o:spid="_x0000_s1083" style="position:absolute;left:16099;top:7755;width:428;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" filled="f" stroked="f">
                <v:textbox inset="0,0,0,0">
                  <w:txbxContent>
                    <w:p w14:paraId="4C0BC424" w14:textId="77777777" w:rsidR="00203768" w:rsidRDefault="00203768">
                      <w:r>
                        <w:rPr>
                          <w:rFonts w:ascii="Arial" w:eastAsia="Arial" w:hAnsi="Arial" w:cs="Arial"/>
                          <w:sz w:val="18"/>
                        </w:rPr>
                        <w:t xml:space="preserve"> </w:t>
                      </w:r>
                    </w:p>
                  </w:txbxContent>
                </v:textbox>
              </v:rect>
              <v:rect id="Rectangle 94209" o:spid="_x0000_s1084" style="position:absolute;left:16435;top:7755;width:513;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" filled="f" stroked="f">
                <v:textbox inset="0,0,0,0">
                  <w:txbxContent>
                    <w:p w14:paraId="4609BDA6" w14:textId="77777777" w:rsidR="00203768" w:rsidRDefault="00203768">
                      <w:r>
                        <w:rPr>
                          <w:rFonts w:ascii="Arial" w:eastAsia="Arial" w:hAnsi="Arial" w:cs="Arial"/>
                          <w:sz w:val="18"/>
                        </w:rPr>
                        <w:t>-</w:t>
                      </w:r>
                    </w:p>
                  </w:txbxContent>
                </v:textbox>
              </v:rect>
              <v:rect id="Rectangle 94210" o:spid="_x0000_s1085" style="position:absolute;left:16833;top:7755;width:428;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" filled="f" stroked="f">
                <v:textbox inset="0,0,0,0">
                  <w:txbxContent>
                    <w:p w14:paraId="41666190" w14:textId="77777777" w:rsidR="00203768" w:rsidRDefault="00203768">
                      <w:r>
                        <w:rPr>
                          <w:rFonts w:ascii="Arial" w:eastAsia="Arial" w:hAnsi="Arial" w:cs="Arial"/>
                          <w:sz w:val="18"/>
                        </w:rPr>
                        <w:t xml:space="preserve"> </w:t>
                      </w:r>
                    </w:p>
                  </w:txbxContent>
                </v:textbox>
              </v:rect>
              <v:rect id="Rectangle 94211" o:spid="_x0000_s1086" style="position:absolute;left:17169;top:7755;width:7557;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" filled="f" stroked="f">
                <v:textbox inset="0,0,0,0">
                  <w:txbxContent>
                    <w:p w14:paraId="61D93DFA" w14:textId="77777777" w:rsidR="00203768" w:rsidRDefault="00203768">
                      <w:r>
                        <w:rPr>
                          <w:rFonts w:ascii="Arial" w:eastAsia="Arial" w:hAnsi="Arial" w:cs="Arial"/>
                          <w:sz w:val="18"/>
                        </w:rPr>
                        <w:t xml:space="preserve">Serviço de </w:t>
                      </w:r>
                    </w:p>
                  </w:txbxContent>
                </v:textbox>
              </v:rect>
              <v:rect id="Rectangle 94212" o:spid="_x0000_s1087" style="position:absolute;left:22868;top:7755;width:8356;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" filled="f" stroked="f">
                <v:textbox inset="0,0,0,0">
                  <w:txbxContent>
                    <w:p w14:paraId="2CB35C65" w14:textId="77777777" w:rsidR="00203768" w:rsidRDefault="00203768">
                      <w:r>
                        <w:rPr>
                          <w:rFonts w:ascii="Arial" w:eastAsia="Arial" w:hAnsi="Arial" w:cs="Arial"/>
                          <w:sz w:val="18"/>
                        </w:rPr>
                        <w:t>Manutenção</w:t>
                      </w:r>
                    </w:p>
                  </w:txbxContent>
                </v:textbox>
              </v:rect>
              <v:rect id="Rectangle 94213" o:spid="_x0000_s1088" style="position:absolute;left:29151;top:7424;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" filled="f" stroked="f">
                <v:textbox inset="0,0,0,0">
                  <w:txbxContent>
                    <w:p w14:paraId="43000040" w14:textId="77777777" w:rsidR="00203768" w:rsidRDefault="00203768">
                      <w:r>
                        <w:rPr>
                          <w:rFonts w:ascii="Arial" w:eastAsia="Arial" w:hAnsi="Arial" w:cs="Arial"/>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4180" o:spid="_x0000_s1089" type="#_x0000_t75" style="position:absolute;left:3851;top:2383;width:7030;height:71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">
                <v:imagedata r:id="rId2" o:title=""/>
              </v:shape>
              <v:shape id="Shape 98247" o:spid="_x0000_s1090" style="position:absolute;top:602;width:121;height:122;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" path="m,l12192,r,12192l,12192,,e" fillcolor="black" stroked="f" strokeweight="0">
                <v:stroke miterlimit="83231f" joinstyle="miter"/>
                <v:path arrowok="t" textboxrect="0,0,12192,12192"/>
              </v:shape>
              <v:shape id="Shape 98248" o:spid="_x0000_s1091" style="position:absolute;left:121;top:602;width:69096;height:122;visibility:visible;mso-wrap-style:square;v-text-anchor:top" coordsize="690956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" path="m,l6909562,r,12192l,12192,,e" fillcolor="black" stroked="f" strokeweight="0">
                <v:stroke miterlimit="83231f" joinstyle="miter"/>
                <v:path arrowok="t" textboxrect="0,0,6909562,12192"/>
              </v:shape>
              <v:shape id="Shape 98249" o:spid="_x0000_s1092" style="position:absolute;left:69217;top:602;width:122;height:122;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" path="m,l12192,r,12192l,12192,,e" fillcolor="black" stroked="f" strokeweight="0">
                <v:stroke miterlimit="83231f" joinstyle="miter"/>
                <v:path arrowok="t" textboxrect="0,0,12192,12192"/>
              </v:shape>
              <v:shape id="Shape 94183" o:spid="_x0000_s1093" style="position:absolute;left:56250;width:16200;height:3077;visibility:visible;mso-wrap-style:square;v-text-anchor:top" coordsize="1620000,30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" path="m95250,l1524750,v12471,,24930,2477,36449,7239c1572717,12014,1583284,19076,1592097,27889v8827,8814,15875,19380,20651,30899c1617523,70307,1620000,82779,1620000,95250r,117234c1620000,224955,1617523,237413,1612748,248933v-4776,11519,-11824,22085,-20651,30899c1583284,288645,1572717,295707,1561199,300482v-11519,4775,-23978,7252,-36449,7252l95250,307734v-12471,,-24930,-2477,-36449,-7252c47282,295707,36716,288645,27902,279832,19076,271018,12027,260452,7252,248933,2477,237413,,224955,,212484l,95250c,82779,2477,70307,7252,58788,12027,47269,19076,36703,27902,27889,36716,19076,47282,12014,58801,7239,70320,2477,82779,,95250,xe" stroked="f" strokeweight="0">
                <v:stroke miterlimit="83231f" joinstyle="miter" endcap="square"/>
                <v:path arrowok="t" textboxrect="0,0,1620000,307734"/>
              </v:shape>
              <v:rect id="Rectangle 94185" o:spid="_x0000_s1094" style="position:absolute;left:63840;top:444;width:10426;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" filled="f" stroked="f">
                <v:textbox inset="0,0,0,0">
                  <w:txbxContent>
                    <w:p w14:paraId="63A6BDE3" w14:textId="77777777" w:rsidR="00203768" w:rsidRDefault="00203768">
                      <w:r>
                        <w:rPr>
                          <w:color w:val="0000FF"/>
                          <w:sz w:val="16"/>
                        </w:rPr>
                        <w:t>e-DOC</w:t>
                      </w:r>
                      <w:r>
                        <w:rPr>
                          <w:color w:val="0000FF"/>
                          <w:spacing w:val="10"/>
                          <w:sz w:val="16"/>
                        </w:rPr>
                        <w:t xml:space="preserve"> </w:t>
                      </w:r>
                      <w:r>
                        <w:rPr>
                          <w:color w:val="0000FF"/>
                          <w:sz w:val="16"/>
                        </w:rPr>
                        <w:t>F4ADA7E</w:t>
                      </w:r>
                    </w:p>
                  </w:txbxContent>
                </v:textbox>
              </v:rect>
              <v:rect id="Rectangle 94186" o:spid="_x0000_s1095" style="position:absolute;left:71679;top:444;width:773;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" filled="f" stroked="f">
                <v:textbox inset="0,0,0,0">
                  <w:txbxContent>
                    <w:p w14:paraId="4B1086CD" w14:textId="77777777" w:rsidR="00203768" w:rsidRDefault="00203768">
                      <w:r>
                        <w:rPr>
                          <w:color w:val="0000FF"/>
                          <w:sz w:val="16"/>
                        </w:rPr>
                        <w:t>1</w:t>
                      </w:r>
                    </w:p>
                  </w:txbxContent>
                </v:textbox>
              </v:rect>
              <v:rect id="Rectangle 94187" o:spid="_x0000_s1096" style="position:absolute;left:57038;top:1792;width:19526;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" filled="f" stroked="f">
                <v:textbox inset="0,0,0,0">
                  <w:txbxContent>
                    <w:p w14:paraId="0D88D9DC" w14:textId="77777777" w:rsidR="00203768" w:rsidRDefault="00203768">
                      <w:r>
                        <w:rPr>
                          <w:color w:val="0000FF"/>
                          <w:sz w:val="16"/>
                        </w:rPr>
                        <w:t>Proc</w:t>
                      </w:r>
                      <w:r>
                        <w:rPr>
                          <w:color w:val="0000FF"/>
                          <w:spacing w:val="10"/>
                          <w:sz w:val="16"/>
                        </w:rPr>
                        <w:t xml:space="preserve"> </w:t>
                      </w:r>
                      <w:r>
                        <w:rPr>
                          <w:color w:val="0000FF"/>
                          <w:sz w:val="16"/>
                        </w:rPr>
                        <w:t>00600-00006619/2021-92-</w:t>
                      </w:r>
                    </w:p>
                  </w:txbxContent>
                </v:textbox>
              </v:rect>
              <v:rect id="Rectangle 94188" o:spid="_x0000_s1097" style="position:absolute;left:71719;top:1792;width:719;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" filled="f" stroked="f">
                <v:textbox inset="0,0,0,0">
                  <w:txbxContent>
                    <w:p w14:paraId="530A0BB9" w14:textId="77777777" w:rsidR="00203768" w:rsidRDefault="00203768">
                      <w:r>
                        <w:rPr>
                          <w:color w:val="0000FF"/>
                          <w:sz w:val="16"/>
                        </w:rPr>
                        <w:t>e</w:t>
                      </w:r>
                    </w:p>
                  </w:txbxContent>
                </v:textbox>
              </v:rect>
              <w10:wrap type="square" anchorx="page" anchory="page"/>
            </v:group>
          </w:pict>
        </mc:Fallback>
      </mc:AlternateContent>
    </w:r>
  </w:p>
  <w:p w14:paraId="1F8B4918" w14:textId="77777777" w:rsidR="00203768" w:rsidRDefault="00203768">
    <w:r>
      <w:rPr>
        <w:noProof/>
      </w:rPr>
      <mc:AlternateContent>
        <mc:Choice Requires="wpg">
          <w:drawing>
            <wp:anchor distT="0" distB="0" distL="114300" distR="114300" simplePos="0" relativeHeight="251658243" behindDoc="1" locked="0" layoutInCell="1" allowOverlap="1" wp14:anchorId="694F7B98" wp14:editId="29455B13">
              <wp:simplePos x="0" y="0"/>
              <wp:positionH relativeFrom="page">
                <wp:posOffset>313944</wp:posOffset>
              </wp:positionH>
              <wp:positionV relativeFrom="page">
                <wp:posOffset>216357</wp:posOffset>
              </wp:positionV>
              <wp:extent cx="6933946" cy="10173970"/>
              <wp:effectExtent l="0" t="0" r="0" b="0"/>
              <wp:wrapNone/>
              <wp:docPr id="94215" name="Group 94215"/>
              <wp:cNvGraphicFramePr/>
              <a:graphic xmlns:a="http://schemas.openxmlformats.org/drawingml/2006/main">
                <a:graphicData uri="http://schemas.microsoft.com/office/word/2010/wordprocessingGroup">
                  <wpg:wgp>
                    <wpg:cNvGrpSpPr/>
                    <wpg:grpSpPr>
                      <a:xfrm>
                        <a:off x="0" y="0"/>
                        <a:ext cx="6933946" cy="10173970"/>
                        <a:chOff x="0" y="0"/>
                        <a:chExt cx="6933946" cy="10173970"/>
                      </a:xfrm>
                    </wpg:grpSpPr>
                    <wps:wsp>
                      <wps:cNvPr id="98269" name="Shape 98269"/>
                      <wps:cNvSpPr/>
                      <wps:spPr>
                        <a:xfrm>
                          <a:off x="0" y="0"/>
                          <a:ext cx="12192" cy="10173970"/>
                        </a:xfrm>
                        <a:custGeom>
                          <a:avLst/>
                          <a:gdLst/>
                          <a:ahLst/>
                          <a:cxnLst/>
                          <a:rect l="0" t="0" r="0" b="0"/>
                          <a:pathLst>
                            <a:path w="12192" h="10173970">
                              <a:moveTo>
                                <a:pt x="0" y="0"/>
                              </a:moveTo>
                              <a:lnTo>
                                <a:pt x="12192" y="0"/>
                              </a:lnTo>
                              <a:lnTo>
                                <a:pt x="12192" y="10173970"/>
                              </a:lnTo>
                              <a:lnTo>
                                <a:pt x="0" y="1017397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270" name="Shape 98270"/>
                      <wps:cNvSpPr/>
                      <wps:spPr>
                        <a:xfrm>
                          <a:off x="6921754" y="0"/>
                          <a:ext cx="12192" cy="10173970"/>
                        </a:xfrm>
                        <a:custGeom>
                          <a:avLst/>
                          <a:gdLst/>
                          <a:ahLst/>
                          <a:cxnLst/>
                          <a:rect l="0" t="0" r="0" b="0"/>
                          <a:pathLst>
                            <a:path w="12192" h="10173970">
                              <a:moveTo>
                                <a:pt x="0" y="0"/>
                              </a:moveTo>
                              <a:lnTo>
                                <a:pt x="12192" y="0"/>
                              </a:lnTo>
                              <a:lnTo>
                                <a:pt x="12192" y="10173970"/>
                              </a:lnTo>
                              <a:lnTo>
                                <a:pt x="0" y="1017397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fl="http://schemas.microsoft.com/office/word/2024/wordml/sdtformatlock">
          <w:pict>
            <v:group w14:anchorId="197B4942" id="Group 94215" o:spid="_x0000_s1026" style="position:absolute;margin-left:24.7pt;margin-top:17.05pt;width:546pt;height:801.1pt;z-index:-251658237;mso-position-horizontal-relative:page;mso-position-vertical-relative:page" coordsize="69339,1017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">
              <v:shape id="Shape 98269" o:spid="_x0000_s1027" style="position:absolute;width:121;height:101739;visibility:visible;mso-wrap-style:square;v-text-anchor:top" coordsize="12192,1017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" path="m,l12192,r,10173970l,10173970,,e" fillcolor="black" stroked="f" strokeweight="0">
                <v:stroke miterlimit="83231f" joinstyle="miter"/>
                <v:path arrowok="t" textboxrect="0,0,12192,10173970"/>
              </v:shape>
              <v:shape id="Shape 98270" o:spid="_x0000_s1028" style="position:absolute;left:69217;width:122;height:101739;visibility:visible;mso-wrap-style:square;v-text-anchor:top" coordsize="12192,1017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" path="m,l12192,r,10173970l,10173970,,e" fillcolor="black" stroked="f" strokeweight="0">
                <v:stroke miterlimit="83231f" joinstyle="miter"/>
                <v:path arrowok="t" textboxrect="0,0,12192,10173970"/>
              </v:shape>
              <w10:wrap anchorx="page" anchory="page"/>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7D5A8" w14:textId="77777777" w:rsidR="00203768" w:rsidRDefault="00203768">
    <w:pPr>
      <w:spacing w:after="0"/>
      <w:ind w:left="-1133" w:right="7955"/>
    </w:pPr>
    <w:r>
      <w:rPr>
        <w:noProof/>
      </w:rPr>
      <mc:AlternateContent>
        <mc:Choice Requires="wpg">
          <w:drawing>
            <wp:anchor distT="0" distB="0" distL="114300" distR="114300" simplePos="0" relativeHeight="251658247" behindDoc="0" locked="0" layoutInCell="1" allowOverlap="1" wp14:anchorId="604291B3" wp14:editId="74DC5F2F">
              <wp:simplePos x="0" y="0"/>
              <wp:positionH relativeFrom="page">
                <wp:posOffset>313944</wp:posOffset>
              </wp:positionH>
              <wp:positionV relativeFrom="page">
                <wp:posOffset>144005</wp:posOffset>
              </wp:positionV>
              <wp:extent cx="7245097" cy="1121169"/>
              <wp:effectExtent l="0" t="0" r="0" b="0"/>
              <wp:wrapSquare wrapText="bothSides"/>
              <wp:docPr id="94552" name="Group 94552"/>
              <wp:cNvGraphicFramePr/>
              <a:graphic xmlns:a="http://schemas.openxmlformats.org/drawingml/2006/main">
                <a:graphicData uri="http://schemas.microsoft.com/office/word/2010/wordprocessingGroup">
                  <wpg:wgp>
                    <wpg:cNvGrpSpPr/>
                    <wpg:grpSpPr>
                      <a:xfrm>
                        <a:off x="0" y="0"/>
                        <a:ext cx="7245097" cy="1121169"/>
                        <a:chOff x="0" y="0"/>
                        <a:chExt cx="7245097" cy="1121169"/>
                      </a:xfrm>
                    </wpg:grpSpPr>
                    <wps:wsp>
                      <wps:cNvPr id="94565" name="Rectangle 94565"/>
                      <wps:cNvSpPr/>
                      <wps:spPr>
                        <a:xfrm>
                          <a:off x="405689" y="71214"/>
                          <a:ext cx="42799" cy="171762"/>
                        </a:xfrm>
                        <a:prstGeom prst="rect">
                          <a:avLst/>
                        </a:prstGeom>
                        <a:ln>
                          <a:noFill/>
                        </a:ln>
                      </wps:spPr>
                      <wps:txbx>
                        <w:txbxContent>
                          <w:p w14:paraId="53A7C51D" w14:textId="77777777" w:rsidR="00203768" w:rsidRDefault="00203768">
                            <w:r>
                              <w:rPr>
                                <w:rFonts w:ascii="Arial" w:eastAsia="Arial" w:hAnsi="Arial" w:cs="Arial"/>
                                <w:b/>
                                <w:sz w:val="18"/>
                              </w:rPr>
                              <w:t xml:space="preserve"> </w:t>
                            </w:r>
                          </w:p>
                        </w:txbxContent>
                      </wps:txbx>
                      <wps:bodyPr horzOverflow="overflow" vert="horz" lIns="0" tIns="0" rIns="0" bIns="0" rtlCol="0">
                        <a:noAutofit/>
                      </wps:bodyPr>
                    </wps:wsp>
                    <wps:wsp>
                      <wps:cNvPr id="94566" name="Rectangle 94566"/>
                      <wps:cNvSpPr/>
                      <wps:spPr>
                        <a:xfrm>
                          <a:off x="1204595" y="208374"/>
                          <a:ext cx="42799" cy="171762"/>
                        </a:xfrm>
                        <a:prstGeom prst="rect">
                          <a:avLst/>
                        </a:prstGeom>
                        <a:ln>
                          <a:noFill/>
                        </a:ln>
                      </wps:spPr>
                      <wps:txbx>
                        <w:txbxContent>
                          <w:p w14:paraId="03DA0C96" w14:textId="77777777" w:rsidR="00203768" w:rsidRDefault="00203768">
                            <w:r>
                              <w:rPr>
                                <w:rFonts w:ascii="Arial" w:eastAsia="Arial" w:hAnsi="Arial" w:cs="Arial"/>
                                <w:b/>
                                <w:sz w:val="18"/>
                              </w:rPr>
                              <w:t xml:space="preserve"> </w:t>
                            </w:r>
                          </w:p>
                        </w:txbxContent>
                      </wps:txbx>
                      <wps:bodyPr horzOverflow="overflow" vert="horz" lIns="0" tIns="0" rIns="0" bIns="0" rtlCol="0">
                        <a:noAutofit/>
                      </wps:bodyPr>
                    </wps:wsp>
                    <wps:wsp>
                      <wps:cNvPr id="94567" name="Rectangle 94567"/>
                      <wps:cNvSpPr/>
                      <wps:spPr>
                        <a:xfrm>
                          <a:off x="1204595" y="346946"/>
                          <a:ext cx="500880" cy="189841"/>
                        </a:xfrm>
                        <a:prstGeom prst="rect">
                          <a:avLst/>
                        </a:prstGeom>
                        <a:ln>
                          <a:noFill/>
                        </a:ln>
                      </wps:spPr>
                      <wps:txbx>
                        <w:txbxContent>
                          <w:p w14:paraId="23D68ADB" w14:textId="77777777" w:rsidR="00203768" w:rsidRDefault="00203768">
                            <w:r>
                              <w:rPr>
                                <w:rFonts w:ascii="Arial" w:eastAsia="Arial" w:hAnsi="Arial" w:cs="Arial"/>
                                <w:b/>
                                <w:sz w:val="20"/>
                              </w:rPr>
                              <w:t xml:space="preserve">TCDF </w:t>
                            </w:r>
                          </w:p>
                        </w:txbxContent>
                      </wps:txbx>
                      <wps:bodyPr horzOverflow="overflow" vert="horz" lIns="0" tIns="0" rIns="0" bIns="0" rtlCol="0">
                        <a:noAutofit/>
                      </wps:bodyPr>
                    </wps:wsp>
                    <wps:wsp>
                      <wps:cNvPr id="94568" name="Rectangle 94568"/>
                      <wps:cNvSpPr/>
                      <wps:spPr>
                        <a:xfrm>
                          <a:off x="1582547" y="346946"/>
                          <a:ext cx="56698" cy="189841"/>
                        </a:xfrm>
                        <a:prstGeom prst="rect">
                          <a:avLst/>
                        </a:prstGeom>
                        <a:ln>
                          <a:noFill/>
                        </a:ln>
                      </wps:spPr>
                      <wps:txbx>
                        <w:txbxContent>
                          <w:p w14:paraId="3BC63DA1" w14:textId="77777777" w:rsidR="00203768" w:rsidRDefault="00203768">
                            <w:r>
                              <w:rPr>
                                <w:rFonts w:ascii="Arial" w:eastAsia="Arial" w:hAnsi="Arial" w:cs="Arial"/>
                                <w:b/>
                                <w:sz w:val="20"/>
                              </w:rPr>
                              <w:t>-</w:t>
                            </w:r>
                          </w:p>
                        </w:txbxContent>
                      </wps:txbx>
                      <wps:bodyPr horzOverflow="overflow" vert="horz" lIns="0" tIns="0" rIns="0" bIns="0" rtlCol="0">
                        <a:noAutofit/>
                      </wps:bodyPr>
                    </wps:wsp>
                    <wps:wsp>
                      <wps:cNvPr id="94569" name="Rectangle 94569"/>
                      <wps:cNvSpPr/>
                      <wps:spPr>
                        <a:xfrm>
                          <a:off x="1622171" y="346946"/>
                          <a:ext cx="47304" cy="189841"/>
                        </a:xfrm>
                        <a:prstGeom prst="rect">
                          <a:avLst/>
                        </a:prstGeom>
                        <a:ln>
                          <a:noFill/>
                        </a:ln>
                      </wps:spPr>
                      <wps:txbx>
                        <w:txbxContent>
                          <w:p w14:paraId="40282CA3" w14:textId="77777777" w:rsidR="00203768" w:rsidRDefault="00203768">
                            <w:r>
                              <w:rPr>
                                <w:rFonts w:ascii="Arial" w:eastAsia="Arial" w:hAnsi="Arial" w:cs="Arial"/>
                                <w:b/>
                                <w:sz w:val="20"/>
                              </w:rPr>
                              <w:t xml:space="preserve"> </w:t>
                            </w:r>
                          </w:p>
                        </w:txbxContent>
                      </wps:txbx>
                      <wps:bodyPr horzOverflow="overflow" vert="horz" lIns="0" tIns="0" rIns="0" bIns="0" rtlCol="0">
                        <a:noAutofit/>
                      </wps:bodyPr>
                    </wps:wsp>
                    <wps:wsp>
                      <wps:cNvPr id="94570" name="Rectangle 94570"/>
                      <wps:cNvSpPr/>
                      <wps:spPr>
                        <a:xfrm>
                          <a:off x="1655699" y="346946"/>
                          <a:ext cx="3117967" cy="189841"/>
                        </a:xfrm>
                        <a:prstGeom prst="rect">
                          <a:avLst/>
                        </a:prstGeom>
                        <a:ln>
                          <a:noFill/>
                        </a:ln>
                      </wps:spPr>
                      <wps:txbx>
                        <w:txbxContent>
                          <w:p w14:paraId="5D15F727" w14:textId="77777777" w:rsidR="00203768" w:rsidRDefault="00203768">
                            <w:r>
                              <w:rPr>
                                <w:rFonts w:ascii="Arial" w:eastAsia="Arial" w:hAnsi="Arial" w:cs="Arial"/>
                                <w:b/>
                                <w:sz w:val="20"/>
                              </w:rPr>
                              <w:t xml:space="preserve">Tribunal de Contas do Distrito Federal </w:t>
                            </w:r>
                          </w:p>
                        </w:txbxContent>
                      </wps:txbx>
                      <wps:bodyPr horzOverflow="overflow" vert="horz" lIns="0" tIns="0" rIns="0" bIns="0" rtlCol="0">
                        <a:noAutofit/>
                      </wps:bodyPr>
                    </wps:wsp>
                    <wps:wsp>
                      <wps:cNvPr id="94571" name="Rectangle 94571"/>
                      <wps:cNvSpPr/>
                      <wps:spPr>
                        <a:xfrm>
                          <a:off x="4000500" y="346946"/>
                          <a:ext cx="47304" cy="189841"/>
                        </a:xfrm>
                        <a:prstGeom prst="rect">
                          <a:avLst/>
                        </a:prstGeom>
                        <a:ln>
                          <a:noFill/>
                        </a:ln>
                      </wps:spPr>
                      <wps:txbx>
                        <w:txbxContent>
                          <w:p w14:paraId="4EE62B80" w14:textId="77777777" w:rsidR="00203768" w:rsidRDefault="00203768">
                            <w:r>
                              <w:rPr>
                                <w:rFonts w:ascii="Arial" w:eastAsia="Arial" w:hAnsi="Arial" w:cs="Arial"/>
                                <w:b/>
                                <w:sz w:val="20"/>
                              </w:rPr>
                              <w:t xml:space="preserve"> </w:t>
                            </w:r>
                          </w:p>
                        </w:txbxContent>
                      </wps:txbx>
                      <wps:bodyPr horzOverflow="overflow" vert="horz" lIns="0" tIns="0" rIns="0" bIns="0" rtlCol="0">
                        <a:noAutofit/>
                      </wps:bodyPr>
                    </wps:wsp>
                    <wps:wsp>
                      <wps:cNvPr id="94590" name="Rectangle 94590"/>
                      <wps:cNvSpPr/>
                      <wps:spPr>
                        <a:xfrm>
                          <a:off x="5985637" y="324879"/>
                          <a:ext cx="56314" cy="226002"/>
                        </a:xfrm>
                        <a:prstGeom prst="rect">
                          <a:avLst/>
                        </a:prstGeom>
                        <a:ln>
                          <a:noFill/>
                        </a:ln>
                      </wps:spPr>
                      <wps:txbx>
                        <w:txbxContent>
                          <w:p w14:paraId="2CFEBF4C" w14:textId="77777777" w:rsidR="00203768" w:rsidRDefault="00203768">
                            <w:r>
                              <w:rPr>
                                <w:rFonts w:ascii="Arial" w:eastAsia="Arial" w:hAnsi="Arial" w:cs="Arial"/>
                                <w:sz w:val="24"/>
                              </w:rPr>
                              <w:t xml:space="preserve"> </w:t>
                            </w:r>
                          </w:p>
                        </w:txbxContent>
                      </wps:txbx>
                      <wps:bodyPr horzOverflow="overflow" vert="horz" lIns="0" tIns="0" rIns="0" bIns="0" rtlCol="0">
                        <a:noAutofit/>
                      </wps:bodyPr>
                    </wps:wsp>
                    <wps:wsp>
                      <wps:cNvPr id="94572" name="Rectangle 94572"/>
                      <wps:cNvSpPr/>
                      <wps:spPr>
                        <a:xfrm>
                          <a:off x="1204595" y="501236"/>
                          <a:ext cx="476438" cy="171762"/>
                        </a:xfrm>
                        <a:prstGeom prst="rect">
                          <a:avLst/>
                        </a:prstGeom>
                        <a:ln>
                          <a:noFill/>
                        </a:ln>
                      </wps:spPr>
                      <wps:txbx>
                        <w:txbxContent>
                          <w:p w14:paraId="6F55633F" w14:textId="77777777" w:rsidR="00203768" w:rsidRDefault="00203768">
                            <w:r>
                              <w:rPr>
                                <w:rFonts w:ascii="Arial" w:eastAsia="Arial" w:hAnsi="Arial" w:cs="Arial"/>
                                <w:sz w:val="18"/>
                              </w:rPr>
                              <w:t xml:space="preserve">SELIP </w:t>
                            </w:r>
                          </w:p>
                        </w:txbxContent>
                      </wps:txbx>
                      <wps:bodyPr horzOverflow="overflow" vert="horz" lIns="0" tIns="0" rIns="0" bIns="0" rtlCol="0">
                        <a:noAutofit/>
                      </wps:bodyPr>
                    </wps:wsp>
                    <wps:wsp>
                      <wps:cNvPr id="94573" name="Rectangle 94573"/>
                      <wps:cNvSpPr/>
                      <wps:spPr>
                        <a:xfrm>
                          <a:off x="1561211" y="501236"/>
                          <a:ext cx="51299" cy="171762"/>
                        </a:xfrm>
                        <a:prstGeom prst="rect">
                          <a:avLst/>
                        </a:prstGeom>
                        <a:ln>
                          <a:noFill/>
                        </a:ln>
                      </wps:spPr>
                      <wps:txbx>
                        <w:txbxContent>
                          <w:p w14:paraId="1641E193" w14:textId="77777777" w:rsidR="00203768" w:rsidRDefault="00203768">
                            <w:r>
                              <w:rPr>
                                <w:rFonts w:ascii="Arial" w:eastAsia="Arial" w:hAnsi="Arial" w:cs="Arial"/>
                                <w:sz w:val="18"/>
                              </w:rPr>
                              <w:t>-</w:t>
                            </w:r>
                          </w:p>
                        </w:txbxContent>
                      </wps:txbx>
                      <wps:bodyPr horzOverflow="overflow" vert="horz" lIns="0" tIns="0" rIns="0" bIns="0" rtlCol="0">
                        <a:noAutofit/>
                      </wps:bodyPr>
                    </wps:wsp>
                    <wps:wsp>
                      <wps:cNvPr id="94574" name="Rectangle 94574"/>
                      <wps:cNvSpPr/>
                      <wps:spPr>
                        <a:xfrm>
                          <a:off x="1600835" y="501236"/>
                          <a:ext cx="42799" cy="171762"/>
                        </a:xfrm>
                        <a:prstGeom prst="rect">
                          <a:avLst/>
                        </a:prstGeom>
                        <a:ln>
                          <a:noFill/>
                        </a:ln>
                      </wps:spPr>
                      <wps:txbx>
                        <w:txbxContent>
                          <w:p w14:paraId="1A41A449" w14:textId="77777777" w:rsidR="00203768" w:rsidRDefault="00203768">
                            <w:r>
                              <w:rPr>
                                <w:rFonts w:ascii="Arial" w:eastAsia="Arial" w:hAnsi="Arial" w:cs="Arial"/>
                                <w:sz w:val="18"/>
                              </w:rPr>
                              <w:t xml:space="preserve"> </w:t>
                            </w:r>
                          </w:p>
                        </w:txbxContent>
                      </wps:txbx>
                      <wps:bodyPr horzOverflow="overflow" vert="horz" lIns="0" tIns="0" rIns="0" bIns="0" rtlCol="0">
                        <a:noAutofit/>
                      </wps:bodyPr>
                    </wps:wsp>
                    <wps:wsp>
                      <wps:cNvPr id="94575" name="Rectangle 94575"/>
                      <wps:cNvSpPr/>
                      <wps:spPr>
                        <a:xfrm>
                          <a:off x="1634363" y="501236"/>
                          <a:ext cx="3061533" cy="171762"/>
                        </a:xfrm>
                        <a:prstGeom prst="rect">
                          <a:avLst/>
                        </a:prstGeom>
                        <a:ln>
                          <a:noFill/>
                        </a:ln>
                      </wps:spPr>
                      <wps:txbx>
                        <w:txbxContent>
                          <w:p w14:paraId="63EC8B11" w14:textId="77777777" w:rsidR="00203768" w:rsidRDefault="00203768">
                            <w:r>
                              <w:rPr>
                                <w:rFonts w:ascii="Arial" w:eastAsia="Arial" w:hAnsi="Arial" w:cs="Arial"/>
                                <w:sz w:val="18"/>
                              </w:rPr>
                              <w:t>Secretaria de Licitação, Material e Patrimônio</w:t>
                            </w:r>
                          </w:p>
                        </w:txbxContent>
                      </wps:txbx>
                      <wps:bodyPr horzOverflow="overflow" vert="horz" lIns="0" tIns="0" rIns="0" bIns="0" rtlCol="0">
                        <a:noAutofit/>
                      </wps:bodyPr>
                    </wps:wsp>
                    <wps:wsp>
                      <wps:cNvPr id="94576" name="Rectangle 94576"/>
                      <wps:cNvSpPr/>
                      <wps:spPr>
                        <a:xfrm>
                          <a:off x="3939540" y="468135"/>
                          <a:ext cx="56314" cy="226002"/>
                        </a:xfrm>
                        <a:prstGeom prst="rect">
                          <a:avLst/>
                        </a:prstGeom>
                        <a:ln>
                          <a:noFill/>
                        </a:ln>
                      </wps:spPr>
                      <wps:txbx>
                        <w:txbxContent>
                          <w:p w14:paraId="079FBF6B" w14:textId="77777777" w:rsidR="00203768" w:rsidRDefault="00203768">
                            <w:r>
                              <w:rPr>
                                <w:rFonts w:ascii="Arial" w:eastAsia="Arial" w:hAnsi="Arial" w:cs="Arial"/>
                                <w:sz w:val="24"/>
                              </w:rPr>
                              <w:t xml:space="preserve"> </w:t>
                            </w:r>
                          </w:p>
                        </w:txbxContent>
                      </wps:txbx>
                      <wps:bodyPr horzOverflow="overflow" vert="horz" lIns="0" tIns="0" rIns="0" bIns="0" rtlCol="0">
                        <a:noAutofit/>
                      </wps:bodyPr>
                    </wps:wsp>
                    <wps:wsp>
                      <wps:cNvPr id="94577" name="Rectangle 94577"/>
                      <wps:cNvSpPr/>
                      <wps:spPr>
                        <a:xfrm>
                          <a:off x="1204595" y="638396"/>
                          <a:ext cx="549532" cy="171762"/>
                        </a:xfrm>
                        <a:prstGeom prst="rect">
                          <a:avLst/>
                        </a:prstGeom>
                        <a:ln>
                          <a:noFill/>
                        </a:ln>
                      </wps:spPr>
                      <wps:txbx>
                        <w:txbxContent>
                          <w:p w14:paraId="26B161B2" w14:textId="77777777" w:rsidR="00203768" w:rsidRDefault="00203768">
                            <w:r>
                              <w:rPr>
                                <w:rFonts w:ascii="Arial" w:eastAsia="Arial" w:hAnsi="Arial" w:cs="Arial"/>
                                <w:sz w:val="18"/>
                              </w:rPr>
                              <w:t xml:space="preserve">SESAP </w:t>
                            </w:r>
                          </w:p>
                        </w:txbxContent>
                      </wps:txbx>
                      <wps:bodyPr horzOverflow="overflow" vert="horz" lIns="0" tIns="0" rIns="0" bIns="0" rtlCol="0">
                        <a:noAutofit/>
                      </wps:bodyPr>
                    </wps:wsp>
                    <wps:wsp>
                      <wps:cNvPr id="94578" name="Rectangle 94578"/>
                      <wps:cNvSpPr/>
                      <wps:spPr>
                        <a:xfrm>
                          <a:off x="1619123" y="638396"/>
                          <a:ext cx="51299" cy="171762"/>
                        </a:xfrm>
                        <a:prstGeom prst="rect">
                          <a:avLst/>
                        </a:prstGeom>
                        <a:ln>
                          <a:noFill/>
                        </a:ln>
                      </wps:spPr>
                      <wps:txbx>
                        <w:txbxContent>
                          <w:p w14:paraId="06F7EEF1" w14:textId="77777777" w:rsidR="00203768" w:rsidRDefault="00203768">
                            <w:r>
                              <w:rPr>
                                <w:rFonts w:ascii="Arial" w:eastAsia="Arial" w:hAnsi="Arial" w:cs="Arial"/>
                                <w:sz w:val="18"/>
                              </w:rPr>
                              <w:t>-</w:t>
                            </w:r>
                          </w:p>
                        </w:txbxContent>
                      </wps:txbx>
                      <wps:bodyPr horzOverflow="overflow" vert="horz" lIns="0" tIns="0" rIns="0" bIns="0" rtlCol="0">
                        <a:noAutofit/>
                      </wps:bodyPr>
                    </wps:wsp>
                    <wps:wsp>
                      <wps:cNvPr id="94579" name="Rectangle 94579"/>
                      <wps:cNvSpPr/>
                      <wps:spPr>
                        <a:xfrm>
                          <a:off x="1655699" y="638396"/>
                          <a:ext cx="42799" cy="171762"/>
                        </a:xfrm>
                        <a:prstGeom prst="rect">
                          <a:avLst/>
                        </a:prstGeom>
                        <a:ln>
                          <a:noFill/>
                        </a:ln>
                      </wps:spPr>
                      <wps:txbx>
                        <w:txbxContent>
                          <w:p w14:paraId="505227AA" w14:textId="77777777" w:rsidR="00203768" w:rsidRDefault="00203768">
                            <w:r>
                              <w:rPr>
                                <w:rFonts w:ascii="Arial" w:eastAsia="Arial" w:hAnsi="Arial" w:cs="Arial"/>
                                <w:sz w:val="18"/>
                              </w:rPr>
                              <w:t xml:space="preserve"> </w:t>
                            </w:r>
                          </w:p>
                        </w:txbxContent>
                      </wps:txbx>
                      <wps:bodyPr horzOverflow="overflow" vert="horz" lIns="0" tIns="0" rIns="0" bIns="0" rtlCol="0">
                        <a:noAutofit/>
                      </wps:bodyPr>
                    </wps:wsp>
                    <wps:wsp>
                      <wps:cNvPr id="94580" name="Rectangle 94580"/>
                      <wps:cNvSpPr/>
                      <wps:spPr>
                        <a:xfrm>
                          <a:off x="1689481" y="638396"/>
                          <a:ext cx="3116064" cy="171762"/>
                        </a:xfrm>
                        <a:prstGeom prst="rect">
                          <a:avLst/>
                        </a:prstGeom>
                        <a:ln>
                          <a:noFill/>
                        </a:ln>
                      </wps:spPr>
                      <wps:txbx>
                        <w:txbxContent>
                          <w:p w14:paraId="76F898E9" w14:textId="77777777" w:rsidR="00203768" w:rsidRDefault="00203768">
                            <w:r>
                              <w:rPr>
                                <w:rFonts w:ascii="Arial" w:eastAsia="Arial" w:hAnsi="Arial" w:cs="Arial"/>
                                <w:sz w:val="18"/>
                              </w:rPr>
                              <w:t>Secretaria de Engenharia e Serviços de Apoio</w:t>
                            </w:r>
                          </w:p>
                        </w:txbxContent>
                      </wps:txbx>
                      <wps:bodyPr horzOverflow="overflow" vert="horz" lIns="0" tIns="0" rIns="0" bIns="0" rtlCol="0">
                        <a:noAutofit/>
                      </wps:bodyPr>
                    </wps:wsp>
                    <wps:wsp>
                      <wps:cNvPr id="94581" name="Rectangle 94581"/>
                      <wps:cNvSpPr/>
                      <wps:spPr>
                        <a:xfrm>
                          <a:off x="4034028" y="638396"/>
                          <a:ext cx="42799" cy="171762"/>
                        </a:xfrm>
                        <a:prstGeom prst="rect">
                          <a:avLst/>
                        </a:prstGeom>
                        <a:ln>
                          <a:noFill/>
                        </a:ln>
                      </wps:spPr>
                      <wps:txbx>
                        <w:txbxContent>
                          <w:p w14:paraId="6DD05D95" w14:textId="77777777" w:rsidR="00203768" w:rsidRDefault="00203768">
                            <w:r>
                              <w:rPr>
                                <w:rFonts w:ascii="Arial" w:eastAsia="Arial" w:hAnsi="Arial" w:cs="Arial"/>
                                <w:sz w:val="18"/>
                              </w:rPr>
                              <w:t xml:space="preserve"> </w:t>
                            </w:r>
                          </w:p>
                        </w:txbxContent>
                      </wps:txbx>
                      <wps:bodyPr horzOverflow="overflow" vert="horz" lIns="0" tIns="0" rIns="0" bIns="0" rtlCol="0">
                        <a:noAutofit/>
                      </wps:bodyPr>
                    </wps:wsp>
                    <wps:wsp>
                      <wps:cNvPr id="94582" name="Rectangle 94582"/>
                      <wps:cNvSpPr/>
                      <wps:spPr>
                        <a:xfrm>
                          <a:off x="1204595" y="775556"/>
                          <a:ext cx="204094" cy="171762"/>
                        </a:xfrm>
                        <a:prstGeom prst="rect">
                          <a:avLst/>
                        </a:prstGeom>
                        <a:ln>
                          <a:noFill/>
                        </a:ln>
                      </wps:spPr>
                      <wps:txbx>
                        <w:txbxContent>
                          <w:p w14:paraId="2316D551" w14:textId="77777777" w:rsidR="00203768" w:rsidRDefault="00203768">
                            <w:r>
                              <w:rPr>
                                <w:rFonts w:ascii="Arial" w:eastAsia="Arial" w:hAnsi="Arial" w:cs="Arial"/>
                                <w:sz w:val="18"/>
                              </w:rPr>
                              <w:t>SE</w:t>
                            </w:r>
                          </w:p>
                        </w:txbxContent>
                      </wps:txbx>
                      <wps:bodyPr horzOverflow="overflow" vert="horz" lIns="0" tIns="0" rIns="0" bIns="0" rtlCol="0">
                        <a:noAutofit/>
                      </wps:bodyPr>
                    </wps:wsp>
                    <wps:wsp>
                      <wps:cNvPr id="94583" name="Rectangle 94583"/>
                      <wps:cNvSpPr/>
                      <wps:spPr>
                        <a:xfrm>
                          <a:off x="1356995" y="775556"/>
                          <a:ext cx="338311" cy="171762"/>
                        </a:xfrm>
                        <a:prstGeom prst="rect">
                          <a:avLst/>
                        </a:prstGeom>
                        <a:ln>
                          <a:noFill/>
                        </a:ln>
                      </wps:spPr>
                      <wps:txbx>
                        <w:txbxContent>
                          <w:p w14:paraId="7BA22B7A" w14:textId="77777777" w:rsidR="00203768" w:rsidRDefault="00203768">
                            <w:r>
                              <w:rPr>
                                <w:rFonts w:ascii="Arial" w:eastAsia="Arial" w:hAnsi="Arial" w:cs="Arial"/>
                                <w:sz w:val="18"/>
                              </w:rPr>
                              <w:t>MAN</w:t>
                            </w:r>
                          </w:p>
                        </w:txbxContent>
                      </wps:txbx>
                      <wps:bodyPr horzOverflow="overflow" vert="horz" lIns="0" tIns="0" rIns="0" bIns="0" rtlCol="0">
                        <a:noAutofit/>
                      </wps:bodyPr>
                    </wps:wsp>
                    <wps:wsp>
                      <wps:cNvPr id="94584" name="Rectangle 94584"/>
                      <wps:cNvSpPr/>
                      <wps:spPr>
                        <a:xfrm>
                          <a:off x="1609979" y="775556"/>
                          <a:ext cx="42799" cy="171762"/>
                        </a:xfrm>
                        <a:prstGeom prst="rect">
                          <a:avLst/>
                        </a:prstGeom>
                        <a:ln>
                          <a:noFill/>
                        </a:ln>
                      </wps:spPr>
                      <wps:txbx>
                        <w:txbxContent>
                          <w:p w14:paraId="78C2AE22" w14:textId="77777777" w:rsidR="00203768" w:rsidRDefault="00203768">
                            <w:r>
                              <w:rPr>
                                <w:rFonts w:ascii="Arial" w:eastAsia="Arial" w:hAnsi="Arial" w:cs="Arial"/>
                                <w:sz w:val="18"/>
                              </w:rPr>
                              <w:t xml:space="preserve"> </w:t>
                            </w:r>
                          </w:p>
                        </w:txbxContent>
                      </wps:txbx>
                      <wps:bodyPr horzOverflow="overflow" vert="horz" lIns="0" tIns="0" rIns="0" bIns="0" rtlCol="0">
                        <a:noAutofit/>
                      </wps:bodyPr>
                    </wps:wsp>
                    <wps:wsp>
                      <wps:cNvPr id="94585" name="Rectangle 94585"/>
                      <wps:cNvSpPr/>
                      <wps:spPr>
                        <a:xfrm>
                          <a:off x="1643507" y="775556"/>
                          <a:ext cx="51299" cy="171762"/>
                        </a:xfrm>
                        <a:prstGeom prst="rect">
                          <a:avLst/>
                        </a:prstGeom>
                        <a:ln>
                          <a:noFill/>
                        </a:ln>
                      </wps:spPr>
                      <wps:txbx>
                        <w:txbxContent>
                          <w:p w14:paraId="7DAF4E17" w14:textId="77777777" w:rsidR="00203768" w:rsidRDefault="00203768">
                            <w:r>
                              <w:rPr>
                                <w:rFonts w:ascii="Arial" w:eastAsia="Arial" w:hAnsi="Arial" w:cs="Arial"/>
                                <w:sz w:val="18"/>
                              </w:rPr>
                              <w:t>-</w:t>
                            </w:r>
                          </w:p>
                        </w:txbxContent>
                      </wps:txbx>
                      <wps:bodyPr horzOverflow="overflow" vert="horz" lIns="0" tIns="0" rIns="0" bIns="0" rtlCol="0">
                        <a:noAutofit/>
                      </wps:bodyPr>
                    </wps:wsp>
                    <wps:wsp>
                      <wps:cNvPr id="94586" name="Rectangle 94586"/>
                      <wps:cNvSpPr/>
                      <wps:spPr>
                        <a:xfrm>
                          <a:off x="1683385" y="775556"/>
                          <a:ext cx="42799" cy="171762"/>
                        </a:xfrm>
                        <a:prstGeom prst="rect">
                          <a:avLst/>
                        </a:prstGeom>
                        <a:ln>
                          <a:noFill/>
                        </a:ln>
                      </wps:spPr>
                      <wps:txbx>
                        <w:txbxContent>
                          <w:p w14:paraId="2E61865A" w14:textId="77777777" w:rsidR="00203768" w:rsidRDefault="00203768">
                            <w:r>
                              <w:rPr>
                                <w:rFonts w:ascii="Arial" w:eastAsia="Arial" w:hAnsi="Arial" w:cs="Arial"/>
                                <w:sz w:val="18"/>
                              </w:rPr>
                              <w:t xml:space="preserve"> </w:t>
                            </w:r>
                          </w:p>
                        </w:txbxContent>
                      </wps:txbx>
                      <wps:bodyPr horzOverflow="overflow" vert="horz" lIns="0" tIns="0" rIns="0" bIns="0" rtlCol="0">
                        <a:noAutofit/>
                      </wps:bodyPr>
                    </wps:wsp>
                    <wps:wsp>
                      <wps:cNvPr id="94587" name="Rectangle 94587"/>
                      <wps:cNvSpPr/>
                      <wps:spPr>
                        <a:xfrm>
                          <a:off x="1716913" y="775556"/>
                          <a:ext cx="755723" cy="171762"/>
                        </a:xfrm>
                        <a:prstGeom prst="rect">
                          <a:avLst/>
                        </a:prstGeom>
                        <a:ln>
                          <a:noFill/>
                        </a:ln>
                      </wps:spPr>
                      <wps:txbx>
                        <w:txbxContent>
                          <w:p w14:paraId="3C312468" w14:textId="77777777" w:rsidR="00203768" w:rsidRDefault="00203768">
                            <w:r>
                              <w:rPr>
                                <w:rFonts w:ascii="Arial" w:eastAsia="Arial" w:hAnsi="Arial" w:cs="Arial"/>
                                <w:sz w:val="18"/>
                              </w:rPr>
                              <w:t xml:space="preserve">Serviço de </w:t>
                            </w:r>
                          </w:p>
                        </w:txbxContent>
                      </wps:txbx>
                      <wps:bodyPr horzOverflow="overflow" vert="horz" lIns="0" tIns="0" rIns="0" bIns="0" rtlCol="0">
                        <a:noAutofit/>
                      </wps:bodyPr>
                    </wps:wsp>
                    <wps:wsp>
                      <wps:cNvPr id="94588" name="Rectangle 94588"/>
                      <wps:cNvSpPr/>
                      <wps:spPr>
                        <a:xfrm>
                          <a:off x="2286889" y="775556"/>
                          <a:ext cx="835569" cy="171762"/>
                        </a:xfrm>
                        <a:prstGeom prst="rect">
                          <a:avLst/>
                        </a:prstGeom>
                        <a:ln>
                          <a:noFill/>
                        </a:ln>
                      </wps:spPr>
                      <wps:txbx>
                        <w:txbxContent>
                          <w:p w14:paraId="111113F9" w14:textId="77777777" w:rsidR="00203768" w:rsidRDefault="00203768">
                            <w:r>
                              <w:rPr>
                                <w:rFonts w:ascii="Arial" w:eastAsia="Arial" w:hAnsi="Arial" w:cs="Arial"/>
                                <w:sz w:val="18"/>
                              </w:rPr>
                              <w:t>Manutenção</w:t>
                            </w:r>
                          </w:p>
                        </w:txbxContent>
                      </wps:txbx>
                      <wps:bodyPr horzOverflow="overflow" vert="horz" lIns="0" tIns="0" rIns="0" bIns="0" rtlCol="0">
                        <a:noAutofit/>
                      </wps:bodyPr>
                    </wps:wsp>
                    <wps:wsp>
                      <wps:cNvPr id="94589" name="Rectangle 94589"/>
                      <wps:cNvSpPr/>
                      <wps:spPr>
                        <a:xfrm>
                          <a:off x="2915158" y="742455"/>
                          <a:ext cx="56315" cy="226002"/>
                        </a:xfrm>
                        <a:prstGeom prst="rect">
                          <a:avLst/>
                        </a:prstGeom>
                        <a:ln>
                          <a:noFill/>
                        </a:ln>
                      </wps:spPr>
                      <wps:txbx>
                        <w:txbxContent>
                          <w:p w14:paraId="1A5600CE" w14:textId="77777777" w:rsidR="00203768" w:rsidRDefault="00203768">
                            <w:r>
                              <w:rPr>
                                <w:rFonts w:ascii="Arial" w:eastAsia="Arial" w:hAnsi="Arial" w:cs="Arial"/>
                                <w:sz w:val="24"/>
                              </w:rPr>
                              <w:t xml:space="preserve"> </w:t>
                            </w:r>
                          </w:p>
                        </w:txbxContent>
                      </wps:txbx>
                      <wps:bodyPr horzOverflow="overflow" vert="horz" lIns="0" tIns="0" rIns="0" bIns="0" rtlCol="0">
                        <a:noAutofit/>
                      </wps:bodyPr>
                    </wps:wsp>
                    <pic:pic xmlns:pic="http://schemas.openxmlformats.org/drawingml/2006/picture">
                      <pic:nvPicPr>
                        <pic:cNvPr id="94553" name="Picture 94553"/>
                        <pic:cNvPicPr/>
                      </pic:nvPicPr>
                      <pic:blipFill>
                        <a:blip r:embed="rId1"/>
                        <a:stretch>
                          <a:fillRect/>
                        </a:stretch>
                      </pic:blipFill>
                      <pic:spPr>
                        <a:xfrm>
                          <a:off x="385153" y="238366"/>
                          <a:ext cx="703021" cy="710971"/>
                        </a:xfrm>
                        <a:prstGeom prst="rect">
                          <a:avLst/>
                        </a:prstGeom>
                      </pic:spPr>
                    </pic:pic>
                    <wps:wsp>
                      <wps:cNvPr id="98401" name="Shape 98401"/>
                      <wps:cNvSpPr/>
                      <wps:spPr>
                        <a:xfrm>
                          <a:off x="402641" y="1093737"/>
                          <a:ext cx="9144" cy="27432"/>
                        </a:xfrm>
                        <a:custGeom>
                          <a:avLst/>
                          <a:gdLst/>
                          <a:ahLst/>
                          <a:cxnLst/>
                          <a:rect l="0" t="0" r="0" b="0"/>
                          <a:pathLst>
                            <a:path w="9144" h="27432">
                              <a:moveTo>
                                <a:pt x="0" y="0"/>
                              </a:moveTo>
                              <a:lnTo>
                                <a:pt x="9144" y="0"/>
                              </a:lnTo>
                              <a:lnTo>
                                <a:pt x="9144" y="27432"/>
                              </a:lnTo>
                              <a:lnTo>
                                <a:pt x="0" y="274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402" name="Shape 98402"/>
                      <wps:cNvSpPr/>
                      <wps:spPr>
                        <a:xfrm>
                          <a:off x="402641" y="1093737"/>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403" name="Shape 98403"/>
                      <wps:cNvSpPr/>
                      <wps:spPr>
                        <a:xfrm>
                          <a:off x="420929" y="111202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404" name="Shape 98404"/>
                      <wps:cNvSpPr/>
                      <wps:spPr>
                        <a:xfrm>
                          <a:off x="6650483" y="1093737"/>
                          <a:ext cx="9144" cy="27432"/>
                        </a:xfrm>
                        <a:custGeom>
                          <a:avLst/>
                          <a:gdLst/>
                          <a:ahLst/>
                          <a:cxnLst/>
                          <a:rect l="0" t="0" r="0" b="0"/>
                          <a:pathLst>
                            <a:path w="9144" h="27432">
                              <a:moveTo>
                                <a:pt x="0" y="0"/>
                              </a:moveTo>
                              <a:lnTo>
                                <a:pt x="9144" y="0"/>
                              </a:lnTo>
                              <a:lnTo>
                                <a:pt x="9144" y="27432"/>
                              </a:lnTo>
                              <a:lnTo>
                                <a:pt x="0" y="274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405" name="Shape 98405"/>
                      <wps:cNvSpPr/>
                      <wps:spPr>
                        <a:xfrm>
                          <a:off x="6632195" y="1093737"/>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406" name="Shape 98406"/>
                      <wps:cNvSpPr/>
                      <wps:spPr>
                        <a:xfrm>
                          <a:off x="6632195" y="111202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407" name="Shape 98407"/>
                      <wps:cNvSpPr/>
                      <wps:spPr>
                        <a:xfrm>
                          <a:off x="0" y="6021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408" name="Shape 98408"/>
                      <wps:cNvSpPr/>
                      <wps:spPr>
                        <a:xfrm>
                          <a:off x="12192" y="60210"/>
                          <a:ext cx="6909562" cy="12192"/>
                        </a:xfrm>
                        <a:custGeom>
                          <a:avLst/>
                          <a:gdLst/>
                          <a:ahLst/>
                          <a:cxnLst/>
                          <a:rect l="0" t="0" r="0" b="0"/>
                          <a:pathLst>
                            <a:path w="6909562" h="12192">
                              <a:moveTo>
                                <a:pt x="0" y="0"/>
                              </a:moveTo>
                              <a:lnTo>
                                <a:pt x="6909562" y="0"/>
                              </a:lnTo>
                              <a:lnTo>
                                <a:pt x="690956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409" name="Shape 98409"/>
                      <wps:cNvSpPr/>
                      <wps:spPr>
                        <a:xfrm>
                          <a:off x="6921754" y="6021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4559" name="Shape 94559"/>
                      <wps:cNvSpPr/>
                      <wps:spPr>
                        <a:xfrm>
                          <a:off x="5625097" y="0"/>
                          <a:ext cx="1620000" cy="307734"/>
                        </a:xfrm>
                        <a:custGeom>
                          <a:avLst/>
                          <a:gdLst/>
                          <a:ahLst/>
                          <a:cxnLst/>
                          <a:rect l="0" t="0" r="0" b="0"/>
                          <a:pathLst>
                            <a:path w="1620000" h="307734">
                              <a:moveTo>
                                <a:pt x="95250" y="0"/>
                              </a:moveTo>
                              <a:lnTo>
                                <a:pt x="1524750" y="0"/>
                              </a:lnTo>
                              <a:cubicBezTo>
                                <a:pt x="1537221" y="0"/>
                                <a:pt x="1549680" y="2477"/>
                                <a:pt x="1561199" y="7239"/>
                              </a:cubicBezTo>
                              <a:cubicBezTo>
                                <a:pt x="1572717" y="12014"/>
                                <a:pt x="1583284" y="19076"/>
                                <a:pt x="1592097" y="27889"/>
                              </a:cubicBezTo>
                              <a:cubicBezTo>
                                <a:pt x="1600924" y="36703"/>
                                <a:pt x="1607972" y="47269"/>
                                <a:pt x="1612748" y="58788"/>
                              </a:cubicBezTo>
                              <a:cubicBezTo>
                                <a:pt x="1617523" y="70307"/>
                                <a:pt x="1620000" y="82779"/>
                                <a:pt x="1620000" y="95250"/>
                              </a:cubicBezTo>
                              <a:lnTo>
                                <a:pt x="1620000" y="212484"/>
                              </a:lnTo>
                              <a:cubicBezTo>
                                <a:pt x="1620000" y="224955"/>
                                <a:pt x="1617523" y="237413"/>
                                <a:pt x="1612748" y="248933"/>
                              </a:cubicBezTo>
                              <a:cubicBezTo>
                                <a:pt x="1607972" y="260452"/>
                                <a:pt x="1600924" y="271018"/>
                                <a:pt x="1592097" y="279832"/>
                              </a:cubicBezTo>
                              <a:cubicBezTo>
                                <a:pt x="1583284" y="288645"/>
                                <a:pt x="1572717" y="295707"/>
                                <a:pt x="1561199" y="300482"/>
                              </a:cubicBezTo>
                              <a:cubicBezTo>
                                <a:pt x="1549680" y="305257"/>
                                <a:pt x="1537221" y="307734"/>
                                <a:pt x="1524750" y="307734"/>
                              </a:cubicBezTo>
                              <a:lnTo>
                                <a:pt x="95250" y="307734"/>
                              </a:lnTo>
                              <a:cubicBezTo>
                                <a:pt x="82779" y="307734"/>
                                <a:pt x="70320" y="305257"/>
                                <a:pt x="58801" y="300482"/>
                              </a:cubicBezTo>
                              <a:cubicBezTo>
                                <a:pt x="47282" y="295707"/>
                                <a:pt x="36716" y="288645"/>
                                <a:pt x="27902" y="279832"/>
                              </a:cubicBezTo>
                              <a:cubicBezTo>
                                <a:pt x="19076" y="271018"/>
                                <a:pt x="12027" y="260452"/>
                                <a:pt x="7252" y="248933"/>
                              </a:cubicBezTo>
                              <a:cubicBezTo>
                                <a:pt x="2477" y="237413"/>
                                <a:pt x="0" y="224955"/>
                                <a:pt x="0" y="212484"/>
                              </a:cubicBezTo>
                              <a:lnTo>
                                <a:pt x="0" y="95250"/>
                              </a:lnTo>
                              <a:cubicBezTo>
                                <a:pt x="0" y="82779"/>
                                <a:pt x="2477" y="70307"/>
                                <a:pt x="7252" y="58788"/>
                              </a:cubicBezTo>
                              <a:cubicBezTo>
                                <a:pt x="12027" y="47269"/>
                                <a:pt x="19076" y="36703"/>
                                <a:pt x="27902" y="27889"/>
                              </a:cubicBezTo>
                              <a:cubicBezTo>
                                <a:pt x="36716" y="19076"/>
                                <a:pt x="47282" y="12014"/>
                                <a:pt x="58801" y="7239"/>
                              </a:cubicBezTo>
                              <a:cubicBezTo>
                                <a:pt x="70320" y="2477"/>
                                <a:pt x="82779" y="0"/>
                                <a:pt x="95250" y="0"/>
                              </a:cubicBezTo>
                              <a:close/>
                            </a:path>
                          </a:pathLst>
                        </a:custGeom>
                        <a:ln w="0" cap="sq">
                          <a:miter lim="127000"/>
                        </a:ln>
                      </wps:spPr>
                      <wps:style>
                        <a:lnRef idx="0">
                          <a:srgbClr val="000000">
                            <a:alpha val="0"/>
                          </a:srgbClr>
                        </a:lnRef>
                        <a:fillRef idx="1">
                          <a:srgbClr val="FFFFFF"/>
                        </a:fillRef>
                        <a:effectRef idx="0">
                          <a:scrgbClr r="0" g="0" b="0"/>
                        </a:effectRef>
                        <a:fontRef idx="none"/>
                      </wps:style>
                      <wps:bodyPr/>
                    </wps:wsp>
                    <wps:wsp>
                      <wps:cNvPr id="94562" name="Rectangle 94562"/>
                      <wps:cNvSpPr/>
                      <wps:spPr>
                        <a:xfrm>
                          <a:off x="7167932" y="44410"/>
                          <a:ext cx="77293" cy="134534"/>
                        </a:xfrm>
                        <a:prstGeom prst="rect">
                          <a:avLst/>
                        </a:prstGeom>
                        <a:ln>
                          <a:noFill/>
                        </a:ln>
                      </wps:spPr>
                      <wps:txbx>
                        <w:txbxContent>
                          <w:p w14:paraId="1F13023C" w14:textId="77777777" w:rsidR="00203768" w:rsidRDefault="00203768">
                            <w:r>
                              <w:rPr>
                                <w:color w:val="0000FF"/>
                                <w:sz w:val="16"/>
                              </w:rPr>
                              <w:t>1</w:t>
                            </w:r>
                          </w:p>
                        </w:txbxContent>
                      </wps:txbx>
                      <wps:bodyPr horzOverflow="overflow" vert="horz" lIns="0" tIns="0" rIns="0" bIns="0" rtlCol="0">
                        <a:noAutofit/>
                      </wps:bodyPr>
                    </wps:wsp>
                    <wps:wsp>
                      <wps:cNvPr id="94561" name="Rectangle 94561"/>
                      <wps:cNvSpPr/>
                      <wps:spPr>
                        <a:xfrm>
                          <a:off x="6384087" y="44410"/>
                          <a:ext cx="1042513" cy="134534"/>
                        </a:xfrm>
                        <a:prstGeom prst="rect">
                          <a:avLst/>
                        </a:prstGeom>
                        <a:ln>
                          <a:noFill/>
                        </a:ln>
                      </wps:spPr>
                      <wps:txbx>
                        <w:txbxContent>
                          <w:p w14:paraId="185A1A72" w14:textId="77777777" w:rsidR="00203768" w:rsidRDefault="00203768">
                            <w:r>
                              <w:rPr>
                                <w:color w:val="0000FF"/>
                                <w:sz w:val="16"/>
                              </w:rPr>
                              <w:t>e-DOC</w:t>
                            </w:r>
                            <w:r>
                              <w:rPr>
                                <w:color w:val="0000FF"/>
                                <w:spacing w:val="10"/>
                                <w:sz w:val="16"/>
                              </w:rPr>
                              <w:t xml:space="preserve"> </w:t>
                            </w:r>
                            <w:r>
                              <w:rPr>
                                <w:color w:val="0000FF"/>
                                <w:sz w:val="16"/>
                              </w:rPr>
                              <w:t>F4ADA7E</w:t>
                            </w:r>
                          </w:p>
                        </w:txbxContent>
                      </wps:txbx>
                      <wps:bodyPr horzOverflow="overflow" vert="horz" lIns="0" tIns="0" rIns="0" bIns="0" rtlCol="0">
                        <a:noAutofit/>
                      </wps:bodyPr>
                    </wps:wsp>
                    <wps:wsp>
                      <wps:cNvPr id="94564" name="Rectangle 94564"/>
                      <wps:cNvSpPr/>
                      <wps:spPr>
                        <a:xfrm>
                          <a:off x="7171995" y="179233"/>
                          <a:ext cx="71889" cy="134534"/>
                        </a:xfrm>
                        <a:prstGeom prst="rect">
                          <a:avLst/>
                        </a:prstGeom>
                        <a:ln>
                          <a:noFill/>
                        </a:ln>
                      </wps:spPr>
                      <wps:txbx>
                        <w:txbxContent>
                          <w:p w14:paraId="6E6CA2C9" w14:textId="77777777" w:rsidR="00203768" w:rsidRDefault="00203768">
                            <w:r>
                              <w:rPr>
                                <w:color w:val="0000FF"/>
                                <w:sz w:val="16"/>
                              </w:rPr>
                              <w:t>e</w:t>
                            </w:r>
                          </w:p>
                        </w:txbxContent>
                      </wps:txbx>
                      <wps:bodyPr horzOverflow="overflow" vert="horz" lIns="0" tIns="0" rIns="0" bIns="0" rtlCol="0">
                        <a:noAutofit/>
                      </wps:bodyPr>
                    </wps:wsp>
                    <wps:wsp>
                      <wps:cNvPr id="94563" name="Rectangle 94563"/>
                      <wps:cNvSpPr/>
                      <wps:spPr>
                        <a:xfrm>
                          <a:off x="5703875" y="179233"/>
                          <a:ext cx="1952599" cy="134534"/>
                        </a:xfrm>
                        <a:prstGeom prst="rect">
                          <a:avLst/>
                        </a:prstGeom>
                        <a:ln>
                          <a:noFill/>
                        </a:ln>
                      </wps:spPr>
                      <wps:txbx>
                        <w:txbxContent>
                          <w:p w14:paraId="236766AA" w14:textId="77777777" w:rsidR="00203768" w:rsidRDefault="00203768">
                            <w:r>
                              <w:rPr>
                                <w:color w:val="0000FF"/>
                                <w:sz w:val="16"/>
                              </w:rPr>
                              <w:t>Proc</w:t>
                            </w:r>
                            <w:r>
                              <w:rPr>
                                <w:color w:val="0000FF"/>
                                <w:spacing w:val="10"/>
                                <w:sz w:val="16"/>
                              </w:rPr>
                              <w:t xml:space="preserve"> </w:t>
                            </w:r>
                            <w:r>
                              <w:rPr>
                                <w:color w:val="0000FF"/>
                                <w:sz w:val="16"/>
                              </w:rPr>
                              <w:t>00600-00006619/2021-92-</w:t>
                            </w:r>
                          </w:p>
                        </w:txbxContent>
                      </wps:txbx>
                      <wps:bodyPr horzOverflow="overflow" vert="horz" lIns="0" tIns="0" rIns="0" bIns="0" rtlCol="0">
                        <a:noAutofit/>
                      </wps:bodyPr>
                    </wps:wsp>
                  </wpg:wgp>
                </a:graphicData>
              </a:graphic>
            </wp:anchor>
          </w:drawing>
        </mc:Choice>
        <mc:Fallback>
          <w:pict>
            <v:group w14:anchorId="604291B3" id="Group 94552" o:spid="_x0000_s1098" style="position:absolute;left:0;text-align:left;margin-left:24.7pt;margin-top:11.35pt;width:570.5pt;height:88.3pt;z-index:251658247;mso-position-horizontal-relative:page;mso-position-vertical-relative:page" coordsize="72450,112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">
              <v:rect id="Rectangle 94565" o:spid="_x0000_s1099" style="position:absolute;left:4056;top:712;width:428;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" filled="f" stroked="f">
                <v:textbox inset="0,0,0,0">
                  <w:txbxContent>
                    <w:p w14:paraId="53A7C51D" w14:textId="77777777" w:rsidR="00203768" w:rsidRDefault="00203768">
                      <w:r>
                        <w:rPr>
                          <w:rFonts w:ascii="Arial" w:eastAsia="Arial" w:hAnsi="Arial" w:cs="Arial"/>
                          <w:b/>
                          <w:sz w:val="18"/>
                        </w:rPr>
                        <w:t xml:space="preserve"> </w:t>
                      </w:r>
                    </w:p>
                  </w:txbxContent>
                </v:textbox>
              </v:rect>
              <v:rect id="Rectangle 94566" o:spid="_x0000_s1100" style="position:absolute;left:12045;top:2083;width:428;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" filled="f" stroked="f">
                <v:textbox inset="0,0,0,0">
                  <w:txbxContent>
                    <w:p w14:paraId="03DA0C96" w14:textId="77777777" w:rsidR="00203768" w:rsidRDefault="00203768">
                      <w:r>
                        <w:rPr>
                          <w:rFonts w:ascii="Arial" w:eastAsia="Arial" w:hAnsi="Arial" w:cs="Arial"/>
                          <w:b/>
                          <w:sz w:val="18"/>
                        </w:rPr>
                        <w:t xml:space="preserve"> </w:t>
                      </w:r>
                    </w:p>
                  </w:txbxContent>
                </v:textbox>
              </v:rect>
              <v:rect id="Rectangle 94567" o:spid="_x0000_s1101" style="position:absolute;left:12045;top:3469;width:5009;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" filled="f" stroked="f">
                <v:textbox inset="0,0,0,0">
                  <w:txbxContent>
                    <w:p w14:paraId="23D68ADB" w14:textId="77777777" w:rsidR="00203768" w:rsidRDefault="00203768">
                      <w:r>
                        <w:rPr>
                          <w:rFonts w:ascii="Arial" w:eastAsia="Arial" w:hAnsi="Arial" w:cs="Arial"/>
                          <w:b/>
                          <w:sz w:val="20"/>
                        </w:rPr>
                        <w:t xml:space="preserve">TCDF </w:t>
                      </w:r>
                    </w:p>
                  </w:txbxContent>
                </v:textbox>
              </v:rect>
              <v:rect id="Rectangle 94568" o:spid="_x0000_s1102" style="position:absolute;left:15825;top:3469;width:567;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" filled="f" stroked="f">
                <v:textbox inset="0,0,0,0">
                  <w:txbxContent>
                    <w:p w14:paraId="3BC63DA1" w14:textId="77777777" w:rsidR="00203768" w:rsidRDefault="00203768">
                      <w:r>
                        <w:rPr>
                          <w:rFonts w:ascii="Arial" w:eastAsia="Arial" w:hAnsi="Arial" w:cs="Arial"/>
                          <w:b/>
                          <w:sz w:val="20"/>
                        </w:rPr>
                        <w:t>-</w:t>
                      </w:r>
                    </w:p>
                  </w:txbxContent>
                </v:textbox>
              </v:rect>
              <v:rect id="Rectangle 94569" o:spid="_x0000_s1103" style="position:absolute;left:16221;top:3469;width:473;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" filled="f" stroked="f">
                <v:textbox inset="0,0,0,0">
                  <w:txbxContent>
                    <w:p w14:paraId="40282CA3" w14:textId="77777777" w:rsidR="00203768" w:rsidRDefault="00203768">
                      <w:r>
                        <w:rPr>
                          <w:rFonts w:ascii="Arial" w:eastAsia="Arial" w:hAnsi="Arial" w:cs="Arial"/>
                          <w:b/>
                          <w:sz w:val="20"/>
                        </w:rPr>
                        <w:t xml:space="preserve"> </w:t>
                      </w:r>
                    </w:p>
                  </w:txbxContent>
                </v:textbox>
              </v:rect>
              <v:rect id="Rectangle 94570" o:spid="_x0000_s1104" style="position:absolute;left:16556;top:3469;width:31180;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" filled="f" stroked="f">
                <v:textbox inset="0,0,0,0">
                  <w:txbxContent>
                    <w:p w14:paraId="5D15F727" w14:textId="77777777" w:rsidR="00203768" w:rsidRDefault="00203768">
                      <w:r>
                        <w:rPr>
                          <w:rFonts w:ascii="Arial" w:eastAsia="Arial" w:hAnsi="Arial" w:cs="Arial"/>
                          <w:b/>
                          <w:sz w:val="20"/>
                        </w:rPr>
                        <w:t xml:space="preserve">Tribunal de Contas do Distrito Federal </w:t>
                      </w:r>
                    </w:p>
                  </w:txbxContent>
                </v:textbox>
              </v:rect>
              <v:rect id="Rectangle 94571" o:spid="_x0000_s1105" style="position:absolute;left:40005;top:3469;width:473;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" filled="f" stroked="f">
                <v:textbox inset="0,0,0,0">
                  <w:txbxContent>
                    <w:p w14:paraId="4EE62B80" w14:textId="77777777" w:rsidR="00203768" w:rsidRDefault="00203768">
                      <w:r>
                        <w:rPr>
                          <w:rFonts w:ascii="Arial" w:eastAsia="Arial" w:hAnsi="Arial" w:cs="Arial"/>
                          <w:b/>
                          <w:sz w:val="20"/>
                        </w:rPr>
                        <w:t xml:space="preserve"> </w:t>
                      </w:r>
                    </w:p>
                  </w:txbxContent>
                </v:textbox>
              </v:rect>
              <v:rect id="Rectangle 94590" o:spid="_x0000_s1106" style="position:absolute;left:59856;top:3248;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" filled="f" stroked="f">
                <v:textbox inset="0,0,0,0">
                  <w:txbxContent>
                    <w:p w14:paraId="2CFEBF4C" w14:textId="77777777" w:rsidR="00203768" w:rsidRDefault="00203768">
                      <w:r>
                        <w:rPr>
                          <w:rFonts w:ascii="Arial" w:eastAsia="Arial" w:hAnsi="Arial" w:cs="Arial"/>
                          <w:sz w:val="24"/>
                        </w:rPr>
                        <w:t xml:space="preserve"> </w:t>
                      </w:r>
                    </w:p>
                  </w:txbxContent>
                </v:textbox>
              </v:rect>
              <v:rect id="Rectangle 94572" o:spid="_x0000_s1107" style="position:absolute;left:12045;top:5012;width:4765;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" filled="f" stroked="f">
                <v:textbox inset="0,0,0,0">
                  <w:txbxContent>
                    <w:p w14:paraId="6F55633F" w14:textId="77777777" w:rsidR="00203768" w:rsidRDefault="00203768">
                      <w:r>
                        <w:rPr>
                          <w:rFonts w:ascii="Arial" w:eastAsia="Arial" w:hAnsi="Arial" w:cs="Arial"/>
                          <w:sz w:val="18"/>
                        </w:rPr>
                        <w:t xml:space="preserve">SELIP </w:t>
                      </w:r>
                    </w:p>
                  </w:txbxContent>
                </v:textbox>
              </v:rect>
              <v:rect id="Rectangle 94573" o:spid="_x0000_s1108" style="position:absolute;left:15612;top:5012;width:513;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" filled="f" stroked="f">
                <v:textbox inset="0,0,0,0">
                  <w:txbxContent>
                    <w:p w14:paraId="1641E193" w14:textId="77777777" w:rsidR="00203768" w:rsidRDefault="00203768">
                      <w:r>
                        <w:rPr>
                          <w:rFonts w:ascii="Arial" w:eastAsia="Arial" w:hAnsi="Arial" w:cs="Arial"/>
                          <w:sz w:val="18"/>
                        </w:rPr>
                        <w:t>-</w:t>
                      </w:r>
                    </w:p>
                  </w:txbxContent>
                </v:textbox>
              </v:rect>
              <v:rect id="Rectangle 94574" o:spid="_x0000_s1109" style="position:absolute;left:16008;top:5012;width:428;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" filled="f" stroked="f">
                <v:textbox inset="0,0,0,0">
                  <w:txbxContent>
                    <w:p w14:paraId="1A41A449" w14:textId="77777777" w:rsidR="00203768" w:rsidRDefault="00203768">
                      <w:r>
                        <w:rPr>
                          <w:rFonts w:ascii="Arial" w:eastAsia="Arial" w:hAnsi="Arial" w:cs="Arial"/>
                          <w:sz w:val="18"/>
                        </w:rPr>
                        <w:t xml:space="preserve"> </w:t>
                      </w:r>
                    </w:p>
                  </w:txbxContent>
                </v:textbox>
              </v:rect>
              <v:rect id="Rectangle 94575" o:spid="_x0000_s1110" style="position:absolute;left:16343;top:5012;width:30615;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" filled="f" stroked="f">
                <v:textbox inset="0,0,0,0">
                  <w:txbxContent>
                    <w:p w14:paraId="63EC8B11" w14:textId="77777777" w:rsidR="00203768" w:rsidRDefault="00203768">
                      <w:r>
                        <w:rPr>
                          <w:rFonts w:ascii="Arial" w:eastAsia="Arial" w:hAnsi="Arial" w:cs="Arial"/>
                          <w:sz w:val="18"/>
                        </w:rPr>
                        <w:t>Secretaria de Licitação, Material e Patrimônio</w:t>
                      </w:r>
                    </w:p>
                  </w:txbxContent>
                </v:textbox>
              </v:rect>
              <v:rect id="Rectangle 94576" o:spid="_x0000_s1111" style="position:absolute;left:39395;top:4681;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" filled="f" stroked="f">
                <v:textbox inset="0,0,0,0">
                  <w:txbxContent>
                    <w:p w14:paraId="079FBF6B" w14:textId="77777777" w:rsidR="00203768" w:rsidRDefault="00203768">
                      <w:r>
                        <w:rPr>
                          <w:rFonts w:ascii="Arial" w:eastAsia="Arial" w:hAnsi="Arial" w:cs="Arial"/>
                          <w:sz w:val="24"/>
                        </w:rPr>
                        <w:t xml:space="preserve"> </w:t>
                      </w:r>
                    </w:p>
                  </w:txbxContent>
                </v:textbox>
              </v:rect>
              <v:rect id="Rectangle 94577" o:spid="_x0000_s1112" style="position:absolute;left:12045;top:6383;width:5496;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" filled="f" stroked="f">
                <v:textbox inset="0,0,0,0">
                  <w:txbxContent>
                    <w:p w14:paraId="26B161B2" w14:textId="77777777" w:rsidR="00203768" w:rsidRDefault="00203768">
                      <w:r>
                        <w:rPr>
                          <w:rFonts w:ascii="Arial" w:eastAsia="Arial" w:hAnsi="Arial" w:cs="Arial"/>
                          <w:sz w:val="18"/>
                        </w:rPr>
                        <w:t xml:space="preserve">SESAP </w:t>
                      </w:r>
                    </w:p>
                  </w:txbxContent>
                </v:textbox>
              </v:rect>
              <v:rect id="Rectangle 94578" o:spid="_x0000_s1113" style="position:absolute;left:16191;top:6383;width:513;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" filled="f" stroked="f">
                <v:textbox inset="0,0,0,0">
                  <w:txbxContent>
                    <w:p w14:paraId="06F7EEF1" w14:textId="77777777" w:rsidR="00203768" w:rsidRDefault="00203768">
                      <w:r>
                        <w:rPr>
                          <w:rFonts w:ascii="Arial" w:eastAsia="Arial" w:hAnsi="Arial" w:cs="Arial"/>
                          <w:sz w:val="18"/>
                        </w:rPr>
                        <w:t>-</w:t>
                      </w:r>
                    </w:p>
                  </w:txbxContent>
                </v:textbox>
              </v:rect>
              <v:rect id="Rectangle 94579" o:spid="_x0000_s1114" style="position:absolute;left:16556;top:6383;width:428;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" filled="f" stroked="f">
                <v:textbox inset="0,0,0,0">
                  <w:txbxContent>
                    <w:p w14:paraId="505227AA" w14:textId="77777777" w:rsidR="00203768" w:rsidRDefault="00203768">
                      <w:r>
                        <w:rPr>
                          <w:rFonts w:ascii="Arial" w:eastAsia="Arial" w:hAnsi="Arial" w:cs="Arial"/>
                          <w:sz w:val="18"/>
                        </w:rPr>
                        <w:t xml:space="preserve"> </w:t>
                      </w:r>
                    </w:p>
                  </w:txbxContent>
                </v:textbox>
              </v:rect>
              <v:rect id="Rectangle 94580" o:spid="_x0000_s1115" style="position:absolute;left:16894;top:6383;width:31161;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" filled="f" stroked="f">
                <v:textbox inset="0,0,0,0">
                  <w:txbxContent>
                    <w:p w14:paraId="76F898E9" w14:textId="77777777" w:rsidR="00203768" w:rsidRDefault="00203768">
                      <w:r>
                        <w:rPr>
                          <w:rFonts w:ascii="Arial" w:eastAsia="Arial" w:hAnsi="Arial" w:cs="Arial"/>
                          <w:sz w:val="18"/>
                        </w:rPr>
                        <w:t>Secretaria de Engenharia e Serviços de Apoio</w:t>
                      </w:r>
                    </w:p>
                  </w:txbxContent>
                </v:textbox>
              </v:rect>
              <v:rect id="Rectangle 94581" o:spid="_x0000_s1116" style="position:absolute;left:40340;top:6383;width:428;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" filled="f" stroked="f">
                <v:textbox inset="0,0,0,0">
                  <w:txbxContent>
                    <w:p w14:paraId="6DD05D95" w14:textId="77777777" w:rsidR="00203768" w:rsidRDefault="00203768">
                      <w:r>
                        <w:rPr>
                          <w:rFonts w:ascii="Arial" w:eastAsia="Arial" w:hAnsi="Arial" w:cs="Arial"/>
                          <w:sz w:val="18"/>
                        </w:rPr>
                        <w:t xml:space="preserve"> </w:t>
                      </w:r>
                    </w:p>
                  </w:txbxContent>
                </v:textbox>
              </v:rect>
              <v:rect id="Rectangle 94582" o:spid="_x0000_s1117" style="position:absolute;left:12045;top:7755;width:2041;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" filled="f" stroked="f">
                <v:textbox inset="0,0,0,0">
                  <w:txbxContent>
                    <w:p w14:paraId="2316D551" w14:textId="77777777" w:rsidR="00203768" w:rsidRDefault="00203768">
                      <w:r>
                        <w:rPr>
                          <w:rFonts w:ascii="Arial" w:eastAsia="Arial" w:hAnsi="Arial" w:cs="Arial"/>
                          <w:sz w:val="18"/>
                        </w:rPr>
                        <w:t>SE</w:t>
                      </w:r>
                    </w:p>
                  </w:txbxContent>
                </v:textbox>
              </v:rect>
              <v:rect id="Rectangle 94583" o:spid="_x0000_s1118" style="position:absolute;left:13569;top:7755;width:3384;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" filled="f" stroked="f">
                <v:textbox inset="0,0,0,0">
                  <w:txbxContent>
                    <w:p w14:paraId="7BA22B7A" w14:textId="77777777" w:rsidR="00203768" w:rsidRDefault="00203768">
                      <w:r>
                        <w:rPr>
                          <w:rFonts w:ascii="Arial" w:eastAsia="Arial" w:hAnsi="Arial" w:cs="Arial"/>
                          <w:sz w:val="18"/>
                        </w:rPr>
                        <w:t>MAN</w:t>
                      </w:r>
                    </w:p>
                  </w:txbxContent>
                </v:textbox>
              </v:rect>
              <v:rect id="Rectangle 94584" o:spid="_x0000_s1119" style="position:absolute;left:16099;top:7755;width:428;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" filled="f" stroked="f">
                <v:textbox inset="0,0,0,0">
                  <w:txbxContent>
                    <w:p w14:paraId="78C2AE22" w14:textId="77777777" w:rsidR="00203768" w:rsidRDefault="00203768">
                      <w:r>
                        <w:rPr>
                          <w:rFonts w:ascii="Arial" w:eastAsia="Arial" w:hAnsi="Arial" w:cs="Arial"/>
                          <w:sz w:val="18"/>
                        </w:rPr>
                        <w:t xml:space="preserve"> </w:t>
                      </w:r>
                    </w:p>
                  </w:txbxContent>
                </v:textbox>
              </v:rect>
              <v:rect id="Rectangle 94585" o:spid="_x0000_s1120" style="position:absolute;left:16435;top:7755;width:513;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" filled="f" stroked="f">
                <v:textbox inset="0,0,0,0">
                  <w:txbxContent>
                    <w:p w14:paraId="7DAF4E17" w14:textId="77777777" w:rsidR="00203768" w:rsidRDefault="00203768">
                      <w:r>
                        <w:rPr>
                          <w:rFonts w:ascii="Arial" w:eastAsia="Arial" w:hAnsi="Arial" w:cs="Arial"/>
                          <w:sz w:val="18"/>
                        </w:rPr>
                        <w:t>-</w:t>
                      </w:r>
                    </w:p>
                  </w:txbxContent>
                </v:textbox>
              </v:rect>
              <v:rect id="Rectangle 94586" o:spid="_x0000_s1121" style="position:absolute;left:16833;top:7755;width:428;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" filled="f" stroked="f">
                <v:textbox inset="0,0,0,0">
                  <w:txbxContent>
                    <w:p w14:paraId="2E61865A" w14:textId="77777777" w:rsidR="00203768" w:rsidRDefault="00203768">
                      <w:r>
                        <w:rPr>
                          <w:rFonts w:ascii="Arial" w:eastAsia="Arial" w:hAnsi="Arial" w:cs="Arial"/>
                          <w:sz w:val="18"/>
                        </w:rPr>
                        <w:t xml:space="preserve"> </w:t>
                      </w:r>
                    </w:p>
                  </w:txbxContent>
                </v:textbox>
              </v:rect>
              <v:rect id="Rectangle 94587" o:spid="_x0000_s1122" style="position:absolute;left:17169;top:7755;width:7557;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" filled="f" stroked="f">
                <v:textbox inset="0,0,0,0">
                  <w:txbxContent>
                    <w:p w14:paraId="3C312468" w14:textId="77777777" w:rsidR="00203768" w:rsidRDefault="00203768">
                      <w:r>
                        <w:rPr>
                          <w:rFonts w:ascii="Arial" w:eastAsia="Arial" w:hAnsi="Arial" w:cs="Arial"/>
                          <w:sz w:val="18"/>
                        </w:rPr>
                        <w:t xml:space="preserve">Serviço de </w:t>
                      </w:r>
                    </w:p>
                  </w:txbxContent>
                </v:textbox>
              </v:rect>
              <v:rect id="Rectangle 94588" o:spid="_x0000_s1123" style="position:absolute;left:22868;top:7755;width:8356;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" filled="f" stroked="f">
                <v:textbox inset="0,0,0,0">
                  <w:txbxContent>
                    <w:p w14:paraId="111113F9" w14:textId="77777777" w:rsidR="00203768" w:rsidRDefault="00203768">
                      <w:r>
                        <w:rPr>
                          <w:rFonts w:ascii="Arial" w:eastAsia="Arial" w:hAnsi="Arial" w:cs="Arial"/>
                          <w:sz w:val="18"/>
                        </w:rPr>
                        <w:t>Manutenção</w:t>
                      </w:r>
                    </w:p>
                  </w:txbxContent>
                </v:textbox>
              </v:rect>
              <v:rect id="Rectangle 94589" o:spid="_x0000_s1124" style="position:absolute;left:29151;top:7424;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" filled="f" stroked="f">
                <v:textbox inset="0,0,0,0">
                  <w:txbxContent>
                    <w:p w14:paraId="1A5600CE" w14:textId="77777777" w:rsidR="00203768" w:rsidRDefault="00203768">
                      <w:r>
                        <w:rPr>
                          <w:rFonts w:ascii="Arial" w:eastAsia="Arial" w:hAnsi="Arial" w:cs="Arial"/>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4553" o:spid="_x0000_s1125" type="#_x0000_t75" style="position:absolute;left:3851;top:2383;width:7030;height:71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">
                <v:imagedata r:id="rId2" o:title=""/>
              </v:shape>
              <v:shape id="Shape 98401" o:spid="_x0000_s1126" style="position:absolute;left:4026;top:10937;width:91;height:274;visibility:visible;mso-wrap-style:square;v-text-anchor:top" coordsize="9144,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" path="m,l9144,r,27432l,27432,,e" fillcolor="black" stroked="f" strokeweight="0">
                <v:stroke miterlimit="83231f" joinstyle="miter"/>
                <v:path arrowok="t" textboxrect="0,0,9144,27432"/>
              </v:shape>
              <v:shape id="Shape 98402" o:spid="_x0000_s1127" style="position:absolute;left:4026;top:10937;width:274;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" path="m,l27432,r,9144l,9144,,e" fillcolor="black" stroked="f" strokeweight="0">
                <v:stroke miterlimit="83231f" joinstyle="miter"/>
                <v:path arrowok="t" textboxrect="0,0,27432,9144"/>
              </v:shape>
              <v:shape id="Shape 98403" o:spid="_x0000_s1128" style="position:absolute;left:4209;top:1112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" path="m,l9144,r,9144l,9144,,e" fillcolor="black" stroked="f" strokeweight="0">
                <v:stroke miterlimit="83231f" joinstyle="miter"/>
                <v:path arrowok="t" textboxrect="0,0,9144,9144"/>
              </v:shape>
              <v:shape id="Shape 98404" o:spid="_x0000_s1129" style="position:absolute;left:66504;top:10937;width:92;height:274;visibility:visible;mso-wrap-style:square;v-text-anchor:top" coordsize="9144,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" path="m,l9144,r,27432l,27432,,e" fillcolor="black" stroked="f" strokeweight="0">
                <v:stroke miterlimit="83231f" joinstyle="miter"/>
                <v:path arrowok="t" textboxrect="0,0,9144,27432"/>
              </v:shape>
              <v:shape id="Shape 98405" o:spid="_x0000_s1130" style="position:absolute;left:66321;top:10937;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" path="m,l27432,r,9144l,9144,,e" fillcolor="black" stroked="f" strokeweight="0">
                <v:stroke miterlimit="83231f" joinstyle="miter"/>
                <v:path arrowok="t" textboxrect="0,0,27432,9144"/>
              </v:shape>
              <v:shape id="Shape 98406" o:spid="_x0000_s1131" style="position:absolute;left:66321;top:11120;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" path="m,l9144,r,9144l,9144,,e" fillcolor="black" stroked="f" strokeweight="0">
                <v:stroke miterlimit="83231f" joinstyle="miter"/>
                <v:path arrowok="t" textboxrect="0,0,9144,9144"/>
              </v:shape>
              <v:shape id="Shape 98407" o:spid="_x0000_s1132" style="position:absolute;top:602;width:121;height:122;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" path="m,l12192,r,12192l,12192,,e" fillcolor="black" stroked="f" strokeweight="0">
                <v:stroke miterlimit="83231f" joinstyle="miter"/>
                <v:path arrowok="t" textboxrect="0,0,12192,12192"/>
              </v:shape>
              <v:shape id="Shape 98408" o:spid="_x0000_s1133" style="position:absolute;left:121;top:602;width:69096;height:122;visibility:visible;mso-wrap-style:square;v-text-anchor:top" coordsize="690956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" path="m,l6909562,r,12192l,12192,,e" fillcolor="black" stroked="f" strokeweight="0">
                <v:stroke miterlimit="83231f" joinstyle="miter"/>
                <v:path arrowok="t" textboxrect="0,0,6909562,12192"/>
              </v:shape>
              <v:shape id="Shape 98409" o:spid="_x0000_s1134" style="position:absolute;left:69217;top:602;width:122;height:122;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" path="m,l12192,r,12192l,12192,,e" fillcolor="black" stroked="f" strokeweight="0">
                <v:stroke miterlimit="83231f" joinstyle="miter"/>
                <v:path arrowok="t" textboxrect="0,0,12192,12192"/>
              </v:shape>
              <v:shape id="Shape 94559" o:spid="_x0000_s1135" style="position:absolute;left:56250;width:16200;height:3077;visibility:visible;mso-wrap-style:square;v-text-anchor:top" coordsize="1620000,30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" path="m95250,l1524750,v12471,,24930,2477,36449,7239c1572717,12014,1583284,19076,1592097,27889v8827,8814,15875,19380,20651,30899c1617523,70307,1620000,82779,1620000,95250r,117234c1620000,224955,1617523,237413,1612748,248933v-4776,11519,-11824,22085,-20651,30899c1583284,288645,1572717,295707,1561199,300482v-11519,4775,-23978,7252,-36449,7252l95250,307734v-12471,,-24930,-2477,-36449,-7252c47282,295707,36716,288645,27902,279832,19076,271018,12027,260452,7252,248933,2477,237413,,224955,,212484l,95250c,82779,2477,70307,7252,58788,12027,47269,19076,36703,27902,27889,36716,19076,47282,12014,58801,7239,70320,2477,82779,,95250,xe" stroked="f" strokeweight="0">
                <v:stroke miterlimit="83231f" joinstyle="miter" endcap="square"/>
                <v:path arrowok="t" textboxrect="0,0,1620000,307734"/>
              </v:shape>
              <v:rect id="Rectangle 94562" o:spid="_x0000_s1136" style="position:absolute;left:71679;top:444;width:773;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" filled="f" stroked="f">
                <v:textbox inset="0,0,0,0">
                  <w:txbxContent>
                    <w:p w14:paraId="1F13023C" w14:textId="77777777" w:rsidR="00203768" w:rsidRDefault="00203768">
                      <w:r>
                        <w:rPr>
                          <w:color w:val="0000FF"/>
                          <w:sz w:val="16"/>
                        </w:rPr>
                        <w:t>1</w:t>
                      </w:r>
                    </w:p>
                  </w:txbxContent>
                </v:textbox>
              </v:rect>
              <v:rect id="Rectangle 94561" o:spid="_x0000_s1137" style="position:absolute;left:63840;top:444;width:10426;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" filled="f" stroked="f">
                <v:textbox inset="0,0,0,0">
                  <w:txbxContent>
                    <w:p w14:paraId="185A1A72" w14:textId="77777777" w:rsidR="00203768" w:rsidRDefault="00203768">
                      <w:r>
                        <w:rPr>
                          <w:color w:val="0000FF"/>
                          <w:sz w:val="16"/>
                        </w:rPr>
                        <w:t>e-DOC</w:t>
                      </w:r>
                      <w:r>
                        <w:rPr>
                          <w:color w:val="0000FF"/>
                          <w:spacing w:val="10"/>
                          <w:sz w:val="16"/>
                        </w:rPr>
                        <w:t xml:space="preserve"> </w:t>
                      </w:r>
                      <w:r>
                        <w:rPr>
                          <w:color w:val="0000FF"/>
                          <w:sz w:val="16"/>
                        </w:rPr>
                        <w:t>F4ADA7E</w:t>
                      </w:r>
                    </w:p>
                  </w:txbxContent>
                </v:textbox>
              </v:rect>
              <v:rect id="Rectangle 94564" o:spid="_x0000_s1138" style="position:absolute;left:71719;top:1792;width:719;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" filled="f" stroked="f">
                <v:textbox inset="0,0,0,0">
                  <w:txbxContent>
                    <w:p w14:paraId="6E6CA2C9" w14:textId="77777777" w:rsidR="00203768" w:rsidRDefault="00203768">
                      <w:r>
                        <w:rPr>
                          <w:color w:val="0000FF"/>
                          <w:sz w:val="16"/>
                        </w:rPr>
                        <w:t>e</w:t>
                      </w:r>
                    </w:p>
                  </w:txbxContent>
                </v:textbox>
              </v:rect>
              <v:rect id="Rectangle 94563" o:spid="_x0000_s1139" style="position:absolute;left:57038;top:1792;width:19526;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" filled="f" stroked="f">
                <v:textbox inset="0,0,0,0">
                  <w:txbxContent>
                    <w:p w14:paraId="236766AA" w14:textId="77777777" w:rsidR="00203768" w:rsidRDefault="00203768">
                      <w:r>
                        <w:rPr>
                          <w:color w:val="0000FF"/>
                          <w:sz w:val="16"/>
                        </w:rPr>
                        <w:t>Proc</w:t>
                      </w:r>
                      <w:r>
                        <w:rPr>
                          <w:color w:val="0000FF"/>
                          <w:spacing w:val="10"/>
                          <w:sz w:val="16"/>
                        </w:rPr>
                        <w:t xml:space="preserve"> </w:t>
                      </w:r>
                      <w:r>
                        <w:rPr>
                          <w:color w:val="0000FF"/>
                          <w:sz w:val="16"/>
                        </w:rPr>
                        <w:t>00600-00006619/2021-92-</w:t>
                      </w:r>
                    </w:p>
                  </w:txbxContent>
                </v:textbox>
              </v:rect>
              <w10:wrap type="square" anchorx="page" anchory="page"/>
            </v:group>
          </w:pict>
        </mc:Fallback>
      </mc:AlternateContent>
    </w:r>
  </w:p>
  <w:p w14:paraId="2F5C3931" w14:textId="77777777" w:rsidR="00203768" w:rsidRDefault="00203768">
    <w:r>
      <w:rPr>
        <w:noProof/>
      </w:rPr>
      <mc:AlternateContent>
        <mc:Choice Requires="wpg">
          <w:drawing>
            <wp:anchor distT="0" distB="0" distL="114300" distR="114300" simplePos="0" relativeHeight="251658248" behindDoc="1" locked="0" layoutInCell="1" allowOverlap="1" wp14:anchorId="453C8223" wp14:editId="3D59607E">
              <wp:simplePos x="0" y="0"/>
              <wp:positionH relativeFrom="page">
                <wp:posOffset>313944</wp:posOffset>
              </wp:positionH>
              <wp:positionV relativeFrom="page">
                <wp:posOffset>216357</wp:posOffset>
              </wp:positionV>
              <wp:extent cx="6933946" cy="10173970"/>
              <wp:effectExtent l="0" t="0" r="0" b="0"/>
              <wp:wrapNone/>
              <wp:docPr id="94594" name="Group 94594"/>
              <wp:cNvGraphicFramePr/>
              <a:graphic xmlns:a="http://schemas.openxmlformats.org/drawingml/2006/main">
                <a:graphicData uri="http://schemas.microsoft.com/office/word/2010/wordprocessingGroup">
                  <wpg:wgp>
                    <wpg:cNvGrpSpPr/>
                    <wpg:grpSpPr>
                      <a:xfrm>
                        <a:off x="0" y="0"/>
                        <a:ext cx="6933946" cy="10173970"/>
                        <a:chOff x="0" y="0"/>
                        <a:chExt cx="6933946" cy="10173970"/>
                      </a:xfrm>
                    </wpg:grpSpPr>
                    <wps:wsp>
                      <wps:cNvPr id="98435" name="Shape 98435"/>
                      <wps:cNvSpPr/>
                      <wps:spPr>
                        <a:xfrm>
                          <a:off x="0" y="0"/>
                          <a:ext cx="12192" cy="10173970"/>
                        </a:xfrm>
                        <a:custGeom>
                          <a:avLst/>
                          <a:gdLst/>
                          <a:ahLst/>
                          <a:cxnLst/>
                          <a:rect l="0" t="0" r="0" b="0"/>
                          <a:pathLst>
                            <a:path w="12192" h="10173970">
                              <a:moveTo>
                                <a:pt x="0" y="0"/>
                              </a:moveTo>
                              <a:lnTo>
                                <a:pt x="12192" y="0"/>
                              </a:lnTo>
                              <a:lnTo>
                                <a:pt x="12192" y="10173970"/>
                              </a:lnTo>
                              <a:lnTo>
                                <a:pt x="0" y="1017397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436" name="Shape 98436"/>
                      <wps:cNvSpPr/>
                      <wps:spPr>
                        <a:xfrm>
                          <a:off x="6921754" y="0"/>
                          <a:ext cx="12192" cy="10173970"/>
                        </a:xfrm>
                        <a:custGeom>
                          <a:avLst/>
                          <a:gdLst/>
                          <a:ahLst/>
                          <a:cxnLst/>
                          <a:rect l="0" t="0" r="0" b="0"/>
                          <a:pathLst>
                            <a:path w="12192" h="10173970">
                              <a:moveTo>
                                <a:pt x="0" y="0"/>
                              </a:moveTo>
                              <a:lnTo>
                                <a:pt x="12192" y="0"/>
                              </a:lnTo>
                              <a:lnTo>
                                <a:pt x="12192" y="10173970"/>
                              </a:lnTo>
                              <a:lnTo>
                                <a:pt x="0" y="1017397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fl="http://schemas.microsoft.com/office/word/2024/wordml/sdtformatlock">
          <w:pict>
            <v:group w14:anchorId="55929031" id="Group 94594" o:spid="_x0000_s1026" style="position:absolute;margin-left:24.7pt;margin-top:17.05pt;width:546pt;height:801.1pt;z-index:-251658232;mso-position-horizontal-relative:page;mso-position-vertical-relative:page" coordsize="69339,1017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">
              <v:shape id="Shape 98435" o:spid="_x0000_s1027" style="position:absolute;width:121;height:101739;visibility:visible;mso-wrap-style:square;v-text-anchor:top" coordsize="12192,1017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" path="m,l12192,r,10173970l,10173970,,e" fillcolor="black" stroked="f" strokeweight="0">
                <v:stroke miterlimit="83231f" joinstyle="miter"/>
                <v:path arrowok="t" textboxrect="0,0,12192,10173970"/>
              </v:shape>
              <v:shape id="Shape 98436" o:spid="_x0000_s1028" style="position:absolute;left:69217;width:122;height:101739;visibility:visible;mso-wrap-style:square;v-text-anchor:top" coordsize="12192,1017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" path="m,l12192,r,10173970l,10173970,,e" fillcolor="black" stroked="f" strokeweight="0">
                <v:stroke miterlimit="83231f" joinstyle="miter"/>
                <v:path arrowok="t" textboxrect="0,0,12192,10173970"/>
              </v:shape>
              <w10:wrap anchorx="page" anchory="page"/>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53F63" w14:textId="77777777" w:rsidR="00203768" w:rsidRDefault="00203768">
    <w:pPr>
      <w:spacing w:after="0"/>
      <w:ind w:left="-1133" w:right="7955"/>
    </w:pPr>
    <w:r>
      <w:rPr>
        <w:noProof/>
      </w:rPr>
      <mc:AlternateContent>
        <mc:Choice Requires="wpg">
          <w:drawing>
            <wp:anchor distT="0" distB="0" distL="114300" distR="114300" simplePos="0" relativeHeight="251658249" behindDoc="0" locked="0" layoutInCell="1" allowOverlap="1" wp14:anchorId="5ED90A40" wp14:editId="476B1C88">
              <wp:simplePos x="0" y="0"/>
              <wp:positionH relativeFrom="page">
                <wp:posOffset>313944</wp:posOffset>
              </wp:positionH>
              <wp:positionV relativeFrom="page">
                <wp:posOffset>144005</wp:posOffset>
              </wp:positionV>
              <wp:extent cx="7245097" cy="1121169"/>
              <wp:effectExtent l="0" t="0" r="0" b="0"/>
              <wp:wrapSquare wrapText="bothSides"/>
              <wp:docPr id="94396" name="Group 94396"/>
              <wp:cNvGraphicFramePr/>
              <a:graphic xmlns:a="http://schemas.openxmlformats.org/drawingml/2006/main">
                <a:graphicData uri="http://schemas.microsoft.com/office/word/2010/wordprocessingGroup">
                  <wpg:wgp>
                    <wpg:cNvGrpSpPr/>
                    <wpg:grpSpPr>
                      <a:xfrm>
                        <a:off x="0" y="0"/>
                        <a:ext cx="7245097" cy="1121169"/>
                        <a:chOff x="0" y="0"/>
                        <a:chExt cx="7245097" cy="1121169"/>
                      </a:xfrm>
                    </wpg:grpSpPr>
                    <wps:wsp>
                      <wps:cNvPr id="94409" name="Rectangle 94409"/>
                      <wps:cNvSpPr/>
                      <wps:spPr>
                        <a:xfrm>
                          <a:off x="405689" y="71214"/>
                          <a:ext cx="42799" cy="171762"/>
                        </a:xfrm>
                        <a:prstGeom prst="rect">
                          <a:avLst/>
                        </a:prstGeom>
                        <a:ln>
                          <a:noFill/>
                        </a:ln>
                      </wps:spPr>
                      <wps:txbx>
                        <w:txbxContent>
                          <w:p w14:paraId="20D38363" w14:textId="77777777" w:rsidR="00203768" w:rsidRDefault="00203768">
                            <w:r>
                              <w:rPr>
                                <w:rFonts w:ascii="Arial" w:eastAsia="Arial" w:hAnsi="Arial" w:cs="Arial"/>
                                <w:b/>
                                <w:sz w:val="18"/>
                              </w:rPr>
                              <w:t xml:space="preserve"> </w:t>
                            </w:r>
                          </w:p>
                        </w:txbxContent>
                      </wps:txbx>
                      <wps:bodyPr horzOverflow="overflow" vert="horz" lIns="0" tIns="0" rIns="0" bIns="0" rtlCol="0">
                        <a:noAutofit/>
                      </wps:bodyPr>
                    </wps:wsp>
                    <wps:wsp>
                      <wps:cNvPr id="94410" name="Rectangle 94410"/>
                      <wps:cNvSpPr/>
                      <wps:spPr>
                        <a:xfrm>
                          <a:off x="1204595" y="208374"/>
                          <a:ext cx="42799" cy="171762"/>
                        </a:xfrm>
                        <a:prstGeom prst="rect">
                          <a:avLst/>
                        </a:prstGeom>
                        <a:ln>
                          <a:noFill/>
                        </a:ln>
                      </wps:spPr>
                      <wps:txbx>
                        <w:txbxContent>
                          <w:p w14:paraId="37488930" w14:textId="77777777" w:rsidR="00203768" w:rsidRDefault="00203768">
                            <w:r>
                              <w:rPr>
                                <w:rFonts w:ascii="Arial" w:eastAsia="Arial" w:hAnsi="Arial" w:cs="Arial"/>
                                <w:b/>
                                <w:sz w:val="18"/>
                              </w:rPr>
                              <w:t xml:space="preserve"> </w:t>
                            </w:r>
                          </w:p>
                        </w:txbxContent>
                      </wps:txbx>
                      <wps:bodyPr horzOverflow="overflow" vert="horz" lIns="0" tIns="0" rIns="0" bIns="0" rtlCol="0">
                        <a:noAutofit/>
                      </wps:bodyPr>
                    </wps:wsp>
                    <wps:wsp>
                      <wps:cNvPr id="94411" name="Rectangle 94411"/>
                      <wps:cNvSpPr/>
                      <wps:spPr>
                        <a:xfrm>
                          <a:off x="1204595" y="346946"/>
                          <a:ext cx="500880" cy="189841"/>
                        </a:xfrm>
                        <a:prstGeom prst="rect">
                          <a:avLst/>
                        </a:prstGeom>
                        <a:ln>
                          <a:noFill/>
                        </a:ln>
                      </wps:spPr>
                      <wps:txbx>
                        <w:txbxContent>
                          <w:p w14:paraId="13DE2AB7" w14:textId="77777777" w:rsidR="00203768" w:rsidRDefault="00203768">
                            <w:r>
                              <w:rPr>
                                <w:rFonts w:ascii="Arial" w:eastAsia="Arial" w:hAnsi="Arial" w:cs="Arial"/>
                                <w:b/>
                                <w:sz w:val="20"/>
                              </w:rPr>
                              <w:t xml:space="preserve">TCDF </w:t>
                            </w:r>
                          </w:p>
                        </w:txbxContent>
                      </wps:txbx>
                      <wps:bodyPr horzOverflow="overflow" vert="horz" lIns="0" tIns="0" rIns="0" bIns="0" rtlCol="0">
                        <a:noAutofit/>
                      </wps:bodyPr>
                    </wps:wsp>
                    <wps:wsp>
                      <wps:cNvPr id="94412" name="Rectangle 94412"/>
                      <wps:cNvSpPr/>
                      <wps:spPr>
                        <a:xfrm>
                          <a:off x="1582547" y="346946"/>
                          <a:ext cx="56698" cy="189841"/>
                        </a:xfrm>
                        <a:prstGeom prst="rect">
                          <a:avLst/>
                        </a:prstGeom>
                        <a:ln>
                          <a:noFill/>
                        </a:ln>
                      </wps:spPr>
                      <wps:txbx>
                        <w:txbxContent>
                          <w:p w14:paraId="61684A54" w14:textId="77777777" w:rsidR="00203768" w:rsidRDefault="00203768">
                            <w:r>
                              <w:rPr>
                                <w:rFonts w:ascii="Arial" w:eastAsia="Arial" w:hAnsi="Arial" w:cs="Arial"/>
                                <w:b/>
                                <w:sz w:val="20"/>
                              </w:rPr>
                              <w:t>-</w:t>
                            </w:r>
                          </w:p>
                        </w:txbxContent>
                      </wps:txbx>
                      <wps:bodyPr horzOverflow="overflow" vert="horz" lIns="0" tIns="0" rIns="0" bIns="0" rtlCol="0">
                        <a:noAutofit/>
                      </wps:bodyPr>
                    </wps:wsp>
                    <wps:wsp>
                      <wps:cNvPr id="94413" name="Rectangle 94413"/>
                      <wps:cNvSpPr/>
                      <wps:spPr>
                        <a:xfrm>
                          <a:off x="1622171" y="346946"/>
                          <a:ext cx="47304" cy="189841"/>
                        </a:xfrm>
                        <a:prstGeom prst="rect">
                          <a:avLst/>
                        </a:prstGeom>
                        <a:ln>
                          <a:noFill/>
                        </a:ln>
                      </wps:spPr>
                      <wps:txbx>
                        <w:txbxContent>
                          <w:p w14:paraId="6E674615" w14:textId="77777777" w:rsidR="00203768" w:rsidRDefault="00203768">
                            <w:r>
                              <w:rPr>
                                <w:rFonts w:ascii="Arial" w:eastAsia="Arial" w:hAnsi="Arial" w:cs="Arial"/>
                                <w:b/>
                                <w:sz w:val="20"/>
                              </w:rPr>
                              <w:t xml:space="preserve"> </w:t>
                            </w:r>
                          </w:p>
                        </w:txbxContent>
                      </wps:txbx>
                      <wps:bodyPr horzOverflow="overflow" vert="horz" lIns="0" tIns="0" rIns="0" bIns="0" rtlCol="0">
                        <a:noAutofit/>
                      </wps:bodyPr>
                    </wps:wsp>
                    <wps:wsp>
                      <wps:cNvPr id="94414" name="Rectangle 94414"/>
                      <wps:cNvSpPr/>
                      <wps:spPr>
                        <a:xfrm>
                          <a:off x="1655699" y="346946"/>
                          <a:ext cx="3117967" cy="189841"/>
                        </a:xfrm>
                        <a:prstGeom prst="rect">
                          <a:avLst/>
                        </a:prstGeom>
                        <a:ln>
                          <a:noFill/>
                        </a:ln>
                      </wps:spPr>
                      <wps:txbx>
                        <w:txbxContent>
                          <w:p w14:paraId="7CF02843" w14:textId="77777777" w:rsidR="00203768" w:rsidRDefault="00203768">
                            <w:r>
                              <w:rPr>
                                <w:rFonts w:ascii="Arial" w:eastAsia="Arial" w:hAnsi="Arial" w:cs="Arial"/>
                                <w:b/>
                                <w:sz w:val="20"/>
                              </w:rPr>
                              <w:t xml:space="preserve">Tribunal de Contas do Distrito Federal </w:t>
                            </w:r>
                          </w:p>
                        </w:txbxContent>
                      </wps:txbx>
                      <wps:bodyPr horzOverflow="overflow" vert="horz" lIns="0" tIns="0" rIns="0" bIns="0" rtlCol="0">
                        <a:noAutofit/>
                      </wps:bodyPr>
                    </wps:wsp>
                    <wps:wsp>
                      <wps:cNvPr id="94415" name="Rectangle 94415"/>
                      <wps:cNvSpPr/>
                      <wps:spPr>
                        <a:xfrm>
                          <a:off x="4000500" y="346946"/>
                          <a:ext cx="47304" cy="189841"/>
                        </a:xfrm>
                        <a:prstGeom prst="rect">
                          <a:avLst/>
                        </a:prstGeom>
                        <a:ln>
                          <a:noFill/>
                        </a:ln>
                      </wps:spPr>
                      <wps:txbx>
                        <w:txbxContent>
                          <w:p w14:paraId="19D1EA51" w14:textId="77777777" w:rsidR="00203768" w:rsidRDefault="00203768">
                            <w:r>
                              <w:rPr>
                                <w:rFonts w:ascii="Arial" w:eastAsia="Arial" w:hAnsi="Arial" w:cs="Arial"/>
                                <w:b/>
                                <w:sz w:val="20"/>
                              </w:rPr>
                              <w:t xml:space="preserve"> </w:t>
                            </w:r>
                          </w:p>
                        </w:txbxContent>
                      </wps:txbx>
                      <wps:bodyPr horzOverflow="overflow" vert="horz" lIns="0" tIns="0" rIns="0" bIns="0" rtlCol="0">
                        <a:noAutofit/>
                      </wps:bodyPr>
                    </wps:wsp>
                    <wps:wsp>
                      <wps:cNvPr id="94434" name="Rectangle 94434"/>
                      <wps:cNvSpPr/>
                      <wps:spPr>
                        <a:xfrm>
                          <a:off x="5985637" y="324879"/>
                          <a:ext cx="56314" cy="226002"/>
                        </a:xfrm>
                        <a:prstGeom prst="rect">
                          <a:avLst/>
                        </a:prstGeom>
                        <a:ln>
                          <a:noFill/>
                        </a:ln>
                      </wps:spPr>
                      <wps:txbx>
                        <w:txbxContent>
                          <w:p w14:paraId="78388B56" w14:textId="77777777" w:rsidR="00203768" w:rsidRDefault="00203768">
                            <w:r>
                              <w:rPr>
                                <w:rFonts w:ascii="Arial" w:eastAsia="Arial" w:hAnsi="Arial" w:cs="Arial"/>
                                <w:sz w:val="24"/>
                              </w:rPr>
                              <w:t xml:space="preserve"> </w:t>
                            </w:r>
                          </w:p>
                        </w:txbxContent>
                      </wps:txbx>
                      <wps:bodyPr horzOverflow="overflow" vert="horz" lIns="0" tIns="0" rIns="0" bIns="0" rtlCol="0">
                        <a:noAutofit/>
                      </wps:bodyPr>
                    </wps:wsp>
                    <wps:wsp>
                      <wps:cNvPr id="94416" name="Rectangle 94416"/>
                      <wps:cNvSpPr/>
                      <wps:spPr>
                        <a:xfrm>
                          <a:off x="1204595" y="501236"/>
                          <a:ext cx="476438" cy="171762"/>
                        </a:xfrm>
                        <a:prstGeom prst="rect">
                          <a:avLst/>
                        </a:prstGeom>
                        <a:ln>
                          <a:noFill/>
                        </a:ln>
                      </wps:spPr>
                      <wps:txbx>
                        <w:txbxContent>
                          <w:p w14:paraId="23D3DA3C" w14:textId="77777777" w:rsidR="00203768" w:rsidRDefault="00203768">
                            <w:r>
                              <w:rPr>
                                <w:rFonts w:ascii="Arial" w:eastAsia="Arial" w:hAnsi="Arial" w:cs="Arial"/>
                                <w:sz w:val="18"/>
                              </w:rPr>
                              <w:t xml:space="preserve">SELIP </w:t>
                            </w:r>
                          </w:p>
                        </w:txbxContent>
                      </wps:txbx>
                      <wps:bodyPr horzOverflow="overflow" vert="horz" lIns="0" tIns="0" rIns="0" bIns="0" rtlCol="0">
                        <a:noAutofit/>
                      </wps:bodyPr>
                    </wps:wsp>
                    <wps:wsp>
                      <wps:cNvPr id="94417" name="Rectangle 94417"/>
                      <wps:cNvSpPr/>
                      <wps:spPr>
                        <a:xfrm>
                          <a:off x="1561211" y="501236"/>
                          <a:ext cx="51299" cy="171762"/>
                        </a:xfrm>
                        <a:prstGeom prst="rect">
                          <a:avLst/>
                        </a:prstGeom>
                        <a:ln>
                          <a:noFill/>
                        </a:ln>
                      </wps:spPr>
                      <wps:txbx>
                        <w:txbxContent>
                          <w:p w14:paraId="5B38D292" w14:textId="77777777" w:rsidR="00203768" w:rsidRDefault="00203768">
                            <w:r>
                              <w:rPr>
                                <w:rFonts w:ascii="Arial" w:eastAsia="Arial" w:hAnsi="Arial" w:cs="Arial"/>
                                <w:sz w:val="18"/>
                              </w:rPr>
                              <w:t>-</w:t>
                            </w:r>
                          </w:p>
                        </w:txbxContent>
                      </wps:txbx>
                      <wps:bodyPr horzOverflow="overflow" vert="horz" lIns="0" tIns="0" rIns="0" bIns="0" rtlCol="0">
                        <a:noAutofit/>
                      </wps:bodyPr>
                    </wps:wsp>
                    <wps:wsp>
                      <wps:cNvPr id="94418" name="Rectangle 94418"/>
                      <wps:cNvSpPr/>
                      <wps:spPr>
                        <a:xfrm>
                          <a:off x="1600835" y="501236"/>
                          <a:ext cx="42799" cy="171762"/>
                        </a:xfrm>
                        <a:prstGeom prst="rect">
                          <a:avLst/>
                        </a:prstGeom>
                        <a:ln>
                          <a:noFill/>
                        </a:ln>
                      </wps:spPr>
                      <wps:txbx>
                        <w:txbxContent>
                          <w:p w14:paraId="6378AA95" w14:textId="77777777" w:rsidR="00203768" w:rsidRDefault="00203768">
                            <w:r>
                              <w:rPr>
                                <w:rFonts w:ascii="Arial" w:eastAsia="Arial" w:hAnsi="Arial" w:cs="Arial"/>
                                <w:sz w:val="18"/>
                              </w:rPr>
                              <w:t xml:space="preserve"> </w:t>
                            </w:r>
                          </w:p>
                        </w:txbxContent>
                      </wps:txbx>
                      <wps:bodyPr horzOverflow="overflow" vert="horz" lIns="0" tIns="0" rIns="0" bIns="0" rtlCol="0">
                        <a:noAutofit/>
                      </wps:bodyPr>
                    </wps:wsp>
                    <wps:wsp>
                      <wps:cNvPr id="94419" name="Rectangle 94419"/>
                      <wps:cNvSpPr/>
                      <wps:spPr>
                        <a:xfrm>
                          <a:off x="1634363" y="501236"/>
                          <a:ext cx="3061533" cy="171762"/>
                        </a:xfrm>
                        <a:prstGeom prst="rect">
                          <a:avLst/>
                        </a:prstGeom>
                        <a:ln>
                          <a:noFill/>
                        </a:ln>
                      </wps:spPr>
                      <wps:txbx>
                        <w:txbxContent>
                          <w:p w14:paraId="39563BAF" w14:textId="77777777" w:rsidR="00203768" w:rsidRDefault="00203768">
                            <w:r>
                              <w:rPr>
                                <w:rFonts w:ascii="Arial" w:eastAsia="Arial" w:hAnsi="Arial" w:cs="Arial"/>
                                <w:sz w:val="18"/>
                              </w:rPr>
                              <w:t>Secretaria de Licitação, Material e Patrimônio</w:t>
                            </w:r>
                          </w:p>
                        </w:txbxContent>
                      </wps:txbx>
                      <wps:bodyPr horzOverflow="overflow" vert="horz" lIns="0" tIns="0" rIns="0" bIns="0" rtlCol="0">
                        <a:noAutofit/>
                      </wps:bodyPr>
                    </wps:wsp>
                    <wps:wsp>
                      <wps:cNvPr id="94420" name="Rectangle 94420"/>
                      <wps:cNvSpPr/>
                      <wps:spPr>
                        <a:xfrm>
                          <a:off x="3939540" y="468135"/>
                          <a:ext cx="56314" cy="226002"/>
                        </a:xfrm>
                        <a:prstGeom prst="rect">
                          <a:avLst/>
                        </a:prstGeom>
                        <a:ln>
                          <a:noFill/>
                        </a:ln>
                      </wps:spPr>
                      <wps:txbx>
                        <w:txbxContent>
                          <w:p w14:paraId="75D76B89" w14:textId="77777777" w:rsidR="00203768" w:rsidRDefault="00203768">
                            <w:r>
                              <w:rPr>
                                <w:rFonts w:ascii="Arial" w:eastAsia="Arial" w:hAnsi="Arial" w:cs="Arial"/>
                                <w:sz w:val="24"/>
                              </w:rPr>
                              <w:t xml:space="preserve"> </w:t>
                            </w:r>
                          </w:p>
                        </w:txbxContent>
                      </wps:txbx>
                      <wps:bodyPr horzOverflow="overflow" vert="horz" lIns="0" tIns="0" rIns="0" bIns="0" rtlCol="0">
                        <a:noAutofit/>
                      </wps:bodyPr>
                    </wps:wsp>
                    <wps:wsp>
                      <wps:cNvPr id="94421" name="Rectangle 94421"/>
                      <wps:cNvSpPr/>
                      <wps:spPr>
                        <a:xfrm>
                          <a:off x="1204595" y="638396"/>
                          <a:ext cx="549532" cy="171762"/>
                        </a:xfrm>
                        <a:prstGeom prst="rect">
                          <a:avLst/>
                        </a:prstGeom>
                        <a:ln>
                          <a:noFill/>
                        </a:ln>
                      </wps:spPr>
                      <wps:txbx>
                        <w:txbxContent>
                          <w:p w14:paraId="51F179CB" w14:textId="77777777" w:rsidR="00203768" w:rsidRDefault="00203768">
                            <w:r>
                              <w:rPr>
                                <w:rFonts w:ascii="Arial" w:eastAsia="Arial" w:hAnsi="Arial" w:cs="Arial"/>
                                <w:sz w:val="18"/>
                              </w:rPr>
                              <w:t xml:space="preserve">SESAP </w:t>
                            </w:r>
                          </w:p>
                        </w:txbxContent>
                      </wps:txbx>
                      <wps:bodyPr horzOverflow="overflow" vert="horz" lIns="0" tIns="0" rIns="0" bIns="0" rtlCol="0">
                        <a:noAutofit/>
                      </wps:bodyPr>
                    </wps:wsp>
                    <wps:wsp>
                      <wps:cNvPr id="94422" name="Rectangle 94422"/>
                      <wps:cNvSpPr/>
                      <wps:spPr>
                        <a:xfrm>
                          <a:off x="1619123" y="638396"/>
                          <a:ext cx="51299" cy="171762"/>
                        </a:xfrm>
                        <a:prstGeom prst="rect">
                          <a:avLst/>
                        </a:prstGeom>
                        <a:ln>
                          <a:noFill/>
                        </a:ln>
                      </wps:spPr>
                      <wps:txbx>
                        <w:txbxContent>
                          <w:p w14:paraId="49120928" w14:textId="77777777" w:rsidR="00203768" w:rsidRDefault="00203768">
                            <w:r>
                              <w:rPr>
                                <w:rFonts w:ascii="Arial" w:eastAsia="Arial" w:hAnsi="Arial" w:cs="Arial"/>
                                <w:sz w:val="18"/>
                              </w:rPr>
                              <w:t>-</w:t>
                            </w:r>
                          </w:p>
                        </w:txbxContent>
                      </wps:txbx>
                      <wps:bodyPr horzOverflow="overflow" vert="horz" lIns="0" tIns="0" rIns="0" bIns="0" rtlCol="0">
                        <a:noAutofit/>
                      </wps:bodyPr>
                    </wps:wsp>
                    <wps:wsp>
                      <wps:cNvPr id="94423" name="Rectangle 94423"/>
                      <wps:cNvSpPr/>
                      <wps:spPr>
                        <a:xfrm>
                          <a:off x="1655699" y="638396"/>
                          <a:ext cx="42799" cy="171762"/>
                        </a:xfrm>
                        <a:prstGeom prst="rect">
                          <a:avLst/>
                        </a:prstGeom>
                        <a:ln>
                          <a:noFill/>
                        </a:ln>
                      </wps:spPr>
                      <wps:txbx>
                        <w:txbxContent>
                          <w:p w14:paraId="2480EF4C" w14:textId="77777777" w:rsidR="00203768" w:rsidRDefault="00203768">
                            <w:r>
                              <w:rPr>
                                <w:rFonts w:ascii="Arial" w:eastAsia="Arial" w:hAnsi="Arial" w:cs="Arial"/>
                                <w:sz w:val="18"/>
                              </w:rPr>
                              <w:t xml:space="preserve"> </w:t>
                            </w:r>
                          </w:p>
                        </w:txbxContent>
                      </wps:txbx>
                      <wps:bodyPr horzOverflow="overflow" vert="horz" lIns="0" tIns="0" rIns="0" bIns="0" rtlCol="0">
                        <a:noAutofit/>
                      </wps:bodyPr>
                    </wps:wsp>
                    <wps:wsp>
                      <wps:cNvPr id="94424" name="Rectangle 94424"/>
                      <wps:cNvSpPr/>
                      <wps:spPr>
                        <a:xfrm>
                          <a:off x="1689481" y="638396"/>
                          <a:ext cx="3116064" cy="171762"/>
                        </a:xfrm>
                        <a:prstGeom prst="rect">
                          <a:avLst/>
                        </a:prstGeom>
                        <a:ln>
                          <a:noFill/>
                        </a:ln>
                      </wps:spPr>
                      <wps:txbx>
                        <w:txbxContent>
                          <w:p w14:paraId="336A22D3" w14:textId="77777777" w:rsidR="00203768" w:rsidRDefault="00203768">
                            <w:r>
                              <w:rPr>
                                <w:rFonts w:ascii="Arial" w:eastAsia="Arial" w:hAnsi="Arial" w:cs="Arial"/>
                                <w:sz w:val="18"/>
                              </w:rPr>
                              <w:t>Secretaria de Engenharia e Serviços de Apoio</w:t>
                            </w:r>
                          </w:p>
                        </w:txbxContent>
                      </wps:txbx>
                      <wps:bodyPr horzOverflow="overflow" vert="horz" lIns="0" tIns="0" rIns="0" bIns="0" rtlCol="0">
                        <a:noAutofit/>
                      </wps:bodyPr>
                    </wps:wsp>
                    <wps:wsp>
                      <wps:cNvPr id="94425" name="Rectangle 94425"/>
                      <wps:cNvSpPr/>
                      <wps:spPr>
                        <a:xfrm>
                          <a:off x="4034028" y="638396"/>
                          <a:ext cx="42799" cy="171762"/>
                        </a:xfrm>
                        <a:prstGeom prst="rect">
                          <a:avLst/>
                        </a:prstGeom>
                        <a:ln>
                          <a:noFill/>
                        </a:ln>
                      </wps:spPr>
                      <wps:txbx>
                        <w:txbxContent>
                          <w:p w14:paraId="2BB6E6C0" w14:textId="77777777" w:rsidR="00203768" w:rsidRDefault="00203768">
                            <w:r>
                              <w:rPr>
                                <w:rFonts w:ascii="Arial" w:eastAsia="Arial" w:hAnsi="Arial" w:cs="Arial"/>
                                <w:sz w:val="18"/>
                              </w:rPr>
                              <w:t xml:space="preserve"> </w:t>
                            </w:r>
                          </w:p>
                        </w:txbxContent>
                      </wps:txbx>
                      <wps:bodyPr horzOverflow="overflow" vert="horz" lIns="0" tIns="0" rIns="0" bIns="0" rtlCol="0">
                        <a:noAutofit/>
                      </wps:bodyPr>
                    </wps:wsp>
                    <wps:wsp>
                      <wps:cNvPr id="94426" name="Rectangle 94426"/>
                      <wps:cNvSpPr/>
                      <wps:spPr>
                        <a:xfrm>
                          <a:off x="1204595" y="775556"/>
                          <a:ext cx="204094" cy="171762"/>
                        </a:xfrm>
                        <a:prstGeom prst="rect">
                          <a:avLst/>
                        </a:prstGeom>
                        <a:ln>
                          <a:noFill/>
                        </a:ln>
                      </wps:spPr>
                      <wps:txbx>
                        <w:txbxContent>
                          <w:p w14:paraId="18A599BA" w14:textId="77777777" w:rsidR="00203768" w:rsidRDefault="00203768">
                            <w:r>
                              <w:rPr>
                                <w:rFonts w:ascii="Arial" w:eastAsia="Arial" w:hAnsi="Arial" w:cs="Arial"/>
                                <w:sz w:val="18"/>
                              </w:rPr>
                              <w:t>SE</w:t>
                            </w:r>
                          </w:p>
                        </w:txbxContent>
                      </wps:txbx>
                      <wps:bodyPr horzOverflow="overflow" vert="horz" lIns="0" tIns="0" rIns="0" bIns="0" rtlCol="0">
                        <a:noAutofit/>
                      </wps:bodyPr>
                    </wps:wsp>
                    <wps:wsp>
                      <wps:cNvPr id="94427" name="Rectangle 94427"/>
                      <wps:cNvSpPr/>
                      <wps:spPr>
                        <a:xfrm>
                          <a:off x="1356995" y="775556"/>
                          <a:ext cx="338311" cy="171762"/>
                        </a:xfrm>
                        <a:prstGeom prst="rect">
                          <a:avLst/>
                        </a:prstGeom>
                        <a:ln>
                          <a:noFill/>
                        </a:ln>
                      </wps:spPr>
                      <wps:txbx>
                        <w:txbxContent>
                          <w:p w14:paraId="44E0F034" w14:textId="77777777" w:rsidR="00203768" w:rsidRDefault="00203768">
                            <w:r>
                              <w:rPr>
                                <w:rFonts w:ascii="Arial" w:eastAsia="Arial" w:hAnsi="Arial" w:cs="Arial"/>
                                <w:sz w:val="18"/>
                              </w:rPr>
                              <w:t>MAN</w:t>
                            </w:r>
                          </w:p>
                        </w:txbxContent>
                      </wps:txbx>
                      <wps:bodyPr horzOverflow="overflow" vert="horz" lIns="0" tIns="0" rIns="0" bIns="0" rtlCol="0">
                        <a:noAutofit/>
                      </wps:bodyPr>
                    </wps:wsp>
                    <wps:wsp>
                      <wps:cNvPr id="94428" name="Rectangle 94428"/>
                      <wps:cNvSpPr/>
                      <wps:spPr>
                        <a:xfrm>
                          <a:off x="1609979" y="775556"/>
                          <a:ext cx="42799" cy="171762"/>
                        </a:xfrm>
                        <a:prstGeom prst="rect">
                          <a:avLst/>
                        </a:prstGeom>
                        <a:ln>
                          <a:noFill/>
                        </a:ln>
                      </wps:spPr>
                      <wps:txbx>
                        <w:txbxContent>
                          <w:p w14:paraId="3830071B" w14:textId="77777777" w:rsidR="00203768" w:rsidRDefault="00203768">
                            <w:r>
                              <w:rPr>
                                <w:rFonts w:ascii="Arial" w:eastAsia="Arial" w:hAnsi="Arial" w:cs="Arial"/>
                                <w:sz w:val="18"/>
                              </w:rPr>
                              <w:t xml:space="preserve"> </w:t>
                            </w:r>
                          </w:p>
                        </w:txbxContent>
                      </wps:txbx>
                      <wps:bodyPr horzOverflow="overflow" vert="horz" lIns="0" tIns="0" rIns="0" bIns="0" rtlCol="0">
                        <a:noAutofit/>
                      </wps:bodyPr>
                    </wps:wsp>
                    <wps:wsp>
                      <wps:cNvPr id="94429" name="Rectangle 94429"/>
                      <wps:cNvSpPr/>
                      <wps:spPr>
                        <a:xfrm>
                          <a:off x="1643507" y="775556"/>
                          <a:ext cx="51299" cy="171762"/>
                        </a:xfrm>
                        <a:prstGeom prst="rect">
                          <a:avLst/>
                        </a:prstGeom>
                        <a:ln>
                          <a:noFill/>
                        </a:ln>
                      </wps:spPr>
                      <wps:txbx>
                        <w:txbxContent>
                          <w:p w14:paraId="3F41154E" w14:textId="77777777" w:rsidR="00203768" w:rsidRDefault="00203768">
                            <w:r>
                              <w:rPr>
                                <w:rFonts w:ascii="Arial" w:eastAsia="Arial" w:hAnsi="Arial" w:cs="Arial"/>
                                <w:sz w:val="18"/>
                              </w:rPr>
                              <w:t>-</w:t>
                            </w:r>
                          </w:p>
                        </w:txbxContent>
                      </wps:txbx>
                      <wps:bodyPr horzOverflow="overflow" vert="horz" lIns="0" tIns="0" rIns="0" bIns="0" rtlCol="0">
                        <a:noAutofit/>
                      </wps:bodyPr>
                    </wps:wsp>
                    <wps:wsp>
                      <wps:cNvPr id="94430" name="Rectangle 94430"/>
                      <wps:cNvSpPr/>
                      <wps:spPr>
                        <a:xfrm>
                          <a:off x="1683385" y="775556"/>
                          <a:ext cx="42799" cy="171762"/>
                        </a:xfrm>
                        <a:prstGeom prst="rect">
                          <a:avLst/>
                        </a:prstGeom>
                        <a:ln>
                          <a:noFill/>
                        </a:ln>
                      </wps:spPr>
                      <wps:txbx>
                        <w:txbxContent>
                          <w:p w14:paraId="75FAD2B6" w14:textId="77777777" w:rsidR="00203768" w:rsidRDefault="00203768">
                            <w:r>
                              <w:rPr>
                                <w:rFonts w:ascii="Arial" w:eastAsia="Arial" w:hAnsi="Arial" w:cs="Arial"/>
                                <w:sz w:val="18"/>
                              </w:rPr>
                              <w:t xml:space="preserve"> </w:t>
                            </w:r>
                          </w:p>
                        </w:txbxContent>
                      </wps:txbx>
                      <wps:bodyPr horzOverflow="overflow" vert="horz" lIns="0" tIns="0" rIns="0" bIns="0" rtlCol="0">
                        <a:noAutofit/>
                      </wps:bodyPr>
                    </wps:wsp>
                    <wps:wsp>
                      <wps:cNvPr id="94431" name="Rectangle 94431"/>
                      <wps:cNvSpPr/>
                      <wps:spPr>
                        <a:xfrm>
                          <a:off x="1716913" y="775556"/>
                          <a:ext cx="755723" cy="171762"/>
                        </a:xfrm>
                        <a:prstGeom prst="rect">
                          <a:avLst/>
                        </a:prstGeom>
                        <a:ln>
                          <a:noFill/>
                        </a:ln>
                      </wps:spPr>
                      <wps:txbx>
                        <w:txbxContent>
                          <w:p w14:paraId="6E00C397" w14:textId="77777777" w:rsidR="00203768" w:rsidRDefault="00203768">
                            <w:r>
                              <w:rPr>
                                <w:rFonts w:ascii="Arial" w:eastAsia="Arial" w:hAnsi="Arial" w:cs="Arial"/>
                                <w:sz w:val="18"/>
                              </w:rPr>
                              <w:t xml:space="preserve">Serviço de </w:t>
                            </w:r>
                          </w:p>
                        </w:txbxContent>
                      </wps:txbx>
                      <wps:bodyPr horzOverflow="overflow" vert="horz" lIns="0" tIns="0" rIns="0" bIns="0" rtlCol="0">
                        <a:noAutofit/>
                      </wps:bodyPr>
                    </wps:wsp>
                    <wps:wsp>
                      <wps:cNvPr id="94432" name="Rectangle 94432"/>
                      <wps:cNvSpPr/>
                      <wps:spPr>
                        <a:xfrm>
                          <a:off x="2286889" y="775556"/>
                          <a:ext cx="835569" cy="171762"/>
                        </a:xfrm>
                        <a:prstGeom prst="rect">
                          <a:avLst/>
                        </a:prstGeom>
                        <a:ln>
                          <a:noFill/>
                        </a:ln>
                      </wps:spPr>
                      <wps:txbx>
                        <w:txbxContent>
                          <w:p w14:paraId="27944161" w14:textId="77777777" w:rsidR="00203768" w:rsidRDefault="00203768">
                            <w:r>
                              <w:rPr>
                                <w:rFonts w:ascii="Arial" w:eastAsia="Arial" w:hAnsi="Arial" w:cs="Arial"/>
                                <w:sz w:val="18"/>
                              </w:rPr>
                              <w:t>Manutenção</w:t>
                            </w:r>
                          </w:p>
                        </w:txbxContent>
                      </wps:txbx>
                      <wps:bodyPr horzOverflow="overflow" vert="horz" lIns="0" tIns="0" rIns="0" bIns="0" rtlCol="0">
                        <a:noAutofit/>
                      </wps:bodyPr>
                    </wps:wsp>
                    <wps:wsp>
                      <wps:cNvPr id="94433" name="Rectangle 94433"/>
                      <wps:cNvSpPr/>
                      <wps:spPr>
                        <a:xfrm>
                          <a:off x="2915158" y="742455"/>
                          <a:ext cx="56315" cy="226002"/>
                        </a:xfrm>
                        <a:prstGeom prst="rect">
                          <a:avLst/>
                        </a:prstGeom>
                        <a:ln>
                          <a:noFill/>
                        </a:ln>
                      </wps:spPr>
                      <wps:txbx>
                        <w:txbxContent>
                          <w:p w14:paraId="097803B2" w14:textId="77777777" w:rsidR="00203768" w:rsidRDefault="00203768">
                            <w:r>
                              <w:rPr>
                                <w:rFonts w:ascii="Arial" w:eastAsia="Arial" w:hAnsi="Arial" w:cs="Arial"/>
                                <w:sz w:val="24"/>
                              </w:rPr>
                              <w:t xml:space="preserve"> </w:t>
                            </w:r>
                          </w:p>
                        </w:txbxContent>
                      </wps:txbx>
                      <wps:bodyPr horzOverflow="overflow" vert="horz" lIns="0" tIns="0" rIns="0" bIns="0" rtlCol="0">
                        <a:noAutofit/>
                      </wps:bodyPr>
                    </wps:wsp>
                    <pic:pic xmlns:pic="http://schemas.openxmlformats.org/drawingml/2006/picture">
                      <pic:nvPicPr>
                        <pic:cNvPr id="94397" name="Picture 94397"/>
                        <pic:cNvPicPr/>
                      </pic:nvPicPr>
                      <pic:blipFill>
                        <a:blip r:embed="rId1"/>
                        <a:stretch>
                          <a:fillRect/>
                        </a:stretch>
                      </pic:blipFill>
                      <pic:spPr>
                        <a:xfrm>
                          <a:off x="385153" y="238366"/>
                          <a:ext cx="703021" cy="710971"/>
                        </a:xfrm>
                        <a:prstGeom prst="rect">
                          <a:avLst/>
                        </a:prstGeom>
                      </pic:spPr>
                    </pic:pic>
                    <wps:wsp>
                      <wps:cNvPr id="98325" name="Shape 98325"/>
                      <wps:cNvSpPr/>
                      <wps:spPr>
                        <a:xfrm>
                          <a:off x="402641" y="1093737"/>
                          <a:ext cx="9144" cy="27432"/>
                        </a:xfrm>
                        <a:custGeom>
                          <a:avLst/>
                          <a:gdLst/>
                          <a:ahLst/>
                          <a:cxnLst/>
                          <a:rect l="0" t="0" r="0" b="0"/>
                          <a:pathLst>
                            <a:path w="9144" h="27432">
                              <a:moveTo>
                                <a:pt x="0" y="0"/>
                              </a:moveTo>
                              <a:lnTo>
                                <a:pt x="9144" y="0"/>
                              </a:lnTo>
                              <a:lnTo>
                                <a:pt x="9144" y="27432"/>
                              </a:lnTo>
                              <a:lnTo>
                                <a:pt x="0" y="274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326" name="Shape 98326"/>
                      <wps:cNvSpPr/>
                      <wps:spPr>
                        <a:xfrm>
                          <a:off x="402641" y="1093737"/>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327" name="Shape 98327"/>
                      <wps:cNvSpPr/>
                      <wps:spPr>
                        <a:xfrm>
                          <a:off x="420929" y="111202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328" name="Shape 98328"/>
                      <wps:cNvSpPr/>
                      <wps:spPr>
                        <a:xfrm>
                          <a:off x="6650483" y="1093737"/>
                          <a:ext cx="9144" cy="27432"/>
                        </a:xfrm>
                        <a:custGeom>
                          <a:avLst/>
                          <a:gdLst/>
                          <a:ahLst/>
                          <a:cxnLst/>
                          <a:rect l="0" t="0" r="0" b="0"/>
                          <a:pathLst>
                            <a:path w="9144" h="27432">
                              <a:moveTo>
                                <a:pt x="0" y="0"/>
                              </a:moveTo>
                              <a:lnTo>
                                <a:pt x="9144" y="0"/>
                              </a:lnTo>
                              <a:lnTo>
                                <a:pt x="9144" y="27432"/>
                              </a:lnTo>
                              <a:lnTo>
                                <a:pt x="0" y="274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329" name="Shape 98329"/>
                      <wps:cNvSpPr/>
                      <wps:spPr>
                        <a:xfrm>
                          <a:off x="6632195" y="1093737"/>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330" name="Shape 98330"/>
                      <wps:cNvSpPr/>
                      <wps:spPr>
                        <a:xfrm>
                          <a:off x="6632195" y="111202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331" name="Shape 98331"/>
                      <wps:cNvSpPr/>
                      <wps:spPr>
                        <a:xfrm>
                          <a:off x="0" y="6021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332" name="Shape 98332"/>
                      <wps:cNvSpPr/>
                      <wps:spPr>
                        <a:xfrm>
                          <a:off x="12192" y="60210"/>
                          <a:ext cx="6909562" cy="12192"/>
                        </a:xfrm>
                        <a:custGeom>
                          <a:avLst/>
                          <a:gdLst/>
                          <a:ahLst/>
                          <a:cxnLst/>
                          <a:rect l="0" t="0" r="0" b="0"/>
                          <a:pathLst>
                            <a:path w="6909562" h="12192">
                              <a:moveTo>
                                <a:pt x="0" y="0"/>
                              </a:moveTo>
                              <a:lnTo>
                                <a:pt x="6909562" y="0"/>
                              </a:lnTo>
                              <a:lnTo>
                                <a:pt x="690956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333" name="Shape 98333"/>
                      <wps:cNvSpPr/>
                      <wps:spPr>
                        <a:xfrm>
                          <a:off x="6921754" y="6021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4403" name="Shape 94403"/>
                      <wps:cNvSpPr/>
                      <wps:spPr>
                        <a:xfrm>
                          <a:off x="5625097" y="0"/>
                          <a:ext cx="1620000" cy="307734"/>
                        </a:xfrm>
                        <a:custGeom>
                          <a:avLst/>
                          <a:gdLst/>
                          <a:ahLst/>
                          <a:cxnLst/>
                          <a:rect l="0" t="0" r="0" b="0"/>
                          <a:pathLst>
                            <a:path w="1620000" h="307734">
                              <a:moveTo>
                                <a:pt x="95250" y="0"/>
                              </a:moveTo>
                              <a:lnTo>
                                <a:pt x="1524750" y="0"/>
                              </a:lnTo>
                              <a:cubicBezTo>
                                <a:pt x="1537221" y="0"/>
                                <a:pt x="1549680" y="2477"/>
                                <a:pt x="1561199" y="7239"/>
                              </a:cubicBezTo>
                              <a:cubicBezTo>
                                <a:pt x="1572717" y="12014"/>
                                <a:pt x="1583284" y="19076"/>
                                <a:pt x="1592097" y="27889"/>
                              </a:cubicBezTo>
                              <a:cubicBezTo>
                                <a:pt x="1600924" y="36703"/>
                                <a:pt x="1607972" y="47269"/>
                                <a:pt x="1612748" y="58788"/>
                              </a:cubicBezTo>
                              <a:cubicBezTo>
                                <a:pt x="1617523" y="70307"/>
                                <a:pt x="1620000" y="82779"/>
                                <a:pt x="1620000" y="95250"/>
                              </a:cubicBezTo>
                              <a:lnTo>
                                <a:pt x="1620000" y="212484"/>
                              </a:lnTo>
                              <a:cubicBezTo>
                                <a:pt x="1620000" y="224955"/>
                                <a:pt x="1617523" y="237413"/>
                                <a:pt x="1612748" y="248933"/>
                              </a:cubicBezTo>
                              <a:cubicBezTo>
                                <a:pt x="1607972" y="260452"/>
                                <a:pt x="1600924" y="271018"/>
                                <a:pt x="1592097" y="279832"/>
                              </a:cubicBezTo>
                              <a:cubicBezTo>
                                <a:pt x="1583284" y="288645"/>
                                <a:pt x="1572717" y="295707"/>
                                <a:pt x="1561199" y="300482"/>
                              </a:cubicBezTo>
                              <a:cubicBezTo>
                                <a:pt x="1549680" y="305257"/>
                                <a:pt x="1537221" y="307734"/>
                                <a:pt x="1524750" y="307734"/>
                              </a:cubicBezTo>
                              <a:lnTo>
                                <a:pt x="95250" y="307734"/>
                              </a:lnTo>
                              <a:cubicBezTo>
                                <a:pt x="82779" y="307734"/>
                                <a:pt x="70320" y="305257"/>
                                <a:pt x="58801" y="300482"/>
                              </a:cubicBezTo>
                              <a:cubicBezTo>
                                <a:pt x="47282" y="295707"/>
                                <a:pt x="36716" y="288645"/>
                                <a:pt x="27902" y="279832"/>
                              </a:cubicBezTo>
                              <a:cubicBezTo>
                                <a:pt x="19076" y="271018"/>
                                <a:pt x="12027" y="260452"/>
                                <a:pt x="7252" y="248933"/>
                              </a:cubicBezTo>
                              <a:cubicBezTo>
                                <a:pt x="2477" y="237413"/>
                                <a:pt x="0" y="224955"/>
                                <a:pt x="0" y="212484"/>
                              </a:cubicBezTo>
                              <a:lnTo>
                                <a:pt x="0" y="95250"/>
                              </a:lnTo>
                              <a:cubicBezTo>
                                <a:pt x="0" y="82779"/>
                                <a:pt x="2477" y="70307"/>
                                <a:pt x="7252" y="58788"/>
                              </a:cubicBezTo>
                              <a:cubicBezTo>
                                <a:pt x="12027" y="47269"/>
                                <a:pt x="19076" y="36703"/>
                                <a:pt x="27902" y="27889"/>
                              </a:cubicBezTo>
                              <a:cubicBezTo>
                                <a:pt x="36716" y="19076"/>
                                <a:pt x="47282" y="12014"/>
                                <a:pt x="58801" y="7239"/>
                              </a:cubicBezTo>
                              <a:cubicBezTo>
                                <a:pt x="70320" y="2477"/>
                                <a:pt x="82779" y="0"/>
                                <a:pt x="95250" y="0"/>
                              </a:cubicBezTo>
                              <a:close/>
                            </a:path>
                          </a:pathLst>
                        </a:custGeom>
                        <a:ln w="0" cap="sq">
                          <a:miter lim="127000"/>
                        </a:ln>
                      </wps:spPr>
                      <wps:style>
                        <a:lnRef idx="0">
                          <a:srgbClr val="000000">
                            <a:alpha val="0"/>
                          </a:srgbClr>
                        </a:lnRef>
                        <a:fillRef idx="1">
                          <a:srgbClr val="FFFFFF"/>
                        </a:fillRef>
                        <a:effectRef idx="0">
                          <a:scrgbClr r="0" g="0" b="0"/>
                        </a:effectRef>
                        <a:fontRef idx="none"/>
                      </wps:style>
                      <wps:bodyPr/>
                    </wps:wsp>
                    <wps:wsp>
                      <wps:cNvPr id="94406" name="Rectangle 94406"/>
                      <wps:cNvSpPr/>
                      <wps:spPr>
                        <a:xfrm>
                          <a:off x="7167932" y="44410"/>
                          <a:ext cx="77293" cy="134534"/>
                        </a:xfrm>
                        <a:prstGeom prst="rect">
                          <a:avLst/>
                        </a:prstGeom>
                        <a:ln>
                          <a:noFill/>
                        </a:ln>
                      </wps:spPr>
                      <wps:txbx>
                        <w:txbxContent>
                          <w:p w14:paraId="14934E77" w14:textId="77777777" w:rsidR="00203768" w:rsidRDefault="00203768">
                            <w:r>
                              <w:rPr>
                                <w:color w:val="0000FF"/>
                                <w:sz w:val="16"/>
                              </w:rPr>
                              <w:t>1</w:t>
                            </w:r>
                          </w:p>
                        </w:txbxContent>
                      </wps:txbx>
                      <wps:bodyPr horzOverflow="overflow" vert="horz" lIns="0" tIns="0" rIns="0" bIns="0" rtlCol="0">
                        <a:noAutofit/>
                      </wps:bodyPr>
                    </wps:wsp>
                    <wps:wsp>
                      <wps:cNvPr id="94405" name="Rectangle 94405"/>
                      <wps:cNvSpPr/>
                      <wps:spPr>
                        <a:xfrm>
                          <a:off x="6384087" y="44410"/>
                          <a:ext cx="1042513" cy="134534"/>
                        </a:xfrm>
                        <a:prstGeom prst="rect">
                          <a:avLst/>
                        </a:prstGeom>
                        <a:ln>
                          <a:noFill/>
                        </a:ln>
                      </wps:spPr>
                      <wps:txbx>
                        <w:txbxContent>
                          <w:p w14:paraId="16BC224B" w14:textId="77777777" w:rsidR="00203768" w:rsidRDefault="00203768">
                            <w:r>
                              <w:rPr>
                                <w:color w:val="0000FF"/>
                                <w:sz w:val="16"/>
                              </w:rPr>
                              <w:t>e-DOC</w:t>
                            </w:r>
                            <w:r>
                              <w:rPr>
                                <w:color w:val="0000FF"/>
                                <w:spacing w:val="10"/>
                                <w:sz w:val="16"/>
                              </w:rPr>
                              <w:t xml:space="preserve"> </w:t>
                            </w:r>
                            <w:r>
                              <w:rPr>
                                <w:color w:val="0000FF"/>
                                <w:sz w:val="16"/>
                              </w:rPr>
                              <w:t>F4ADA7E</w:t>
                            </w:r>
                          </w:p>
                        </w:txbxContent>
                      </wps:txbx>
                      <wps:bodyPr horzOverflow="overflow" vert="horz" lIns="0" tIns="0" rIns="0" bIns="0" rtlCol="0">
                        <a:noAutofit/>
                      </wps:bodyPr>
                    </wps:wsp>
                    <wps:wsp>
                      <wps:cNvPr id="94408" name="Rectangle 94408"/>
                      <wps:cNvSpPr/>
                      <wps:spPr>
                        <a:xfrm>
                          <a:off x="7171995" y="179233"/>
                          <a:ext cx="71889" cy="134534"/>
                        </a:xfrm>
                        <a:prstGeom prst="rect">
                          <a:avLst/>
                        </a:prstGeom>
                        <a:ln>
                          <a:noFill/>
                        </a:ln>
                      </wps:spPr>
                      <wps:txbx>
                        <w:txbxContent>
                          <w:p w14:paraId="1D626BD9" w14:textId="77777777" w:rsidR="00203768" w:rsidRDefault="00203768">
                            <w:r>
                              <w:rPr>
                                <w:color w:val="0000FF"/>
                                <w:sz w:val="16"/>
                              </w:rPr>
                              <w:t>e</w:t>
                            </w:r>
                          </w:p>
                        </w:txbxContent>
                      </wps:txbx>
                      <wps:bodyPr horzOverflow="overflow" vert="horz" lIns="0" tIns="0" rIns="0" bIns="0" rtlCol="0">
                        <a:noAutofit/>
                      </wps:bodyPr>
                    </wps:wsp>
                    <wps:wsp>
                      <wps:cNvPr id="94407" name="Rectangle 94407"/>
                      <wps:cNvSpPr/>
                      <wps:spPr>
                        <a:xfrm>
                          <a:off x="5703875" y="179233"/>
                          <a:ext cx="1952599" cy="134534"/>
                        </a:xfrm>
                        <a:prstGeom prst="rect">
                          <a:avLst/>
                        </a:prstGeom>
                        <a:ln>
                          <a:noFill/>
                        </a:ln>
                      </wps:spPr>
                      <wps:txbx>
                        <w:txbxContent>
                          <w:p w14:paraId="41D8BAD6" w14:textId="77777777" w:rsidR="00203768" w:rsidRDefault="00203768">
                            <w:r>
                              <w:rPr>
                                <w:color w:val="0000FF"/>
                                <w:sz w:val="16"/>
                              </w:rPr>
                              <w:t>Proc</w:t>
                            </w:r>
                            <w:r>
                              <w:rPr>
                                <w:color w:val="0000FF"/>
                                <w:spacing w:val="10"/>
                                <w:sz w:val="16"/>
                              </w:rPr>
                              <w:t xml:space="preserve"> </w:t>
                            </w:r>
                            <w:r>
                              <w:rPr>
                                <w:color w:val="0000FF"/>
                                <w:sz w:val="16"/>
                              </w:rPr>
                              <w:t>00600-00006619/2021-92-</w:t>
                            </w:r>
                          </w:p>
                        </w:txbxContent>
                      </wps:txbx>
                      <wps:bodyPr horzOverflow="overflow" vert="horz" lIns="0" tIns="0" rIns="0" bIns="0" rtlCol="0">
                        <a:noAutofit/>
                      </wps:bodyPr>
                    </wps:wsp>
                  </wpg:wgp>
                </a:graphicData>
              </a:graphic>
            </wp:anchor>
          </w:drawing>
        </mc:Choice>
        <mc:Fallback>
          <w:pict>
            <v:group w14:anchorId="5ED90A40" id="Group 94396" o:spid="_x0000_s1140" style="position:absolute;left:0;text-align:left;margin-left:24.7pt;margin-top:11.35pt;width:570.5pt;height:88.3pt;z-index:251658249;mso-position-horizontal-relative:page;mso-position-vertical-relative:page" coordsize="72450,112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">
              <v:rect id="Rectangle 94409" o:spid="_x0000_s1141" style="position:absolute;left:4056;top:712;width:428;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" filled="f" stroked="f">
                <v:textbox inset="0,0,0,0">
                  <w:txbxContent>
                    <w:p w14:paraId="20D38363" w14:textId="77777777" w:rsidR="00203768" w:rsidRDefault="00203768">
                      <w:r>
                        <w:rPr>
                          <w:rFonts w:ascii="Arial" w:eastAsia="Arial" w:hAnsi="Arial" w:cs="Arial"/>
                          <w:b/>
                          <w:sz w:val="18"/>
                        </w:rPr>
                        <w:t xml:space="preserve"> </w:t>
                      </w:r>
                    </w:p>
                  </w:txbxContent>
                </v:textbox>
              </v:rect>
              <v:rect id="Rectangle 94410" o:spid="_x0000_s1142" style="position:absolute;left:12045;top:2083;width:428;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" filled="f" stroked="f">
                <v:textbox inset="0,0,0,0">
                  <w:txbxContent>
                    <w:p w14:paraId="37488930" w14:textId="77777777" w:rsidR="00203768" w:rsidRDefault="00203768">
                      <w:r>
                        <w:rPr>
                          <w:rFonts w:ascii="Arial" w:eastAsia="Arial" w:hAnsi="Arial" w:cs="Arial"/>
                          <w:b/>
                          <w:sz w:val="18"/>
                        </w:rPr>
                        <w:t xml:space="preserve"> </w:t>
                      </w:r>
                    </w:p>
                  </w:txbxContent>
                </v:textbox>
              </v:rect>
              <v:rect id="Rectangle 94411" o:spid="_x0000_s1143" style="position:absolute;left:12045;top:3469;width:5009;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" filled="f" stroked="f">
                <v:textbox inset="0,0,0,0">
                  <w:txbxContent>
                    <w:p w14:paraId="13DE2AB7" w14:textId="77777777" w:rsidR="00203768" w:rsidRDefault="00203768">
                      <w:r>
                        <w:rPr>
                          <w:rFonts w:ascii="Arial" w:eastAsia="Arial" w:hAnsi="Arial" w:cs="Arial"/>
                          <w:b/>
                          <w:sz w:val="20"/>
                        </w:rPr>
                        <w:t xml:space="preserve">TCDF </w:t>
                      </w:r>
                    </w:p>
                  </w:txbxContent>
                </v:textbox>
              </v:rect>
              <v:rect id="Rectangle 94412" o:spid="_x0000_s1144" style="position:absolute;left:15825;top:3469;width:567;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" filled="f" stroked="f">
                <v:textbox inset="0,0,0,0">
                  <w:txbxContent>
                    <w:p w14:paraId="61684A54" w14:textId="77777777" w:rsidR="00203768" w:rsidRDefault="00203768">
                      <w:r>
                        <w:rPr>
                          <w:rFonts w:ascii="Arial" w:eastAsia="Arial" w:hAnsi="Arial" w:cs="Arial"/>
                          <w:b/>
                          <w:sz w:val="20"/>
                        </w:rPr>
                        <w:t>-</w:t>
                      </w:r>
                    </w:p>
                  </w:txbxContent>
                </v:textbox>
              </v:rect>
              <v:rect id="Rectangle 94413" o:spid="_x0000_s1145" style="position:absolute;left:16221;top:3469;width:473;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" filled="f" stroked="f">
                <v:textbox inset="0,0,0,0">
                  <w:txbxContent>
                    <w:p w14:paraId="6E674615" w14:textId="77777777" w:rsidR="00203768" w:rsidRDefault="00203768">
                      <w:r>
                        <w:rPr>
                          <w:rFonts w:ascii="Arial" w:eastAsia="Arial" w:hAnsi="Arial" w:cs="Arial"/>
                          <w:b/>
                          <w:sz w:val="20"/>
                        </w:rPr>
                        <w:t xml:space="preserve"> </w:t>
                      </w:r>
                    </w:p>
                  </w:txbxContent>
                </v:textbox>
              </v:rect>
              <v:rect id="Rectangle 94414" o:spid="_x0000_s1146" style="position:absolute;left:16556;top:3469;width:31180;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" filled="f" stroked="f">
                <v:textbox inset="0,0,0,0">
                  <w:txbxContent>
                    <w:p w14:paraId="7CF02843" w14:textId="77777777" w:rsidR="00203768" w:rsidRDefault="00203768">
                      <w:r>
                        <w:rPr>
                          <w:rFonts w:ascii="Arial" w:eastAsia="Arial" w:hAnsi="Arial" w:cs="Arial"/>
                          <w:b/>
                          <w:sz w:val="20"/>
                        </w:rPr>
                        <w:t xml:space="preserve">Tribunal de Contas do Distrito Federal </w:t>
                      </w:r>
                    </w:p>
                  </w:txbxContent>
                </v:textbox>
              </v:rect>
              <v:rect id="Rectangle 94415" o:spid="_x0000_s1147" style="position:absolute;left:40005;top:3469;width:473;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" filled="f" stroked="f">
                <v:textbox inset="0,0,0,0">
                  <w:txbxContent>
                    <w:p w14:paraId="19D1EA51" w14:textId="77777777" w:rsidR="00203768" w:rsidRDefault="00203768">
                      <w:r>
                        <w:rPr>
                          <w:rFonts w:ascii="Arial" w:eastAsia="Arial" w:hAnsi="Arial" w:cs="Arial"/>
                          <w:b/>
                          <w:sz w:val="20"/>
                        </w:rPr>
                        <w:t xml:space="preserve"> </w:t>
                      </w:r>
                    </w:p>
                  </w:txbxContent>
                </v:textbox>
              </v:rect>
              <v:rect id="Rectangle 94434" o:spid="_x0000_s1148" style="position:absolute;left:59856;top:3248;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" filled="f" stroked="f">
                <v:textbox inset="0,0,0,0">
                  <w:txbxContent>
                    <w:p w14:paraId="78388B56" w14:textId="77777777" w:rsidR="00203768" w:rsidRDefault="00203768">
                      <w:r>
                        <w:rPr>
                          <w:rFonts w:ascii="Arial" w:eastAsia="Arial" w:hAnsi="Arial" w:cs="Arial"/>
                          <w:sz w:val="24"/>
                        </w:rPr>
                        <w:t xml:space="preserve"> </w:t>
                      </w:r>
                    </w:p>
                  </w:txbxContent>
                </v:textbox>
              </v:rect>
              <v:rect id="Rectangle 94416" o:spid="_x0000_s1149" style="position:absolute;left:12045;top:5012;width:4765;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" filled="f" stroked="f">
                <v:textbox inset="0,0,0,0">
                  <w:txbxContent>
                    <w:p w14:paraId="23D3DA3C" w14:textId="77777777" w:rsidR="00203768" w:rsidRDefault="00203768">
                      <w:r>
                        <w:rPr>
                          <w:rFonts w:ascii="Arial" w:eastAsia="Arial" w:hAnsi="Arial" w:cs="Arial"/>
                          <w:sz w:val="18"/>
                        </w:rPr>
                        <w:t xml:space="preserve">SELIP </w:t>
                      </w:r>
                    </w:p>
                  </w:txbxContent>
                </v:textbox>
              </v:rect>
              <v:rect id="Rectangle 94417" o:spid="_x0000_s1150" style="position:absolute;left:15612;top:5012;width:513;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" filled="f" stroked="f">
                <v:textbox inset="0,0,0,0">
                  <w:txbxContent>
                    <w:p w14:paraId="5B38D292" w14:textId="77777777" w:rsidR="00203768" w:rsidRDefault="00203768">
                      <w:r>
                        <w:rPr>
                          <w:rFonts w:ascii="Arial" w:eastAsia="Arial" w:hAnsi="Arial" w:cs="Arial"/>
                          <w:sz w:val="18"/>
                        </w:rPr>
                        <w:t>-</w:t>
                      </w:r>
                    </w:p>
                  </w:txbxContent>
                </v:textbox>
              </v:rect>
              <v:rect id="Rectangle 94418" o:spid="_x0000_s1151" style="position:absolute;left:16008;top:5012;width:428;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" filled="f" stroked="f">
                <v:textbox inset="0,0,0,0">
                  <w:txbxContent>
                    <w:p w14:paraId="6378AA95" w14:textId="77777777" w:rsidR="00203768" w:rsidRDefault="00203768">
                      <w:r>
                        <w:rPr>
                          <w:rFonts w:ascii="Arial" w:eastAsia="Arial" w:hAnsi="Arial" w:cs="Arial"/>
                          <w:sz w:val="18"/>
                        </w:rPr>
                        <w:t xml:space="preserve"> </w:t>
                      </w:r>
                    </w:p>
                  </w:txbxContent>
                </v:textbox>
              </v:rect>
              <v:rect id="Rectangle 94419" o:spid="_x0000_s1152" style="position:absolute;left:16343;top:5012;width:30615;height:1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" filled="f" stroked="f">
                <v:textbox inset="0,0,0,0">
                  <w:txbxContent>
                    <w:p w14:paraId="39563BAF" w14:textId="77777777" w:rsidR="00203768" w:rsidRDefault="00203768">
                      <w:r>
                        <w:rPr>
                          <w:rFonts w:ascii="Arial" w:eastAsia="Arial" w:hAnsi="Arial" w:cs="Arial"/>
                          <w:sz w:val="18"/>
                        </w:rPr>
                        <w:t>Secretaria de Licitação, Material e Patrimônio</w:t>
                      </w:r>
                    </w:p>
                  </w:txbxContent>
                </v:textbox>
              </v:rect>
              <v:rect id="Rectangle 94420" o:spid="_x0000_s1153" style="position:absolute;left:39395;top:4681;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" filled="f" stroked="f">
                <v:textbox inset="0,0,0,0">
                  <w:txbxContent>
                    <w:p w14:paraId="75D76B89" w14:textId="77777777" w:rsidR="00203768" w:rsidRDefault="00203768">
                      <w:r>
                        <w:rPr>
                          <w:rFonts w:ascii="Arial" w:eastAsia="Arial" w:hAnsi="Arial" w:cs="Arial"/>
                          <w:sz w:val="24"/>
                        </w:rPr>
                        <w:t xml:space="preserve"> </w:t>
                      </w:r>
                    </w:p>
                  </w:txbxContent>
                </v:textbox>
              </v:rect>
              <v:rect id="Rectangle 94421" o:spid="_x0000_s1154" style="position:absolute;left:12045;top:6383;width:5496;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" filled="f" stroked="f">
                <v:textbox inset="0,0,0,0">
                  <w:txbxContent>
                    <w:p w14:paraId="51F179CB" w14:textId="77777777" w:rsidR="00203768" w:rsidRDefault="00203768">
                      <w:r>
                        <w:rPr>
                          <w:rFonts w:ascii="Arial" w:eastAsia="Arial" w:hAnsi="Arial" w:cs="Arial"/>
                          <w:sz w:val="18"/>
                        </w:rPr>
                        <w:t xml:space="preserve">SESAP </w:t>
                      </w:r>
                    </w:p>
                  </w:txbxContent>
                </v:textbox>
              </v:rect>
              <v:rect id="Rectangle 94422" o:spid="_x0000_s1155" style="position:absolute;left:16191;top:6383;width:513;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" filled="f" stroked="f">
                <v:textbox inset="0,0,0,0">
                  <w:txbxContent>
                    <w:p w14:paraId="49120928" w14:textId="77777777" w:rsidR="00203768" w:rsidRDefault="00203768">
                      <w:r>
                        <w:rPr>
                          <w:rFonts w:ascii="Arial" w:eastAsia="Arial" w:hAnsi="Arial" w:cs="Arial"/>
                          <w:sz w:val="18"/>
                        </w:rPr>
                        <w:t>-</w:t>
                      </w:r>
                    </w:p>
                  </w:txbxContent>
                </v:textbox>
              </v:rect>
              <v:rect id="Rectangle 94423" o:spid="_x0000_s1156" style="position:absolute;left:16556;top:6383;width:428;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" filled="f" stroked="f">
                <v:textbox inset="0,0,0,0">
                  <w:txbxContent>
                    <w:p w14:paraId="2480EF4C" w14:textId="77777777" w:rsidR="00203768" w:rsidRDefault="00203768">
                      <w:r>
                        <w:rPr>
                          <w:rFonts w:ascii="Arial" w:eastAsia="Arial" w:hAnsi="Arial" w:cs="Arial"/>
                          <w:sz w:val="18"/>
                        </w:rPr>
                        <w:t xml:space="preserve"> </w:t>
                      </w:r>
                    </w:p>
                  </w:txbxContent>
                </v:textbox>
              </v:rect>
              <v:rect id="Rectangle 94424" o:spid="_x0000_s1157" style="position:absolute;left:16894;top:6383;width:31161;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" filled="f" stroked="f">
                <v:textbox inset="0,0,0,0">
                  <w:txbxContent>
                    <w:p w14:paraId="336A22D3" w14:textId="77777777" w:rsidR="00203768" w:rsidRDefault="00203768">
                      <w:r>
                        <w:rPr>
                          <w:rFonts w:ascii="Arial" w:eastAsia="Arial" w:hAnsi="Arial" w:cs="Arial"/>
                          <w:sz w:val="18"/>
                        </w:rPr>
                        <w:t>Secretaria de Engenharia e Serviços de Apoio</w:t>
                      </w:r>
                    </w:p>
                  </w:txbxContent>
                </v:textbox>
              </v:rect>
              <v:rect id="Rectangle 94425" o:spid="_x0000_s1158" style="position:absolute;left:40340;top:6383;width:428;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" filled="f" stroked="f">
                <v:textbox inset="0,0,0,0">
                  <w:txbxContent>
                    <w:p w14:paraId="2BB6E6C0" w14:textId="77777777" w:rsidR="00203768" w:rsidRDefault="00203768">
                      <w:r>
                        <w:rPr>
                          <w:rFonts w:ascii="Arial" w:eastAsia="Arial" w:hAnsi="Arial" w:cs="Arial"/>
                          <w:sz w:val="18"/>
                        </w:rPr>
                        <w:t xml:space="preserve"> </w:t>
                      </w:r>
                    </w:p>
                  </w:txbxContent>
                </v:textbox>
              </v:rect>
              <v:rect id="Rectangle 94426" o:spid="_x0000_s1159" style="position:absolute;left:12045;top:7755;width:2041;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" filled="f" stroked="f">
                <v:textbox inset="0,0,0,0">
                  <w:txbxContent>
                    <w:p w14:paraId="18A599BA" w14:textId="77777777" w:rsidR="00203768" w:rsidRDefault="00203768">
                      <w:r>
                        <w:rPr>
                          <w:rFonts w:ascii="Arial" w:eastAsia="Arial" w:hAnsi="Arial" w:cs="Arial"/>
                          <w:sz w:val="18"/>
                        </w:rPr>
                        <w:t>SE</w:t>
                      </w:r>
                    </w:p>
                  </w:txbxContent>
                </v:textbox>
              </v:rect>
              <v:rect id="Rectangle 94427" o:spid="_x0000_s1160" style="position:absolute;left:13569;top:7755;width:3384;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" filled="f" stroked="f">
                <v:textbox inset="0,0,0,0">
                  <w:txbxContent>
                    <w:p w14:paraId="44E0F034" w14:textId="77777777" w:rsidR="00203768" w:rsidRDefault="00203768">
                      <w:r>
                        <w:rPr>
                          <w:rFonts w:ascii="Arial" w:eastAsia="Arial" w:hAnsi="Arial" w:cs="Arial"/>
                          <w:sz w:val="18"/>
                        </w:rPr>
                        <w:t>MAN</w:t>
                      </w:r>
                    </w:p>
                  </w:txbxContent>
                </v:textbox>
              </v:rect>
              <v:rect id="Rectangle 94428" o:spid="_x0000_s1161" style="position:absolute;left:16099;top:7755;width:428;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" filled="f" stroked="f">
                <v:textbox inset="0,0,0,0">
                  <w:txbxContent>
                    <w:p w14:paraId="3830071B" w14:textId="77777777" w:rsidR="00203768" w:rsidRDefault="00203768">
                      <w:r>
                        <w:rPr>
                          <w:rFonts w:ascii="Arial" w:eastAsia="Arial" w:hAnsi="Arial" w:cs="Arial"/>
                          <w:sz w:val="18"/>
                        </w:rPr>
                        <w:t xml:space="preserve"> </w:t>
                      </w:r>
                    </w:p>
                  </w:txbxContent>
                </v:textbox>
              </v:rect>
              <v:rect id="Rectangle 94429" o:spid="_x0000_s1162" style="position:absolute;left:16435;top:7755;width:513;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" filled="f" stroked="f">
                <v:textbox inset="0,0,0,0">
                  <w:txbxContent>
                    <w:p w14:paraId="3F41154E" w14:textId="77777777" w:rsidR="00203768" w:rsidRDefault="00203768">
                      <w:r>
                        <w:rPr>
                          <w:rFonts w:ascii="Arial" w:eastAsia="Arial" w:hAnsi="Arial" w:cs="Arial"/>
                          <w:sz w:val="18"/>
                        </w:rPr>
                        <w:t>-</w:t>
                      </w:r>
                    </w:p>
                  </w:txbxContent>
                </v:textbox>
              </v:rect>
              <v:rect id="Rectangle 94430" o:spid="_x0000_s1163" style="position:absolute;left:16833;top:7755;width:428;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" filled="f" stroked="f">
                <v:textbox inset="0,0,0,0">
                  <w:txbxContent>
                    <w:p w14:paraId="75FAD2B6" w14:textId="77777777" w:rsidR="00203768" w:rsidRDefault="00203768">
                      <w:r>
                        <w:rPr>
                          <w:rFonts w:ascii="Arial" w:eastAsia="Arial" w:hAnsi="Arial" w:cs="Arial"/>
                          <w:sz w:val="18"/>
                        </w:rPr>
                        <w:t xml:space="preserve"> </w:t>
                      </w:r>
                    </w:p>
                  </w:txbxContent>
                </v:textbox>
              </v:rect>
              <v:rect id="Rectangle 94431" o:spid="_x0000_s1164" style="position:absolute;left:17169;top:7755;width:7557;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" filled="f" stroked="f">
                <v:textbox inset="0,0,0,0">
                  <w:txbxContent>
                    <w:p w14:paraId="6E00C397" w14:textId="77777777" w:rsidR="00203768" w:rsidRDefault="00203768">
                      <w:r>
                        <w:rPr>
                          <w:rFonts w:ascii="Arial" w:eastAsia="Arial" w:hAnsi="Arial" w:cs="Arial"/>
                          <w:sz w:val="18"/>
                        </w:rPr>
                        <w:t xml:space="preserve">Serviço de </w:t>
                      </w:r>
                    </w:p>
                  </w:txbxContent>
                </v:textbox>
              </v:rect>
              <v:rect id="Rectangle 94432" o:spid="_x0000_s1165" style="position:absolute;left:22868;top:7755;width:8356;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" filled="f" stroked="f">
                <v:textbox inset="0,0,0,0">
                  <w:txbxContent>
                    <w:p w14:paraId="27944161" w14:textId="77777777" w:rsidR="00203768" w:rsidRDefault="00203768">
                      <w:r>
                        <w:rPr>
                          <w:rFonts w:ascii="Arial" w:eastAsia="Arial" w:hAnsi="Arial" w:cs="Arial"/>
                          <w:sz w:val="18"/>
                        </w:rPr>
                        <w:t>Manutenção</w:t>
                      </w:r>
                    </w:p>
                  </w:txbxContent>
                </v:textbox>
              </v:rect>
              <v:rect id="Rectangle 94433" o:spid="_x0000_s1166" style="position:absolute;left:29151;top:7424;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" filled="f" stroked="f">
                <v:textbox inset="0,0,0,0">
                  <w:txbxContent>
                    <w:p w14:paraId="097803B2" w14:textId="77777777" w:rsidR="00203768" w:rsidRDefault="00203768">
                      <w:r>
                        <w:rPr>
                          <w:rFonts w:ascii="Arial" w:eastAsia="Arial" w:hAnsi="Arial" w:cs="Arial"/>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4397" o:spid="_x0000_s1167" type="#_x0000_t75" style="position:absolute;left:3851;top:2383;width:7030;height:71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">
                <v:imagedata r:id="rId2" o:title=""/>
              </v:shape>
              <v:shape id="Shape 98325" o:spid="_x0000_s1168" style="position:absolute;left:4026;top:10937;width:91;height:274;visibility:visible;mso-wrap-style:square;v-text-anchor:top" coordsize="9144,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" path="m,l9144,r,27432l,27432,,e" fillcolor="black" stroked="f" strokeweight="0">
                <v:stroke miterlimit="83231f" joinstyle="miter"/>
                <v:path arrowok="t" textboxrect="0,0,9144,27432"/>
              </v:shape>
              <v:shape id="Shape 98326" o:spid="_x0000_s1169" style="position:absolute;left:4026;top:10937;width:274;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" path="m,l27432,r,9144l,9144,,e" fillcolor="black" stroked="f" strokeweight="0">
                <v:stroke miterlimit="83231f" joinstyle="miter"/>
                <v:path arrowok="t" textboxrect="0,0,27432,9144"/>
              </v:shape>
              <v:shape id="Shape 98327" o:spid="_x0000_s1170" style="position:absolute;left:4209;top:1112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" path="m,l9144,r,9144l,9144,,e" fillcolor="black" stroked="f" strokeweight="0">
                <v:stroke miterlimit="83231f" joinstyle="miter"/>
                <v:path arrowok="t" textboxrect="0,0,9144,9144"/>
              </v:shape>
              <v:shape id="Shape 98328" o:spid="_x0000_s1171" style="position:absolute;left:66504;top:10937;width:92;height:274;visibility:visible;mso-wrap-style:square;v-text-anchor:top" coordsize="9144,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" path="m,l9144,r,27432l,27432,,e" fillcolor="black" stroked="f" strokeweight="0">
                <v:stroke miterlimit="83231f" joinstyle="miter"/>
                <v:path arrowok="t" textboxrect="0,0,9144,27432"/>
              </v:shape>
              <v:shape id="Shape 98329" o:spid="_x0000_s1172" style="position:absolute;left:66321;top:10937;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" path="m,l27432,r,9144l,9144,,e" fillcolor="black" stroked="f" strokeweight="0">
                <v:stroke miterlimit="83231f" joinstyle="miter"/>
                <v:path arrowok="t" textboxrect="0,0,27432,9144"/>
              </v:shape>
              <v:shape id="Shape 98330" o:spid="_x0000_s1173" style="position:absolute;left:66321;top:11120;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" path="m,l9144,r,9144l,9144,,e" fillcolor="black" stroked="f" strokeweight="0">
                <v:stroke miterlimit="83231f" joinstyle="miter"/>
                <v:path arrowok="t" textboxrect="0,0,9144,9144"/>
              </v:shape>
              <v:shape id="Shape 98331" o:spid="_x0000_s1174" style="position:absolute;top:602;width:121;height:122;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" path="m,l12192,r,12192l,12192,,e" fillcolor="black" stroked="f" strokeweight="0">
                <v:stroke miterlimit="83231f" joinstyle="miter"/>
                <v:path arrowok="t" textboxrect="0,0,12192,12192"/>
              </v:shape>
              <v:shape id="Shape 98332" o:spid="_x0000_s1175" style="position:absolute;left:121;top:602;width:69096;height:122;visibility:visible;mso-wrap-style:square;v-text-anchor:top" coordsize="690956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" path="m,l6909562,r,12192l,12192,,e" fillcolor="black" stroked="f" strokeweight="0">
                <v:stroke miterlimit="83231f" joinstyle="miter"/>
                <v:path arrowok="t" textboxrect="0,0,6909562,12192"/>
              </v:shape>
              <v:shape id="Shape 98333" o:spid="_x0000_s1176" style="position:absolute;left:69217;top:602;width:122;height:122;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" path="m,l12192,r,12192l,12192,,e" fillcolor="black" stroked="f" strokeweight="0">
                <v:stroke miterlimit="83231f" joinstyle="miter"/>
                <v:path arrowok="t" textboxrect="0,0,12192,12192"/>
              </v:shape>
              <v:shape id="Shape 94403" o:spid="_x0000_s1177" style="position:absolute;left:56250;width:16200;height:3077;visibility:visible;mso-wrap-style:square;v-text-anchor:top" coordsize="1620000,307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" path="m95250,l1524750,v12471,,24930,2477,36449,7239c1572717,12014,1583284,19076,1592097,27889v8827,8814,15875,19380,20651,30899c1617523,70307,1620000,82779,1620000,95250r,117234c1620000,224955,1617523,237413,1612748,248933v-4776,11519,-11824,22085,-20651,30899c1583284,288645,1572717,295707,1561199,300482v-11519,4775,-23978,7252,-36449,7252l95250,307734v-12471,,-24930,-2477,-36449,-7252c47282,295707,36716,288645,27902,279832,19076,271018,12027,260452,7252,248933,2477,237413,,224955,,212484l,95250c,82779,2477,70307,7252,58788,12027,47269,19076,36703,27902,27889,36716,19076,47282,12014,58801,7239,70320,2477,82779,,95250,xe" stroked="f" strokeweight="0">
                <v:stroke miterlimit="83231f" joinstyle="miter" endcap="square"/>
                <v:path arrowok="t" textboxrect="0,0,1620000,307734"/>
              </v:shape>
              <v:rect id="Rectangle 94406" o:spid="_x0000_s1178" style="position:absolute;left:71679;top:444;width:773;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" filled="f" stroked="f">
                <v:textbox inset="0,0,0,0">
                  <w:txbxContent>
                    <w:p w14:paraId="14934E77" w14:textId="77777777" w:rsidR="00203768" w:rsidRDefault="00203768">
                      <w:r>
                        <w:rPr>
                          <w:color w:val="0000FF"/>
                          <w:sz w:val="16"/>
                        </w:rPr>
                        <w:t>1</w:t>
                      </w:r>
                    </w:p>
                  </w:txbxContent>
                </v:textbox>
              </v:rect>
              <v:rect id="Rectangle 94405" o:spid="_x0000_s1179" style="position:absolute;left:63840;top:444;width:10426;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" filled="f" stroked="f">
                <v:textbox inset="0,0,0,0">
                  <w:txbxContent>
                    <w:p w14:paraId="16BC224B" w14:textId="77777777" w:rsidR="00203768" w:rsidRDefault="00203768">
                      <w:r>
                        <w:rPr>
                          <w:color w:val="0000FF"/>
                          <w:sz w:val="16"/>
                        </w:rPr>
                        <w:t>e-DOC</w:t>
                      </w:r>
                      <w:r>
                        <w:rPr>
                          <w:color w:val="0000FF"/>
                          <w:spacing w:val="10"/>
                          <w:sz w:val="16"/>
                        </w:rPr>
                        <w:t xml:space="preserve"> </w:t>
                      </w:r>
                      <w:r>
                        <w:rPr>
                          <w:color w:val="0000FF"/>
                          <w:sz w:val="16"/>
                        </w:rPr>
                        <w:t>F4ADA7E</w:t>
                      </w:r>
                    </w:p>
                  </w:txbxContent>
                </v:textbox>
              </v:rect>
              <v:rect id="Rectangle 94408" o:spid="_x0000_s1180" style="position:absolute;left:71719;top:1792;width:719;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" filled="f" stroked="f">
                <v:textbox inset="0,0,0,0">
                  <w:txbxContent>
                    <w:p w14:paraId="1D626BD9" w14:textId="77777777" w:rsidR="00203768" w:rsidRDefault="00203768">
                      <w:r>
                        <w:rPr>
                          <w:color w:val="0000FF"/>
                          <w:sz w:val="16"/>
                        </w:rPr>
                        <w:t>e</w:t>
                      </w:r>
                    </w:p>
                  </w:txbxContent>
                </v:textbox>
              </v:rect>
              <v:rect id="Rectangle 94407" o:spid="_x0000_s1181" style="position:absolute;left:57038;top:1792;width:19526;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" filled="f" stroked="f">
                <v:textbox inset="0,0,0,0">
                  <w:txbxContent>
                    <w:p w14:paraId="41D8BAD6" w14:textId="77777777" w:rsidR="00203768" w:rsidRDefault="00203768">
                      <w:r>
                        <w:rPr>
                          <w:color w:val="0000FF"/>
                          <w:sz w:val="16"/>
                        </w:rPr>
                        <w:t>Proc</w:t>
                      </w:r>
                      <w:r>
                        <w:rPr>
                          <w:color w:val="0000FF"/>
                          <w:spacing w:val="10"/>
                          <w:sz w:val="16"/>
                        </w:rPr>
                        <w:t xml:space="preserve"> </w:t>
                      </w:r>
                      <w:r>
                        <w:rPr>
                          <w:color w:val="0000FF"/>
                          <w:sz w:val="16"/>
                        </w:rPr>
                        <w:t>00600-00006619/2021-92-</w:t>
                      </w:r>
                    </w:p>
                  </w:txbxContent>
                </v:textbox>
              </v:rect>
              <w10:wrap type="square" anchorx="page" anchory="page"/>
            </v:group>
          </w:pict>
        </mc:Fallback>
      </mc:AlternateContent>
    </w:r>
  </w:p>
  <w:p w14:paraId="19CD90EF" w14:textId="77777777" w:rsidR="00203768" w:rsidRDefault="00203768">
    <w:r>
      <w:rPr>
        <w:noProof/>
      </w:rPr>
      <mc:AlternateContent>
        <mc:Choice Requires="wpg">
          <w:drawing>
            <wp:anchor distT="0" distB="0" distL="114300" distR="114300" simplePos="0" relativeHeight="251658250" behindDoc="1" locked="0" layoutInCell="1" allowOverlap="1" wp14:anchorId="73325ABB" wp14:editId="6DCFA327">
              <wp:simplePos x="0" y="0"/>
              <wp:positionH relativeFrom="page">
                <wp:posOffset>313944</wp:posOffset>
              </wp:positionH>
              <wp:positionV relativeFrom="page">
                <wp:posOffset>216357</wp:posOffset>
              </wp:positionV>
              <wp:extent cx="6933946" cy="10173970"/>
              <wp:effectExtent l="0" t="0" r="0" b="0"/>
              <wp:wrapNone/>
              <wp:docPr id="94438" name="Group 94438"/>
              <wp:cNvGraphicFramePr/>
              <a:graphic xmlns:a="http://schemas.openxmlformats.org/drawingml/2006/main">
                <a:graphicData uri="http://schemas.microsoft.com/office/word/2010/wordprocessingGroup">
                  <wpg:wgp>
                    <wpg:cNvGrpSpPr/>
                    <wpg:grpSpPr>
                      <a:xfrm>
                        <a:off x="0" y="0"/>
                        <a:ext cx="6933946" cy="10173970"/>
                        <a:chOff x="0" y="0"/>
                        <a:chExt cx="6933946" cy="10173970"/>
                      </a:xfrm>
                    </wpg:grpSpPr>
                    <wps:wsp>
                      <wps:cNvPr id="98359" name="Shape 98359"/>
                      <wps:cNvSpPr/>
                      <wps:spPr>
                        <a:xfrm>
                          <a:off x="0" y="0"/>
                          <a:ext cx="12192" cy="10173970"/>
                        </a:xfrm>
                        <a:custGeom>
                          <a:avLst/>
                          <a:gdLst/>
                          <a:ahLst/>
                          <a:cxnLst/>
                          <a:rect l="0" t="0" r="0" b="0"/>
                          <a:pathLst>
                            <a:path w="12192" h="10173970">
                              <a:moveTo>
                                <a:pt x="0" y="0"/>
                              </a:moveTo>
                              <a:lnTo>
                                <a:pt x="12192" y="0"/>
                              </a:lnTo>
                              <a:lnTo>
                                <a:pt x="12192" y="10173970"/>
                              </a:lnTo>
                              <a:lnTo>
                                <a:pt x="0" y="1017397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360" name="Shape 98360"/>
                      <wps:cNvSpPr/>
                      <wps:spPr>
                        <a:xfrm>
                          <a:off x="6921754" y="0"/>
                          <a:ext cx="12192" cy="10173970"/>
                        </a:xfrm>
                        <a:custGeom>
                          <a:avLst/>
                          <a:gdLst/>
                          <a:ahLst/>
                          <a:cxnLst/>
                          <a:rect l="0" t="0" r="0" b="0"/>
                          <a:pathLst>
                            <a:path w="12192" h="10173970">
                              <a:moveTo>
                                <a:pt x="0" y="0"/>
                              </a:moveTo>
                              <a:lnTo>
                                <a:pt x="12192" y="0"/>
                              </a:lnTo>
                              <a:lnTo>
                                <a:pt x="12192" y="10173970"/>
                              </a:lnTo>
                              <a:lnTo>
                                <a:pt x="0" y="1017397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fl="http://schemas.microsoft.com/office/word/2024/wordml/sdtformatlock">
          <w:pict>
            <v:group w14:anchorId="2D7DFEB3" id="Group 94438" o:spid="_x0000_s1026" style="position:absolute;margin-left:24.7pt;margin-top:17.05pt;width:546pt;height:801.1pt;z-index:-251658230;mso-position-horizontal-relative:page;mso-position-vertical-relative:page" coordsize="69339,1017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">
              <v:shape id="Shape 98359" o:spid="_x0000_s1027" style="position:absolute;width:121;height:101739;visibility:visible;mso-wrap-style:square;v-text-anchor:top" coordsize="12192,1017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" path="m,l12192,r,10173970l,10173970,,e" fillcolor="black" stroked="f" strokeweight="0">
                <v:stroke miterlimit="83231f" joinstyle="miter"/>
                <v:path arrowok="t" textboxrect="0,0,12192,10173970"/>
              </v:shape>
              <v:shape id="Shape 98360" o:spid="_x0000_s1028" style="position:absolute;left:69217;width:122;height:101739;visibility:visible;mso-wrap-style:square;v-text-anchor:top" coordsize="12192,1017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" path="m,l12192,r,10173970l,10173970,,e" fillcolor="black" stroked="f" strokeweight="0">
                <v:stroke miterlimit="83231f" joinstyle="miter"/>
                <v:path arrowok="t" textboxrect="0,0,12192,10173970"/>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pStyle w:val="Ttulo10"/>
      <w:lvlText w:val="%1."/>
      <w:lvlJc w:val="left"/>
      <w:pPr>
        <w:tabs>
          <w:tab w:val="num" w:pos="0"/>
        </w:tabs>
        <w:ind w:left="432" w:hanging="432"/>
      </w:pPr>
    </w:lvl>
    <w:lvl w:ilvl="1">
      <w:start w:val="1"/>
      <w:numFmt w:val="decimal"/>
      <w:lvlText w:val="%1.%2"/>
      <w:lvlJc w:val="left"/>
      <w:pPr>
        <w:tabs>
          <w:tab w:val="num" w:pos="567"/>
        </w:tabs>
        <w:ind w:left="567" w:hanging="567"/>
      </w:pPr>
    </w:lvl>
    <w:lvl w:ilvl="2">
      <w:start w:val="1"/>
      <w:numFmt w:val="decimal"/>
      <w:lvlText w:val="%1.%2.%3."/>
      <w:lvlJc w:val="left"/>
      <w:pPr>
        <w:tabs>
          <w:tab w:val="num" w:pos="567"/>
        </w:tabs>
        <w:ind w:left="567" w:hanging="567"/>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9BCEB7CE"/>
    <w:name w:val="WW8Num3"/>
    <w:lvl w:ilvl="0">
      <w:start w:val="3"/>
      <w:numFmt w:val="decimal"/>
      <w:lvlText w:val="%1."/>
      <w:lvlJc w:val="left"/>
      <w:pPr>
        <w:tabs>
          <w:tab w:val="num" w:pos="1287"/>
        </w:tabs>
        <w:ind w:left="1287" w:hanging="360"/>
      </w:pPr>
      <w:rPr>
        <w:rFonts w:hint="default"/>
      </w:rPr>
    </w:lvl>
    <w:lvl w:ilvl="1">
      <w:start w:val="1"/>
      <w:numFmt w:val="decimal"/>
      <w:lvlText w:val="%1.%2."/>
      <w:lvlJc w:val="left"/>
      <w:pPr>
        <w:tabs>
          <w:tab w:val="num" w:pos="1647"/>
        </w:tabs>
        <w:ind w:left="1647" w:hanging="360"/>
      </w:pPr>
      <w:rPr>
        <w:rFonts w:hint="default"/>
      </w:rPr>
    </w:lvl>
    <w:lvl w:ilvl="2">
      <w:start w:val="1"/>
      <w:numFmt w:val="decimal"/>
      <w:lvlText w:val="%1.%2.%3."/>
      <w:lvlJc w:val="left"/>
      <w:pPr>
        <w:tabs>
          <w:tab w:val="num" w:pos="2007"/>
        </w:tabs>
        <w:ind w:left="2007" w:hanging="360"/>
      </w:pPr>
      <w:rPr>
        <w:rFonts w:hint="default"/>
      </w:rPr>
    </w:lvl>
    <w:lvl w:ilvl="3">
      <w:start w:val="1"/>
      <w:numFmt w:val="decimal"/>
      <w:lvlText w:val="%1.%2.%3.%4."/>
      <w:lvlJc w:val="left"/>
      <w:pPr>
        <w:tabs>
          <w:tab w:val="num" w:pos="0"/>
        </w:tabs>
        <w:ind w:left="0" w:firstLine="0"/>
      </w:pPr>
      <w:rPr>
        <w:rFonts w:hint="default"/>
        <w:b w:val="0"/>
        <w:bCs w:val="0"/>
      </w:rPr>
    </w:lvl>
    <w:lvl w:ilvl="4">
      <w:start w:val="1"/>
      <w:numFmt w:val="decimal"/>
      <w:lvlText w:val="%1.%2.%3.%4.%5."/>
      <w:lvlJc w:val="left"/>
      <w:pPr>
        <w:tabs>
          <w:tab w:val="num" w:pos="2727"/>
        </w:tabs>
        <w:ind w:left="2727" w:hanging="360"/>
      </w:pPr>
      <w:rPr>
        <w:rFonts w:hint="default"/>
      </w:rPr>
    </w:lvl>
    <w:lvl w:ilvl="5">
      <w:start w:val="1"/>
      <w:numFmt w:val="decimal"/>
      <w:lvlText w:val="%6."/>
      <w:lvlJc w:val="left"/>
      <w:pPr>
        <w:tabs>
          <w:tab w:val="num" w:pos="3087"/>
        </w:tabs>
        <w:ind w:left="3087" w:hanging="360"/>
      </w:pPr>
      <w:rPr>
        <w:rFonts w:hint="default"/>
      </w:rPr>
    </w:lvl>
    <w:lvl w:ilvl="6">
      <w:start w:val="1"/>
      <w:numFmt w:val="decimal"/>
      <w:lvlText w:val="%7."/>
      <w:lvlJc w:val="left"/>
      <w:pPr>
        <w:tabs>
          <w:tab w:val="num" w:pos="3447"/>
        </w:tabs>
        <w:ind w:left="3447" w:hanging="360"/>
      </w:pPr>
      <w:rPr>
        <w:rFonts w:hint="default"/>
      </w:rPr>
    </w:lvl>
    <w:lvl w:ilvl="7">
      <w:start w:val="1"/>
      <w:numFmt w:val="decimal"/>
      <w:lvlText w:val="%8."/>
      <w:lvlJc w:val="left"/>
      <w:pPr>
        <w:tabs>
          <w:tab w:val="num" w:pos="3807"/>
        </w:tabs>
        <w:ind w:left="3807" w:hanging="360"/>
      </w:pPr>
      <w:rPr>
        <w:rFonts w:hint="default"/>
      </w:rPr>
    </w:lvl>
    <w:lvl w:ilvl="8">
      <w:start w:val="1"/>
      <w:numFmt w:val="decimal"/>
      <w:lvlText w:val="%9."/>
      <w:lvlJc w:val="left"/>
      <w:pPr>
        <w:tabs>
          <w:tab w:val="num" w:pos="4167"/>
        </w:tabs>
        <w:ind w:left="4167" w:hanging="360"/>
      </w:pPr>
      <w:rPr>
        <w:rFonts w:hint="default"/>
      </w:rPr>
    </w:lvl>
  </w:abstractNum>
  <w:abstractNum w:abstractNumId="2" w15:restartNumberingAfterBreak="0">
    <w:nsid w:val="00000004"/>
    <w:multiLevelType w:val="multilevel"/>
    <w:tmpl w:val="D47C58AE"/>
    <w:name w:val="WW8Num4"/>
    <w:lvl w:ilvl="0">
      <w:start w:val="3"/>
      <w:numFmt w:val="decimal"/>
      <w:lvlText w:val="%1."/>
      <w:lvlJc w:val="left"/>
      <w:pPr>
        <w:tabs>
          <w:tab w:val="num" w:pos="1287"/>
        </w:tabs>
        <w:ind w:left="1287" w:hanging="360"/>
      </w:pPr>
      <w:rPr>
        <w:rFonts w:hint="default"/>
      </w:rPr>
    </w:lvl>
    <w:lvl w:ilvl="1">
      <w:start w:val="1"/>
      <w:numFmt w:val="decimal"/>
      <w:lvlText w:val="%1.%2."/>
      <w:lvlJc w:val="left"/>
      <w:pPr>
        <w:tabs>
          <w:tab w:val="num" w:pos="1647"/>
        </w:tabs>
        <w:ind w:left="1647" w:hanging="360"/>
      </w:pPr>
      <w:rPr>
        <w:rFonts w:hint="default"/>
      </w:rPr>
    </w:lvl>
    <w:lvl w:ilvl="2">
      <w:start w:val="2"/>
      <w:numFmt w:val="decimal"/>
      <w:lvlText w:val="%1.%2.%3."/>
      <w:lvlJc w:val="left"/>
      <w:pPr>
        <w:tabs>
          <w:tab w:val="num" w:pos="2007"/>
        </w:tabs>
        <w:ind w:left="2007" w:hanging="36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2727"/>
        </w:tabs>
        <w:ind w:left="2727" w:hanging="360"/>
      </w:pPr>
      <w:rPr>
        <w:rFonts w:hint="default"/>
      </w:rPr>
    </w:lvl>
    <w:lvl w:ilvl="5">
      <w:start w:val="1"/>
      <w:numFmt w:val="decimal"/>
      <w:lvlText w:val="%6."/>
      <w:lvlJc w:val="left"/>
      <w:pPr>
        <w:tabs>
          <w:tab w:val="num" w:pos="3087"/>
        </w:tabs>
        <w:ind w:left="3087" w:hanging="360"/>
      </w:pPr>
      <w:rPr>
        <w:rFonts w:hint="default"/>
      </w:rPr>
    </w:lvl>
    <w:lvl w:ilvl="6">
      <w:start w:val="1"/>
      <w:numFmt w:val="decimal"/>
      <w:lvlText w:val="%7."/>
      <w:lvlJc w:val="left"/>
      <w:pPr>
        <w:tabs>
          <w:tab w:val="num" w:pos="3447"/>
        </w:tabs>
        <w:ind w:left="3447" w:hanging="360"/>
      </w:pPr>
      <w:rPr>
        <w:rFonts w:hint="default"/>
      </w:rPr>
    </w:lvl>
    <w:lvl w:ilvl="7">
      <w:start w:val="1"/>
      <w:numFmt w:val="decimal"/>
      <w:lvlText w:val="%8."/>
      <w:lvlJc w:val="left"/>
      <w:pPr>
        <w:tabs>
          <w:tab w:val="num" w:pos="3807"/>
        </w:tabs>
        <w:ind w:left="3807" w:hanging="360"/>
      </w:pPr>
      <w:rPr>
        <w:rFonts w:hint="default"/>
      </w:rPr>
    </w:lvl>
    <w:lvl w:ilvl="8">
      <w:start w:val="1"/>
      <w:numFmt w:val="decimal"/>
      <w:lvlText w:val="%9."/>
      <w:lvlJc w:val="left"/>
      <w:pPr>
        <w:tabs>
          <w:tab w:val="num" w:pos="4167"/>
        </w:tabs>
        <w:ind w:left="4167" w:hanging="360"/>
      </w:pPr>
      <w:rPr>
        <w:rFonts w:hint="default"/>
      </w:rPr>
    </w:lvl>
  </w:abstractNum>
  <w:abstractNum w:abstractNumId="3" w15:restartNumberingAfterBreak="0">
    <w:nsid w:val="14FF3D7C"/>
    <w:multiLevelType w:val="multilevel"/>
    <w:tmpl w:val="9D72963C"/>
    <w:lvl w:ilvl="0">
      <w:start w:val="1"/>
      <w:numFmt w:val="decimal"/>
      <w:pStyle w:val="TRN0"/>
      <w:lvlText w:val="%1."/>
      <w:lvlJc w:val="left"/>
      <w:pPr>
        <w:ind w:left="0" w:firstLine="0"/>
      </w:pPr>
      <w:rPr>
        <w:rFonts w:hint="default"/>
      </w:rPr>
    </w:lvl>
    <w:lvl w:ilvl="1">
      <w:start w:val="1"/>
      <w:numFmt w:val="decimal"/>
      <w:pStyle w:val="TRN1"/>
      <w:lvlText w:val="%1.%2."/>
      <w:lvlJc w:val="left"/>
      <w:pPr>
        <w:ind w:left="284" w:firstLine="0"/>
      </w:pPr>
      <w:rPr>
        <w:color w:val="auto"/>
      </w:rPr>
    </w:lvl>
    <w:lvl w:ilvl="2">
      <w:start w:val="1"/>
      <w:numFmt w:val="decimal"/>
      <w:pStyle w:val="TRN2"/>
      <w:lvlText w:val="%1.%2.%3."/>
      <w:lvlJc w:val="left"/>
      <w:pPr>
        <w:ind w:left="993" w:firstLine="0"/>
      </w:pPr>
      <w:rPr>
        <w:rFonts w:hint="default"/>
        <w:b w:val="0"/>
        <w:bCs/>
        <w:color w:val="auto"/>
      </w:rPr>
    </w:lvl>
    <w:lvl w:ilvl="3">
      <w:start w:val="1"/>
      <w:numFmt w:val="decimal"/>
      <w:pStyle w:val="TRN3"/>
      <w:lvlText w:val="%1.%2.%3.%4."/>
      <w:lvlJc w:val="left"/>
      <w:pPr>
        <w:ind w:left="851" w:firstLine="0"/>
      </w:pPr>
      <w:rPr>
        <w:rFonts w:hint="default"/>
      </w:rPr>
    </w:lvl>
    <w:lvl w:ilvl="4">
      <w:start w:val="1"/>
      <w:numFmt w:val="decimal"/>
      <w:pStyle w:val="TRN4"/>
      <w:lvlText w:val="%1.%2.%3.%4.%5."/>
      <w:lvlJc w:val="left"/>
      <w:pPr>
        <w:ind w:left="1277" w:firstLine="0"/>
      </w:pPr>
      <w:rPr>
        <w:rFonts w:hint="default"/>
        <w:color w:val="auto"/>
      </w:rPr>
    </w:lvl>
    <w:lvl w:ilvl="5">
      <w:start w:val="1"/>
      <w:numFmt w:val="decimal"/>
      <w:pStyle w:val="TRN5"/>
      <w:lvlText w:val="%1.%2.%3.%4.%5.%6."/>
      <w:lvlJc w:val="left"/>
      <w:pPr>
        <w:ind w:left="1418" w:firstLine="0"/>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1A1671E7"/>
    <w:multiLevelType w:val="multilevel"/>
    <w:tmpl w:val="E3340044"/>
    <w:lvl w:ilvl="0">
      <w:start w:val="1"/>
      <w:numFmt w:val="decimal"/>
      <w:pStyle w:val="Ttulo1"/>
      <w:suff w:val="nothing"/>
      <w:lvlText w:val="%1."/>
      <w:lvlJc w:val="left"/>
      <w:pPr>
        <w:ind w:left="0" w:firstLine="0"/>
      </w:pPr>
      <w:rPr>
        <w:rFonts w:hint="default"/>
        <w:b/>
        <w:i w:val="0"/>
        <w:u w:val="single"/>
      </w:rPr>
    </w:lvl>
    <w:lvl w:ilvl="1">
      <w:start w:val="1"/>
      <w:numFmt w:val="decimal"/>
      <w:pStyle w:val="Ttulo2"/>
      <w:suff w:val="nothing"/>
      <w:lvlText w:val="%1.%2."/>
      <w:lvlJc w:val="left"/>
      <w:pPr>
        <w:ind w:left="2836" w:firstLine="0"/>
      </w:pPr>
      <w:rPr>
        <w:rFonts w:hint="default"/>
        <w:b w:val="0"/>
        <w:bCs w:val="0"/>
        <w:sz w:val="22"/>
        <w:szCs w:val="22"/>
      </w:rPr>
    </w:lvl>
    <w:lvl w:ilvl="2">
      <w:start w:val="1"/>
      <w:numFmt w:val="decimal"/>
      <w:pStyle w:val="Ttulo3"/>
      <w:suff w:val="nothing"/>
      <w:lvlText w:val="%1.%2.%3."/>
      <w:lvlJc w:val="left"/>
      <w:pPr>
        <w:ind w:left="426" w:firstLine="0"/>
      </w:pPr>
      <w:rPr>
        <w:rFonts w:hint="default"/>
        <w:b w:val="0"/>
        <w:bCs w:val="0"/>
        <w:sz w:val="22"/>
        <w:szCs w:val="22"/>
      </w:rPr>
    </w:lvl>
    <w:lvl w:ilvl="3">
      <w:start w:val="1"/>
      <w:numFmt w:val="decimal"/>
      <w:pStyle w:val="Ttulo4"/>
      <w:suff w:val="nothing"/>
      <w:lvlText w:val="%1.%2.%3.%4."/>
      <w:lvlJc w:val="left"/>
      <w:pPr>
        <w:ind w:left="7939" w:firstLine="0"/>
      </w:pPr>
      <w:rPr>
        <w:rFonts w:hint="default"/>
        <w:b w:val="0"/>
        <w:bCs w:val="0"/>
      </w:rPr>
    </w:lvl>
    <w:lvl w:ilvl="4">
      <w:start w:val="1"/>
      <w:numFmt w:val="decimal"/>
      <w:pStyle w:val="Ttulo5"/>
      <w:suff w:val="nothing"/>
      <w:lvlText w:val="%1.%2.%3.%4.%5."/>
      <w:lvlJc w:val="left"/>
      <w:pPr>
        <w:ind w:left="2410" w:firstLine="0"/>
      </w:pPr>
      <w:rPr>
        <w:rFonts w:hint="default"/>
        <w:b w:val="0"/>
        <w:bCs w:val="0"/>
        <w:color w:val="FF0000"/>
      </w:rPr>
    </w:lvl>
    <w:lvl w:ilvl="5">
      <w:start w:val="1"/>
      <w:numFmt w:val="decimal"/>
      <w:pStyle w:val="Ttulo6"/>
      <w:suff w:val="nothing"/>
      <w:lvlText w:val="%1.%2.%3.%4.%5.%6."/>
      <w:lvlJc w:val="left"/>
      <w:pPr>
        <w:ind w:left="709" w:firstLine="0"/>
      </w:pPr>
      <w:rPr>
        <w:rFonts w:hint="default"/>
        <w:b w:val="0"/>
        <w:bCs/>
      </w:rPr>
    </w:lvl>
    <w:lvl w:ilvl="6">
      <w:start w:val="1"/>
      <w:numFmt w:val="decimal"/>
      <w:pStyle w:val="Ttulo7"/>
      <w:suff w:val="nothing"/>
      <w:lvlText w:val="%1.%2.%3.%4.%5.%6.%7."/>
      <w:lvlJc w:val="left"/>
      <w:pPr>
        <w:ind w:left="851"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AF7D8E"/>
    <w:multiLevelType w:val="multilevel"/>
    <w:tmpl w:val="24BCBE40"/>
    <w:lvl w:ilvl="0">
      <w:start w:val="4"/>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7" w15:restartNumberingAfterBreak="0">
    <w:nsid w:val="3F3210B6"/>
    <w:multiLevelType w:val="multilevel"/>
    <w:tmpl w:val="A1C46E2E"/>
    <w:lvl w:ilvl="0">
      <w:start w:val="1"/>
      <w:numFmt w:val="upperRoman"/>
      <w:lvlText w:val="%1"/>
      <w:lvlJc w:val="left"/>
      <w:pPr>
        <w:ind w:left="36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1">
      <w:start w:val="1"/>
      <w:numFmt w:val="lowerLetter"/>
      <w:lvlRestart w:val="0"/>
      <w:lvlText w:val="%1.%2."/>
      <w:lvlJc w:val="left"/>
      <w:pPr>
        <w:ind w:left="1412" w:firstLine="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199" w:firstLine="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919" w:firstLine="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639" w:firstLine="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359" w:firstLine="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079" w:firstLine="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799" w:firstLine="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519" w:firstLine="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6D082CF9"/>
    <w:multiLevelType w:val="multilevel"/>
    <w:tmpl w:val="A1C46E2E"/>
    <w:lvl w:ilvl="0">
      <w:start w:val="1"/>
      <w:numFmt w:val="upperRoman"/>
      <w:lvlText w:val="%1"/>
      <w:lvlJc w:val="left"/>
      <w:pPr>
        <w:ind w:left="36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1">
      <w:start w:val="1"/>
      <w:numFmt w:val="lowerLetter"/>
      <w:lvlRestart w:val="0"/>
      <w:lvlText w:val="%1.%2."/>
      <w:lvlJc w:val="left"/>
      <w:pPr>
        <w:ind w:left="1412" w:firstLine="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199" w:firstLine="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919" w:firstLine="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639" w:firstLine="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359" w:firstLine="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079" w:firstLine="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799" w:firstLine="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519" w:firstLine="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71BA41F0"/>
    <w:multiLevelType w:val="multilevel"/>
    <w:tmpl w:val="DE40D3F6"/>
    <w:lvl w:ilvl="0">
      <w:start w:val="14"/>
      <w:numFmt w:val="decimal"/>
      <w:lvlText w:val="%1"/>
      <w:lvlJc w:val="left"/>
      <w:pPr>
        <w:ind w:left="360" w:hanging="360"/>
      </w:pPr>
      <w:rPr>
        <w:rFonts w:hint="default"/>
      </w:rPr>
    </w:lvl>
    <w:lvl w:ilvl="1">
      <w:start w:val="1"/>
      <w:numFmt w:val="decimal"/>
      <w:lvlText w:val="%1.%2"/>
      <w:lvlJc w:val="left"/>
      <w:pPr>
        <w:ind w:left="710" w:hanging="360"/>
      </w:pPr>
      <w:rPr>
        <w:rFonts w:hint="default"/>
      </w:rPr>
    </w:lvl>
    <w:lvl w:ilvl="2">
      <w:start w:val="1"/>
      <w:numFmt w:val="decimal"/>
      <w:lvlText w:val="%1.%2.%3"/>
      <w:lvlJc w:val="left"/>
      <w:pPr>
        <w:ind w:left="1420" w:hanging="720"/>
      </w:pPr>
      <w:rPr>
        <w:rFonts w:hint="default"/>
      </w:rPr>
    </w:lvl>
    <w:lvl w:ilvl="3">
      <w:start w:val="1"/>
      <w:numFmt w:val="lowerLetter"/>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0" w15:restartNumberingAfterBreak="0">
    <w:nsid w:val="74BA605A"/>
    <w:multiLevelType w:val="multilevel"/>
    <w:tmpl w:val="C77C9B46"/>
    <w:lvl w:ilvl="0">
      <w:start w:val="1"/>
      <w:numFmt w:val="none"/>
      <w:lvlText w:val="a."/>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7B8E437A"/>
    <w:multiLevelType w:val="multilevel"/>
    <w:tmpl w:val="D840BB7A"/>
    <w:lvl w:ilvl="0">
      <w:start w:val="3"/>
      <w:numFmt w:val="decimal"/>
      <w:lvlText w:val="%1"/>
      <w:lvlJc w:val="left"/>
      <w:pPr>
        <w:ind w:left="0" w:firstLine="0"/>
      </w:pPr>
      <w:rPr>
        <w:rFonts w:ascii="Arial" w:eastAsia="Arial" w:hAnsi="Arial" w:cs="Arial" w:hint="default"/>
        <w:b w:val="0"/>
        <w:i w:val="0"/>
        <w:strike w:val="0"/>
        <w:dstrike w:val="0"/>
        <w:color w:val="000000"/>
        <w:sz w:val="22"/>
        <w:szCs w:val="22"/>
        <w:u w:val="none" w:color="000000"/>
        <w:vertAlign w:val="baseline"/>
      </w:rPr>
    </w:lvl>
    <w:lvl w:ilvl="1">
      <w:start w:val="5"/>
      <w:numFmt w:val="decimal"/>
      <w:lvlText w:val="%1.%2"/>
      <w:lvlJc w:val="left"/>
      <w:pPr>
        <w:ind w:left="0" w:firstLine="0"/>
      </w:pPr>
      <w:rPr>
        <w:rFonts w:ascii="Arial" w:eastAsia="Arial" w:hAnsi="Arial" w:cs="Arial" w:hint="default"/>
        <w:b w:val="0"/>
        <w:i w:val="0"/>
        <w:strike w:val="0"/>
        <w:dstrike w:val="0"/>
        <w:color w:val="000000"/>
        <w:sz w:val="22"/>
        <w:szCs w:val="22"/>
        <w:u w:val="none" w:color="000000"/>
        <w:vertAlign w:val="baseline"/>
      </w:rPr>
    </w:lvl>
    <w:lvl w:ilvl="2">
      <w:start w:val="1"/>
      <w:numFmt w:val="decimal"/>
      <w:lvlText w:val="%1.%2.%3"/>
      <w:lvlJc w:val="left"/>
      <w:pPr>
        <w:ind w:left="340" w:firstLine="0"/>
      </w:pPr>
      <w:rPr>
        <w:rFonts w:ascii="Arial" w:eastAsia="Arial" w:hAnsi="Arial" w:cs="Arial" w:hint="default"/>
        <w:b w:val="0"/>
        <w:i w:val="0"/>
        <w:strike w:val="0"/>
        <w:dstrike w:val="0"/>
        <w:color w:val="000000"/>
        <w:sz w:val="22"/>
        <w:szCs w:val="22"/>
        <w:u w:val="none" w:color="000000"/>
        <w:vertAlign w:val="baseline"/>
      </w:rPr>
    </w:lvl>
    <w:lvl w:ilvl="3">
      <w:start w:val="1"/>
      <w:numFmt w:val="decimal"/>
      <w:lvlText w:val="%1.%2.%3.%4"/>
      <w:lvlJc w:val="left"/>
      <w:pPr>
        <w:ind w:left="510" w:firstLine="0"/>
      </w:pPr>
      <w:rPr>
        <w:rFonts w:ascii="Arial" w:eastAsia="Arial" w:hAnsi="Arial" w:cs="Arial" w:hint="default"/>
        <w:b w:val="0"/>
        <w:i w:val="0"/>
        <w:strike w:val="0"/>
        <w:dstrike w:val="0"/>
        <w:color w:val="000000"/>
        <w:sz w:val="22"/>
        <w:szCs w:val="22"/>
        <w:u w:val="none" w:color="000000"/>
        <w:vertAlign w:val="baseline"/>
      </w:rPr>
    </w:lvl>
    <w:lvl w:ilvl="4">
      <w:start w:val="1"/>
      <w:numFmt w:val="decimal"/>
      <w:lvlText w:val="%1.%2.%3.%4.%5"/>
      <w:lvlJc w:val="left"/>
      <w:pPr>
        <w:ind w:left="680" w:firstLine="0"/>
      </w:pPr>
      <w:rPr>
        <w:rFonts w:ascii="Arial" w:eastAsia="Arial" w:hAnsi="Arial" w:cs="Arial" w:hint="default"/>
        <w:b w:val="0"/>
        <w:i w:val="0"/>
        <w:strike w:val="0"/>
        <w:dstrike w:val="0"/>
        <w:color w:val="000000"/>
        <w:sz w:val="22"/>
        <w:szCs w:val="22"/>
        <w:u w:val="none" w:color="000000"/>
        <w:vertAlign w:val="baseline"/>
      </w:rPr>
    </w:lvl>
    <w:lvl w:ilvl="5">
      <w:start w:val="1"/>
      <w:numFmt w:val="decimal"/>
      <w:lvlRestart w:val="0"/>
      <w:lvlText w:val="%1.%2.%3.%4.%5.%6."/>
      <w:lvlJc w:val="left"/>
      <w:pPr>
        <w:ind w:left="2208" w:firstLine="0"/>
      </w:pPr>
      <w:rPr>
        <w:rFonts w:ascii="Arial" w:eastAsia="Arial" w:hAnsi="Arial" w:cs="Arial" w:hint="default"/>
        <w:b w:val="0"/>
        <w:i w:val="0"/>
        <w:strike w:val="0"/>
        <w:dstrike w:val="0"/>
        <w:color w:val="000000"/>
        <w:sz w:val="22"/>
        <w:szCs w:val="22"/>
        <w:u w:val="none" w:color="000000"/>
        <w:vertAlign w:val="baseline"/>
      </w:rPr>
    </w:lvl>
    <w:lvl w:ilvl="6">
      <w:start w:val="1"/>
      <w:numFmt w:val="decimal"/>
      <w:lvlText w:val="%7"/>
      <w:lvlJc w:val="left"/>
      <w:pPr>
        <w:ind w:left="1570" w:firstLine="0"/>
      </w:pPr>
      <w:rPr>
        <w:rFonts w:ascii="Arial" w:eastAsia="Arial" w:hAnsi="Arial" w:cs="Arial" w:hint="default"/>
        <w:b w:val="0"/>
        <w:i w:val="0"/>
        <w:strike w:val="0"/>
        <w:dstrike w:val="0"/>
        <w:color w:val="000000"/>
        <w:sz w:val="22"/>
        <w:szCs w:val="22"/>
        <w:u w:val="none" w:color="000000"/>
        <w:vertAlign w:val="baseline"/>
      </w:rPr>
    </w:lvl>
    <w:lvl w:ilvl="7">
      <w:start w:val="1"/>
      <w:numFmt w:val="lowerLetter"/>
      <w:lvlText w:val="%8"/>
      <w:lvlJc w:val="left"/>
      <w:pPr>
        <w:ind w:left="2290" w:firstLine="0"/>
      </w:pPr>
      <w:rPr>
        <w:rFonts w:ascii="Arial" w:eastAsia="Arial" w:hAnsi="Arial" w:cs="Arial" w:hint="default"/>
        <w:b w:val="0"/>
        <w:i w:val="0"/>
        <w:strike w:val="0"/>
        <w:dstrike w:val="0"/>
        <w:color w:val="000000"/>
        <w:sz w:val="22"/>
        <w:szCs w:val="22"/>
        <w:u w:val="none" w:color="000000"/>
        <w:vertAlign w:val="baseline"/>
      </w:rPr>
    </w:lvl>
    <w:lvl w:ilvl="8">
      <w:start w:val="1"/>
      <w:numFmt w:val="lowerRoman"/>
      <w:lvlText w:val="%9"/>
      <w:lvlJc w:val="left"/>
      <w:pPr>
        <w:ind w:left="3010" w:firstLine="0"/>
      </w:pPr>
      <w:rPr>
        <w:rFonts w:ascii="Arial" w:eastAsia="Arial" w:hAnsi="Arial" w:cs="Arial" w:hint="default"/>
        <w:b w:val="0"/>
        <w:i w:val="0"/>
        <w:strike w:val="0"/>
        <w:dstrike w:val="0"/>
        <w:color w:val="000000"/>
        <w:sz w:val="22"/>
        <w:szCs w:val="22"/>
        <w:u w:val="none" w:color="000000"/>
        <w:vertAlign w:val="baseline"/>
      </w:rPr>
    </w:lvl>
  </w:abstractNum>
  <w:abstractNum w:abstractNumId="12" w15:restartNumberingAfterBreak="0">
    <w:nsid w:val="7F577ED8"/>
    <w:multiLevelType w:val="multilevel"/>
    <w:tmpl w:val="24461530"/>
    <w:lvl w:ilvl="0">
      <w:start w:val="3"/>
      <w:numFmt w:val="decimal"/>
      <w:lvlText w:val="%1"/>
      <w:lvlJc w:val="left"/>
      <w:pPr>
        <w:ind w:left="360" w:firstLine="0"/>
      </w:pPr>
      <w:rPr>
        <w:rFonts w:ascii="Arial" w:eastAsia="Arial" w:hAnsi="Arial" w:cs="Arial" w:hint="default"/>
        <w:b w:val="0"/>
        <w:i w:val="0"/>
        <w:strike w:val="0"/>
        <w:dstrike w:val="0"/>
        <w:color w:val="000000"/>
        <w:sz w:val="22"/>
        <w:szCs w:val="22"/>
        <w:u w:val="none" w:color="000000"/>
        <w:vertAlign w:val="baseline"/>
      </w:rPr>
    </w:lvl>
    <w:lvl w:ilvl="1">
      <w:start w:val="17"/>
      <w:numFmt w:val="decimal"/>
      <w:lvlText w:val="%1.%2"/>
      <w:lvlJc w:val="left"/>
      <w:pPr>
        <w:ind w:left="530" w:firstLine="0"/>
      </w:pPr>
      <w:rPr>
        <w:rFonts w:ascii="Arial" w:eastAsia="Arial" w:hAnsi="Arial" w:cs="Arial" w:hint="default"/>
        <w:b w:val="0"/>
        <w:i w:val="0"/>
        <w:strike w:val="0"/>
        <w:dstrike w:val="0"/>
        <w:color w:val="000000"/>
        <w:sz w:val="22"/>
        <w:szCs w:val="22"/>
        <w:u w:val="none" w:color="000000"/>
        <w:vertAlign w:val="baseline"/>
      </w:rPr>
    </w:lvl>
    <w:lvl w:ilvl="2">
      <w:start w:val="1"/>
      <w:numFmt w:val="decimal"/>
      <w:lvlText w:val="%1.%2.%3"/>
      <w:lvlJc w:val="left"/>
      <w:pPr>
        <w:ind w:left="700" w:firstLine="0"/>
      </w:pPr>
      <w:rPr>
        <w:rFonts w:ascii="Arial" w:eastAsia="Arial" w:hAnsi="Arial" w:cs="Arial" w:hint="default"/>
        <w:b w:val="0"/>
        <w:i w:val="0"/>
        <w:strike w:val="0"/>
        <w:dstrike w:val="0"/>
        <w:color w:val="000000"/>
        <w:sz w:val="22"/>
        <w:szCs w:val="22"/>
        <w:u w:val="none" w:color="000000"/>
        <w:vertAlign w:val="baseline"/>
      </w:rPr>
    </w:lvl>
    <w:lvl w:ilvl="3">
      <w:start w:val="3"/>
      <w:numFmt w:val="decimal"/>
      <w:lvlText w:val="%1.%2.%3.%4"/>
      <w:lvlJc w:val="left"/>
      <w:pPr>
        <w:ind w:left="870" w:firstLine="0"/>
      </w:pPr>
      <w:rPr>
        <w:rFonts w:ascii="Arial" w:eastAsia="Arial" w:hAnsi="Arial" w:cs="Arial" w:hint="default"/>
        <w:b w:val="0"/>
        <w:i w:val="0"/>
        <w:strike w:val="0"/>
        <w:dstrike w:val="0"/>
        <w:color w:val="000000"/>
        <w:sz w:val="22"/>
        <w:szCs w:val="22"/>
        <w:u w:val="none" w:color="000000"/>
        <w:vertAlign w:val="baseline"/>
      </w:rPr>
    </w:lvl>
    <w:lvl w:ilvl="4">
      <w:start w:val="2"/>
      <w:numFmt w:val="decimal"/>
      <w:lvlText w:val="%1.%2.%3.%4.%5"/>
      <w:lvlJc w:val="left"/>
      <w:pPr>
        <w:ind w:left="1040" w:firstLine="0"/>
      </w:pPr>
      <w:rPr>
        <w:rFonts w:ascii="Arial" w:eastAsia="Arial" w:hAnsi="Arial" w:cs="Arial" w:hint="default"/>
        <w:b w:val="0"/>
        <w:i w:val="0"/>
        <w:strike w:val="0"/>
        <w:dstrike w:val="0"/>
        <w:color w:val="000000"/>
        <w:sz w:val="22"/>
        <w:szCs w:val="22"/>
        <w:u w:val="none" w:color="000000"/>
        <w:vertAlign w:val="baseline"/>
      </w:rPr>
    </w:lvl>
    <w:lvl w:ilvl="5">
      <w:start w:val="1"/>
      <w:numFmt w:val="decimal"/>
      <w:lvlRestart w:val="0"/>
      <w:lvlText w:val="%1.%2.%3.%4.%5.%6."/>
      <w:lvlJc w:val="left"/>
      <w:pPr>
        <w:ind w:left="2568" w:firstLine="0"/>
      </w:pPr>
      <w:rPr>
        <w:rFonts w:ascii="Arial" w:eastAsia="Arial" w:hAnsi="Arial" w:cs="Arial" w:hint="default"/>
        <w:b w:val="0"/>
        <w:i w:val="0"/>
        <w:strike w:val="0"/>
        <w:dstrike w:val="0"/>
        <w:color w:val="000000"/>
        <w:sz w:val="22"/>
        <w:szCs w:val="22"/>
        <w:u w:val="none" w:color="000000"/>
        <w:vertAlign w:val="baseline"/>
      </w:rPr>
    </w:lvl>
    <w:lvl w:ilvl="6">
      <w:start w:val="1"/>
      <w:numFmt w:val="decimal"/>
      <w:lvlText w:val="%7"/>
      <w:lvlJc w:val="left"/>
      <w:pPr>
        <w:ind w:left="1930" w:firstLine="0"/>
      </w:pPr>
      <w:rPr>
        <w:rFonts w:ascii="Arial" w:eastAsia="Arial" w:hAnsi="Arial" w:cs="Arial" w:hint="default"/>
        <w:b w:val="0"/>
        <w:i w:val="0"/>
        <w:strike w:val="0"/>
        <w:dstrike w:val="0"/>
        <w:color w:val="000000"/>
        <w:sz w:val="22"/>
        <w:szCs w:val="22"/>
        <w:u w:val="none" w:color="000000"/>
        <w:vertAlign w:val="baseline"/>
      </w:rPr>
    </w:lvl>
    <w:lvl w:ilvl="7">
      <w:start w:val="1"/>
      <w:numFmt w:val="lowerLetter"/>
      <w:lvlText w:val="%8"/>
      <w:lvlJc w:val="left"/>
      <w:pPr>
        <w:ind w:left="2650" w:firstLine="0"/>
      </w:pPr>
      <w:rPr>
        <w:rFonts w:ascii="Arial" w:eastAsia="Arial" w:hAnsi="Arial" w:cs="Arial" w:hint="default"/>
        <w:b w:val="0"/>
        <w:i w:val="0"/>
        <w:strike w:val="0"/>
        <w:dstrike w:val="0"/>
        <w:color w:val="000000"/>
        <w:sz w:val="22"/>
        <w:szCs w:val="22"/>
        <w:u w:val="none" w:color="000000"/>
        <w:vertAlign w:val="baseline"/>
      </w:rPr>
    </w:lvl>
    <w:lvl w:ilvl="8">
      <w:start w:val="1"/>
      <w:numFmt w:val="lowerRoman"/>
      <w:lvlText w:val="%9"/>
      <w:lvlJc w:val="left"/>
      <w:pPr>
        <w:ind w:left="3370" w:firstLine="0"/>
      </w:pPr>
      <w:rPr>
        <w:rFonts w:ascii="Arial" w:eastAsia="Arial" w:hAnsi="Arial" w:cs="Arial" w:hint="default"/>
        <w:b w:val="0"/>
        <w:i w:val="0"/>
        <w:strike w:val="0"/>
        <w:dstrike w:val="0"/>
        <w:color w:val="000000"/>
        <w:sz w:val="22"/>
        <w:szCs w:val="22"/>
        <w:u w:val="none" w:color="000000"/>
        <w:vertAlign w:val="baseline"/>
      </w:rPr>
    </w:lvl>
  </w:abstractNum>
  <w:num w:numId="1" w16cid:durableId="740954558">
    <w:abstractNumId w:val="3"/>
  </w:num>
  <w:num w:numId="2" w16cid:durableId="624775998">
    <w:abstractNumId w:val="4"/>
  </w:num>
  <w:num w:numId="3" w16cid:durableId="1055352689">
    <w:abstractNumId w:val="0"/>
  </w:num>
  <w:num w:numId="4" w16cid:durableId="1387725496">
    <w:abstractNumId w:val="9"/>
  </w:num>
  <w:num w:numId="5" w16cid:durableId="1498307125">
    <w:abstractNumId w:val="11"/>
  </w:num>
  <w:num w:numId="6" w16cid:durableId="380371387">
    <w:abstractNumId w:val="12"/>
  </w:num>
  <w:num w:numId="7" w16cid:durableId="250899246">
    <w:abstractNumId w:val="6"/>
  </w:num>
  <w:num w:numId="8" w16cid:durableId="1997420431">
    <w:abstractNumId w:val="5"/>
  </w:num>
  <w:num w:numId="9" w16cid:durableId="615138034">
    <w:abstractNumId w:val="8"/>
  </w:num>
  <w:num w:numId="10" w16cid:durableId="967778608">
    <w:abstractNumId w:val="10"/>
  </w:num>
  <w:num w:numId="11" w16cid:durableId="1188324524">
    <w:abstractNumId w:val="3"/>
  </w:num>
  <w:num w:numId="12" w16cid:durableId="1937597283">
    <w:abstractNumId w:val="3"/>
  </w:num>
  <w:num w:numId="13" w16cid:durableId="1866867071">
    <w:abstractNumId w:val="3"/>
  </w:num>
  <w:num w:numId="14" w16cid:durableId="341397951">
    <w:abstractNumId w:val="3"/>
  </w:num>
  <w:num w:numId="15" w16cid:durableId="1894611337">
    <w:abstractNumId w:val="3"/>
  </w:num>
  <w:num w:numId="16" w16cid:durableId="1181510396">
    <w:abstractNumId w:val="3"/>
  </w:num>
  <w:num w:numId="17" w16cid:durableId="1697998779">
    <w:abstractNumId w:val="3"/>
  </w:num>
  <w:num w:numId="18" w16cid:durableId="1584102521">
    <w:abstractNumId w:val="3"/>
  </w:num>
  <w:num w:numId="19" w16cid:durableId="1398170284">
    <w:abstractNumId w:val="3"/>
  </w:num>
  <w:num w:numId="20" w16cid:durableId="833566761">
    <w:abstractNumId w:val="3"/>
  </w:num>
  <w:num w:numId="21" w16cid:durableId="174653746">
    <w:abstractNumId w:val="3"/>
  </w:num>
  <w:num w:numId="22" w16cid:durableId="1689871537">
    <w:abstractNumId w:val="3"/>
  </w:num>
  <w:num w:numId="23" w16cid:durableId="1913469240">
    <w:abstractNumId w:val="3"/>
  </w:num>
  <w:num w:numId="24" w16cid:durableId="328290162">
    <w:abstractNumId w:val="3"/>
  </w:num>
  <w:num w:numId="25" w16cid:durableId="1319457073">
    <w:abstractNumId w:val="3"/>
  </w:num>
  <w:num w:numId="26" w16cid:durableId="1766807506">
    <w:abstractNumId w:val="3"/>
  </w:num>
  <w:num w:numId="27" w16cid:durableId="133059623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08"/>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BE0"/>
    <w:rsid w:val="000001C8"/>
    <w:rsid w:val="00000456"/>
    <w:rsid w:val="00000475"/>
    <w:rsid w:val="00000E0A"/>
    <w:rsid w:val="000014D7"/>
    <w:rsid w:val="00001964"/>
    <w:rsid w:val="000024F3"/>
    <w:rsid w:val="0000282F"/>
    <w:rsid w:val="00002E1B"/>
    <w:rsid w:val="00003108"/>
    <w:rsid w:val="00003749"/>
    <w:rsid w:val="00005638"/>
    <w:rsid w:val="00006403"/>
    <w:rsid w:val="00006DDC"/>
    <w:rsid w:val="00007952"/>
    <w:rsid w:val="00010680"/>
    <w:rsid w:val="0001226E"/>
    <w:rsid w:val="00012F78"/>
    <w:rsid w:val="0001318C"/>
    <w:rsid w:val="00013679"/>
    <w:rsid w:val="000140DE"/>
    <w:rsid w:val="000148F5"/>
    <w:rsid w:val="00015732"/>
    <w:rsid w:val="00015B2D"/>
    <w:rsid w:val="00016DCA"/>
    <w:rsid w:val="000206D5"/>
    <w:rsid w:val="000214C2"/>
    <w:rsid w:val="000220A5"/>
    <w:rsid w:val="00022804"/>
    <w:rsid w:val="00022C12"/>
    <w:rsid w:val="00023229"/>
    <w:rsid w:val="0002348F"/>
    <w:rsid w:val="00025A10"/>
    <w:rsid w:val="00027B22"/>
    <w:rsid w:val="00030F95"/>
    <w:rsid w:val="000312B8"/>
    <w:rsid w:val="00033B6A"/>
    <w:rsid w:val="000343DF"/>
    <w:rsid w:val="00035FF7"/>
    <w:rsid w:val="000371C3"/>
    <w:rsid w:val="000372C7"/>
    <w:rsid w:val="00037682"/>
    <w:rsid w:val="00037CCD"/>
    <w:rsid w:val="000408A9"/>
    <w:rsid w:val="000421A9"/>
    <w:rsid w:val="00043217"/>
    <w:rsid w:val="00043C7C"/>
    <w:rsid w:val="00045C91"/>
    <w:rsid w:val="000471DD"/>
    <w:rsid w:val="000509BE"/>
    <w:rsid w:val="0005187F"/>
    <w:rsid w:val="0005448C"/>
    <w:rsid w:val="00054799"/>
    <w:rsid w:val="00054ED5"/>
    <w:rsid w:val="00056B67"/>
    <w:rsid w:val="00056B7D"/>
    <w:rsid w:val="00056BD4"/>
    <w:rsid w:val="00060029"/>
    <w:rsid w:val="000603E7"/>
    <w:rsid w:val="00062499"/>
    <w:rsid w:val="00062B6C"/>
    <w:rsid w:val="00066BE0"/>
    <w:rsid w:val="00066BF8"/>
    <w:rsid w:val="00067A9C"/>
    <w:rsid w:val="00071D49"/>
    <w:rsid w:val="00072372"/>
    <w:rsid w:val="0007265C"/>
    <w:rsid w:val="000726C8"/>
    <w:rsid w:val="00073531"/>
    <w:rsid w:val="00074D01"/>
    <w:rsid w:val="00077246"/>
    <w:rsid w:val="00080566"/>
    <w:rsid w:val="0008165E"/>
    <w:rsid w:val="00081A38"/>
    <w:rsid w:val="00084106"/>
    <w:rsid w:val="0008496F"/>
    <w:rsid w:val="0009078E"/>
    <w:rsid w:val="00091CBE"/>
    <w:rsid w:val="00092403"/>
    <w:rsid w:val="00093128"/>
    <w:rsid w:val="00093D2E"/>
    <w:rsid w:val="00093E7D"/>
    <w:rsid w:val="0009428D"/>
    <w:rsid w:val="00094A0D"/>
    <w:rsid w:val="00094B6B"/>
    <w:rsid w:val="00095B79"/>
    <w:rsid w:val="00097395"/>
    <w:rsid w:val="000A06DF"/>
    <w:rsid w:val="000A1FA3"/>
    <w:rsid w:val="000A2390"/>
    <w:rsid w:val="000A3FBF"/>
    <w:rsid w:val="000A41AE"/>
    <w:rsid w:val="000A555D"/>
    <w:rsid w:val="000B01EE"/>
    <w:rsid w:val="000B1545"/>
    <w:rsid w:val="000B2100"/>
    <w:rsid w:val="000B2331"/>
    <w:rsid w:val="000B552B"/>
    <w:rsid w:val="000B5974"/>
    <w:rsid w:val="000B64C1"/>
    <w:rsid w:val="000B744E"/>
    <w:rsid w:val="000C0D2F"/>
    <w:rsid w:val="000C2A02"/>
    <w:rsid w:val="000C3232"/>
    <w:rsid w:val="000D01F3"/>
    <w:rsid w:val="000D2A11"/>
    <w:rsid w:val="000D3CA7"/>
    <w:rsid w:val="000D65D2"/>
    <w:rsid w:val="000D763B"/>
    <w:rsid w:val="000E08FB"/>
    <w:rsid w:val="000E2DE5"/>
    <w:rsid w:val="000E5D6D"/>
    <w:rsid w:val="000E6260"/>
    <w:rsid w:val="000F3503"/>
    <w:rsid w:val="000F49D0"/>
    <w:rsid w:val="000F7E97"/>
    <w:rsid w:val="0010138B"/>
    <w:rsid w:val="00101FD7"/>
    <w:rsid w:val="001023C3"/>
    <w:rsid w:val="001026C6"/>
    <w:rsid w:val="00102B59"/>
    <w:rsid w:val="00103A47"/>
    <w:rsid w:val="00104D64"/>
    <w:rsid w:val="00106BEC"/>
    <w:rsid w:val="001077FF"/>
    <w:rsid w:val="00110411"/>
    <w:rsid w:val="00113145"/>
    <w:rsid w:val="001135E3"/>
    <w:rsid w:val="001139EF"/>
    <w:rsid w:val="0011594A"/>
    <w:rsid w:val="00117C70"/>
    <w:rsid w:val="001209EC"/>
    <w:rsid w:val="00120BB7"/>
    <w:rsid w:val="00122853"/>
    <w:rsid w:val="0012580A"/>
    <w:rsid w:val="00126D9C"/>
    <w:rsid w:val="001276DF"/>
    <w:rsid w:val="00130648"/>
    <w:rsid w:val="00130E56"/>
    <w:rsid w:val="0013368F"/>
    <w:rsid w:val="00133F97"/>
    <w:rsid w:val="001359A7"/>
    <w:rsid w:val="0013699C"/>
    <w:rsid w:val="00136D6E"/>
    <w:rsid w:val="00136DDE"/>
    <w:rsid w:val="00140635"/>
    <w:rsid w:val="00140DDD"/>
    <w:rsid w:val="001411B2"/>
    <w:rsid w:val="00143F90"/>
    <w:rsid w:val="001447A5"/>
    <w:rsid w:val="00144BD0"/>
    <w:rsid w:val="001456BC"/>
    <w:rsid w:val="0014652A"/>
    <w:rsid w:val="00146575"/>
    <w:rsid w:val="001471DC"/>
    <w:rsid w:val="001500DC"/>
    <w:rsid w:val="001507D8"/>
    <w:rsid w:val="00154C03"/>
    <w:rsid w:val="00155F5A"/>
    <w:rsid w:val="0016400C"/>
    <w:rsid w:val="00164C65"/>
    <w:rsid w:val="00164CD9"/>
    <w:rsid w:val="00165962"/>
    <w:rsid w:val="00167B13"/>
    <w:rsid w:val="00174F3F"/>
    <w:rsid w:val="00176651"/>
    <w:rsid w:val="0017704D"/>
    <w:rsid w:val="00181434"/>
    <w:rsid w:val="00181A01"/>
    <w:rsid w:val="00181BBD"/>
    <w:rsid w:val="00184001"/>
    <w:rsid w:val="00186F69"/>
    <w:rsid w:val="00192225"/>
    <w:rsid w:val="0019268A"/>
    <w:rsid w:val="00193135"/>
    <w:rsid w:val="0019333C"/>
    <w:rsid w:val="00196DDC"/>
    <w:rsid w:val="001971AC"/>
    <w:rsid w:val="001A0F01"/>
    <w:rsid w:val="001A1034"/>
    <w:rsid w:val="001A1089"/>
    <w:rsid w:val="001A175B"/>
    <w:rsid w:val="001A206B"/>
    <w:rsid w:val="001A34EA"/>
    <w:rsid w:val="001A3F5F"/>
    <w:rsid w:val="001A4534"/>
    <w:rsid w:val="001B0D42"/>
    <w:rsid w:val="001B1DE8"/>
    <w:rsid w:val="001B1E8D"/>
    <w:rsid w:val="001B2168"/>
    <w:rsid w:val="001B491B"/>
    <w:rsid w:val="001B6202"/>
    <w:rsid w:val="001B6A21"/>
    <w:rsid w:val="001B7A30"/>
    <w:rsid w:val="001C0317"/>
    <w:rsid w:val="001C126C"/>
    <w:rsid w:val="001C1844"/>
    <w:rsid w:val="001C1F0D"/>
    <w:rsid w:val="001C2087"/>
    <w:rsid w:val="001C4738"/>
    <w:rsid w:val="001C478A"/>
    <w:rsid w:val="001D1756"/>
    <w:rsid w:val="001D18DA"/>
    <w:rsid w:val="001D58B5"/>
    <w:rsid w:val="001E07AB"/>
    <w:rsid w:val="001E203D"/>
    <w:rsid w:val="001E2192"/>
    <w:rsid w:val="001E2949"/>
    <w:rsid w:val="001E3E9A"/>
    <w:rsid w:val="001E6EDD"/>
    <w:rsid w:val="001E7886"/>
    <w:rsid w:val="001E78F5"/>
    <w:rsid w:val="001F002C"/>
    <w:rsid w:val="001F1D48"/>
    <w:rsid w:val="001F33B6"/>
    <w:rsid w:val="001F46B8"/>
    <w:rsid w:val="001F5C50"/>
    <w:rsid w:val="001F6E39"/>
    <w:rsid w:val="00201B65"/>
    <w:rsid w:val="00203768"/>
    <w:rsid w:val="00203FCB"/>
    <w:rsid w:val="00204F4A"/>
    <w:rsid w:val="00205448"/>
    <w:rsid w:val="00207E28"/>
    <w:rsid w:val="00207E88"/>
    <w:rsid w:val="00211D9A"/>
    <w:rsid w:val="0021253D"/>
    <w:rsid w:val="002125D5"/>
    <w:rsid w:val="0022178A"/>
    <w:rsid w:val="0022229A"/>
    <w:rsid w:val="00222B9D"/>
    <w:rsid w:val="00223001"/>
    <w:rsid w:val="0022316F"/>
    <w:rsid w:val="002232BF"/>
    <w:rsid w:val="00223A41"/>
    <w:rsid w:val="00224464"/>
    <w:rsid w:val="00224896"/>
    <w:rsid w:val="002250FE"/>
    <w:rsid w:val="002256A5"/>
    <w:rsid w:val="0022580F"/>
    <w:rsid w:val="002264B9"/>
    <w:rsid w:val="00226846"/>
    <w:rsid w:val="00226FD6"/>
    <w:rsid w:val="00227608"/>
    <w:rsid w:val="002306F7"/>
    <w:rsid w:val="00231D6F"/>
    <w:rsid w:val="002327D8"/>
    <w:rsid w:val="00232E59"/>
    <w:rsid w:val="0023543D"/>
    <w:rsid w:val="00235702"/>
    <w:rsid w:val="002400AA"/>
    <w:rsid w:val="00241342"/>
    <w:rsid w:val="002469E4"/>
    <w:rsid w:val="00246A9F"/>
    <w:rsid w:val="00246DE3"/>
    <w:rsid w:val="002478AE"/>
    <w:rsid w:val="00247EFE"/>
    <w:rsid w:val="00251779"/>
    <w:rsid w:val="00253260"/>
    <w:rsid w:val="002541E2"/>
    <w:rsid w:val="002549EF"/>
    <w:rsid w:val="002558F1"/>
    <w:rsid w:val="00255929"/>
    <w:rsid w:val="00256C25"/>
    <w:rsid w:val="0026092B"/>
    <w:rsid w:val="00261128"/>
    <w:rsid w:val="00261FEC"/>
    <w:rsid w:val="00264CB0"/>
    <w:rsid w:val="00265EFB"/>
    <w:rsid w:val="002708BC"/>
    <w:rsid w:val="002725FC"/>
    <w:rsid w:val="00273299"/>
    <w:rsid w:val="00273CE2"/>
    <w:rsid w:val="00274521"/>
    <w:rsid w:val="0027514C"/>
    <w:rsid w:val="0027743A"/>
    <w:rsid w:val="00277607"/>
    <w:rsid w:val="00277D15"/>
    <w:rsid w:val="00277F90"/>
    <w:rsid w:val="00280B92"/>
    <w:rsid w:val="002813DD"/>
    <w:rsid w:val="00281E28"/>
    <w:rsid w:val="00284B00"/>
    <w:rsid w:val="0028604E"/>
    <w:rsid w:val="00291A83"/>
    <w:rsid w:val="00291FCD"/>
    <w:rsid w:val="002941F8"/>
    <w:rsid w:val="002943B3"/>
    <w:rsid w:val="00294A15"/>
    <w:rsid w:val="00294E1C"/>
    <w:rsid w:val="00295894"/>
    <w:rsid w:val="00295CE6"/>
    <w:rsid w:val="002962B5"/>
    <w:rsid w:val="00297597"/>
    <w:rsid w:val="002A0721"/>
    <w:rsid w:val="002A1CF3"/>
    <w:rsid w:val="002A205B"/>
    <w:rsid w:val="002A2938"/>
    <w:rsid w:val="002A4214"/>
    <w:rsid w:val="002A496F"/>
    <w:rsid w:val="002A54EE"/>
    <w:rsid w:val="002A56A2"/>
    <w:rsid w:val="002A63CD"/>
    <w:rsid w:val="002A6578"/>
    <w:rsid w:val="002A66BA"/>
    <w:rsid w:val="002A7733"/>
    <w:rsid w:val="002B1712"/>
    <w:rsid w:val="002B1EDE"/>
    <w:rsid w:val="002B21F0"/>
    <w:rsid w:val="002B3BD1"/>
    <w:rsid w:val="002B42EF"/>
    <w:rsid w:val="002B44C5"/>
    <w:rsid w:val="002C1AD4"/>
    <w:rsid w:val="002C2961"/>
    <w:rsid w:val="002C2E0A"/>
    <w:rsid w:val="002C30AD"/>
    <w:rsid w:val="002C58A6"/>
    <w:rsid w:val="002C7311"/>
    <w:rsid w:val="002C7E95"/>
    <w:rsid w:val="002D07F3"/>
    <w:rsid w:val="002D0D88"/>
    <w:rsid w:val="002D1B29"/>
    <w:rsid w:val="002D25C2"/>
    <w:rsid w:val="002D2E60"/>
    <w:rsid w:val="002D4ED7"/>
    <w:rsid w:val="002D4F98"/>
    <w:rsid w:val="002D7DE2"/>
    <w:rsid w:val="002E0E8D"/>
    <w:rsid w:val="002E1D46"/>
    <w:rsid w:val="002E25BF"/>
    <w:rsid w:val="002E3DD6"/>
    <w:rsid w:val="002E4C10"/>
    <w:rsid w:val="002E6B22"/>
    <w:rsid w:val="002E750B"/>
    <w:rsid w:val="002F0503"/>
    <w:rsid w:val="002F27A0"/>
    <w:rsid w:val="002F4B5D"/>
    <w:rsid w:val="002F55A8"/>
    <w:rsid w:val="002F6BEE"/>
    <w:rsid w:val="002F72E8"/>
    <w:rsid w:val="003008EA"/>
    <w:rsid w:val="00300F40"/>
    <w:rsid w:val="00301F43"/>
    <w:rsid w:val="00302A5D"/>
    <w:rsid w:val="0030324B"/>
    <w:rsid w:val="0030514A"/>
    <w:rsid w:val="0030644E"/>
    <w:rsid w:val="003069A9"/>
    <w:rsid w:val="0030704A"/>
    <w:rsid w:val="00310460"/>
    <w:rsid w:val="0031155E"/>
    <w:rsid w:val="00311A0C"/>
    <w:rsid w:val="00315DC8"/>
    <w:rsid w:val="003163B4"/>
    <w:rsid w:val="003202AD"/>
    <w:rsid w:val="00320CE4"/>
    <w:rsid w:val="00321AB1"/>
    <w:rsid w:val="00323146"/>
    <w:rsid w:val="003235F4"/>
    <w:rsid w:val="00324C4F"/>
    <w:rsid w:val="00325A80"/>
    <w:rsid w:val="00327BA7"/>
    <w:rsid w:val="00330086"/>
    <w:rsid w:val="00331462"/>
    <w:rsid w:val="00333BC6"/>
    <w:rsid w:val="00336E6E"/>
    <w:rsid w:val="003370C6"/>
    <w:rsid w:val="003379F9"/>
    <w:rsid w:val="00340F05"/>
    <w:rsid w:val="00342D26"/>
    <w:rsid w:val="00343187"/>
    <w:rsid w:val="00345519"/>
    <w:rsid w:val="0034593E"/>
    <w:rsid w:val="0034689D"/>
    <w:rsid w:val="00346D75"/>
    <w:rsid w:val="00347409"/>
    <w:rsid w:val="0034776E"/>
    <w:rsid w:val="003522EF"/>
    <w:rsid w:val="00352B32"/>
    <w:rsid w:val="00356812"/>
    <w:rsid w:val="00356ADC"/>
    <w:rsid w:val="00363856"/>
    <w:rsid w:val="00363EBD"/>
    <w:rsid w:val="00363FBB"/>
    <w:rsid w:val="003643CF"/>
    <w:rsid w:val="0036506B"/>
    <w:rsid w:val="00365975"/>
    <w:rsid w:val="00365B42"/>
    <w:rsid w:val="003662D0"/>
    <w:rsid w:val="00366328"/>
    <w:rsid w:val="00367C7E"/>
    <w:rsid w:val="003721D1"/>
    <w:rsid w:val="0037343F"/>
    <w:rsid w:val="00373656"/>
    <w:rsid w:val="00375CDB"/>
    <w:rsid w:val="00376D3C"/>
    <w:rsid w:val="00377A89"/>
    <w:rsid w:val="003808F2"/>
    <w:rsid w:val="00380F8C"/>
    <w:rsid w:val="003810A7"/>
    <w:rsid w:val="003833E0"/>
    <w:rsid w:val="00383FC1"/>
    <w:rsid w:val="00387869"/>
    <w:rsid w:val="00387F33"/>
    <w:rsid w:val="003903F2"/>
    <w:rsid w:val="00390C19"/>
    <w:rsid w:val="00392B08"/>
    <w:rsid w:val="00392D5E"/>
    <w:rsid w:val="003948FA"/>
    <w:rsid w:val="00395598"/>
    <w:rsid w:val="00395999"/>
    <w:rsid w:val="00395B10"/>
    <w:rsid w:val="0039659D"/>
    <w:rsid w:val="003A06A4"/>
    <w:rsid w:val="003A11D2"/>
    <w:rsid w:val="003A25A5"/>
    <w:rsid w:val="003A29FF"/>
    <w:rsid w:val="003A3551"/>
    <w:rsid w:val="003A6742"/>
    <w:rsid w:val="003A7B45"/>
    <w:rsid w:val="003B0236"/>
    <w:rsid w:val="003B04FC"/>
    <w:rsid w:val="003B1A36"/>
    <w:rsid w:val="003B2454"/>
    <w:rsid w:val="003B3DEE"/>
    <w:rsid w:val="003B5AB7"/>
    <w:rsid w:val="003C04F4"/>
    <w:rsid w:val="003C0543"/>
    <w:rsid w:val="003C0DC9"/>
    <w:rsid w:val="003C28CE"/>
    <w:rsid w:val="003C355E"/>
    <w:rsid w:val="003C5F02"/>
    <w:rsid w:val="003C7154"/>
    <w:rsid w:val="003D0E41"/>
    <w:rsid w:val="003D14BF"/>
    <w:rsid w:val="003D1BD1"/>
    <w:rsid w:val="003D3EB6"/>
    <w:rsid w:val="003D44A1"/>
    <w:rsid w:val="003D5D8F"/>
    <w:rsid w:val="003D7C7C"/>
    <w:rsid w:val="003E152A"/>
    <w:rsid w:val="003E1640"/>
    <w:rsid w:val="003E31AF"/>
    <w:rsid w:val="003E4485"/>
    <w:rsid w:val="003E4E91"/>
    <w:rsid w:val="003E5DA4"/>
    <w:rsid w:val="003E6A50"/>
    <w:rsid w:val="003E7CBC"/>
    <w:rsid w:val="003F1867"/>
    <w:rsid w:val="003F254D"/>
    <w:rsid w:val="003F3C72"/>
    <w:rsid w:val="003F405A"/>
    <w:rsid w:val="003F472E"/>
    <w:rsid w:val="003F4B65"/>
    <w:rsid w:val="003F6C7A"/>
    <w:rsid w:val="003F7C89"/>
    <w:rsid w:val="003F7FEE"/>
    <w:rsid w:val="004000E4"/>
    <w:rsid w:val="004066D0"/>
    <w:rsid w:val="00406A22"/>
    <w:rsid w:val="00407184"/>
    <w:rsid w:val="00407AF1"/>
    <w:rsid w:val="00411FC6"/>
    <w:rsid w:val="00412754"/>
    <w:rsid w:val="004128FE"/>
    <w:rsid w:val="00412CE8"/>
    <w:rsid w:val="00414597"/>
    <w:rsid w:val="00414DE9"/>
    <w:rsid w:val="0041633D"/>
    <w:rsid w:val="00417189"/>
    <w:rsid w:val="00423501"/>
    <w:rsid w:val="004239FE"/>
    <w:rsid w:val="00424653"/>
    <w:rsid w:val="00425907"/>
    <w:rsid w:val="00426173"/>
    <w:rsid w:val="0042654A"/>
    <w:rsid w:val="0042737A"/>
    <w:rsid w:val="004307B5"/>
    <w:rsid w:val="00432B7C"/>
    <w:rsid w:val="00432F6D"/>
    <w:rsid w:val="004367A4"/>
    <w:rsid w:val="0044341B"/>
    <w:rsid w:val="00445CDC"/>
    <w:rsid w:val="00450E13"/>
    <w:rsid w:val="004536A6"/>
    <w:rsid w:val="00455A5A"/>
    <w:rsid w:val="0045764C"/>
    <w:rsid w:val="004609DB"/>
    <w:rsid w:val="00463994"/>
    <w:rsid w:val="00463BBB"/>
    <w:rsid w:val="00464020"/>
    <w:rsid w:val="00464241"/>
    <w:rsid w:val="00465706"/>
    <w:rsid w:val="004666F8"/>
    <w:rsid w:val="00470E93"/>
    <w:rsid w:val="00471460"/>
    <w:rsid w:val="004731FE"/>
    <w:rsid w:val="00474369"/>
    <w:rsid w:val="00474A34"/>
    <w:rsid w:val="00480B55"/>
    <w:rsid w:val="00481EF4"/>
    <w:rsid w:val="00482E11"/>
    <w:rsid w:val="004865EB"/>
    <w:rsid w:val="00486BBE"/>
    <w:rsid w:val="00486D32"/>
    <w:rsid w:val="00487DA2"/>
    <w:rsid w:val="004909F1"/>
    <w:rsid w:val="004932A9"/>
    <w:rsid w:val="00496A36"/>
    <w:rsid w:val="004A22C3"/>
    <w:rsid w:val="004A35DA"/>
    <w:rsid w:val="004A415D"/>
    <w:rsid w:val="004A43EF"/>
    <w:rsid w:val="004A5721"/>
    <w:rsid w:val="004A6DA6"/>
    <w:rsid w:val="004A7A8E"/>
    <w:rsid w:val="004A7D1B"/>
    <w:rsid w:val="004B1351"/>
    <w:rsid w:val="004B20B4"/>
    <w:rsid w:val="004B2CCF"/>
    <w:rsid w:val="004B3E94"/>
    <w:rsid w:val="004B4A0E"/>
    <w:rsid w:val="004B6A02"/>
    <w:rsid w:val="004B7503"/>
    <w:rsid w:val="004C03CF"/>
    <w:rsid w:val="004C0701"/>
    <w:rsid w:val="004C073D"/>
    <w:rsid w:val="004C08FB"/>
    <w:rsid w:val="004C11C9"/>
    <w:rsid w:val="004C2974"/>
    <w:rsid w:val="004C3F66"/>
    <w:rsid w:val="004C5BB0"/>
    <w:rsid w:val="004C6655"/>
    <w:rsid w:val="004D027D"/>
    <w:rsid w:val="004D6788"/>
    <w:rsid w:val="004D7B9A"/>
    <w:rsid w:val="004E0F0A"/>
    <w:rsid w:val="004E1EFF"/>
    <w:rsid w:val="004E35A0"/>
    <w:rsid w:val="004E386C"/>
    <w:rsid w:val="004E3A57"/>
    <w:rsid w:val="004E3FD4"/>
    <w:rsid w:val="004E444C"/>
    <w:rsid w:val="004E45EE"/>
    <w:rsid w:val="004E4A94"/>
    <w:rsid w:val="004E4FB3"/>
    <w:rsid w:val="004E52AD"/>
    <w:rsid w:val="004E5C89"/>
    <w:rsid w:val="004E6038"/>
    <w:rsid w:val="004E63A0"/>
    <w:rsid w:val="004E66F0"/>
    <w:rsid w:val="004F31B9"/>
    <w:rsid w:val="004F4E91"/>
    <w:rsid w:val="004F5FE3"/>
    <w:rsid w:val="004F66BC"/>
    <w:rsid w:val="004F7AAA"/>
    <w:rsid w:val="00500E39"/>
    <w:rsid w:val="00500F28"/>
    <w:rsid w:val="00501EFF"/>
    <w:rsid w:val="00506150"/>
    <w:rsid w:val="00507987"/>
    <w:rsid w:val="00510050"/>
    <w:rsid w:val="005107D7"/>
    <w:rsid w:val="00511306"/>
    <w:rsid w:val="00511318"/>
    <w:rsid w:val="0051138A"/>
    <w:rsid w:val="005116C6"/>
    <w:rsid w:val="00512BF4"/>
    <w:rsid w:val="00514FD4"/>
    <w:rsid w:val="00515A46"/>
    <w:rsid w:val="00515FF5"/>
    <w:rsid w:val="00516B65"/>
    <w:rsid w:val="005206C4"/>
    <w:rsid w:val="00520CBF"/>
    <w:rsid w:val="00522CAE"/>
    <w:rsid w:val="0052466A"/>
    <w:rsid w:val="00524AC0"/>
    <w:rsid w:val="00526472"/>
    <w:rsid w:val="005266C7"/>
    <w:rsid w:val="00527340"/>
    <w:rsid w:val="005302FB"/>
    <w:rsid w:val="0053248B"/>
    <w:rsid w:val="005345DE"/>
    <w:rsid w:val="005352C9"/>
    <w:rsid w:val="00536B7F"/>
    <w:rsid w:val="00540A21"/>
    <w:rsid w:val="0054187E"/>
    <w:rsid w:val="00542A36"/>
    <w:rsid w:val="005440EE"/>
    <w:rsid w:val="00545754"/>
    <w:rsid w:val="0054652A"/>
    <w:rsid w:val="00546E1A"/>
    <w:rsid w:val="0055146C"/>
    <w:rsid w:val="0055202A"/>
    <w:rsid w:val="00552EC6"/>
    <w:rsid w:val="00554103"/>
    <w:rsid w:val="0055723C"/>
    <w:rsid w:val="005575B7"/>
    <w:rsid w:val="0056054F"/>
    <w:rsid w:val="005607CE"/>
    <w:rsid w:val="005609C6"/>
    <w:rsid w:val="00562508"/>
    <w:rsid w:val="00562688"/>
    <w:rsid w:val="005626DA"/>
    <w:rsid w:val="005635AB"/>
    <w:rsid w:val="0056645D"/>
    <w:rsid w:val="00567640"/>
    <w:rsid w:val="0057025D"/>
    <w:rsid w:val="005705A2"/>
    <w:rsid w:val="00572057"/>
    <w:rsid w:val="0057346B"/>
    <w:rsid w:val="005734DE"/>
    <w:rsid w:val="005737B4"/>
    <w:rsid w:val="00574541"/>
    <w:rsid w:val="00576673"/>
    <w:rsid w:val="00576C7B"/>
    <w:rsid w:val="00577063"/>
    <w:rsid w:val="00577072"/>
    <w:rsid w:val="005779A4"/>
    <w:rsid w:val="0058113F"/>
    <w:rsid w:val="00581E88"/>
    <w:rsid w:val="00584AA0"/>
    <w:rsid w:val="00586FAF"/>
    <w:rsid w:val="0058720A"/>
    <w:rsid w:val="005903F8"/>
    <w:rsid w:val="0059041B"/>
    <w:rsid w:val="0059197C"/>
    <w:rsid w:val="0059219F"/>
    <w:rsid w:val="00592998"/>
    <w:rsid w:val="0059410B"/>
    <w:rsid w:val="00594C32"/>
    <w:rsid w:val="005973F7"/>
    <w:rsid w:val="005A0624"/>
    <w:rsid w:val="005A182D"/>
    <w:rsid w:val="005A287E"/>
    <w:rsid w:val="005A354D"/>
    <w:rsid w:val="005A3E59"/>
    <w:rsid w:val="005A49E1"/>
    <w:rsid w:val="005A512D"/>
    <w:rsid w:val="005A623E"/>
    <w:rsid w:val="005A62A6"/>
    <w:rsid w:val="005A7DEC"/>
    <w:rsid w:val="005B4AB0"/>
    <w:rsid w:val="005B5E9C"/>
    <w:rsid w:val="005B6D0A"/>
    <w:rsid w:val="005B710D"/>
    <w:rsid w:val="005C1615"/>
    <w:rsid w:val="005C407F"/>
    <w:rsid w:val="005C5D50"/>
    <w:rsid w:val="005C67D2"/>
    <w:rsid w:val="005C72B0"/>
    <w:rsid w:val="005D1FA1"/>
    <w:rsid w:val="005D36AD"/>
    <w:rsid w:val="005D4026"/>
    <w:rsid w:val="005D4D6C"/>
    <w:rsid w:val="005D6312"/>
    <w:rsid w:val="005D644B"/>
    <w:rsid w:val="005D74CA"/>
    <w:rsid w:val="005D7DEB"/>
    <w:rsid w:val="005E1578"/>
    <w:rsid w:val="005E21A6"/>
    <w:rsid w:val="005E440A"/>
    <w:rsid w:val="005E541F"/>
    <w:rsid w:val="005E6E2E"/>
    <w:rsid w:val="005E6EE7"/>
    <w:rsid w:val="005E70D1"/>
    <w:rsid w:val="005F0212"/>
    <w:rsid w:val="005F0FB6"/>
    <w:rsid w:val="005F4030"/>
    <w:rsid w:val="005F6004"/>
    <w:rsid w:val="005F6E8E"/>
    <w:rsid w:val="005F7A42"/>
    <w:rsid w:val="00600A2B"/>
    <w:rsid w:val="00600A4F"/>
    <w:rsid w:val="00601690"/>
    <w:rsid w:val="00602559"/>
    <w:rsid w:val="00602B4D"/>
    <w:rsid w:val="006042FF"/>
    <w:rsid w:val="00604972"/>
    <w:rsid w:val="00604F7A"/>
    <w:rsid w:val="00605220"/>
    <w:rsid w:val="00606DA3"/>
    <w:rsid w:val="006101B4"/>
    <w:rsid w:val="006125E7"/>
    <w:rsid w:val="00613F68"/>
    <w:rsid w:val="006149FD"/>
    <w:rsid w:val="00615453"/>
    <w:rsid w:val="00617D7E"/>
    <w:rsid w:val="00624610"/>
    <w:rsid w:val="00624A07"/>
    <w:rsid w:val="00625C70"/>
    <w:rsid w:val="00626448"/>
    <w:rsid w:val="00630AF8"/>
    <w:rsid w:val="00630C1F"/>
    <w:rsid w:val="00631DA2"/>
    <w:rsid w:val="00633FD5"/>
    <w:rsid w:val="0063574A"/>
    <w:rsid w:val="0063718B"/>
    <w:rsid w:val="0063719F"/>
    <w:rsid w:val="00637566"/>
    <w:rsid w:val="00640181"/>
    <w:rsid w:val="0064021C"/>
    <w:rsid w:val="00642E36"/>
    <w:rsid w:val="0064328D"/>
    <w:rsid w:val="00645052"/>
    <w:rsid w:val="00645B42"/>
    <w:rsid w:val="00647F25"/>
    <w:rsid w:val="00651B5E"/>
    <w:rsid w:val="00652960"/>
    <w:rsid w:val="00653900"/>
    <w:rsid w:val="0065487A"/>
    <w:rsid w:val="00654897"/>
    <w:rsid w:val="00655E1B"/>
    <w:rsid w:val="00656D07"/>
    <w:rsid w:val="00660DC4"/>
    <w:rsid w:val="0066114F"/>
    <w:rsid w:val="00661404"/>
    <w:rsid w:val="00662C10"/>
    <w:rsid w:val="0066483C"/>
    <w:rsid w:val="0066525A"/>
    <w:rsid w:val="0066641A"/>
    <w:rsid w:val="00667829"/>
    <w:rsid w:val="006715C8"/>
    <w:rsid w:val="00676067"/>
    <w:rsid w:val="006769B0"/>
    <w:rsid w:val="006770B2"/>
    <w:rsid w:val="00677686"/>
    <w:rsid w:val="006800FC"/>
    <w:rsid w:val="00680277"/>
    <w:rsid w:val="00681A3D"/>
    <w:rsid w:val="006823BB"/>
    <w:rsid w:val="006842D4"/>
    <w:rsid w:val="00684A3B"/>
    <w:rsid w:val="00696EC7"/>
    <w:rsid w:val="006A15D7"/>
    <w:rsid w:val="006A29CB"/>
    <w:rsid w:val="006A3E1B"/>
    <w:rsid w:val="006A484F"/>
    <w:rsid w:val="006A4A10"/>
    <w:rsid w:val="006A5449"/>
    <w:rsid w:val="006A5B43"/>
    <w:rsid w:val="006A6330"/>
    <w:rsid w:val="006A6767"/>
    <w:rsid w:val="006A69A9"/>
    <w:rsid w:val="006A6BEB"/>
    <w:rsid w:val="006A71CA"/>
    <w:rsid w:val="006A72C5"/>
    <w:rsid w:val="006A7FE3"/>
    <w:rsid w:val="006B1C38"/>
    <w:rsid w:val="006B37AF"/>
    <w:rsid w:val="006B40E3"/>
    <w:rsid w:val="006B493D"/>
    <w:rsid w:val="006B5E28"/>
    <w:rsid w:val="006B7C5F"/>
    <w:rsid w:val="006B7CA1"/>
    <w:rsid w:val="006C2801"/>
    <w:rsid w:val="006C34DA"/>
    <w:rsid w:val="006C36C2"/>
    <w:rsid w:val="006C3D65"/>
    <w:rsid w:val="006D089E"/>
    <w:rsid w:val="006D13C3"/>
    <w:rsid w:val="006D2167"/>
    <w:rsid w:val="006D276B"/>
    <w:rsid w:val="006D2EF8"/>
    <w:rsid w:val="006D3457"/>
    <w:rsid w:val="006D3ADC"/>
    <w:rsid w:val="006D3DEC"/>
    <w:rsid w:val="006D4370"/>
    <w:rsid w:val="006D6DB2"/>
    <w:rsid w:val="006D7948"/>
    <w:rsid w:val="006D7A08"/>
    <w:rsid w:val="006E2C0B"/>
    <w:rsid w:val="006E3618"/>
    <w:rsid w:val="006E3F2C"/>
    <w:rsid w:val="006E41AC"/>
    <w:rsid w:val="006E441C"/>
    <w:rsid w:val="006E527B"/>
    <w:rsid w:val="006E5640"/>
    <w:rsid w:val="006E6A71"/>
    <w:rsid w:val="006E7EB8"/>
    <w:rsid w:val="006F0001"/>
    <w:rsid w:val="006F24CD"/>
    <w:rsid w:val="006F2B90"/>
    <w:rsid w:val="006F4158"/>
    <w:rsid w:val="006F551F"/>
    <w:rsid w:val="006F5972"/>
    <w:rsid w:val="006F5974"/>
    <w:rsid w:val="006F6782"/>
    <w:rsid w:val="006F678B"/>
    <w:rsid w:val="006F69D4"/>
    <w:rsid w:val="006F6C64"/>
    <w:rsid w:val="006F7655"/>
    <w:rsid w:val="006F7AFD"/>
    <w:rsid w:val="007024D3"/>
    <w:rsid w:val="00705611"/>
    <w:rsid w:val="0070565E"/>
    <w:rsid w:val="0070662D"/>
    <w:rsid w:val="00706A83"/>
    <w:rsid w:val="00707EA5"/>
    <w:rsid w:val="00713EF5"/>
    <w:rsid w:val="00715F2D"/>
    <w:rsid w:val="00716FEB"/>
    <w:rsid w:val="00720048"/>
    <w:rsid w:val="0072140F"/>
    <w:rsid w:val="00721EB7"/>
    <w:rsid w:val="00723314"/>
    <w:rsid w:val="007257CC"/>
    <w:rsid w:val="00726474"/>
    <w:rsid w:val="00726D3D"/>
    <w:rsid w:val="007303FC"/>
    <w:rsid w:val="007321B4"/>
    <w:rsid w:val="0073268A"/>
    <w:rsid w:val="00733187"/>
    <w:rsid w:val="00733CD9"/>
    <w:rsid w:val="007341A0"/>
    <w:rsid w:val="007362FA"/>
    <w:rsid w:val="00743754"/>
    <w:rsid w:val="00743D19"/>
    <w:rsid w:val="00746391"/>
    <w:rsid w:val="0074644F"/>
    <w:rsid w:val="00746836"/>
    <w:rsid w:val="007470A6"/>
    <w:rsid w:val="007474EA"/>
    <w:rsid w:val="007502F9"/>
    <w:rsid w:val="00750961"/>
    <w:rsid w:val="007522D7"/>
    <w:rsid w:val="00753AFF"/>
    <w:rsid w:val="00754D2B"/>
    <w:rsid w:val="00757CE8"/>
    <w:rsid w:val="0076049B"/>
    <w:rsid w:val="007622D4"/>
    <w:rsid w:val="00762B27"/>
    <w:rsid w:val="00763686"/>
    <w:rsid w:val="007649CF"/>
    <w:rsid w:val="00766128"/>
    <w:rsid w:val="0076665D"/>
    <w:rsid w:val="00767149"/>
    <w:rsid w:val="00767264"/>
    <w:rsid w:val="00770472"/>
    <w:rsid w:val="00771B5F"/>
    <w:rsid w:val="0077408E"/>
    <w:rsid w:val="0077493F"/>
    <w:rsid w:val="00775929"/>
    <w:rsid w:val="00775D43"/>
    <w:rsid w:val="00776A3F"/>
    <w:rsid w:val="00780164"/>
    <w:rsid w:val="00780570"/>
    <w:rsid w:val="00782CAA"/>
    <w:rsid w:val="00782D5F"/>
    <w:rsid w:val="00783F98"/>
    <w:rsid w:val="007842E3"/>
    <w:rsid w:val="007868C3"/>
    <w:rsid w:val="00786B90"/>
    <w:rsid w:val="007871C0"/>
    <w:rsid w:val="00787F7A"/>
    <w:rsid w:val="007900A3"/>
    <w:rsid w:val="00795C90"/>
    <w:rsid w:val="00796569"/>
    <w:rsid w:val="007A03C3"/>
    <w:rsid w:val="007A370C"/>
    <w:rsid w:val="007A547B"/>
    <w:rsid w:val="007A54BC"/>
    <w:rsid w:val="007A6F8B"/>
    <w:rsid w:val="007B02D5"/>
    <w:rsid w:val="007B0693"/>
    <w:rsid w:val="007B07D9"/>
    <w:rsid w:val="007B1B9F"/>
    <w:rsid w:val="007B211B"/>
    <w:rsid w:val="007B4410"/>
    <w:rsid w:val="007B49EA"/>
    <w:rsid w:val="007B4DF5"/>
    <w:rsid w:val="007B53BA"/>
    <w:rsid w:val="007B6EC0"/>
    <w:rsid w:val="007C0DC9"/>
    <w:rsid w:val="007C2EB7"/>
    <w:rsid w:val="007C3E8C"/>
    <w:rsid w:val="007C7142"/>
    <w:rsid w:val="007C7326"/>
    <w:rsid w:val="007C7AD3"/>
    <w:rsid w:val="007D035F"/>
    <w:rsid w:val="007D07E9"/>
    <w:rsid w:val="007D1FA5"/>
    <w:rsid w:val="007D3229"/>
    <w:rsid w:val="007D3ED9"/>
    <w:rsid w:val="007D4EBD"/>
    <w:rsid w:val="007D4F48"/>
    <w:rsid w:val="007D5EA3"/>
    <w:rsid w:val="007D671B"/>
    <w:rsid w:val="007D6777"/>
    <w:rsid w:val="007E0813"/>
    <w:rsid w:val="007E0DFB"/>
    <w:rsid w:val="007E15BA"/>
    <w:rsid w:val="007E1A31"/>
    <w:rsid w:val="007E27E0"/>
    <w:rsid w:val="007E2D98"/>
    <w:rsid w:val="007E4622"/>
    <w:rsid w:val="007E4EB8"/>
    <w:rsid w:val="007E5C5C"/>
    <w:rsid w:val="007E694B"/>
    <w:rsid w:val="007F1F60"/>
    <w:rsid w:val="007F22C5"/>
    <w:rsid w:val="007F2BD6"/>
    <w:rsid w:val="007F33A6"/>
    <w:rsid w:val="007F4B73"/>
    <w:rsid w:val="007F5AE7"/>
    <w:rsid w:val="007F600B"/>
    <w:rsid w:val="0080043B"/>
    <w:rsid w:val="00800C72"/>
    <w:rsid w:val="008015A0"/>
    <w:rsid w:val="00801964"/>
    <w:rsid w:val="0080213F"/>
    <w:rsid w:val="00802FC4"/>
    <w:rsid w:val="00805D46"/>
    <w:rsid w:val="00806432"/>
    <w:rsid w:val="00806D8A"/>
    <w:rsid w:val="00810637"/>
    <w:rsid w:val="008109FF"/>
    <w:rsid w:val="00811EA7"/>
    <w:rsid w:val="00812C24"/>
    <w:rsid w:val="00812CE5"/>
    <w:rsid w:val="00812FE8"/>
    <w:rsid w:val="00813CEE"/>
    <w:rsid w:val="00813D11"/>
    <w:rsid w:val="0081492B"/>
    <w:rsid w:val="00816699"/>
    <w:rsid w:val="0081704C"/>
    <w:rsid w:val="00817084"/>
    <w:rsid w:val="00821107"/>
    <w:rsid w:val="00821BBD"/>
    <w:rsid w:val="008242BE"/>
    <w:rsid w:val="00824ED8"/>
    <w:rsid w:val="00826916"/>
    <w:rsid w:val="00830DF1"/>
    <w:rsid w:val="00831D75"/>
    <w:rsid w:val="00831E9E"/>
    <w:rsid w:val="00832471"/>
    <w:rsid w:val="00832757"/>
    <w:rsid w:val="00835D3E"/>
    <w:rsid w:val="008361C6"/>
    <w:rsid w:val="00836B2E"/>
    <w:rsid w:val="00837044"/>
    <w:rsid w:val="00837575"/>
    <w:rsid w:val="00837A17"/>
    <w:rsid w:val="008407C0"/>
    <w:rsid w:val="0084086D"/>
    <w:rsid w:val="00840CC9"/>
    <w:rsid w:val="00843A61"/>
    <w:rsid w:val="008448E4"/>
    <w:rsid w:val="00844B31"/>
    <w:rsid w:val="0084542A"/>
    <w:rsid w:val="0084549D"/>
    <w:rsid w:val="00845857"/>
    <w:rsid w:val="0084595D"/>
    <w:rsid w:val="00845E4D"/>
    <w:rsid w:val="008502D0"/>
    <w:rsid w:val="00850497"/>
    <w:rsid w:val="00850D6C"/>
    <w:rsid w:val="00851A81"/>
    <w:rsid w:val="00851EFB"/>
    <w:rsid w:val="0085236F"/>
    <w:rsid w:val="00853047"/>
    <w:rsid w:val="00853E48"/>
    <w:rsid w:val="00855B83"/>
    <w:rsid w:val="008560EA"/>
    <w:rsid w:val="0085622B"/>
    <w:rsid w:val="00857333"/>
    <w:rsid w:val="008639E8"/>
    <w:rsid w:val="00863D23"/>
    <w:rsid w:val="00863E97"/>
    <w:rsid w:val="008651C6"/>
    <w:rsid w:val="00866404"/>
    <w:rsid w:val="00866416"/>
    <w:rsid w:val="008720B3"/>
    <w:rsid w:val="008724CB"/>
    <w:rsid w:val="00872957"/>
    <w:rsid w:val="00873368"/>
    <w:rsid w:val="00875C6F"/>
    <w:rsid w:val="008760EB"/>
    <w:rsid w:val="0087668B"/>
    <w:rsid w:val="0087759B"/>
    <w:rsid w:val="0088163E"/>
    <w:rsid w:val="00881AB0"/>
    <w:rsid w:val="00882F43"/>
    <w:rsid w:val="00884924"/>
    <w:rsid w:val="00884DDD"/>
    <w:rsid w:val="00885653"/>
    <w:rsid w:val="008859C3"/>
    <w:rsid w:val="0088640C"/>
    <w:rsid w:val="00886608"/>
    <w:rsid w:val="00886CF6"/>
    <w:rsid w:val="0088712C"/>
    <w:rsid w:val="008873C1"/>
    <w:rsid w:val="00887EBF"/>
    <w:rsid w:val="00890732"/>
    <w:rsid w:val="00891B1F"/>
    <w:rsid w:val="0089310E"/>
    <w:rsid w:val="008937D2"/>
    <w:rsid w:val="0089386B"/>
    <w:rsid w:val="00893A21"/>
    <w:rsid w:val="00894622"/>
    <w:rsid w:val="00894B9D"/>
    <w:rsid w:val="008950A0"/>
    <w:rsid w:val="008957C3"/>
    <w:rsid w:val="00896C88"/>
    <w:rsid w:val="00896CF0"/>
    <w:rsid w:val="00897D02"/>
    <w:rsid w:val="008A1757"/>
    <w:rsid w:val="008A2E3C"/>
    <w:rsid w:val="008A3EFE"/>
    <w:rsid w:val="008A47AD"/>
    <w:rsid w:val="008A6F9C"/>
    <w:rsid w:val="008B1646"/>
    <w:rsid w:val="008B1B7E"/>
    <w:rsid w:val="008B1EBF"/>
    <w:rsid w:val="008B3123"/>
    <w:rsid w:val="008B4057"/>
    <w:rsid w:val="008B4C92"/>
    <w:rsid w:val="008B5376"/>
    <w:rsid w:val="008B66E2"/>
    <w:rsid w:val="008B7F46"/>
    <w:rsid w:val="008C1647"/>
    <w:rsid w:val="008C17AF"/>
    <w:rsid w:val="008C17EE"/>
    <w:rsid w:val="008C25B1"/>
    <w:rsid w:val="008C35FD"/>
    <w:rsid w:val="008C3F71"/>
    <w:rsid w:val="008C5D95"/>
    <w:rsid w:val="008C6961"/>
    <w:rsid w:val="008C69C6"/>
    <w:rsid w:val="008C7702"/>
    <w:rsid w:val="008D1124"/>
    <w:rsid w:val="008D17FB"/>
    <w:rsid w:val="008D350D"/>
    <w:rsid w:val="008D395F"/>
    <w:rsid w:val="008D3F08"/>
    <w:rsid w:val="008D49F1"/>
    <w:rsid w:val="008E02FB"/>
    <w:rsid w:val="008E0657"/>
    <w:rsid w:val="008E0941"/>
    <w:rsid w:val="008E0C4A"/>
    <w:rsid w:val="008E105C"/>
    <w:rsid w:val="008E347F"/>
    <w:rsid w:val="008E4722"/>
    <w:rsid w:val="008E52AF"/>
    <w:rsid w:val="008E5B83"/>
    <w:rsid w:val="008E71EF"/>
    <w:rsid w:val="008F0548"/>
    <w:rsid w:val="008F1922"/>
    <w:rsid w:val="008F2761"/>
    <w:rsid w:val="008F3E69"/>
    <w:rsid w:val="008F66E5"/>
    <w:rsid w:val="008F6886"/>
    <w:rsid w:val="008F7B49"/>
    <w:rsid w:val="008F7E2A"/>
    <w:rsid w:val="00901F4B"/>
    <w:rsid w:val="00903A61"/>
    <w:rsid w:val="0090425B"/>
    <w:rsid w:val="00904750"/>
    <w:rsid w:val="00906076"/>
    <w:rsid w:val="0090690B"/>
    <w:rsid w:val="0091288F"/>
    <w:rsid w:val="009134A6"/>
    <w:rsid w:val="00913666"/>
    <w:rsid w:val="00913F43"/>
    <w:rsid w:val="00916742"/>
    <w:rsid w:val="00916C54"/>
    <w:rsid w:val="0091760F"/>
    <w:rsid w:val="009205CF"/>
    <w:rsid w:val="0092147D"/>
    <w:rsid w:val="0092160D"/>
    <w:rsid w:val="009228BE"/>
    <w:rsid w:val="009246BB"/>
    <w:rsid w:val="009275AD"/>
    <w:rsid w:val="009305AC"/>
    <w:rsid w:val="00930BA6"/>
    <w:rsid w:val="00940F17"/>
    <w:rsid w:val="0094155B"/>
    <w:rsid w:val="009416BB"/>
    <w:rsid w:val="00942014"/>
    <w:rsid w:val="00944561"/>
    <w:rsid w:val="00952E18"/>
    <w:rsid w:val="0095418B"/>
    <w:rsid w:val="00955ACA"/>
    <w:rsid w:val="00956B77"/>
    <w:rsid w:val="00956EFE"/>
    <w:rsid w:val="00957AF8"/>
    <w:rsid w:val="0096005C"/>
    <w:rsid w:val="00961A1E"/>
    <w:rsid w:val="00963399"/>
    <w:rsid w:val="0096362F"/>
    <w:rsid w:val="00964A6A"/>
    <w:rsid w:val="00964C85"/>
    <w:rsid w:val="009673E5"/>
    <w:rsid w:val="00967B37"/>
    <w:rsid w:val="009702EE"/>
    <w:rsid w:val="00970BD5"/>
    <w:rsid w:val="009720CB"/>
    <w:rsid w:val="00972A7A"/>
    <w:rsid w:val="0097381F"/>
    <w:rsid w:val="00973C07"/>
    <w:rsid w:val="00974519"/>
    <w:rsid w:val="009752CC"/>
    <w:rsid w:val="0097587A"/>
    <w:rsid w:val="009768D7"/>
    <w:rsid w:val="009802E5"/>
    <w:rsid w:val="0098102E"/>
    <w:rsid w:val="0098390D"/>
    <w:rsid w:val="00983BE4"/>
    <w:rsid w:val="00983F7A"/>
    <w:rsid w:val="00984FBD"/>
    <w:rsid w:val="00985835"/>
    <w:rsid w:val="00985DF1"/>
    <w:rsid w:val="0098683A"/>
    <w:rsid w:val="009903BC"/>
    <w:rsid w:val="00990433"/>
    <w:rsid w:val="009908F0"/>
    <w:rsid w:val="00990AA5"/>
    <w:rsid w:val="009917E5"/>
    <w:rsid w:val="00994222"/>
    <w:rsid w:val="0099460A"/>
    <w:rsid w:val="009948D5"/>
    <w:rsid w:val="00994D6B"/>
    <w:rsid w:val="00995FA1"/>
    <w:rsid w:val="00996649"/>
    <w:rsid w:val="00996C2E"/>
    <w:rsid w:val="009976C2"/>
    <w:rsid w:val="009A12B6"/>
    <w:rsid w:val="009A1F63"/>
    <w:rsid w:val="009A432F"/>
    <w:rsid w:val="009A4E4C"/>
    <w:rsid w:val="009A5C46"/>
    <w:rsid w:val="009A684A"/>
    <w:rsid w:val="009B058E"/>
    <w:rsid w:val="009B1F6B"/>
    <w:rsid w:val="009B2583"/>
    <w:rsid w:val="009B7465"/>
    <w:rsid w:val="009B7B1D"/>
    <w:rsid w:val="009C0072"/>
    <w:rsid w:val="009C0D5D"/>
    <w:rsid w:val="009C1512"/>
    <w:rsid w:val="009C1EF4"/>
    <w:rsid w:val="009C2679"/>
    <w:rsid w:val="009C3FA8"/>
    <w:rsid w:val="009C49F1"/>
    <w:rsid w:val="009C5C8A"/>
    <w:rsid w:val="009C709A"/>
    <w:rsid w:val="009D08B5"/>
    <w:rsid w:val="009D10B9"/>
    <w:rsid w:val="009D2609"/>
    <w:rsid w:val="009D2CCE"/>
    <w:rsid w:val="009D340C"/>
    <w:rsid w:val="009D4F42"/>
    <w:rsid w:val="009E0D3E"/>
    <w:rsid w:val="009E156E"/>
    <w:rsid w:val="009E252E"/>
    <w:rsid w:val="009E346E"/>
    <w:rsid w:val="009E4AFB"/>
    <w:rsid w:val="009E60A7"/>
    <w:rsid w:val="009E6292"/>
    <w:rsid w:val="009E7619"/>
    <w:rsid w:val="009F0596"/>
    <w:rsid w:val="009F07F2"/>
    <w:rsid w:val="009F0BFF"/>
    <w:rsid w:val="009F103A"/>
    <w:rsid w:val="009F2A3E"/>
    <w:rsid w:val="009F5A70"/>
    <w:rsid w:val="00A000E0"/>
    <w:rsid w:val="00A0068C"/>
    <w:rsid w:val="00A01574"/>
    <w:rsid w:val="00A02707"/>
    <w:rsid w:val="00A035B0"/>
    <w:rsid w:val="00A03D5E"/>
    <w:rsid w:val="00A04750"/>
    <w:rsid w:val="00A04E77"/>
    <w:rsid w:val="00A04FD0"/>
    <w:rsid w:val="00A05B74"/>
    <w:rsid w:val="00A1062C"/>
    <w:rsid w:val="00A10C98"/>
    <w:rsid w:val="00A11BE0"/>
    <w:rsid w:val="00A129F4"/>
    <w:rsid w:val="00A1538B"/>
    <w:rsid w:val="00A15FC6"/>
    <w:rsid w:val="00A16B58"/>
    <w:rsid w:val="00A17C38"/>
    <w:rsid w:val="00A20256"/>
    <w:rsid w:val="00A20460"/>
    <w:rsid w:val="00A219AB"/>
    <w:rsid w:val="00A21C3A"/>
    <w:rsid w:val="00A22AE0"/>
    <w:rsid w:val="00A22FE0"/>
    <w:rsid w:val="00A23D64"/>
    <w:rsid w:val="00A24413"/>
    <w:rsid w:val="00A25D27"/>
    <w:rsid w:val="00A2634F"/>
    <w:rsid w:val="00A2681B"/>
    <w:rsid w:val="00A26A1F"/>
    <w:rsid w:val="00A31C9D"/>
    <w:rsid w:val="00A34D4E"/>
    <w:rsid w:val="00A35175"/>
    <w:rsid w:val="00A3560F"/>
    <w:rsid w:val="00A368A8"/>
    <w:rsid w:val="00A37BEF"/>
    <w:rsid w:val="00A404FA"/>
    <w:rsid w:val="00A40AD4"/>
    <w:rsid w:val="00A4144B"/>
    <w:rsid w:val="00A4290E"/>
    <w:rsid w:val="00A44130"/>
    <w:rsid w:val="00A44B13"/>
    <w:rsid w:val="00A45D77"/>
    <w:rsid w:val="00A4798A"/>
    <w:rsid w:val="00A53657"/>
    <w:rsid w:val="00A5457F"/>
    <w:rsid w:val="00A54F6E"/>
    <w:rsid w:val="00A562B4"/>
    <w:rsid w:val="00A56F5F"/>
    <w:rsid w:val="00A6117B"/>
    <w:rsid w:val="00A62403"/>
    <w:rsid w:val="00A625CE"/>
    <w:rsid w:val="00A625DD"/>
    <w:rsid w:val="00A63597"/>
    <w:rsid w:val="00A656FC"/>
    <w:rsid w:val="00A65BEE"/>
    <w:rsid w:val="00A66708"/>
    <w:rsid w:val="00A702CE"/>
    <w:rsid w:val="00A70838"/>
    <w:rsid w:val="00A70F7C"/>
    <w:rsid w:val="00A71940"/>
    <w:rsid w:val="00A71A1E"/>
    <w:rsid w:val="00A7250E"/>
    <w:rsid w:val="00A72BC6"/>
    <w:rsid w:val="00A74532"/>
    <w:rsid w:val="00A7483C"/>
    <w:rsid w:val="00A77EA6"/>
    <w:rsid w:val="00A80635"/>
    <w:rsid w:val="00A83455"/>
    <w:rsid w:val="00A83673"/>
    <w:rsid w:val="00A8471F"/>
    <w:rsid w:val="00A85A1D"/>
    <w:rsid w:val="00A85E70"/>
    <w:rsid w:val="00A86E2D"/>
    <w:rsid w:val="00A91160"/>
    <w:rsid w:val="00A97749"/>
    <w:rsid w:val="00A97F5E"/>
    <w:rsid w:val="00AA2392"/>
    <w:rsid w:val="00AA3F2C"/>
    <w:rsid w:val="00AA4895"/>
    <w:rsid w:val="00AA4F8C"/>
    <w:rsid w:val="00AB3ADE"/>
    <w:rsid w:val="00AB51E8"/>
    <w:rsid w:val="00AB6FE6"/>
    <w:rsid w:val="00AB7696"/>
    <w:rsid w:val="00AB7F48"/>
    <w:rsid w:val="00AC0AEE"/>
    <w:rsid w:val="00AC0B97"/>
    <w:rsid w:val="00AC0D67"/>
    <w:rsid w:val="00AC1E79"/>
    <w:rsid w:val="00AC2B9B"/>
    <w:rsid w:val="00AC3333"/>
    <w:rsid w:val="00AC4666"/>
    <w:rsid w:val="00AC53AD"/>
    <w:rsid w:val="00AC5432"/>
    <w:rsid w:val="00AC705A"/>
    <w:rsid w:val="00AC7C44"/>
    <w:rsid w:val="00AC7E3C"/>
    <w:rsid w:val="00AD1E64"/>
    <w:rsid w:val="00AD1E9D"/>
    <w:rsid w:val="00AD20E1"/>
    <w:rsid w:val="00AD2261"/>
    <w:rsid w:val="00AD2E0C"/>
    <w:rsid w:val="00AD3125"/>
    <w:rsid w:val="00AD3C9F"/>
    <w:rsid w:val="00AD3F5C"/>
    <w:rsid w:val="00AD4CC0"/>
    <w:rsid w:val="00AD6EF1"/>
    <w:rsid w:val="00AD74F2"/>
    <w:rsid w:val="00AD7C53"/>
    <w:rsid w:val="00AE0595"/>
    <w:rsid w:val="00AE0BAF"/>
    <w:rsid w:val="00AE10A5"/>
    <w:rsid w:val="00AE1E07"/>
    <w:rsid w:val="00AE27A2"/>
    <w:rsid w:val="00AE2827"/>
    <w:rsid w:val="00AE32C5"/>
    <w:rsid w:val="00AE3E4F"/>
    <w:rsid w:val="00AE4E55"/>
    <w:rsid w:val="00AE566F"/>
    <w:rsid w:val="00AF053F"/>
    <w:rsid w:val="00AF17FE"/>
    <w:rsid w:val="00AF1A3D"/>
    <w:rsid w:val="00AF2BA8"/>
    <w:rsid w:val="00AF2E8D"/>
    <w:rsid w:val="00AF449E"/>
    <w:rsid w:val="00AF6084"/>
    <w:rsid w:val="00AF757A"/>
    <w:rsid w:val="00AF7F4F"/>
    <w:rsid w:val="00B0032A"/>
    <w:rsid w:val="00B011C0"/>
    <w:rsid w:val="00B01ABE"/>
    <w:rsid w:val="00B02AB6"/>
    <w:rsid w:val="00B03361"/>
    <w:rsid w:val="00B04275"/>
    <w:rsid w:val="00B06FD6"/>
    <w:rsid w:val="00B072EC"/>
    <w:rsid w:val="00B1082D"/>
    <w:rsid w:val="00B10CD6"/>
    <w:rsid w:val="00B10CE5"/>
    <w:rsid w:val="00B1237E"/>
    <w:rsid w:val="00B129F3"/>
    <w:rsid w:val="00B12C10"/>
    <w:rsid w:val="00B12E52"/>
    <w:rsid w:val="00B1365D"/>
    <w:rsid w:val="00B17C67"/>
    <w:rsid w:val="00B209E7"/>
    <w:rsid w:val="00B2162E"/>
    <w:rsid w:val="00B2196A"/>
    <w:rsid w:val="00B220E6"/>
    <w:rsid w:val="00B22A77"/>
    <w:rsid w:val="00B22F2C"/>
    <w:rsid w:val="00B23131"/>
    <w:rsid w:val="00B2352E"/>
    <w:rsid w:val="00B25E01"/>
    <w:rsid w:val="00B26C1F"/>
    <w:rsid w:val="00B273B8"/>
    <w:rsid w:val="00B31755"/>
    <w:rsid w:val="00B342E7"/>
    <w:rsid w:val="00B349EF"/>
    <w:rsid w:val="00B35ACA"/>
    <w:rsid w:val="00B40EA3"/>
    <w:rsid w:val="00B4171E"/>
    <w:rsid w:val="00B41C0A"/>
    <w:rsid w:val="00B4329B"/>
    <w:rsid w:val="00B44068"/>
    <w:rsid w:val="00B44428"/>
    <w:rsid w:val="00B44858"/>
    <w:rsid w:val="00B44B80"/>
    <w:rsid w:val="00B45C43"/>
    <w:rsid w:val="00B4658F"/>
    <w:rsid w:val="00B46CE6"/>
    <w:rsid w:val="00B46F57"/>
    <w:rsid w:val="00B563B2"/>
    <w:rsid w:val="00B57392"/>
    <w:rsid w:val="00B60802"/>
    <w:rsid w:val="00B6142C"/>
    <w:rsid w:val="00B63378"/>
    <w:rsid w:val="00B64FDE"/>
    <w:rsid w:val="00B6530D"/>
    <w:rsid w:val="00B66DB5"/>
    <w:rsid w:val="00B67D85"/>
    <w:rsid w:val="00B712E5"/>
    <w:rsid w:val="00B72C59"/>
    <w:rsid w:val="00B730FE"/>
    <w:rsid w:val="00B74B9C"/>
    <w:rsid w:val="00B74DB4"/>
    <w:rsid w:val="00B7520A"/>
    <w:rsid w:val="00B753AA"/>
    <w:rsid w:val="00B756E0"/>
    <w:rsid w:val="00B8094A"/>
    <w:rsid w:val="00B8259D"/>
    <w:rsid w:val="00B863DD"/>
    <w:rsid w:val="00B866BC"/>
    <w:rsid w:val="00B87727"/>
    <w:rsid w:val="00B87D4D"/>
    <w:rsid w:val="00B92061"/>
    <w:rsid w:val="00B92A1C"/>
    <w:rsid w:val="00B94662"/>
    <w:rsid w:val="00B9511B"/>
    <w:rsid w:val="00B95600"/>
    <w:rsid w:val="00B95AE7"/>
    <w:rsid w:val="00B96508"/>
    <w:rsid w:val="00B96C03"/>
    <w:rsid w:val="00B97BC7"/>
    <w:rsid w:val="00BA0104"/>
    <w:rsid w:val="00BA213F"/>
    <w:rsid w:val="00BA2393"/>
    <w:rsid w:val="00BA31B5"/>
    <w:rsid w:val="00BA33BD"/>
    <w:rsid w:val="00BA402A"/>
    <w:rsid w:val="00BA5393"/>
    <w:rsid w:val="00BA5728"/>
    <w:rsid w:val="00BA72B2"/>
    <w:rsid w:val="00BB025B"/>
    <w:rsid w:val="00BB162A"/>
    <w:rsid w:val="00BB39EF"/>
    <w:rsid w:val="00BB3B97"/>
    <w:rsid w:val="00BB3F94"/>
    <w:rsid w:val="00BB41DF"/>
    <w:rsid w:val="00BB443D"/>
    <w:rsid w:val="00BB47E2"/>
    <w:rsid w:val="00BB506E"/>
    <w:rsid w:val="00BB69F6"/>
    <w:rsid w:val="00BB70EB"/>
    <w:rsid w:val="00BB7311"/>
    <w:rsid w:val="00BC0B67"/>
    <w:rsid w:val="00BC0DF3"/>
    <w:rsid w:val="00BC3F56"/>
    <w:rsid w:val="00BC4026"/>
    <w:rsid w:val="00BC455B"/>
    <w:rsid w:val="00BC4C5F"/>
    <w:rsid w:val="00BC5B3A"/>
    <w:rsid w:val="00BC61C5"/>
    <w:rsid w:val="00BC7B8E"/>
    <w:rsid w:val="00BD13BE"/>
    <w:rsid w:val="00BD1B5B"/>
    <w:rsid w:val="00BD2201"/>
    <w:rsid w:val="00BD36F7"/>
    <w:rsid w:val="00BD455A"/>
    <w:rsid w:val="00BD512D"/>
    <w:rsid w:val="00BD607F"/>
    <w:rsid w:val="00BD6C03"/>
    <w:rsid w:val="00BD703D"/>
    <w:rsid w:val="00BD7292"/>
    <w:rsid w:val="00BE0009"/>
    <w:rsid w:val="00BE04DF"/>
    <w:rsid w:val="00BE0C08"/>
    <w:rsid w:val="00BE125D"/>
    <w:rsid w:val="00BE18B2"/>
    <w:rsid w:val="00BE1927"/>
    <w:rsid w:val="00BE254A"/>
    <w:rsid w:val="00BE30BD"/>
    <w:rsid w:val="00BE361A"/>
    <w:rsid w:val="00BE3B67"/>
    <w:rsid w:val="00BE442C"/>
    <w:rsid w:val="00BE57E1"/>
    <w:rsid w:val="00BE65F7"/>
    <w:rsid w:val="00BE6CD4"/>
    <w:rsid w:val="00BE6EDD"/>
    <w:rsid w:val="00BF13FE"/>
    <w:rsid w:val="00BF33BE"/>
    <w:rsid w:val="00BF3950"/>
    <w:rsid w:val="00BF4568"/>
    <w:rsid w:val="00BF4B25"/>
    <w:rsid w:val="00BF60A2"/>
    <w:rsid w:val="00BF6145"/>
    <w:rsid w:val="00BF6588"/>
    <w:rsid w:val="00BF681B"/>
    <w:rsid w:val="00BF6CF5"/>
    <w:rsid w:val="00C010EE"/>
    <w:rsid w:val="00C019B5"/>
    <w:rsid w:val="00C01A71"/>
    <w:rsid w:val="00C03638"/>
    <w:rsid w:val="00C063C4"/>
    <w:rsid w:val="00C06797"/>
    <w:rsid w:val="00C1371D"/>
    <w:rsid w:val="00C15B68"/>
    <w:rsid w:val="00C16AB0"/>
    <w:rsid w:val="00C16B7A"/>
    <w:rsid w:val="00C1777E"/>
    <w:rsid w:val="00C17EFE"/>
    <w:rsid w:val="00C200B5"/>
    <w:rsid w:val="00C20303"/>
    <w:rsid w:val="00C20497"/>
    <w:rsid w:val="00C22F4F"/>
    <w:rsid w:val="00C22F71"/>
    <w:rsid w:val="00C2333A"/>
    <w:rsid w:val="00C24603"/>
    <w:rsid w:val="00C2503D"/>
    <w:rsid w:val="00C25707"/>
    <w:rsid w:val="00C25E15"/>
    <w:rsid w:val="00C26C73"/>
    <w:rsid w:val="00C2733D"/>
    <w:rsid w:val="00C31F7D"/>
    <w:rsid w:val="00C33E51"/>
    <w:rsid w:val="00C36158"/>
    <w:rsid w:val="00C37466"/>
    <w:rsid w:val="00C37C63"/>
    <w:rsid w:val="00C40A61"/>
    <w:rsid w:val="00C40B0C"/>
    <w:rsid w:val="00C40DFE"/>
    <w:rsid w:val="00C40F6D"/>
    <w:rsid w:val="00C4144B"/>
    <w:rsid w:val="00C419FF"/>
    <w:rsid w:val="00C4379F"/>
    <w:rsid w:val="00C44AA3"/>
    <w:rsid w:val="00C44DE2"/>
    <w:rsid w:val="00C50939"/>
    <w:rsid w:val="00C50F89"/>
    <w:rsid w:val="00C51213"/>
    <w:rsid w:val="00C514DF"/>
    <w:rsid w:val="00C5190A"/>
    <w:rsid w:val="00C52226"/>
    <w:rsid w:val="00C53DBD"/>
    <w:rsid w:val="00C567F8"/>
    <w:rsid w:val="00C57B3C"/>
    <w:rsid w:val="00C57B9D"/>
    <w:rsid w:val="00C6355A"/>
    <w:rsid w:val="00C643D9"/>
    <w:rsid w:val="00C646B7"/>
    <w:rsid w:val="00C7116C"/>
    <w:rsid w:val="00C7174E"/>
    <w:rsid w:val="00C720FA"/>
    <w:rsid w:val="00C74061"/>
    <w:rsid w:val="00C745A4"/>
    <w:rsid w:val="00C74735"/>
    <w:rsid w:val="00C763F9"/>
    <w:rsid w:val="00C7657C"/>
    <w:rsid w:val="00C81BE9"/>
    <w:rsid w:val="00C82257"/>
    <w:rsid w:val="00C83701"/>
    <w:rsid w:val="00C83C19"/>
    <w:rsid w:val="00C911EA"/>
    <w:rsid w:val="00C91A81"/>
    <w:rsid w:val="00C93627"/>
    <w:rsid w:val="00C9363D"/>
    <w:rsid w:val="00C94440"/>
    <w:rsid w:val="00C94D1B"/>
    <w:rsid w:val="00C96CD6"/>
    <w:rsid w:val="00C96E50"/>
    <w:rsid w:val="00CA1583"/>
    <w:rsid w:val="00CA297E"/>
    <w:rsid w:val="00CA46CD"/>
    <w:rsid w:val="00CA4707"/>
    <w:rsid w:val="00CA4BA9"/>
    <w:rsid w:val="00CA54E6"/>
    <w:rsid w:val="00CA614F"/>
    <w:rsid w:val="00CA63E6"/>
    <w:rsid w:val="00CA6A82"/>
    <w:rsid w:val="00CA7D3C"/>
    <w:rsid w:val="00CB0411"/>
    <w:rsid w:val="00CB22BA"/>
    <w:rsid w:val="00CB3EBB"/>
    <w:rsid w:val="00CB433D"/>
    <w:rsid w:val="00CB4F41"/>
    <w:rsid w:val="00CB6F49"/>
    <w:rsid w:val="00CB7FB2"/>
    <w:rsid w:val="00CC105A"/>
    <w:rsid w:val="00CC2701"/>
    <w:rsid w:val="00CC370B"/>
    <w:rsid w:val="00CC37C0"/>
    <w:rsid w:val="00CC39FC"/>
    <w:rsid w:val="00CC5A57"/>
    <w:rsid w:val="00CC6711"/>
    <w:rsid w:val="00CC675B"/>
    <w:rsid w:val="00CC7CD7"/>
    <w:rsid w:val="00CD119A"/>
    <w:rsid w:val="00CD1FFB"/>
    <w:rsid w:val="00CD28F7"/>
    <w:rsid w:val="00CD4416"/>
    <w:rsid w:val="00CD4706"/>
    <w:rsid w:val="00CD4F04"/>
    <w:rsid w:val="00CD6251"/>
    <w:rsid w:val="00CD7978"/>
    <w:rsid w:val="00CE0058"/>
    <w:rsid w:val="00CE1115"/>
    <w:rsid w:val="00CE136D"/>
    <w:rsid w:val="00CE29A7"/>
    <w:rsid w:val="00CE314C"/>
    <w:rsid w:val="00CE3AB5"/>
    <w:rsid w:val="00CE3B00"/>
    <w:rsid w:val="00CE3EFB"/>
    <w:rsid w:val="00CE51E8"/>
    <w:rsid w:val="00CE5C9E"/>
    <w:rsid w:val="00CE6233"/>
    <w:rsid w:val="00CF0CF2"/>
    <w:rsid w:val="00CF1E53"/>
    <w:rsid w:val="00CF1F38"/>
    <w:rsid w:val="00CF1FE1"/>
    <w:rsid w:val="00CF2377"/>
    <w:rsid w:val="00CF3AC6"/>
    <w:rsid w:val="00CF4F92"/>
    <w:rsid w:val="00CF58CF"/>
    <w:rsid w:val="00CF5E2D"/>
    <w:rsid w:val="00CF6092"/>
    <w:rsid w:val="00CF7825"/>
    <w:rsid w:val="00CF7994"/>
    <w:rsid w:val="00D000F2"/>
    <w:rsid w:val="00D0093E"/>
    <w:rsid w:val="00D0111B"/>
    <w:rsid w:val="00D01B16"/>
    <w:rsid w:val="00D02AA8"/>
    <w:rsid w:val="00D04F76"/>
    <w:rsid w:val="00D061DB"/>
    <w:rsid w:val="00D065C7"/>
    <w:rsid w:val="00D0677D"/>
    <w:rsid w:val="00D06A11"/>
    <w:rsid w:val="00D10A20"/>
    <w:rsid w:val="00D114B5"/>
    <w:rsid w:val="00D12550"/>
    <w:rsid w:val="00D13930"/>
    <w:rsid w:val="00D15477"/>
    <w:rsid w:val="00D15E20"/>
    <w:rsid w:val="00D1654D"/>
    <w:rsid w:val="00D1716E"/>
    <w:rsid w:val="00D1746B"/>
    <w:rsid w:val="00D20547"/>
    <w:rsid w:val="00D22FE2"/>
    <w:rsid w:val="00D23A25"/>
    <w:rsid w:val="00D253F8"/>
    <w:rsid w:val="00D258E5"/>
    <w:rsid w:val="00D265FD"/>
    <w:rsid w:val="00D30D34"/>
    <w:rsid w:val="00D311DC"/>
    <w:rsid w:val="00D32717"/>
    <w:rsid w:val="00D32A01"/>
    <w:rsid w:val="00D35621"/>
    <w:rsid w:val="00D45C93"/>
    <w:rsid w:val="00D46159"/>
    <w:rsid w:val="00D4640F"/>
    <w:rsid w:val="00D50381"/>
    <w:rsid w:val="00D50438"/>
    <w:rsid w:val="00D504AC"/>
    <w:rsid w:val="00D512E7"/>
    <w:rsid w:val="00D513A1"/>
    <w:rsid w:val="00D54425"/>
    <w:rsid w:val="00D5444E"/>
    <w:rsid w:val="00D55461"/>
    <w:rsid w:val="00D55900"/>
    <w:rsid w:val="00D5593A"/>
    <w:rsid w:val="00D57273"/>
    <w:rsid w:val="00D60023"/>
    <w:rsid w:val="00D6115E"/>
    <w:rsid w:val="00D61203"/>
    <w:rsid w:val="00D634B9"/>
    <w:rsid w:val="00D64900"/>
    <w:rsid w:val="00D65ACF"/>
    <w:rsid w:val="00D66C80"/>
    <w:rsid w:val="00D70B46"/>
    <w:rsid w:val="00D71C27"/>
    <w:rsid w:val="00D724E4"/>
    <w:rsid w:val="00D73E67"/>
    <w:rsid w:val="00D7545A"/>
    <w:rsid w:val="00D75FC5"/>
    <w:rsid w:val="00D76A8D"/>
    <w:rsid w:val="00D778EC"/>
    <w:rsid w:val="00D80EFE"/>
    <w:rsid w:val="00D814E6"/>
    <w:rsid w:val="00D81EFB"/>
    <w:rsid w:val="00D84168"/>
    <w:rsid w:val="00D841EC"/>
    <w:rsid w:val="00D8715B"/>
    <w:rsid w:val="00D87EA1"/>
    <w:rsid w:val="00D925D5"/>
    <w:rsid w:val="00D92DF6"/>
    <w:rsid w:val="00D939CC"/>
    <w:rsid w:val="00D944A9"/>
    <w:rsid w:val="00D94B77"/>
    <w:rsid w:val="00D963E0"/>
    <w:rsid w:val="00D97B4D"/>
    <w:rsid w:val="00D97B98"/>
    <w:rsid w:val="00D97DEF"/>
    <w:rsid w:val="00DA08ED"/>
    <w:rsid w:val="00DA2392"/>
    <w:rsid w:val="00DA3692"/>
    <w:rsid w:val="00DA39EB"/>
    <w:rsid w:val="00DA4DE4"/>
    <w:rsid w:val="00DA568C"/>
    <w:rsid w:val="00DA5750"/>
    <w:rsid w:val="00DA6C6E"/>
    <w:rsid w:val="00DA7BA2"/>
    <w:rsid w:val="00DA7D37"/>
    <w:rsid w:val="00DB0C08"/>
    <w:rsid w:val="00DB1F99"/>
    <w:rsid w:val="00DB4432"/>
    <w:rsid w:val="00DB48E7"/>
    <w:rsid w:val="00DC04BA"/>
    <w:rsid w:val="00DC101C"/>
    <w:rsid w:val="00DC228B"/>
    <w:rsid w:val="00DC290B"/>
    <w:rsid w:val="00DC35E4"/>
    <w:rsid w:val="00DC5AFD"/>
    <w:rsid w:val="00DC6190"/>
    <w:rsid w:val="00DC7D00"/>
    <w:rsid w:val="00DD1123"/>
    <w:rsid w:val="00DD115D"/>
    <w:rsid w:val="00DD2B27"/>
    <w:rsid w:val="00DD31C2"/>
    <w:rsid w:val="00DE0517"/>
    <w:rsid w:val="00DE0AB1"/>
    <w:rsid w:val="00DE0D00"/>
    <w:rsid w:val="00DE2B81"/>
    <w:rsid w:val="00DE3B88"/>
    <w:rsid w:val="00DE4A62"/>
    <w:rsid w:val="00DE4D01"/>
    <w:rsid w:val="00DE518C"/>
    <w:rsid w:val="00DE5226"/>
    <w:rsid w:val="00DE58F2"/>
    <w:rsid w:val="00DE6641"/>
    <w:rsid w:val="00DF2756"/>
    <w:rsid w:val="00DF66FB"/>
    <w:rsid w:val="00E003D3"/>
    <w:rsid w:val="00E007EA"/>
    <w:rsid w:val="00E00E83"/>
    <w:rsid w:val="00E01439"/>
    <w:rsid w:val="00E015E4"/>
    <w:rsid w:val="00E02902"/>
    <w:rsid w:val="00E04F73"/>
    <w:rsid w:val="00E06E92"/>
    <w:rsid w:val="00E071CA"/>
    <w:rsid w:val="00E073C5"/>
    <w:rsid w:val="00E12F8D"/>
    <w:rsid w:val="00E145B1"/>
    <w:rsid w:val="00E22697"/>
    <w:rsid w:val="00E228E0"/>
    <w:rsid w:val="00E231A8"/>
    <w:rsid w:val="00E23452"/>
    <w:rsid w:val="00E24ABA"/>
    <w:rsid w:val="00E25511"/>
    <w:rsid w:val="00E25C7D"/>
    <w:rsid w:val="00E25F7E"/>
    <w:rsid w:val="00E26813"/>
    <w:rsid w:val="00E26993"/>
    <w:rsid w:val="00E26E4C"/>
    <w:rsid w:val="00E27535"/>
    <w:rsid w:val="00E27B78"/>
    <w:rsid w:val="00E27EF0"/>
    <w:rsid w:val="00E32ACC"/>
    <w:rsid w:val="00E370B7"/>
    <w:rsid w:val="00E41195"/>
    <w:rsid w:val="00E416A7"/>
    <w:rsid w:val="00E41C18"/>
    <w:rsid w:val="00E41CD4"/>
    <w:rsid w:val="00E42737"/>
    <w:rsid w:val="00E42C8D"/>
    <w:rsid w:val="00E430D2"/>
    <w:rsid w:val="00E43801"/>
    <w:rsid w:val="00E43D8D"/>
    <w:rsid w:val="00E448B6"/>
    <w:rsid w:val="00E46D86"/>
    <w:rsid w:val="00E51649"/>
    <w:rsid w:val="00E52C6E"/>
    <w:rsid w:val="00E53FC3"/>
    <w:rsid w:val="00E55B16"/>
    <w:rsid w:val="00E60C92"/>
    <w:rsid w:val="00E63079"/>
    <w:rsid w:val="00E65231"/>
    <w:rsid w:val="00E66E0C"/>
    <w:rsid w:val="00E676F5"/>
    <w:rsid w:val="00E704C7"/>
    <w:rsid w:val="00E71F1E"/>
    <w:rsid w:val="00E720CE"/>
    <w:rsid w:val="00E73038"/>
    <w:rsid w:val="00E742A0"/>
    <w:rsid w:val="00E74E3B"/>
    <w:rsid w:val="00E75295"/>
    <w:rsid w:val="00E762C2"/>
    <w:rsid w:val="00E76E09"/>
    <w:rsid w:val="00E82243"/>
    <w:rsid w:val="00E835DF"/>
    <w:rsid w:val="00E84618"/>
    <w:rsid w:val="00E85AF8"/>
    <w:rsid w:val="00E86456"/>
    <w:rsid w:val="00E86D58"/>
    <w:rsid w:val="00E9177E"/>
    <w:rsid w:val="00E92EEB"/>
    <w:rsid w:val="00E93173"/>
    <w:rsid w:val="00E94E2C"/>
    <w:rsid w:val="00E9697E"/>
    <w:rsid w:val="00E9780B"/>
    <w:rsid w:val="00E9796B"/>
    <w:rsid w:val="00E97B8B"/>
    <w:rsid w:val="00EA293B"/>
    <w:rsid w:val="00EA3186"/>
    <w:rsid w:val="00EA3725"/>
    <w:rsid w:val="00EA3B83"/>
    <w:rsid w:val="00EA682A"/>
    <w:rsid w:val="00EA747F"/>
    <w:rsid w:val="00EA78F9"/>
    <w:rsid w:val="00EB07DF"/>
    <w:rsid w:val="00EB1293"/>
    <w:rsid w:val="00EB27C7"/>
    <w:rsid w:val="00EB3A0C"/>
    <w:rsid w:val="00EB46C4"/>
    <w:rsid w:val="00EB77B3"/>
    <w:rsid w:val="00EC031B"/>
    <w:rsid w:val="00EC1266"/>
    <w:rsid w:val="00EC329E"/>
    <w:rsid w:val="00EC3B9A"/>
    <w:rsid w:val="00EC3BCF"/>
    <w:rsid w:val="00EC6974"/>
    <w:rsid w:val="00EC73ED"/>
    <w:rsid w:val="00EC7BEE"/>
    <w:rsid w:val="00ED0189"/>
    <w:rsid w:val="00ED044C"/>
    <w:rsid w:val="00ED454F"/>
    <w:rsid w:val="00ED5039"/>
    <w:rsid w:val="00ED521A"/>
    <w:rsid w:val="00ED655C"/>
    <w:rsid w:val="00ED6A77"/>
    <w:rsid w:val="00ED7025"/>
    <w:rsid w:val="00ED7EAD"/>
    <w:rsid w:val="00EE01C1"/>
    <w:rsid w:val="00EE058C"/>
    <w:rsid w:val="00EE088B"/>
    <w:rsid w:val="00EE10E2"/>
    <w:rsid w:val="00EE211E"/>
    <w:rsid w:val="00EE2B04"/>
    <w:rsid w:val="00EE33A4"/>
    <w:rsid w:val="00EE470D"/>
    <w:rsid w:val="00EE5872"/>
    <w:rsid w:val="00EE5DC1"/>
    <w:rsid w:val="00EF0BC0"/>
    <w:rsid w:val="00EF1809"/>
    <w:rsid w:val="00EF4D40"/>
    <w:rsid w:val="00EF5584"/>
    <w:rsid w:val="00EF78C7"/>
    <w:rsid w:val="00EF796C"/>
    <w:rsid w:val="00F01627"/>
    <w:rsid w:val="00F04305"/>
    <w:rsid w:val="00F06058"/>
    <w:rsid w:val="00F07041"/>
    <w:rsid w:val="00F076C4"/>
    <w:rsid w:val="00F107BF"/>
    <w:rsid w:val="00F10F67"/>
    <w:rsid w:val="00F12554"/>
    <w:rsid w:val="00F13138"/>
    <w:rsid w:val="00F13153"/>
    <w:rsid w:val="00F13279"/>
    <w:rsid w:val="00F1606F"/>
    <w:rsid w:val="00F16D91"/>
    <w:rsid w:val="00F1710F"/>
    <w:rsid w:val="00F20462"/>
    <w:rsid w:val="00F24B60"/>
    <w:rsid w:val="00F24FB4"/>
    <w:rsid w:val="00F250FB"/>
    <w:rsid w:val="00F317A2"/>
    <w:rsid w:val="00F32847"/>
    <w:rsid w:val="00F32C8C"/>
    <w:rsid w:val="00F337DC"/>
    <w:rsid w:val="00F34FCA"/>
    <w:rsid w:val="00F35294"/>
    <w:rsid w:val="00F36213"/>
    <w:rsid w:val="00F41D6C"/>
    <w:rsid w:val="00F42270"/>
    <w:rsid w:val="00F4289C"/>
    <w:rsid w:val="00F437E5"/>
    <w:rsid w:val="00F4460F"/>
    <w:rsid w:val="00F502AC"/>
    <w:rsid w:val="00F5169A"/>
    <w:rsid w:val="00F55343"/>
    <w:rsid w:val="00F554F8"/>
    <w:rsid w:val="00F55C10"/>
    <w:rsid w:val="00F570F0"/>
    <w:rsid w:val="00F60611"/>
    <w:rsid w:val="00F61555"/>
    <w:rsid w:val="00F61E03"/>
    <w:rsid w:val="00F62471"/>
    <w:rsid w:val="00F62624"/>
    <w:rsid w:val="00F62B4C"/>
    <w:rsid w:val="00F62F97"/>
    <w:rsid w:val="00F63242"/>
    <w:rsid w:val="00F63EF9"/>
    <w:rsid w:val="00F64FF6"/>
    <w:rsid w:val="00F660FD"/>
    <w:rsid w:val="00F6773B"/>
    <w:rsid w:val="00F70B20"/>
    <w:rsid w:val="00F70EBB"/>
    <w:rsid w:val="00F717F3"/>
    <w:rsid w:val="00F71855"/>
    <w:rsid w:val="00F736A2"/>
    <w:rsid w:val="00F75784"/>
    <w:rsid w:val="00F758D1"/>
    <w:rsid w:val="00F76C53"/>
    <w:rsid w:val="00F76FC6"/>
    <w:rsid w:val="00F77050"/>
    <w:rsid w:val="00F7723E"/>
    <w:rsid w:val="00F77349"/>
    <w:rsid w:val="00F77F72"/>
    <w:rsid w:val="00F80FCF"/>
    <w:rsid w:val="00F814BB"/>
    <w:rsid w:val="00F81E62"/>
    <w:rsid w:val="00F822D6"/>
    <w:rsid w:val="00F83E32"/>
    <w:rsid w:val="00F848C8"/>
    <w:rsid w:val="00F9197D"/>
    <w:rsid w:val="00F92E66"/>
    <w:rsid w:val="00F935FE"/>
    <w:rsid w:val="00F93CCF"/>
    <w:rsid w:val="00F94B11"/>
    <w:rsid w:val="00FA14F0"/>
    <w:rsid w:val="00FA1874"/>
    <w:rsid w:val="00FA20DC"/>
    <w:rsid w:val="00FA425B"/>
    <w:rsid w:val="00FA4868"/>
    <w:rsid w:val="00FA58EF"/>
    <w:rsid w:val="00FA5C55"/>
    <w:rsid w:val="00FA6084"/>
    <w:rsid w:val="00FA6698"/>
    <w:rsid w:val="00FB0C53"/>
    <w:rsid w:val="00FB12ED"/>
    <w:rsid w:val="00FB20BF"/>
    <w:rsid w:val="00FB2828"/>
    <w:rsid w:val="00FB2EE4"/>
    <w:rsid w:val="00FB33D4"/>
    <w:rsid w:val="00FB3450"/>
    <w:rsid w:val="00FB39FB"/>
    <w:rsid w:val="00FB47A8"/>
    <w:rsid w:val="00FB5706"/>
    <w:rsid w:val="00FB7893"/>
    <w:rsid w:val="00FC162C"/>
    <w:rsid w:val="00FC372A"/>
    <w:rsid w:val="00FC4007"/>
    <w:rsid w:val="00FC4156"/>
    <w:rsid w:val="00FC521E"/>
    <w:rsid w:val="00FC5AB2"/>
    <w:rsid w:val="00FC776E"/>
    <w:rsid w:val="00FC7924"/>
    <w:rsid w:val="00FD0549"/>
    <w:rsid w:val="00FD2790"/>
    <w:rsid w:val="00FD304D"/>
    <w:rsid w:val="00FD42ED"/>
    <w:rsid w:val="00FD4BFD"/>
    <w:rsid w:val="00FD7020"/>
    <w:rsid w:val="00FE0FCB"/>
    <w:rsid w:val="00FE13F1"/>
    <w:rsid w:val="00FE2A92"/>
    <w:rsid w:val="00FE6103"/>
    <w:rsid w:val="00FE69B9"/>
    <w:rsid w:val="00FF1F9E"/>
    <w:rsid w:val="00FF20D7"/>
    <w:rsid w:val="00FF3685"/>
    <w:rsid w:val="00FF431A"/>
    <w:rsid w:val="00FF4C86"/>
    <w:rsid w:val="00FF624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41B5FF"/>
  <w15:chartTrackingRefBased/>
  <w15:docId w15:val="{0E62EC10-54A4-4DEE-BD0A-7F431CBD0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627"/>
  </w:style>
  <w:style w:type="paragraph" w:styleId="Ttulo1">
    <w:name w:val="heading 1"/>
    <w:basedOn w:val="Normal"/>
    <w:next w:val="Normal"/>
    <w:link w:val="Ttulo1Char"/>
    <w:uiPriority w:val="9"/>
    <w:qFormat/>
    <w:rsid w:val="007F5AE7"/>
    <w:pPr>
      <w:widowControl w:val="0"/>
      <w:numPr>
        <w:numId w:val="2"/>
      </w:numPr>
      <w:suppressAutoHyphens/>
      <w:spacing w:before="120" w:after="120" w:line="240" w:lineRule="auto"/>
      <w:jc w:val="both"/>
      <w:outlineLvl w:val="0"/>
    </w:pPr>
    <w:rPr>
      <w:rFonts w:ascii="Arial" w:eastAsia="Times New Roman" w:hAnsi="Arial" w:cs="Arial"/>
      <w:b/>
      <w:sz w:val="24"/>
      <w:szCs w:val="20"/>
      <w:u w:val="single"/>
      <w:lang w:eastAsia="zh-CN"/>
    </w:rPr>
  </w:style>
  <w:style w:type="paragraph" w:styleId="Ttulo2">
    <w:name w:val="heading 2"/>
    <w:basedOn w:val="Normal"/>
    <w:next w:val="Normal"/>
    <w:link w:val="Ttulo2Char"/>
    <w:uiPriority w:val="9"/>
    <w:qFormat/>
    <w:rsid w:val="007F5AE7"/>
    <w:pPr>
      <w:widowControl w:val="0"/>
      <w:numPr>
        <w:ilvl w:val="1"/>
        <w:numId w:val="2"/>
      </w:numPr>
      <w:spacing w:before="120" w:after="120" w:line="360" w:lineRule="auto"/>
      <w:jc w:val="both"/>
      <w:outlineLvl w:val="1"/>
    </w:pPr>
    <w:rPr>
      <w:rFonts w:ascii="Arial" w:eastAsia="Times New Roman" w:hAnsi="Arial" w:cs="Arial"/>
      <w:szCs w:val="20"/>
      <w:lang w:eastAsia="zh-CN"/>
    </w:rPr>
  </w:style>
  <w:style w:type="paragraph" w:styleId="Ttulo3">
    <w:name w:val="heading 3"/>
    <w:basedOn w:val="Normal"/>
    <w:next w:val="Normal"/>
    <w:link w:val="Ttulo3Char"/>
    <w:uiPriority w:val="9"/>
    <w:qFormat/>
    <w:rsid w:val="007F5AE7"/>
    <w:pPr>
      <w:widowControl w:val="0"/>
      <w:numPr>
        <w:ilvl w:val="2"/>
        <w:numId w:val="2"/>
      </w:numPr>
      <w:spacing w:before="120" w:after="120" w:line="360" w:lineRule="auto"/>
      <w:ind w:left="284"/>
      <w:jc w:val="both"/>
      <w:outlineLvl w:val="2"/>
    </w:pPr>
    <w:rPr>
      <w:rFonts w:ascii="Arial" w:eastAsia="Times New Roman" w:hAnsi="Arial" w:cs="Arial"/>
      <w:szCs w:val="20"/>
      <w:lang w:eastAsia="zh-CN"/>
    </w:rPr>
  </w:style>
  <w:style w:type="paragraph" w:styleId="Ttulo4">
    <w:name w:val="heading 4"/>
    <w:basedOn w:val="Normal"/>
    <w:next w:val="Normal"/>
    <w:link w:val="Ttulo4Char"/>
    <w:uiPriority w:val="9"/>
    <w:qFormat/>
    <w:rsid w:val="007F5AE7"/>
    <w:pPr>
      <w:widowControl w:val="0"/>
      <w:numPr>
        <w:ilvl w:val="3"/>
        <w:numId w:val="2"/>
      </w:numPr>
      <w:spacing w:before="120" w:after="120" w:line="360" w:lineRule="auto"/>
      <w:jc w:val="both"/>
      <w:outlineLvl w:val="3"/>
    </w:pPr>
    <w:rPr>
      <w:rFonts w:ascii="Arial" w:eastAsia="Times New Roman" w:hAnsi="Arial" w:cs="Arial"/>
      <w:szCs w:val="20"/>
      <w:lang w:eastAsia="zh-CN"/>
    </w:rPr>
  </w:style>
  <w:style w:type="paragraph" w:styleId="Ttulo5">
    <w:name w:val="heading 5"/>
    <w:basedOn w:val="Normal"/>
    <w:next w:val="Normal"/>
    <w:link w:val="Ttulo5Char"/>
    <w:uiPriority w:val="9"/>
    <w:qFormat/>
    <w:rsid w:val="007F5AE7"/>
    <w:pPr>
      <w:widowControl w:val="0"/>
      <w:numPr>
        <w:ilvl w:val="4"/>
        <w:numId w:val="2"/>
      </w:numPr>
      <w:spacing w:before="120" w:after="120" w:line="360" w:lineRule="auto"/>
      <w:jc w:val="both"/>
      <w:outlineLvl w:val="4"/>
    </w:pPr>
    <w:rPr>
      <w:rFonts w:ascii="Arial" w:eastAsia="Times New Roman" w:hAnsi="Arial" w:cs="Arial"/>
      <w:szCs w:val="20"/>
      <w:lang w:eastAsia="zh-CN"/>
    </w:rPr>
  </w:style>
  <w:style w:type="paragraph" w:styleId="Ttulo6">
    <w:name w:val="heading 6"/>
    <w:basedOn w:val="Normal"/>
    <w:next w:val="Normal"/>
    <w:link w:val="Ttulo6Char"/>
    <w:qFormat/>
    <w:rsid w:val="007F5AE7"/>
    <w:pPr>
      <w:widowControl w:val="0"/>
      <w:numPr>
        <w:ilvl w:val="5"/>
        <w:numId w:val="2"/>
      </w:numPr>
      <w:spacing w:after="120" w:line="240" w:lineRule="auto"/>
      <w:jc w:val="both"/>
      <w:outlineLvl w:val="5"/>
    </w:pPr>
    <w:rPr>
      <w:rFonts w:ascii="Arial" w:eastAsia="Times New Roman" w:hAnsi="Arial" w:cs="Calibri"/>
      <w:bCs/>
      <w:sz w:val="24"/>
      <w:lang w:eastAsia="zh-CN"/>
    </w:rPr>
  </w:style>
  <w:style w:type="paragraph" w:styleId="Ttulo7">
    <w:name w:val="heading 7"/>
    <w:basedOn w:val="Normal"/>
    <w:next w:val="Normal"/>
    <w:link w:val="Ttulo7Char"/>
    <w:qFormat/>
    <w:rsid w:val="007F5AE7"/>
    <w:pPr>
      <w:widowControl w:val="0"/>
      <w:numPr>
        <w:ilvl w:val="6"/>
        <w:numId w:val="2"/>
      </w:numPr>
      <w:spacing w:after="120" w:line="240" w:lineRule="auto"/>
      <w:jc w:val="both"/>
      <w:outlineLvl w:val="6"/>
    </w:pPr>
    <w:rPr>
      <w:rFonts w:ascii="Arial" w:eastAsia="Times New Roman" w:hAnsi="Arial" w:cs="Calibri"/>
      <w:sz w:val="24"/>
      <w:szCs w:val="24"/>
      <w:lang w:eastAsia="zh-CN"/>
    </w:rPr>
  </w:style>
  <w:style w:type="paragraph" w:styleId="Ttulo8">
    <w:name w:val="heading 8"/>
    <w:basedOn w:val="Ttulo11"/>
    <w:next w:val="Corpodetexto"/>
    <w:link w:val="Ttulo8Char"/>
    <w:qFormat/>
    <w:rsid w:val="00F250FB"/>
    <w:pPr>
      <w:spacing w:before="60" w:after="60"/>
      <w:ind w:left="1440" w:hanging="1440"/>
      <w:outlineLvl w:val="7"/>
    </w:pPr>
    <w:rPr>
      <w:b/>
      <w:bCs/>
      <w:i/>
      <w:iCs/>
      <w:sz w:val="22"/>
      <w:szCs w:val="22"/>
    </w:rPr>
  </w:style>
  <w:style w:type="paragraph" w:styleId="Ttulo9">
    <w:name w:val="heading 9"/>
    <w:basedOn w:val="Ttulo11"/>
    <w:next w:val="Corpodetexto"/>
    <w:link w:val="Ttulo9Char"/>
    <w:qFormat/>
    <w:rsid w:val="00F250FB"/>
    <w:pPr>
      <w:spacing w:before="60" w:after="60"/>
      <w:ind w:left="1584" w:hanging="1584"/>
      <w:outlineLvl w:val="8"/>
    </w:pPr>
    <w:rPr>
      <w:b/>
      <w:b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545754"/>
    <w:pPr>
      <w:spacing w:before="100" w:beforeAutospacing="1" w:after="100" w:afterAutospacing="1" w:line="240" w:lineRule="auto"/>
    </w:pPr>
    <w:rPr>
      <w:rFonts w:ascii="Times New Roman" w:eastAsia="Times New Roman" w:hAnsi="Times New Roman" w:cs="Times New Roman"/>
      <w:sz w:val="24"/>
      <w:szCs w:val="24"/>
      <w:lang w:eastAsia="pt-BR"/>
    </w:rPr>
  </w:style>
  <w:style w:type="table" w:styleId="Tabelacomgrade">
    <w:name w:val="Table Grid"/>
    <w:basedOn w:val="Tabelanormal"/>
    <w:uiPriority w:val="59"/>
    <w:rsid w:val="005457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54575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45754"/>
  </w:style>
  <w:style w:type="paragraph" w:styleId="Rodap">
    <w:name w:val="footer"/>
    <w:basedOn w:val="Normal"/>
    <w:link w:val="RodapChar"/>
    <w:unhideWhenUsed/>
    <w:rsid w:val="00545754"/>
    <w:pPr>
      <w:tabs>
        <w:tab w:val="center" w:pos="4252"/>
        <w:tab w:val="right" w:pos="8504"/>
      </w:tabs>
      <w:spacing w:after="0" w:line="240" w:lineRule="auto"/>
    </w:pPr>
  </w:style>
  <w:style w:type="character" w:customStyle="1" w:styleId="RodapChar">
    <w:name w:val="Rodapé Char"/>
    <w:basedOn w:val="Fontepargpadro"/>
    <w:link w:val="Rodap"/>
    <w:rsid w:val="00545754"/>
  </w:style>
  <w:style w:type="paragraph" w:styleId="PargrafodaLista">
    <w:name w:val="List Paragraph"/>
    <w:basedOn w:val="Normal"/>
    <w:qFormat/>
    <w:rsid w:val="00E41195"/>
    <w:pPr>
      <w:ind w:left="720"/>
      <w:contextualSpacing/>
    </w:pPr>
  </w:style>
  <w:style w:type="paragraph" w:customStyle="1" w:styleId="TRN1">
    <w:name w:val="TRN1"/>
    <w:next w:val="Normal"/>
    <w:qFormat/>
    <w:rsid w:val="00CC39FC"/>
    <w:pPr>
      <w:numPr>
        <w:ilvl w:val="1"/>
        <w:numId w:val="1"/>
      </w:numPr>
      <w:spacing w:before="240" w:after="240" w:line="360" w:lineRule="auto"/>
      <w:jc w:val="both"/>
    </w:pPr>
    <w:rPr>
      <w:rFonts w:ascii="Arial" w:eastAsia="Bitstream Vera Sans" w:hAnsi="Arial" w:cs="Arial"/>
      <w:lang w:eastAsia="pt-BR"/>
    </w:rPr>
  </w:style>
  <w:style w:type="paragraph" w:customStyle="1" w:styleId="TRN0">
    <w:name w:val="TRN0"/>
    <w:basedOn w:val="Normal"/>
    <w:next w:val="Normal"/>
    <w:qFormat/>
    <w:rsid w:val="00CC39FC"/>
    <w:pPr>
      <w:numPr>
        <w:numId w:val="1"/>
      </w:numPr>
      <w:spacing w:before="60" w:after="60" w:line="240" w:lineRule="auto"/>
      <w:jc w:val="both"/>
    </w:pPr>
    <w:rPr>
      <w:rFonts w:ascii="Arial" w:eastAsia="Bitstream Vera Sans" w:hAnsi="Arial" w:cs="Arial"/>
      <w:b/>
      <w:lang w:eastAsia="pt-BR"/>
    </w:rPr>
  </w:style>
  <w:style w:type="paragraph" w:customStyle="1" w:styleId="TRN2">
    <w:name w:val="TRN2"/>
    <w:basedOn w:val="Normal"/>
    <w:next w:val="Normal"/>
    <w:qFormat/>
    <w:rsid w:val="005607CE"/>
    <w:pPr>
      <w:widowControl w:val="0"/>
      <w:numPr>
        <w:ilvl w:val="2"/>
        <w:numId w:val="1"/>
      </w:numPr>
      <w:spacing w:before="60" w:after="120" w:line="360" w:lineRule="auto"/>
      <w:jc w:val="both"/>
    </w:pPr>
    <w:rPr>
      <w:rFonts w:ascii="Arial" w:eastAsia="Bitstream Vera Sans" w:hAnsi="Arial" w:cs="Arial"/>
      <w:lang w:eastAsia="pt-BR"/>
    </w:rPr>
  </w:style>
  <w:style w:type="paragraph" w:customStyle="1" w:styleId="TRN3">
    <w:name w:val="TRN3"/>
    <w:basedOn w:val="Normal"/>
    <w:next w:val="Normal"/>
    <w:qFormat/>
    <w:rsid w:val="005607CE"/>
    <w:pPr>
      <w:widowControl w:val="0"/>
      <w:numPr>
        <w:ilvl w:val="3"/>
        <w:numId w:val="1"/>
      </w:numPr>
      <w:spacing w:before="60" w:after="60" w:line="360" w:lineRule="auto"/>
      <w:jc w:val="both"/>
    </w:pPr>
    <w:rPr>
      <w:rFonts w:ascii="Arial" w:eastAsia="Bitstream Vera Sans" w:hAnsi="Arial" w:cs="Arial"/>
      <w:lang w:eastAsia="pt-BR"/>
    </w:rPr>
  </w:style>
  <w:style w:type="paragraph" w:customStyle="1" w:styleId="TRN4">
    <w:name w:val="TRN4"/>
    <w:basedOn w:val="Normal"/>
    <w:next w:val="Normal"/>
    <w:qFormat/>
    <w:rsid w:val="00CC39FC"/>
    <w:pPr>
      <w:numPr>
        <w:ilvl w:val="4"/>
        <w:numId w:val="1"/>
      </w:numPr>
      <w:spacing w:before="60" w:after="60" w:line="360" w:lineRule="auto"/>
      <w:jc w:val="both"/>
    </w:pPr>
    <w:rPr>
      <w:rFonts w:ascii="Arial" w:eastAsia="Bitstream Vera Sans" w:hAnsi="Arial" w:cs="Arial"/>
      <w:lang w:eastAsia="pt-BR"/>
    </w:rPr>
  </w:style>
  <w:style w:type="paragraph" w:customStyle="1" w:styleId="TRN5">
    <w:name w:val="TRN5"/>
    <w:basedOn w:val="Normal"/>
    <w:next w:val="Normal"/>
    <w:qFormat/>
    <w:rsid w:val="00CC39FC"/>
    <w:pPr>
      <w:numPr>
        <w:ilvl w:val="5"/>
        <w:numId w:val="1"/>
      </w:numPr>
      <w:spacing w:before="60" w:after="60" w:line="360" w:lineRule="auto"/>
      <w:jc w:val="both"/>
    </w:pPr>
    <w:rPr>
      <w:rFonts w:ascii="Arial" w:eastAsia="Bitstream Vera Sans" w:hAnsi="Arial" w:cs="Arial"/>
      <w:lang w:eastAsia="pt-BR"/>
    </w:rPr>
  </w:style>
  <w:style w:type="paragraph" w:customStyle="1" w:styleId="Default">
    <w:name w:val="Default"/>
    <w:rsid w:val="001026C6"/>
    <w:pPr>
      <w:autoSpaceDE w:val="0"/>
      <w:autoSpaceDN w:val="0"/>
      <w:adjustRightInd w:val="0"/>
      <w:spacing w:after="0" w:line="240" w:lineRule="auto"/>
    </w:pPr>
    <w:rPr>
      <w:rFonts w:ascii="Arial" w:hAnsi="Arial" w:cs="Arial"/>
      <w:color w:val="000000"/>
      <w:sz w:val="24"/>
      <w:szCs w:val="24"/>
    </w:rPr>
  </w:style>
  <w:style w:type="character" w:customStyle="1" w:styleId="Ttulo1Char">
    <w:name w:val="Título 1 Char"/>
    <w:basedOn w:val="Fontepargpadro"/>
    <w:link w:val="Ttulo1"/>
    <w:uiPriority w:val="9"/>
    <w:rsid w:val="007F5AE7"/>
    <w:rPr>
      <w:rFonts w:ascii="Arial" w:eastAsia="Times New Roman" w:hAnsi="Arial" w:cs="Arial"/>
      <w:b/>
      <w:sz w:val="24"/>
      <w:szCs w:val="20"/>
      <w:u w:val="single"/>
      <w:lang w:eastAsia="zh-CN"/>
    </w:rPr>
  </w:style>
  <w:style w:type="character" w:customStyle="1" w:styleId="Ttulo2Char">
    <w:name w:val="Título 2 Char"/>
    <w:basedOn w:val="Fontepargpadro"/>
    <w:link w:val="Ttulo2"/>
    <w:uiPriority w:val="9"/>
    <w:rsid w:val="007F5AE7"/>
    <w:rPr>
      <w:rFonts w:ascii="Arial" w:eastAsia="Times New Roman" w:hAnsi="Arial" w:cs="Arial"/>
      <w:szCs w:val="20"/>
      <w:lang w:eastAsia="zh-CN"/>
    </w:rPr>
  </w:style>
  <w:style w:type="character" w:customStyle="1" w:styleId="Ttulo3Char">
    <w:name w:val="Título 3 Char"/>
    <w:basedOn w:val="Fontepargpadro"/>
    <w:link w:val="Ttulo3"/>
    <w:uiPriority w:val="9"/>
    <w:rsid w:val="007F5AE7"/>
    <w:rPr>
      <w:rFonts w:ascii="Arial" w:eastAsia="Times New Roman" w:hAnsi="Arial" w:cs="Arial"/>
      <w:szCs w:val="20"/>
      <w:lang w:eastAsia="zh-CN"/>
    </w:rPr>
  </w:style>
  <w:style w:type="character" w:customStyle="1" w:styleId="Ttulo4Char">
    <w:name w:val="Título 4 Char"/>
    <w:basedOn w:val="Fontepargpadro"/>
    <w:link w:val="Ttulo4"/>
    <w:uiPriority w:val="9"/>
    <w:rsid w:val="007F5AE7"/>
    <w:rPr>
      <w:rFonts w:ascii="Arial" w:eastAsia="Times New Roman" w:hAnsi="Arial" w:cs="Arial"/>
      <w:szCs w:val="20"/>
      <w:lang w:eastAsia="zh-CN"/>
    </w:rPr>
  </w:style>
  <w:style w:type="character" w:customStyle="1" w:styleId="Ttulo5Char">
    <w:name w:val="Título 5 Char"/>
    <w:basedOn w:val="Fontepargpadro"/>
    <w:link w:val="Ttulo5"/>
    <w:uiPriority w:val="9"/>
    <w:rsid w:val="007F5AE7"/>
    <w:rPr>
      <w:rFonts w:ascii="Arial" w:eastAsia="Times New Roman" w:hAnsi="Arial" w:cs="Arial"/>
      <w:szCs w:val="20"/>
      <w:lang w:eastAsia="zh-CN"/>
    </w:rPr>
  </w:style>
  <w:style w:type="character" w:customStyle="1" w:styleId="Ttulo6Char">
    <w:name w:val="Título 6 Char"/>
    <w:basedOn w:val="Fontepargpadro"/>
    <w:link w:val="Ttulo6"/>
    <w:rsid w:val="007F5AE7"/>
    <w:rPr>
      <w:rFonts w:ascii="Arial" w:eastAsia="Times New Roman" w:hAnsi="Arial" w:cs="Calibri"/>
      <w:bCs/>
      <w:sz w:val="24"/>
      <w:lang w:eastAsia="zh-CN"/>
    </w:rPr>
  </w:style>
  <w:style w:type="character" w:customStyle="1" w:styleId="Ttulo7Char">
    <w:name w:val="Título 7 Char"/>
    <w:basedOn w:val="Fontepargpadro"/>
    <w:link w:val="Ttulo7"/>
    <w:rsid w:val="007F5AE7"/>
    <w:rPr>
      <w:rFonts w:ascii="Arial" w:eastAsia="Times New Roman" w:hAnsi="Arial" w:cs="Calibri"/>
      <w:sz w:val="24"/>
      <w:szCs w:val="24"/>
      <w:lang w:eastAsia="zh-CN"/>
    </w:rPr>
  </w:style>
  <w:style w:type="character" w:customStyle="1" w:styleId="WW8Num1z0">
    <w:name w:val="WW8Num1z0"/>
    <w:rsid w:val="007F5AE7"/>
  </w:style>
  <w:style w:type="character" w:styleId="Hyperlink">
    <w:name w:val="Hyperlink"/>
    <w:uiPriority w:val="99"/>
    <w:rsid w:val="00412CE8"/>
    <w:rPr>
      <w:color w:val="0000FF"/>
      <w:u w:val="single"/>
    </w:rPr>
  </w:style>
  <w:style w:type="paragraph" w:styleId="Textodenotaderodap">
    <w:name w:val="footnote text"/>
    <w:basedOn w:val="Normal"/>
    <w:link w:val="TextodenotaderodapChar"/>
    <w:uiPriority w:val="99"/>
    <w:qFormat/>
    <w:rsid w:val="00412CE8"/>
    <w:pPr>
      <w:widowControl w:val="0"/>
      <w:suppressLineNumbers/>
      <w:suppressAutoHyphens/>
      <w:overflowPunct w:val="0"/>
      <w:spacing w:after="120" w:line="240" w:lineRule="auto"/>
      <w:ind w:left="339" w:hanging="339"/>
      <w:jc w:val="both"/>
    </w:pPr>
    <w:rPr>
      <w:rFonts w:ascii="Arial" w:eastAsia="Droid Sans" w:hAnsi="Arial" w:cs="Lohit Hindi"/>
      <w:color w:val="00000A"/>
      <w:sz w:val="24"/>
      <w:szCs w:val="20"/>
      <w:lang w:eastAsia="zh-CN" w:bidi="hi-IN"/>
    </w:rPr>
  </w:style>
  <w:style w:type="character" w:customStyle="1" w:styleId="TextodenotaderodapChar">
    <w:name w:val="Texto de nota de rodapé Char"/>
    <w:basedOn w:val="Fontepargpadro"/>
    <w:link w:val="Textodenotaderodap"/>
    <w:uiPriority w:val="99"/>
    <w:rsid w:val="00412CE8"/>
    <w:rPr>
      <w:rFonts w:ascii="Arial" w:eastAsia="Droid Sans" w:hAnsi="Arial" w:cs="Lohit Hindi"/>
      <w:color w:val="00000A"/>
      <w:sz w:val="24"/>
      <w:szCs w:val="20"/>
      <w:lang w:eastAsia="zh-CN" w:bidi="hi-IN"/>
    </w:rPr>
  </w:style>
  <w:style w:type="character" w:styleId="Refdenotaderodap">
    <w:name w:val="footnote reference"/>
    <w:uiPriority w:val="99"/>
    <w:unhideWhenUsed/>
    <w:qFormat/>
    <w:rsid w:val="00412CE8"/>
    <w:rPr>
      <w:vertAlign w:val="superscript"/>
    </w:rPr>
  </w:style>
  <w:style w:type="character" w:customStyle="1" w:styleId="Ttulo8Char">
    <w:name w:val="Título 8 Char"/>
    <w:basedOn w:val="Fontepargpadro"/>
    <w:link w:val="Ttulo8"/>
    <w:rsid w:val="00F250FB"/>
    <w:rPr>
      <w:rFonts w:ascii="Liberation Sans" w:eastAsia="Droid Sans Fallback" w:hAnsi="Liberation Sans" w:cs="FreeSans"/>
      <w:b/>
      <w:bCs/>
      <w:i/>
      <w:iCs/>
      <w:color w:val="000000"/>
      <w:lang w:eastAsia="zh-CN"/>
    </w:rPr>
  </w:style>
  <w:style w:type="character" w:customStyle="1" w:styleId="Ttulo9Char">
    <w:name w:val="Título 9 Char"/>
    <w:basedOn w:val="Fontepargpadro"/>
    <w:link w:val="Ttulo9"/>
    <w:rsid w:val="00F250FB"/>
    <w:rPr>
      <w:rFonts w:ascii="Liberation Sans" w:eastAsia="Droid Sans Fallback" w:hAnsi="Liberation Sans" w:cs="FreeSans"/>
      <w:b/>
      <w:bCs/>
      <w:color w:val="000000"/>
      <w:sz w:val="21"/>
      <w:szCs w:val="21"/>
      <w:lang w:eastAsia="zh-CN"/>
    </w:rPr>
  </w:style>
  <w:style w:type="paragraph" w:styleId="Ttulo">
    <w:name w:val="Title"/>
    <w:basedOn w:val="Normal"/>
    <w:next w:val="Normal"/>
    <w:link w:val="TtuloChar"/>
    <w:uiPriority w:val="10"/>
    <w:qFormat/>
    <w:rsid w:val="00F250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F250FB"/>
    <w:rPr>
      <w:rFonts w:asciiTheme="majorHAnsi" w:eastAsiaTheme="majorEastAsia" w:hAnsiTheme="majorHAnsi" w:cstheme="majorBidi"/>
      <w:spacing w:val="-10"/>
      <w:kern w:val="28"/>
      <w:sz w:val="56"/>
      <w:szCs w:val="56"/>
    </w:rPr>
  </w:style>
  <w:style w:type="table" w:customStyle="1" w:styleId="17">
    <w:name w:val="17"/>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16">
    <w:name w:val="16"/>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15">
    <w:name w:val="15"/>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14">
    <w:name w:val="14"/>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13">
    <w:name w:val="13"/>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12">
    <w:name w:val="12"/>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11">
    <w:name w:val="11"/>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10">
    <w:name w:val="10"/>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9">
    <w:name w:val="9"/>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8">
    <w:name w:val="8"/>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7">
    <w:name w:val="7"/>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6">
    <w:name w:val="6"/>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5">
    <w:name w:val="5"/>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4">
    <w:name w:val="4"/>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character" w:customStyle="1" w:styleId="WW8Num1z1">
    <w:name w:val="WW8Num1z1"/>
    <w:rsid w:val="00F250FB"/>
  </w:style>
  <w:style w:type="character" w:customStyle="1" w:styleId="WW8Num1z2">
    <w:name w:val="WW8Num1z2"/>
    <w:rsid w:val="00F250FB"/>
  </w:style>
  <w:style w:type="character" w:customStyle="1" w:styleId="WW8Num1z3">
    <w:name w:val="WW8Num1z3"/>
    <w:rsid w:val="00F250FB"/>
  </w:style>
  <w:style w:type="character" w:customStyle="1" w:styleId="WW8Num1z4">
    <w:name w:val="WW8Num1z4"/>
    <w:rsid w:val="00F250FB"/>
  </w:style>
  <w:style w:type="character" w:customStyle="1" w:styleId="WW8Num1z5">
    <w:name w:val="WW8Num1z5"/>
    <w:rsid w:val="00F250FB"/>
  </w:style>
  <w:style w:type="character" w:customStyle="1" w:styleId="WW8Num1z6">
    <w:name w:val="WW8Num1z6"/>
    <w:rsid w:val="00F250FB"/>
  </w:style>
  <w:style w:type="character" w:customStyle="1" w:styleId="WW8Num1z7">
    <w:name w:val="WW8Num1z7"/>
    <w:rsid w:val="00F250FB"/>
  </w:style>
  <w:style w:type="character" w:customStyle="1" w:styleId="WW8Num1z8">
    <w:name w:val="WW8Num1z8"/>
    <w:rsid w:val="00F250FB"/>
  </w:style>
  <w:style w:type="character" w:customStyle="1" w:styleId="WW8Num2z0">
    <w:name w:val="WW8Num2z0"/>
    <w:rsid w:val="00F250FB"/>
  </w:style>
  <w:style w:type="character" w:customStyle="1" w:styleId="WW8Num2z1">
    <w:name w:val="WW8Num2z1"/>
    <w:rsid w:val="00F250FB"/>
  </w:style>
  <w:style w:type="character" w:customStyle="1" w:styleId="WW8Num2z2">
    <w:name w:val="WW8Num2z2"/>
    <w:rsid w:val="00F250FB"/>
  </w:style>
  <w:style w:type="character" w:customStyle="1" w:styleId="WW8Num2z3">
    <w:name w:val="WW8Num2z3"/>
    <w:rsid w:val="00F250FB"/>
  </w:style>
  <w:style w:type="character" w:customStyle="1" w:styleId="WW8Num2z4">
    <w:name w:val="WW8Num2z4"/>
    <w:rsid w:val="00F250FB"/>
  </w:style>
  <w:style w:type="character" w:customStyle="1" w:styleId="WW8Num2z5">
    <w:name w:val="WW8Num2z5"/>
    <w:rsid w:val="00F250FB"/>
  </w:style>
  <w:style w:type="character" w:customStyle="1" w:styleId="WW8Num2z6">
    <w:name w:val="WW8Num2z6"/>
    <w:rsid w:val="00F250FB"/>
  </w:style>
  <w:style w:type="character" w:customStyle="1" w:styleId="WW8Num2z7">
    <w:name w:val="WW8Num2z7"/>
    <w:rsid w:val="00F250FB"/>
  </w:style>
  <w:style w:type="character" w:customStyle="1" w:styleId="WW8Num2z8">
    <w:name w:val="WW8Num2z8"/>
    <w:rsid w:val="00F250FB"/>
  </w:style>
  <w:style w:type="character" w:customStyle="1" w:styleId="WW8Num3z0">
    <w:name w:val="WW8Num3z0"/>
    <w:rsid w:val="00F250FB"/>
  </w:style>
  <w:style w:type="character" w:customStyle="1" w:styleId="WW8Num3z1">
    <w:name w:val="WW8Num3z1"/>
    <w:rsid w:val="00F250FB"/>
  </w:style>
  <w:style w:type="character" w:customStyle="1" w:styleId="WW8Num3z2">
    <w:name w:val="WW8Num3z2"/>
    <w:rsid w:val="00F250FB"/>
  </w:style>
  <w:style w:type="character" w:customStyle="1" w:styleId="WW8Num3z3">
    <w:name w:val="WW8Num3z3"/>
    <w:rsid w:val="00F250FB"/>
    <w:rPr>
      <w:b w:val="0"/>
      <w:bCs w:val="0"/>
    </w:rPr>
  </w:style>
  <w:style w:type="character" w:customStyle="1" w:styleId="WW8Num3z4">
    <w:name w:val="WW8Num3z4"/>
    <w:rsid w:val="00F250FB"/>
  </w:style>
  <w:style w:type="character" w:customStyle="1" w:styleId="WW8Num3z5">
    <w:name w:val="WW8Num3z5"/>
    <w:rsid w:val="00F250FB"/>
  </w:style>
  <w:style w:type="character" w:customStyle="1" w:styleId="WW8Num3z6">
    <w:name w:val="WW8Num3z6"/>
    <w:rsid w:val="00F250FB"/>
  </w:style>
  <w:style w:type="character" w:customStyle="1" w:styleId="WW8Num3z7">
    <w:name w:val="WW8Num3z7"/>
    <w:rsid w:val="00F250FB"/>
  </w:style>
  <w:style w:type="character" w:customStyle="1" w:styleId="WW8Num3z8">
    <w:name w:val="WW8Num3z8"/>
    <w:rsid w:val="00F250FB"/>
  </w:style>
  <w:style w:type="character" w:customStyle="1" w:styleId="WW8Num4z0">
    <w:name w:val="WW8Num4z0"/>
    <w:rsid w:val="00F250FB"/>
  </w:style>
  <w:style w:type="character" w:customStyle="1" w:styleId="WW8Num4z1">
    <w:name w:val="WW8Num4z1"/>
    <w:rsid w:val="00F250FB"/>
  </w:style>
  <w:style w:type="character" w:customStyle="1" w:styleId="WW8Num4z2">
    <w:name w:val="WW8Num4z2"/>
    <w:rsid w:val="00F250FB"/>
  </w:style>
  <w:style w:type="character" w:customStyle="1" w:styleId="WW8Num4z3">
    <w:name w:val="WW8Num4z3"/>
    <w:rsid w:val="00F250FB"/>
  </w:style>
  <w:style w:type="character" w:customStyle="1" w:styleId="WW8Num4z4">
    <w:name w:val="WW8Num4z4"/>
    <w:rsid w:val="00F250FB"/>
  </w:style>
  <w:style w:type="character" w:customStyle="1" w:styleId="WW8Num4z5">
    <w:name w:val="WW8Num4z5"/>
    <w:rsid w:val="00F250FB"/>
  </w:style>
  <w:style w:type="character" w:customStyle="1" w:styleId="WW8Num4z6">
    <w:name w:val="WW8Num4z6"/>
    <w:rsid w:val="00F250FB"/>
  </w:style>
  <w:style w:type="character" w:customStyle="1" w:styleId="WW8Num4z7">
    <w:name w:val="WW8Num4z7"/>
    <w:rsid w:val="00F250FB"/>
  </w:style>
  <w:style w:type="character" w:customStyle="1" w:styleId="WW8Num4z8">
    <w:name w:val="WW8Num4z8"/>
    <w:rsid w:val="00F250FB"/>
  </w:style>
  <w:style w:type="character" w:customStyle="1" w:styleId="Fontepargpadro3">
    <w:name w:val="Fonte parág. padrão3"/>
    <w:rsid w:val="00F250FB"/>
  </w:style>
  <w:style w:type="character" w:customStyle="1" w:styleId="Fontepargpadro2">
    <w:name w:val="Fonte parág. padrão2"/>
    <w:rsid w:val="00F250FB"/>
  </w:style>
  <w:style w:type="character" w:customStyle="1" w:styleId="WW8Num5z0">
    <w:name w:val="WW8Num5z0"/>
    <w:rsid w:val="00F250FB"/>
    <w:rPr>
      <w:rFonts w:ascii="Arial" w:eastAsia="Arial" w:hAnsi="Arial" w:cs="Arial"/>
      <w:b w:val="0"/>
      <w:i w:val="0"/>
      <w:strike w:val="0"/>
      <w:dstrike w:val="0"/>
      <w:color w:val="000000"/>
      <w:position w:val="0"/>
      <w:sz w:val="20"/>
      <w:szCs w:val="20"/>
      <w:u w:val="none" w:color="000000"/>
      <w:shd w:val="clear" w:color="auto" w:fill="auto"/>
      <w:vertAlign w:val="baseline"/>
    </w:rPr>
  </w:style>
  <w:style w:type="character" w:customStyle="1" w:styleId="Fontepargpadro1">
    <w:name w:val="Fonte parág. padrão1"/>
    <w:rsid w:val="00F250FB"/>
  </w:style>
  <w:style w:type="character" w:customStyle="1" w:styleId="footnotedescriptionChar">
    <w:name w:val="footnote description Char"/>
    <w:rsid w:val="00F250FB"/>
    <w:rPr>
      <w:rFonts w:ascii="Arial" w:eastAsia="Arial" w:hAnsi="Arial" w:cs="Arial"/>
      <w:color w:val="000000"/>
      <w:sz w:val="20"/>
    </w:rPr>
  </w:style>
  <w:style w:type="character" w:customStyle="1" w:styleId="footnotemark">
    <w:name w:val="footnote mark"/>
    <w:rsid w:val="00F250FB"/>
    <w:rPr>
      <w:rFonts w:ascii="Arial" w:eastAsia="Arial" w:hAnsi="Arial" w:cs="Arial"/>
      <w:color w:val="000000"/>
      <w:sz w:val="20"/>
      <w:vertAlign w:val="superscript"/>
    </w:rPr>
  </w:style>
  <w:style w:type="character" w:customStyle="1" w:styleId="Caracteresdenotaderodap">
    <w:name w:val="Caracteres de nota de rodapé"/>
    <w:rsid w:val="00F250FB"/>
  </w:style>
  <w:style w:type="character" w:customStyle="1" w:styleId="Refdenotaderodap1">
    <w:name w:val="Ref. de nota de rodapé1"/>
    <w:rsid w:val="00F250FB"/>
    <w:rPr>
      <w:vertAlign w:val="superscript"/>
    </w:rPr>
  </w:style>
  <w:style w:type="character" w:customStyle="1" w:styleId="Caracteresdenotadefim">
    <w:name w:val="Caracteres de nota de fim"/>
    <w:rsid w:val="00F250FB"/>
    <w:rPr>
      <w:vertAlign w:val="superscript"/>
    </w:rPr>
  </w:style>
  <w:style w:type="character" w:customStyle="1" w:styleId="WW-Caracteresdenotadefim">
    <w:name w:val="WW-Caracteres de nota de fim"/>
    <w:rsid w:val="00F250FB"/>
  </w:style>
  <w:style w:type="character" w:customStyle="1" w:styleId="Smbolosdenumerao">
    <w:name w:val="Símbolos de numeração"/>
    <w:rsid w:val="00F250FB"/>
  </w:style>
  <w:style w:type="character" w:customStyle="1" w:styleId="Refdenotadefim1">
    <w:name w:val="Ref. de nota de fim1"/>
    <w:rsid w:val="00F250FB"/>
    <w:rPr>
      <w:vertAlign w:val="superscript"/>
    </w:rPr>
  </w:style>
  <w:style w:type="character" w:customStyle="1" w:styleId="FootnoteCharacters">
    <w:name w:val="Footnote Characters"/>
    <w:rsid w:val="00F250FB"/>
    <w:rPr>
      <w:vertAlign w:val="superscript"/>
    </w:rPr>
  </w:style>
  <w:style w:type="character" w:customStyle="1" w:styleId="EndnoteCharacters">
    <w:name w:val="Endnote Characters"/>
    <w:rsid w:val="00F250FB"/>
    <w:rPr>
      <w:vertAlign w:val="superscript"/>
    </w:rPr>
  </w:style>
  <w:style w:type="character" w:customStyle="1" w:styleId="Refdenotaderodap2">
    <w:name w:val="Ref. de nota de rodapé2"/>
    <w:rsid w:val="00F250FB"/>
    <w:rPr>
      <w:vertAlign w:val="superscript"/>
    </w:rPr>
  </w:style>
  <w:style w:type="character" w:customStyle="1" w:styleId="Refdenotadefim2">
    <w:name w:val="Ref. de nota de fim2"/>
    <w:rsid w:val="00F250FB"/>
    <w:rPr>
      <w:vertAlign w:val="superscript"/>
    </w:rPr>
  </w:style>
  <w:style w:type="character" w:styleId="Refdenotadefim">
    <w:name w:val="endnote reference"/>
    <w:rsid w:val="00F250FB"/>
    <w:rPr>
      <w:vertAlign w:val="superscript"/>
    </w:rPr>
  </w:style>
  <w:style w:type="paragraph" w:customStyle="1" w:styleId="Heading">
    <w:name w:val="Heading"/>
    <w:basedOn w:val="Normal"/>
    <w:next w:val="Corpodetexto"/>
    <w:rsid w:val="00F250FB"/>
    <w:pPr>
      <w:keepNext/>
      <w:suppressAutoHyphens/>
      <w:spacing w:before="240" w:after="120" w:line="240" w:lineRule="auto"/>
      <w:ind w:left="10" w:right="10" w:hanging="10"/>
      <w:jc w:val="both"/>
    </w:pPr>
    <w:rPr>
      <w:rFonts w:ascii="Liberation Sans" w:eastAsia="Noto Sans CJK SC Regular" w:hAnsi="Liberation Sans" w:cs="FreeSans"/>
      <w:color w:val="000000"/>
      <w:sz w:val="28"/>
      <w:szCs w:val="28"/>
      <w:lang w:eastAsia="zh-CN"/>
    </w:rPr>
  </w:style>
  <w:style w:type="paragraph" w:styleId="Corpodetexto">
    <w:name w:val="Body Text"/>
    <w:basedOn w:val="Normal"/>
    <w:link w:val="CorpodetextoChar"/>
    <w:rsid w:val="00F250FB"/>
    <w:pPr>
      <w:suppressAutoHyphens/>
      <w:spacing w:after="140" w:line="288" w:lineRule="auto"/>
      <w:ind w:left="10" w:right="10" w:hanging="10"/>
      <w:jc w:val="both"/>
    </w:pPr>
    <w:rPr>
      <w:rFonts w:ascii="Arial" w:eastAsia="Arial" w:hAnsi="Arial" w:cs="Arial"/>
      <w:color w:val="000000"/>
      <w:sz w:val="24"/>
      <w:lang w:eastAsia="zh-CN"/>
    </w:rPr>
  </w:style>
  <w:style w:type="character" w:customStyle="1" w:styleId="CorpodetextoChar">
    <w:name w:val="Corpo de texto Char"/>
    <w:basedOn w:val="Fontepargpadro"/>
    <w:link w:val="Corpodetexto"/>
    <w:rsid w:val="00F250FB"/>
    <w:rPr>
      <w:rFonts w:ascii="Arial" w:eastAsia="Arial" w:hAnsi="Arial" w:cs="Arial"/>
      <w:color w:val="000000"/>
      <w:sz w:val="24"/>
      <w:lang w:eastAsia="zh-CN"/>
    </w:rPr>
  </w:style>
  <w:style w:type="paragraph" w:styleId="Lista">
    <w:name w:val="List"/>
    <w:basedOn w:val="Corpodetexto"/>
    <w:rsid w:val="00F250FB"/>
    <w:rPr>
      <w:rFonts w:cs="FreeSans"/>
    </w:rPr>
  </w:style>
  <w:style w:type="paragraph" w:styleId="Legenda">
    <w:name w:val="caption"/>
    <w:basedOn w:val="Normal"/>
    <w:qFormat/>
    <w:rsid w:val="00F250FB"/>
    <w:pPr>
      <w:suppressLineNumbers/>
      <w:suppressAutoHyphens/>
      <w:spacing w:before="120" w:after="120" w:line="240" w:lineRule="auto"/>
      <w:ind w:left="10" w:right="10" w:hanging="10"/>
      <w:jc w:val="both"/>
    </w:pPr>
    <w:rPr>
      <w:rFonts w:ascii="Arial" w:eastAsia="Arial" w:hAnsi="Arial" w:cs="FreeSans"/>
      <w:i/>
      <w:iCs/>
      <w:color w:val="000000"/>
      <w:sz w:val="24"/>
      <w:szCs w:val="24"/>
      <w:lang w:eastAsia="zh-CN"/>
    </w:rPr>
  </w:style>
  <w:style w:type="paragraph" w:customStyle="1" w:styleId="Index">
    <w:name w:val="Index"/>
    <w:basedOn w:val="Normal"/>
    <w:rsid w:val="00F250FB"/>
    <w:pPr>
      <w:suppressLineNumbers/>
      <w:suppressAutoHyphens/>
      <w:spacing w:after="48" w:line="240" w:lineRule="auto"/>
      <w:ind w:left="10" w:right="10" w:hanging="10"/>
      <w:jc w:val="both"/>
    </w:pPr>
    <w:rPr>
      <w:rFonts w:ascii="Arial" w:eastAsia="Arial" w:hAnsi="Arial" w:cs="FreeSans"/>
      <w:color w:val="000000"/>
      <w:sz w:val="24"/>
      <w:lang w:eastAsia="zh-CN"/>
    </w:rPr>
  </w:style>
  <w:style w:type="paragraph" w:customStyle="1" w:styleId="Ttulo11">
    <w:name w:val="Título1"/>
    <w:basedOn w:val="Normal"/>
    <w:next w:val="Corpodetexto"/>
    <w:rsid w:val="00F250FB"/>
    <w:pPr>
      <w:keepNext/>
      <w:suppressAutoHyphens/>
      <w:spacing w:before="240" w:after="120" w:line="240" w:lineRule="auto"/>
      <w:ind w:left="10" w:right="10" w:hanging="10"/>
      <w:jc w:val="both"/>
    </w:pPr>
    <w:rPr>
      <w:rFonts w:ascii="Liberation Sans" w:eastAsia="Droid Sans Fallback" w:hAnsi="Liberation Sans" w:cs="FreeSans"/>
      <w:color w:val="000000"/>
      <w:sz w:val="28"/>
      <w:szCs w:val="28"/>
      <w:lang w:eastAsia="zh-CN"/>
    </w:rPr>
  </w:style>
  <w:style w:type="paragraph" w:customStyle="1" w:styleId="Legenda2">
    <w:name w:val="Legenda2"/>
    <w:basedOn w:val="Normal"/>
    <w:rsid w:val="00F250FB"/>
    <w:pPr>
      <w:suppressLineNumbers/>
      <w:suppressAutoHyphens/>
      <w:spacing w:before="120" w:after="120" w:line="240" w:lineRule="auto"/>
      <w:ind w:left="10" w:right="10" w:hanging="10"/>
      <w:jc w:val="both"/>
    </w:pPr>
    <w:rPr>
      <w:rFonts w:ascii="Arial" w:eastAsia="Arial" w:hAnsi="Arial" w:cs="FreeSans"/>
      <w:i/>
      <w:iCs/>
      <w:color w:val="000000"/>
      <w:sz w:val="24"/>
      <w:szCs w:val="24"/>
      <w:lang w:eastAsia="zh-CN"/>
    </w:rPr>
  </w:style>
  <w:style w:type="paragraph" w:customStyle="1" w:styleId="Ttulo20">
    <w:name w:val="Título2"/>
    <w:basedOn w:val="Normal"/>
    <w:next w:val="Corpodetexto"/>
    <w:rsid w:val="00F250FB"/>
    <w:pPr>
      <w:keepNext/>
      <w:suppressAutoHyphens/>
      <w:spacing w:before="240" w:after="120" w:line="240" w:lineRule="auto"/>
      <w:ind w:left="10" w:right="10" w:hanging="10"/>
      <w:jc w:val="both"/>
    </w:pPr>
    <w:rPr>
      <w:rFonts w:ascii="Liberation Sans" w:eastAsia="Noto Sans CJK SC Regular" w:hAnsi="Liberation Sans" w:cs="FreeSans"/>
      <w:color w:val="000000"/>
      <w:sz w:val="28"/>
      <w:szCs w:val="28"/>
      <w:lang w:eastAsia="zh-CN"/>
    </w:rPr>
  </w:style>
  <w:style w:type="paragraph" w:customStyle="1" w:styleId="Legenda1">
    <w:name w:val="Legenda1"/>
    <w:basedOn w:val="Normal"/>
    <w:rsid w:val="00F250FB"/>
    <w:pPr>
      <w:suppressLineNumbers/>
      <w:suppressAutoHyphens/>
      <w:spacing w:before="120" w:after="120" w:line="240" w:lineRule="auto"/>
      <w:ind w:left="10" w:right="10" w:hanging="10"/>
      <w:jc w:val="both"/>
    </w:pPr>
    <w:rPr>
      <w:rFonts w:ascii="Arial" w:eastAsia="Arial" w:hAnsi="Arial" w:cs="FreeSans"/>
      <w:i/>
      <w:iCs/>
      <w:color w:val="000000"/>
      <w:sz w:val="24"/>
      <w:szCs w:val="24"/>
      <w:lang w:eastAsia="zh-CN"/>
    </w:rPr>
  </w:style>
  <w:style w:type="paragraph" w:customStyle="1" w:styleId="ndice">
    <w:name w:val="Índice"/>
    <w:basedOn w:val="Normal"/>
    <w:rsid w:val="00F250FB"/>
    <w:pPr>
      <w:suppressLineNumbers/>
      <w:suppressAutoHyphens/>
      <w:spacing w:after="48" w:line="240" w:lineRule="auto"/>
      <w:ind w:left="10" w:right="10" w:hanging="10"/>
      <w:jc w:val="both"/>
    </w:pPr>
    <w:rPr>
      <w:rFonts w:ascii="Arial" w:eastAsia="Arial" w:hAnsi="Arial" w:cs="FreeSans"/>
      <w:color w:val="000000"/>
      <w:sz w:val="24"/>
      <w:lang w:eastAsia="zh-CN"/>
    </w:rPr>
  </w:style>
  <w:style w:type="paragraph" w:customStyle="1" w:styleId="footnotedescription">
    <w:name w:val="footnote description"/>
    <w:next w:val="Normal"/>
    <w:rsid w:val="00F250FB"/>
    <w:pPr>
      <w:suppressAutoHyphens/>
      <w:spacing w:after="0" w:line="240" w:lineRule="auto"/>
      <w:ind w:left="338" w:hanging="338"/>
      <w:jc w:val="both"/>
    </w:pPr>
    <w:rPr>
      <w:rFonts w:ascii="Arial" w:eastAsia="Arial" w:hAnsi="Arial" w:cs="Arial"/>
      <w:color w:val="000000"/>
      <w:sz w:val="20"/>
      <w:lang w:eastAsia="zh-CN"/>
    </w:rPr>
  </w:style>
  <w:style w:type="paragraph" w:customStyle="1" w:styleId="Contedodatabela">
    <w:name w:val="Conteúdo da tabela"/>
    <w:basedOn w:val="Normal"/>
    <w:rsid w:val="00F250FB"/>
    <w:pPr>
      <w:suppressLineNumbers/>
      <w:suppressAutoHyphens/>
      <w:spacing w:after="48" w:line="240" w:lineRule="auto"/>
      <w:ind w:left="10" w:right="10" w:hanging="10"/>
      <w:jc w:val="both"/>
    </w:pPr>
    <w:rPr>
      <w:rFonts w:ascii="Arial" w:eastAsia="Arial" w:hAnsi="Arial" w:cs="Arial"/>
      <w:color w:val="000000"/>
      <w:sz w:val="24"/>
      <w:lang w:eastAsia="zh-CN"/>
    </w:rPr>
  </w:style>
  <w:style w:type="paragraph" w:customStyle="1" w:styleId="Ttulodetabela">
    <w:name w:val="Título de tabela"/>
    <w:basedOn w:val="Contedodatabela"/>
    <w:rsid w:val="00F250FB"/>
    <w:pPr>
      <w:jc w:val="center"/>
    </w:pPr>
    <w:rPr>
      <w:b/>
      <w:bCs/>
    </w:rPr>
  </w:style>
  <w:style w:type="paragraph" w:customStyle="1" w:styleId="Ttulo10">
    <w:name w:val="Título 10"/>
    <w:basedOn w:val="Ttulo11"/>
    <w:next w:val="Corpodetexto"/>
    <w:rsid w:val="00F250FB"/>
    <w:pPr>
      <w:numPr>
        <w:numId w:val="3"/>
      </w:numPr>
      <w:spacing w:before="60" w:after="60"/>
    </w:pPr>
    <w:rPr>
      <w:b/>
      <w:bCs/>
      <w:sz w:val="21"/>
      <w:szCs w:val="21"/>
    </w:rPr>
  </w:style>
  <w:style w:type="paragraph" w:customStyle="1" w:styleId="TableContents">
    <w:name w:val="Table Contents"/>
    <w:basedOn w:val="Normal"/>
    <w:rsid w:val="00F250FB"/>
    <w:pPr>
      <w:suppressLineNumbers/>
      <w:suppressAutoHyphens/>
      <w:spacing w:after="48" w:line="240" w:lineRule="auto"/>
      <w:ind w:left="10" w:right="10" w:hanging="10"/>
      <w:jc w:val="both"/>
    </w:pPr>
    <w:rPr>
      <w:rFonts w:ascii="Arial" w:eastAsia="Arial" w:hAnsi="Arial" w:cs="Arial"/>
      <w:color w:val="000000"/>
      <w:sz w:val="24"/>
      <w:lang w:eastAsia="zh-CN"/>
    </w:rPr>
  </w:style>
  <w:style w:type="paragraph" w:customStyle="1" w:styleId="TableHeading">
    <w:name w:val="Table Heading"/>
    <w:basedOn w:val="TableContents"/>
    <w:rsid w:val="00F250FB"/>
    <w:pPr>
      <w:jc w:val="center"/>
    </w:pPr>
    <w:rPr>
      <w:b/>
      <w:bCs/>
    </w:rPr>
  </w:style>
  <w:style w:type="paragraph" w:styleId="Textodebalo">
    <w:name w:val="Balloon Text"/>
    <w:basedOn w:val="Normal"/>
    <w:link w:val="TextodebaloChar"/>
    <w:uiPriority w:val="99"/>
    <w:semiHidden/>
    <w:unhideWhenUsed/>
    <w:rsid w:val="00F250FB"/>
    <w:pPr>
      <w:suppressAutoHyphens/>
      <w:spacing w:after="0" w:line="240" w:lineRule="auto"/>
      <w:ind w:left="10" w:right="10" w:hanging="10"/>
      <w:jc w:val="both"/>
    </w:pPr>
    <w:rPr>
      <w:rFonts w:ascii="Segoe UI" w:eastAsia="Arial" w:hAnsi="Segoe UI" w:cs="Segoe UI"/>
      <w:color w:val="000000"/>
      <w:sz w:val="18"/>
      <w:szCs w:val="18"/>
      <w:lang w:eastAsia="zh-CN"/>
    </w:rPr>
  </w:style>
  <w:style w:type="character" w:customStyle="1" w:styleId="TextodebaloChar">
    <w:name w:val="Texto de balão Char"/>
    <w:basedOn w:val="Fontepargpadro"/>
    <w:link w:val="Textodebalo"/>
    <w:uiPriority w:val="99"/>
    <w:semiHidden/>
    <w:rsid w:val="00F250FB"/>
    <w:rPr>
      <w:rFonts w:ascii="Segoe UI" w:eastAsia="Arial" w:hAnsi="Segoe UI" w:cs="Segoe UI"/>
      <w:color w:val="000000"/>
      <w:sz w:val="18"/>
      <w:szCs w:val="18"/>
      <w:lang w:eastAsia="zh-CN"/>
    </w:rPr>
  </w:style>
  <w:style w:type="paragraph" w:customStyle="1" w:styleId="EstiloTermodeReferencia">
    <w:name w:val="Estilo Termo de Referencia"/>
    <w:next w:val="Normal"/>
    <w:qFormat/>
    <w:rsid w:val="00F250FB"/>
    <w:pPr>
      <w:spacing w:before="60" w:after="60" w:line="360" w:lineRule="auto"/>
      <w:jc w:val="both"/>
    </w:pPr>
    <w:rPr>
      <w:rFonts w:ascii="Arial" w:eastAsia="Bitstream Vera Sans" w:hAnsi="Arial" w:cs="Arial"/>
      <w:lang w:eastAsia="pt-BR"/>
    </w:rPr>
  </w:style>
  <w:style w:type="paragraph" w:customStyle="1" w:styleId="Standard">
    <w:name w:val="Standard"/>
    <w:rsid w:val="00F250F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styleId="Refdecomentrio">
    <w:name w:val="annotation reference"/>
    <w:basedOn w:val="Fontepargpadro"/>
    <w:uiPriority w:val="99"/>
    <w:semiHidden/>
    <w:unhideWhenUsed/>
    <w:rsid w:val="00F250FB"/>
    <w:rPr>
      <w:sz w:val="16"/>
      <w:szCs w:val="16"/>
    </w:rPr>
  </w:style>
  <w:style w:type="paragraph" w:styleId="Textodecomentrio">
    <w:name w:val="annotation text"/>
    <w:basedOn w:val="Normal"/>
    <w:link w:val="TextodecomentrioChar"/>
    <w:uiPriority w:val="99"/>
    <w:semiHidden/>
    <w:unhideWhenUsed/>
    <w:rsid w:val="00F250FB"/>
    <w:pPr>
      <w:suppressAutoHyphens/>
      <w:spacing w:after="48" w:line="240" w:lineRule="auto"/>
      <w:ind w:left="10" w:right="10" w:hanging="10"/>
      <w:jc w:val="both"/>
    </w:pPr>
    <w:rPr>
      <w:rFonts w:ascii="Arial" w:eastAsia="Arial" w:hAnsi="Arial" w:cs="Arial"/>
      <w:color w:val="000000"/>
      <w:sz w:val="20"/>
      <w:szCs w:val="20"/>
      <w:lang w:eastAsia="zh-CN"/>
    </w:rPr>
  </w:style>
  <w:style w:type="character" w:customStyle="1" w:styleId="TextodecomentrioChar">
    <w:name w:val="Texto de comentário Char"/>
    <w:basedOn w:val="Fontepargpadro"/>
    <w:link w:val="Textodecomentrio"/>
    <w:uiPriority w:val="99"/>
    <w:semiHidden/>
    <w:rsid w:val="00F250FB"/>
    <w:rPr>
      <w:rFonts w:ascii="Arial" w:eastAsia="Arial" w:hAnsi="Arial" w:cs="Arial"/>
      <w:color w:val="000000"/>
      <w:sz w:val="20"/>
      <w:szCs w:val="20"/>
      <w:lang w:eastAsia="zh-CN"/>
    </w:rPr>
  </w:style>
  <w:style w:type="paragraph" w:styleId="Assuntodocomentrio">
    <w:name w:val="annotation subject"/>
    <w:basedOn w:val="Textodecomentrio"/>
    <w:next w:val="Textodecomentrio"/>
    <w:link w:val="AssuntodocomentrioChar"/>
    <w:uiPriority w:val="99"/>
    <w:semiHidden/>
    <w:unhideWhenUsed/>
    <w:rsid w:val="00F250FB"/>
    <w:rPr>
      <w:b/>
      <w:bCs/>
    </w:rPr>
  </w:style>
  <w:style w:type="character" w:customStyle="1" w:styleId="AssuntodocomentrioChar">
    <w:name w:val="Assunto do comentário Char"/>
    <w:basedOn w:val="TextodecomentrioChar"/>
    <w:link w:val="Assuntodocomentrio"/>
    <w:uiPriority w:val="99"/>
    <w:semiHidden/>
    <w:rsid w:val="00F250FB"/>
    <w:rPr>
      <w:rFonts w:ascii="Arial" w:eastAsia="Arial" w:hAnsi="Arial" w:cs="Arial"/>
      <w:b/>
      <w:bCs/>
      <w:color w:val="000000"/>
      <w:sz w:val="20"/>
      <w:szCs w:val="20"/>
      <w:lang w:eastAsia="zh-CN"/>
    </w:rPr>
  </w:style>
  <w:style w:type="character" w:customStyle="1" w:styleId="normaltextrun">
    <w:name w:val="normaltextrun"/>
    <w:basedOn w:val="Fontepargpadro"/>
    <w:rsid w:val="00F250FB"/>
  </w:style>
  <w:style w:type="character" w:customStyle="1" w:styleId="eop">
    <w:name w:val="eop"/>
    <w:basedOn w:val="Fontepargpadro"/>
    <w:rsid w:val="00F250FB"/>
  </w:style>
  <w:style w:type="paragraph" w:customStyle="1" w:styleId="corpo">
    <w:name w:val="corpo"/>
    <w:basedOn w:val="Normal"/>
    <w:rsid w:val="00F250F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Corponico">
    <w:name w:val="Corpo único"/>
    <w:basedOn w:val="Normal"/>
    <w:qFormat/>
    <w:rsid w:val="00F250FB"/>
    <w:pPr>
      <w:suppressAutoHyphens/>
      <w:spacing w:after="240" w:line="240" w:lineRule="auto"/>
      <w:jc w:val="both"/>
    </w:pPr>
    <w:rPr>
      <w:rFonts w:ascii="Arial" w:eastAsia="Times New Roman" w:hAnsi="Arial" w:cs="Times New Roman"/>
      <w:sz w:val="24"/>
      <w:szCs w:val="20"/>
      <w:lang w:eastAsia="zh-CN"/>
    </w:rPr>
  </w:style>
  <w:style w:type="paragraph" w:customStyle="1" w:styleId="Cap">
    <w:name w:val="Cap"/>
    <w:basedOn w:val="Normal"/>
    <w:qFormat/>
    <w:rsid w:val="00F250FB"/>
    <w:pPr>
      <w:keepNext/>
      <w:suppressAutoHyphens/>
      <w:spacing w:before="360" w:after="240" w:line="240" w:lineRule="auto"/>
      <w:jc w:val="center"/>
    </w:pPr>
    <w:rPr>
      <w:rFonts w:ascii="Arial" w:eastAsia="Times New Roman" w:hAnsi="Arial" w:cs="Times New Roman"/>
      <w:b/>
      <w:caps/>
      <w:sz w:val="24"/>
      <w:szCs w:val="20"/>
      <w:lang w:eastAsia="zh-CN"/>
    </w:rPr>
  </w:style>
  <w:style w:type="table" w:customStyle="1" w:styleId="TableGrid">
    <w:name w:val="TableGrid"/>
    <w:rsid w:val="00653900"/>
    <w:pPr>
      <w:spacing w:after="0" w:line="240" w:lineRule="auto"/>
    </w:pPr>
    <w:rPr>
      <w:rFonts w:eastAsiaTheme="minorEastAsia"/>
      <w:kern w:val="2"/>
      <w:sz w:val="24"/>
      <w:szCs w:val="24"/>
      <w:lang w:eastAsia="pt-BR"/>
      <w14:ligatures w14:val="standardContextual"/>
    </w:rPr>
    <w:tblPr>
      <w:tblCellMar>
        <w:top w:w="0" w:type="dxa"/>
        <w:left w:w="0" w:type="dxa"/>
        <w:bottom w:w="0" w:type="dxa"/>
        <w:right w:w="0" w:type="dxa"/>
      </w:tblCellMar>
    </w:tblPr>
  </w:style>
  <w:style w:type="character" w:customStyle="1" w:styleId="ui-provider">
    <w:name w:val="ui-provider"/>
    <w:basedOn w:val="Fontepargpadro"/>
    <w:rsid w:val="004865EB"/>
  </w:style>
  <w:style w:type="numbering" w:customStyle="1" w:styleId="Estilo3">
    <w:name w:val="Estilo3"/>
    <w:uiPriority w:val="99"/>
    <w:rsid w:val="0057346B"/>
    <w:pPr>
      <w:numPr>
        <w:numId w:val="8"/>
      </w:numPr>
    </w:pPr>
  </w:style>
  <w:style w:type="character" w:styleId="Forte">
    <w:name w:val="Strong"/>
    <w:basedOn w:val="Fontepargpadro"/>
    <w:uiPriority w:val="22"/>
    <w:qFormat/>
    <w:rsid w:val="00B46C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78154">
      <w:bodyDiv w:val="1"/>
      <w:marLeft w:val="0"/>
      <w:marRight w:val="0"/>
      <w:marTop w:val="0"/>
      <w:marBottom w:val="0"/>
      <w:divBdr>
        <w:top w:val="none" w:sz="0" w:space="0" w:color="auto"/>
        <w:left w:val="none" w:sz="0" w:space="0" w:color="auto"/>
        <w:bottom w:val="none" w:sz="0" w:space="0" w:color="auto"/>
        <w:right w:val="none" w:sz="0" w:space="0" w:color="auto"/>
      </w:divBdr>
    </w:div>
    <w:div w:id="152719158">
      <w:bodyDiv w:val="1"/>
      <w:marLeft w:val="0"/>
      <w:marRight w:val="0"/>
      <w:marTop w:val="0"/>
      <w:marBottom w:val="0"/>
      <w:divBdr>
        <w:top w:val="none" w:sz="0" w:space="0" w:color="auto"/>
        <w:left w:val="none" w:sz="0" w:space="0" w:color="auto"/>
        <w:bottom w:val="none" w:sz="0" w:space="0" w:color="auto"/>
        <w:right w:val="none" w:sz="0" w:space="0" w:color="auto"/>
      </w:divBdr>
    </w:div>
    <w:div w:id="305745995">
      <w:bodyDiv w:val="1"/>
      <w:marLeft w:val="0"/>
      <w:marRight w:val="0"/>
      <w:marTop w:val="0"/>
      <w:marBottom w:val="0"/>
      <w:divBdr>
        <w:top w:val="none" w:sz="0" w:space="0" w:color="auto"/>
        <w:left w:val="none" w:sz="0" w:space="0" w:color="auto"/>
        <w:bottom w:val="none" w:sz="0" w:space="0" w:color="auto"/>
        <w:right w:val="none" w:sz="0" w:space="0" w:color="auto"/>
      </w:divBdr>
    </w:div>
    <w:div w:id="396980915">
      <w:bodyDiv w:val="1"/>
      <w:marLeft w:val="0"/>
      <w:marRight w:val="0"/>
      <w:marTop w:val="0"/>
      <w:marBottom w:val="0"/>
      <w:divBdr>
        <w:top w:val="none" w:sz="0" w:space="0" w:color="auto"/>
        <w:left w:val="none" w:sz="0" w:space="0" w:color="auto"/>
        <w:bottom w:val="none" w:sz="0" w:space="0" w:color="auto"/>
        <w:right w:val="none" w:sz="0" w:space="0" w:color="auto"/>
      </w:divBdr>
    </w:div>
    <w:div w:id="413471972">
      <w:bodyDiv w:val="1"/>
      <w:marLeft w:val="0"/>
      <w:marRight w:val="0"/>
      <w:marTop w:val="0"/>
      <w:marBottom w:val="0"/>
      <w:divBdr>
        <w:top w:val="none" w:sz="0" w:space="0" w:color="auto"/>
        <w:left w:val="none" w:sz="0" w:space="0" w:color="auto"/>
        <w:bottom w:val="none" w:sz="0" w:space="0" w:color="auto"/>
        <w:right w:val="none" w:sz="0" w:space="0" w:color="auto"/>
      </w:divBdr>
    </w:div>
    <w:div w:id="600575381">
      <w:bodyDiv w:val="1"/>
      <w:marLeft w:val="0"/>
      <w:marRight w:val="0"/>
      <w:marTop w:val="0"/>
      <w:marBottom w:val="0"/>
      <w:divBdr>
        <w:top w:val="none" w:sz="0" w:space="0" w:color="auto"/>
        <w:left w:val="none" w:sz="0" w:space="0" w:color="auto"/>
        <w:bottom w:val="none" w:sz="0" w:space="0" w:color="auto"/>
        <w:right w:val="none" w:sz="0" w:space="0" w:color="auto"/>
      </w:divBdr>
    </w:div>
    <w:div w:id="633414820">
      <w:bodyDiv w:val="1"/>
      <w:marLeft w:val="0"/>
      <w:marRight w:val="0"/>
      <w:marTop w:val="0"/>
      <w:marBottom w:val="0"/>
      <w:divBdr>
        <w:top w:val="none" w:sz="0" w:space="0" w:color="auto"/>
        <w:left w:val="none" w:sz="0" w:space="0" w:color="auto"/>
        <w:bottom w:val="none" w:sz="0" w:space="0" w:color="auto"/>
        <w:right w:val="none" w:sz="0" w:space="0" w:color="auto"/>
      </w:divBdr>
    </w:div>
    <w:div w:id="899945861">
      <w:bodyDiv w:val="1"/>
      <w:marLeft w:val="0"/>
      <w:marRight w:val="0"/>
      <w:marTop w:val="0"/>
      <w:marBottom w:val="0"/>
      <w:divBdr>
        <w:top w:val="none" w:sz="0" w:space="0" w:color="auto"/>
        <w:left w:val="none" w:sz="0" w:space="0" w:color="auto"/>
        <w:bottom w:val="none" w:sz="0" w:space="0" w:color="auto"/>
        <w:right w:val="none" w:sz="0" w:space="0" w:color="auto"/>
      </w:divBdr>
    </w:div>
    <w:div w:id="1050418996">
      <w:bodyDiv w:val="1"/>
      <w:marLeft w:val="0"/>
      <w:marRight w:val="0"/>
      <w:marTop w:val="0"/>
      <w:marBottom w:val="0"/>
      <w:divBdr>
        <w:top w:val="none" w:sz="0" w:space="0" w:color="auto"/>
        <w:left w:val="none" w:sz="0" w:space="0" w:color="auto"/>
        <w:bottom w:val="none" w:sz="0" w:space="0" w:color="auto"/>
        <w:right w:val="none" w:sz="0" w:space="0" w:color="auto"/>
      </w:divBdr>
    </w:div>
    <w:div w:id="1126503900">
      <w:bodyDiv w:val="1"/>
      <w:marLeft w:val="0"/>
      <w:marRight w:val="0"/>
      <w:marTop w:val="0"/>
      <w:marBottom w:val="0"/>
      <w:divBdr>
        <w:top w:val="none" w:sz="0" w:space="0" w:color="auto"/>
        <w:left w:val="none" w:sz="0" w:space="0" w:color="auto"/>
        <w:bottom w:val="none" w:sz="0" w:space="0" w:color="auto"/>
        <w:right w:val="none" w:sz="0" w:space="0" w:color="auto"/>
      </w:divBdr>
    </w:div>
    <w:div w:id="1194074850">
      <w:bodyDiv w:val="1"/>
      <w:marLeft w:val="0"/>
      <w:marRight w:val="0"/>
      <w:marTop w:val="0"/>
      <w:marBottom w:val="0"/>
      <w:divBdr>
        <w:top w:val="none" w:sz="0" w:space="0" w:color="auto"/>
        <w:left w:val="none" w:sz="0" w:space="0" w:color="auto"/>
        <w:bottom w:val="none" w:sz="0" w:space="0" w:color="auto"/>
        <w:right w:val="none" w:sz="0" w:space="0" w:color="auto"/>
      </w:divBdr>
    </w:div>
    <w:div w:id="1241135331">
      <w:bodyDiv w:val="1"/>
      <w:marLeft w:val="0"/>
      <w:marRight w:val="0"/>
      <w:marTop w:val="0"/>
      <w:marBottom w:val="0"/>
      <w:divBdr>
        <w:top w:val="none" w:sz="0" w:space="0" w:color="auto"/>
        <w:left w:val="none" w:sz="0" w:space="0" w:color="auto"/>
        <w:bottom w:val="none" w:sz="0" w:space="0" w:color="auto"/>
        <w:right w:val="none" w:sz="0" w:space="0" w:color="auto"/>
      </w:divBdr>
    </w:div>
    <w:div w:id="1359042938">
      <w:bodyDiv w:val="1"/>
      <w:marLeft w:val="0"/>
      <w:marRight w:val="0"/>
      <w:marTop w:val="0"/>
      <w:marBottom w:val="0"/>
      <w:divBdr>
        <w:top w:val="none" w:sz="0" w:space="0" w:color="auto"/>
        <w:left w:val="none" w:sz="0" w:space="0" w:color="auto"/>
        <w:bottom w:val="none" w:sz="0" w:space="0" w:color="auto"/>
        <w:right w:val="none" w:sz="0" w:space="0" w:color="auto"/>
      </w:divBdr>
    </w:div>
    <w:div w:id="1431393315">
      <w:bodyDiv w:val="1"/>
      <w:marLeft w:val="0"/>
      <w:marRight w:val="0"/>
      <w:marTop w:val="0"/>
      <w:marBottom w:val="0"/>
      <w:divBdr>
        <w:top w:val="none" w:sz="0" w:space="0" w:color="auto"/>
        <w:left w:val="none" w:sz="0" w:space="0" w:color="auto"/>
        <w:bottom w:val="none" w:sz="0" w:space="0" w:color="auto"/>
        <w:right w:val="none" w:sz="0" w:space="0" w:color="auto"/>
      </w:divBdr>
    </w:div>
    <w:div w:id="1528909599">
      <w:bodyDiv w:val="1"/>
      <w:marLeft w:val="0"/>
      <w:marRight w:val="0"/>
      <w:marTop w:val="0"/>
      <w:marBottom w:val="0"/>
      <w:divBdr>
        <w:top w:val="none" w:sz="0" w:space="0" w:color="auto"/>
        <w:left w:val="none" w:sz="0" w:space="0" w:color="auto"/>
        <w:bottom w:val="none" w:sz="0" w:space="0" w:color="auto"/>
        <w:right w:val="none" w:sz="0" w:space="0" w:color="auto"/>
      </w:divBdr>
    </w:div>
    <w:div w:id="1596554355">
      <w:bodyDiv w:val="1"/>
      <w:marLeft w:val="0"/>
      <w:marRight w:val="0"/>
      <w:marTop w:val="0"/>
      <w:marBottom w:val="0"/>
      <w:divBdr>
        <w:top w:val="none" w:sz="0" w:space="0" w:color="auto"/>
        <w:left w:val="none" w:sz="0" w:space="0" w:color="auto"/>
        <w:bottom w:val="none" w:sz="0" w:space="0" w:color="auto"/>
        <w:right w:val="none" w:sz="0" w:space="0" w:color="auto"/>
      </w:divBdr>
    </w:div>
    <w:div w:id="1832671793">
      <w:bodyDiv w:val="1"/>
      <w:marLeft w:val="0"/>
      <w:marRight w:val="0"/>
      <w:marTop w:val="0"/>
      <w:marBottom w:val="0"/>
      <w:divBdr>
        <w:top w:val="none" w:sz="0" w:space="0" w:color="auto"/>
        <w:left w:val="none" w:sz="0" w:space="0" w:color="auto"/>
        <w:bottom w:val="none" w:sz="0" w:space="0" w:color="auto"/>
        <w:right w:val="none" w:sz="0" w:space="0" w:color="auto"/>
      </w:divBdr>
    </w:div>
    <w:div w:id="1869483952">
      <w:bodyDiv w:val="1"/>
      <w:marLeft w:val="0"/>
      <w:marRight w:val="0"/>
      <w:marTop w:val="0"/>
      <w:marBottom w:val="0"/>
      <w:divBdr>
        <w:top w:val="none" w:sz="0" w:space="0" w:color="auto"/>
        <w:left w:val="none" w:sz="0" w:space="0" w:color="auto"/>
        <w:bottom w:val="none" w:sz="0" w:space="0" w:color="auto"/>
        <w:right w:val="none" w:sz="0" w:space="0" w:color="auto"/>
      </w:divBdr>
    </w:div>
    <w:div w:id="1888754476">
      <w:bodyDiv w:val="1"/>
      <w:marLeft w:val="0"/>
      <w:marRight w:val="0"/>
      <w:marTop w:val="0"/>
      <w:marBottom w:val="0"/>
      <w:divBdr>
        <w:top w:val="none" w:sz="0" w:space="0" w:color="auto"/>
        <w:left w:val="none" w:sz="0" w:space="0" w:color="auto"/>
        <w:bottom w:val="none" w:sz="0" w:space="0" w:color="auto"/>
        <w:right w:val="none" w:sz="0" w:space="0" w:color="auto"/>
      </w:divBdr>
    </w:div>
    <w:div w:id="1996563687">
      <w:bodyDiv w:val="1"/>
      <w:marLeft w:val="0"/>
      <w:marRight w:val="0"/>
      <w:marTop w:val="0"/>
      <w:marBottom w:val="0"/>
      <w:divBdr>
        <w:top w:val="none" w:sz="0" w:space="0" w:color="auto"/>
        <w:left w:val="none" w:sz="0" w:space="0" w:color="auto"/>
        <w:bottom w:val="none" w:sz="0" w:space="0" w:color="auto"/>
        <w:right w:val="none" w:sz="0" w:space="0" w:color="auto"/>
      </w:divBdr>
    </w:div>
    <w:div w:id="202409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4.emf"/><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etcdf.tc.df.gov.br/?a=processo&amp;f=detalhes&amp;idprocesso=175278&amp;aba=AbaInformacao"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etcdf.tc.df.gov.br/?a=processo&amp;f=detalhes&amp;idprocesso=167788&amp;aba=AbaInformacao" TargetMode="External"/><Relationship Id="rId20" Type="http://schemas.openxmlformats.org/officeDocument/2006/relationships/header" Target="header2.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6g.senado.gov.br/transparencia/licitacoes-e-contratos/contratos/7837" TargetMode="External"/><Relationship Id="rId24" Type="http://schemas.openxmlformats.org/officeDocument/2006/relationships/footer" Target="footer3.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tcdf.tc.df.gov.br/?a=processo&amp;f=detalhes&amp;idprocesso=167613&amp;aba=AbaInformacao" TargetMode="External"/><Relationship Id="rId23" Type="http://schemas.openxmlformats.org/officeDocument/2006/relationships/header" Target="header3.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footer" Target="footer7.xml"/></Relationships>
</file>

<file path=word/_rels/footer2.xml.rels><?xml version="1.0" encoding="UTF-8" standalone="yes"?>
<Relationships xmlns="http://schemas.openxmlformats.org/package/2006/relationships"><Relationship Id="rId1" Type="http://schemas.openxmlformats.org/officeDocument/2006/relationships/hyperlink" Target="https://etcdf.tc.df.gov.br/?a=processo&amp;f=detalhes&amp;idprocesso=267595&amp;aba=AbaInformaca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fs.felipe\Downloads\ETP%20-%20Modelo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CA85EEB1003B445BFA9C09079EFAE82" ma:contentTypeVersion="18" ma:contentTypeDescription="Crie um novo documento." ma:contentTypeScope="" ma:versionID="ffa918ba1e81fc950e64380ec7923fe7">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574c4a6da1f82a95f9b5e2bef60322b7"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8658A-B6AD-4BCA-836B-7CFC3C091AC2}"/>
</file>

<file path=customXml/itemProps2.xml><?xml version="1.0" encoding="utf-8"?>
<ds:datastoreItem xmlns:ds="http://schemas.openxmlformats.org/officeDocument/2006/customXml" ds:itemID="{8074EB93-4124-4C56-85B7-B3328A3B4F28}">
  <ds:schemaRefs>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http://purl.org/dc/dcmitype/"/>
    <ds:schemaRef ds:uri="b11eb5c2-f216-426b-b97f-1b2556847d31"/>
    <ds:schemaRef ds:uri="http://purl.org/dc/elements/1.1/"/>
    <ds:schemaRef ds:uri="http://schemas.openxmlformats.org/package/2006/metadata/core-properties"/>
    <ds:schemaRef ds:uri="5e75ea4f-23af-4a3c-ab4c-fdd2fe916c71"/>
    <ds:schemaRef ds:uri="http://purl.org/dc/terms/"/>
  </ds:schemaRefs>
</ds:datastoreItem>
</file>

<file path=customXml/itemProps3.xml><?xml version="1.0" encoding="utf-8"?>
<ds:datastoreItem xmlns:ds="http://schemas.openxmlformats.org/officeDocument/2006/customXml" ds:itemID="{AD32BA27-42E5-4CD5-B80D-637D9AE880C7}">
  <ds:schemaRefs>
    <ds:schemaRef ds:uri="http://schemas.microsoft.com/sharepoint/v3/contenttype/forms"/>
  </ds:schemaRefs>
</ds:datastoreItem>
</file>

<file path=customXml/itemProps4.xml><?xml version="1.0" encoding="utf-8"?>
<ds:datastoreItem xmlns:ds="http://schemas.openxmlformats.org/officeDocument/2006/customXml" ds:itemID="{E2E44B75-11CC-4D92-8D29-208157C0B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ETP - Modelo2</Template>
  <TotalTime>114</TotalTime>
  <Pages>45</Pages>
  <Words>12908</Words>
  <Characters>69708</Characters>
  <Application>Microsoft Office Word</Application>
  <DocSecurity>0</DocSecurity>
  <Lines>580</Lines>
  <Paragraphs>164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82452</CharactersWithSpaces>
  <SharedDoc>false</SharedDoc>
  <HLinks>
    <vt:vector size="6" baseType="variant">
      <vt:variant>
        <vt:i4>6488166</vt:i4>
      </vt:variant>
      <vt:variant>
        <vt:i4>0</vt:i4>
      </vt:variant>
      <vt:variant>
        <vt:i4>0</vt:i4>
      </vt:variant>
      <vt:variant>
        <vt:i4>5</vt:i4>
      </vt:variant>
      <vt:variant>
        <vt:lpwstr>https://www6g.senado.gov.br/transparencia/licitacoes-e-contratos/contratos/7837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Francisco Silva</dc:creator>
  <cp:keywords/>
  <dc:description/>
  <cp:lastModifiedBy>Leonardo José Alves Leal Neri</cp:lastModifiedBy>
  <cp:revision>14</cp:revision>
  <cp:lastPrinted>2025-07-16T16:52:00Z</cp:lastPrinted>
  <dcterms:created xsi:type="dcterms:W3CDTF">2025-05-23T18:51:00Z</dcterms:created>
  <dcterms:modified xsi:type="dcterms:W3CDTF">2025-07-16T16:53:00Z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0x010100ACA85EEB1003B445BFA9C09079EFAE82</vt:lpwstr>
  </property>
  <property fmtid="{D5CDD505-2E9C-101B-9397-08002B2CF9AE}" pid="4" name="Order">
    <vt:r8>5611100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